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F08" w:rsidRPr="00A11F51" w:rsidRDefault="00106F08" w:rsidP="002A48D9">
      <w:pPr>
        <w:jc w:val="center"/>
        <w:rPr>
          <w:u w:val="single"/>
        </w:rPr>
      </w:pPr>
      <w:r w:rsidRPr="00A11F51">
        <w:rPr>
          <w:u w:val="single"/>
        </w:rPr>
        <w:t>Сведен</w:t>
      </w:r>
      <w:bookmarkStart w:id="0" w:name="_GoBack"/>
      <w:bookmarkEnd w:id="0"/>
      <w:r w:rsidRPr="00A11F51">
        <w:rPr>
          <w:u w:val="single"/>
        </w:rPr>
        <w:t>ия</w:t>
      </w:r>
    </w:p>
    <w:p w:rsidR="00106F08" w:rsidRDefault="00106F08" w:rsidP="00150324">
      <w:pPr>
        <w:jc w:val="center"/>
        <w:rPr>
          <w:u w:val="single"/>
        </w:rPr>
      </w:pPr>
      <w:r w:rsidRPr="00A11F51">
        <w:rPr>
          <w:u w:val="single"/>
        </w:rPr>
        <w:t xml:space="preserve">о доходах, имуществе и обязательствах имущественного характера </w:t>
      </w:r>
      <w:r>
        <w:rPr>
          <w:u w:val="single"/>
        </w:rPr>
        <w:t xml:space="preserve">муниципальных </w:t>
      </w:r>
      <w:r w:rsidRPr="00A11F51">
        <w:rPr>
          <w:u w:val="single"/>
        </w:rPr>
        <w:t xml:space="preserve">служащих в </w:t>
      </w:r>
      <w:r>
        <w:rPr>
          <w:u w:val="single"/>
        </w:rPr>
        <w:t xml:space="preserve">Управлении </w:t>
      </w:r>
    </w:p>
    <w:p w:rsidR="00106F08" w:rsidRPr="00A11F51" w:rsidRDefault="00106F08" w:rsidP="00150324">
      <w:pPr>
        <w:jc w:val="center"/>
        <w:rPr>
          <w:u w:val="single"/>
        </w:rPr>
      </w:pPr>
      <w:r>
        <w:rPr>
          <w:u w:val="single"/>
        </w:rPr>
        <w:t>имуществом и коммунальным комплексом города мэрии муниципального образования г. Черкесска</w:t>
      </w:r>
    </w:p>
    <w:p w:rsidR="00106F08" w:rsidRDefault="00106F08" w:rsidP="00150324">
      <w:pPr>
        <w:jc w:val="center"/>
        <w:rPr>
          <w:u w:val="single"/>
        </w:rPr>
      </w:pPr>
      <w:r w:rsidRPr="00A11F51">
        <w:rPr>
          <w:u w:val="single"/>
        </w:rPr>
        <w:t>за пери</w:t>
      </w:r>
      <w:r>
        <w:rPr>
          <w:u w:val="single"/>
        </w:rPr>
        <w:t>од с 1 января по 31 декабря 2013</w:t>
      </w:r>
      <w:r w:rsidRPr="00A11F51">
        <w:rPr>
          <w:u w:val="single"/>
        </w:rPr>
        <w:t xml:space="preserve"> года</w:t>
      </w:r>
    </w:p>
    <w:p w:rsidR="00106F08" w:rsidRPr="00A11F51" w:rsidRDefault="00106F08" w:rsidP="00150324"/>
    <w:p w:rsidR="00106F08" w:rsidRPr="00A11F51" w:rsidRDefault="00106F08" w:rsidP="00150324">
      <w:pPr>
        <w:jc w:val="center"/>
      </w:pPr>
      <w:r>
        <w:t>Эркенова Рашида Салиховича</w:t>
      </w:r>
      <w:r w:rsidRPr="00A11F51">
        <w:t>,</w:t>
      </w:r>
    </w:p>
    <w:p w:rsidR="00106F08" w:rsidRDefault="00106F08" w:rsidP="00150324">
      <w:pPr>
        <w:jc w:val="center"/>
      </w:pPr>
      <w:r>
        <w:t xml:space="preserve">Исполняющего обязанности заместителя начальника Управления – начальника </w:t>
      </w:r>
    </w:p>
    <w:p w:rsidR="00106F08" w:rsidRPr="00A11F51" w:rsidRDefault="00106F08" w:rsidP="00150324">
      <w:pPr>
        <w:jc w:val="center"/>
      </w:pPr>
      <w:r>
        <w:t>отдела по управлению, распоряжению муниципальным имуществом</w:t>
      </w:r>
    </w:p>
    <w:p w:rsidR="00106F08" w:rsidRPr="00A11F51" w:rsidRDefault="00106F08" w:rsidP="00150324">
      <w:pPr>
        <w:jc w:val="center"/>
      </w:pPr>
      <w:r w:rsidRPr="00A11F51">
        <w:t>(полное наименование должности)</w:t>
      </w:r>
    </w:p>
    <w:p w:rsidR="00106F08" w:rsidRPr="00A11F51" w:rsidRDefault="00106F08" w:rsidP="00150324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tbl>
      <w:tblPr>
        <w:tblW w:w="1564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800"/>
        <w:gridCol w:w="1620"/>
        <w:gridCol w:w="1296"/>
        <w:gridCol w:w="1404"/>
        <w:gridCol w:w="1620"/>
        <w:gridCol w:w="1800"/>
        <w:gridCol w:w="1261"/>
        <w:gridCol w:w="1619"/>
        <w:gridCol w:w="1607"/>
      </w:tblGrid>
      <w:tr w:rsidR="00106F08" w:rsidRPr="00A11F51" w:rsidTr="003A6748">
        <w:tc>
          <w:tcPr>
            <w:tcW w:w="1620" w:type="dxa"/>
            <w:vMerge w:val="restart"/>
          </w:tcPr>
          <w:p w:rsidR="00106F08" w:rsidRPr="00A11F51" w:rsidRDefault="00106F08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Default="00106F08" w:rsidP="00A33FE6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</w:p>
          <w:p w:rsidR="00106F08" w:rsidRPr="00A11F51" w:rsidRDefault="00106F08" w:rsidP="00A33FE6">
            <w:pPr>
              <w:ind w:right="-1"/>
              <w:jc w:val="center"/>
            </w:pPr>
            <w:r w:rsidRPr="00A11F51">
              <w:t xml:space="preserve">ный годовой доход  </w:t>
            </w:r>
          </w:p>
          <w:p w:rsidR="00106F08" w:rsidRPr="00A11F51" w:rsidRDefault="00106F08" w:rsidP="00A33FE6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3A6748">
        <w:tc>
          <w:tcPr>
            <w:tcW w:w="162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296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04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 w:rsidRPr="00A11F51">
              <w:t>Транспорт</w:t>
            </w:r>
            <w:r>
              <w:t>-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A33FE6">
            <w:pPr>
              <w:jc w:val="center"/>
            </w:pPr>
            <w:r w:rsidRPr="00A11F51">
              <w:t xml:space="preserve">Страна </w:t>
            </w:r>
            <w:r>
              <w:t>расположе-ни</w:t>
            </w:r>
            <w:r w:rsidRPr="00A11F51">
              <w:t>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3A6748"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Эркенов Рашид Салихович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352541,97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------------</w:t>
            </w:r>
          </w:p>
        </w:tc>
        <w:tc>
          <w:tcPr>
            <w:tcW w:w="1296" w:type="dxa"/>
          </w:tcPr>
          <w:p w:rsidR="00106F08" w:rsidRPr="00A11F51" w:rsidRDefault="00106F08" w:rsidP="00A33FE6">
            <w:pPr>
              <w:jc w:val="center"/>
            </w:pPr>
            <w:r>
              <w:t>------------</w:t>
            </w:r>
          </w:p>
        </w:tc>
        <w:tc>
          <w:tcPr>
            <w:tcW w:w="1404" w:type="dxa"/>
          </w:tcPr>
          <w:p w:rsidR="00106F08" w:rsidRPr="00A11F51" w:rsidRDefault="00106F08" w:rsidP="00A33FE6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106F08" w:rsidRPr="00A11F51" w:rsidRDefault="00106F08" w:rsidP="005363D3">
            <w:pPr>
              <w:jc w:val="center"/>
            </w:pPr>
            <w:r>
              <w:t>ВАЗ-21104</w:t>
            </w:r>
          </w:p>
        </w:tc>
        <w:tc>
          <w:tcPr>
            <w:tcW w:w="1800" w:type="dxa"/>
          </w:tcPr>
          <w:p w:rsidR="00106F08" w:rsidRDefault="00106F08" w:rsidP="0056254A">
            <w:pPr>
              <w:jc w:val="center"/>
            </w:pPr>
            <w:r>
              <w:t>Жилой дом</w:t>
            </w:r>
          </w:p>
        </w:tc>
        <w:tc>
          <w:tcPr>
            <w:tcW w:w="1261" w:type="dxa"/>
          </w:tcPr>
          <w:p w:rsidR="00106F08" w:rsidRDefault="00106F08" w:rsidP="0056254A">
            <w:pPr>
              <w:jc w:val="center"/>
            </w:pPr>
            <w:r>
              <w:t>100</w:t>
            </w:r>
          </w:p>
        </w:tc>
        <w:tc>
          <w:tcPr>
            <w:tcW w:w="1619" w:type="dxa"/>
          </w:tcPr>
          <w:p w:rsidR="00106F08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3A6748">
            <w:pPr>
              <w:jc w:val="center"/>
            </w:pPr>
            <w:r>
              <w:t>-----</w:t>
            </w:r>
          </w:p>
        </w:tc>
      </w:tr>
      <w:tr w:rsidR="00106F08" w:rsidRPr="00A11F51" w:rsidTr="003A6748"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96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404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5363D3">
            <w:pPr>
              <w:jc w:val="center"/>
            </w:pPr>
            <w:r>
              <w:t>ВАЗ-21703</w:t>
            </w:r>
          </w:p>
        </w:tc>
        <w:tc>
          <w:tcPr>
            <w:tcW w:w="1800" w:type="dxa"/>
          </w:tcPr>
          <w:p w:rsidR="00106F08" w:rsidRDefault="00106F08" w:rsidP="005363D3">
            <w:pPr>
              <w:jc w:val="center"/>
            </w:pPr>
            <w:r>
              <w:t>Земельный участок</w:t>
            </w:r>
          </w:p>
        </w:tc>
        <w:tc>
          <w:tcPr>
            <w:tcW w:w="1261" w:type="dxa"/>
          </w:tcPr>
          <w:p w:rsidR="00106F08" w:rsidRDefault="00106F08" w:rsidP="00A33FE6">
            <w:pPr>
              <w:jc w:val="center"/>
            </w:pPr>
            <w:r>
              <w:t>3700</w:t>
            </w:r>
          </w:p>
        </w:tc>
        <w:tc>
          <w:tcPr>
            <w:tcW w:w="1619" w:type="dxa"/>
          </w:tcPr>
          <w:p w:rsidR="00106F08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 w:rsidP="00150324">
      <w:pPr>
        <w:ind w:right="-109"/>
        <w:jc w:val="center"/>
      </w:pPr>
    </w:p>
    <w:p w:rsidR="00106F08" w:rsidRDefault="00106F08" w:rsidP="0056071B">
      <w:pPr>
        <w:ind w:right="-109"/>
        <w:jc w:val="center"/>
      </w:pPr>
    </w:p>
    <w:p w:rsidR="00106F08" w:rsidRDefault="00106F08" w:rsidP="0056071B">
      <w:pPr>
        <w:ind w:right="-109"/>
        <w:jc w:val="center"/>
      </w:pPr>
    </w:p>
    <w:p w:rsidR="00106F08" w:rsidRPr="00A11F51" w:rsidRDefault="00106F08" w:rsidP="0056071B">
      <w:pPr>
        <w:ind w:right="-109"/>
        <w:jc w:val="center"/>
      </w:pPr>
      <w:r>
        <w:t>Камурзаева Валерия Руслановича</w:t>
      </w:r>
      <w:r w:rsidRPr="00A11F51">
        <w:t>,</w:t>
      </w:r>
    </w:p>
    <w:p w:rsidR="00106F08" w:rsidRPr="00A11F51" w:rsidRDefault="00106F08" w:rsidP="0056071B">
      <w:pPr>
        <w:ind w:right="-109"/>
        <w:jc w:val="center"/>
      </w:pPr>
      <w:r>
        <w:t>Начальника отдела жилищно-коммунального хозяйства, и членов его семьи</w:t>
      </w:r>
    </w:p>
    <w:p w:rsidR="00106F08" w:rsidRPr="00A11F51" w:rsidRDefault="00106F08" w:rsidP="0056071B">
      <w:pPr>
        <w:jc w:val="center"/>
      </w:pPr>
      <w:r w:rsidRPr="00A11F51">
        <w:t>(полное наименование должности)</w:t>
      </w:r>
    </w:p>
    <w:p w:rsidR="00106F08" w:rsidRPr="00A11F51" w:rsidRDefault="00106F08" w:rsidP="0078424C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tbl>
      <w:tblPr>
        <w:tblW w:w="158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800"/>
        <w:gridCol w:w="1620"/>
        <w:gridCol w:w="1260"/>
        <w:gridCol w:w="1440"/>
        <w:gridCol w:w="1620"/>
        <w:gridCol w:w="1800"/>
        <w:gridCol w:w="1261"/>
        <w:gridCol w:w="1619"/>
        <w:gridCol w:w="1792"/>
      </w:tblGrid>
      <w:tr w:rsidR="00106F08" w:rsidRPr="00A11F51" w:rsidTr="0078424C">
        <w:tc>
          <w:tcPr>
            <w:tcW w:w="1620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792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78424C">
        <w:tc>
          <w:tcPr>
            <w:tcW w:w="162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Транспорт-н</w:t>
            </w:r>
            <w:r w:rsidRPr="00A11F51">
              <w:t>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78424C">
        <w:tc>
          <w:tcPr>
            <w:tcW w:w="1620" w:type="dxa"/>
          </w:tcPr>
          <w:p w:rsidR="00106F08" w:rsidRPr="00A11F51" w:rsidRDefault="00106F08" w:rsidP="0087306B">
            <w:pPr>
              <w:ind w:right="-1"/>
            </w:pPr>
            <w:r>
              <w:t xml:space="preserve">Камурзаев Валерий Русланович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333684,90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46,2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Лада Гранта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619" w:type="dxa"/>
          </w:tcPr>
          <w:p w:rsidR="00106F08" w:rsidRPr="00A11F51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792" w:type="dxa"/>
            <w:vMerge w:val="restart"/>
          </w:tcPr>
          <w:p w:rsidR="00106F08" w:rsidRPr="00A11F51" w:rsidRDefault="00106F08" w:rsidP="0078424C">
            <w:pPr>
              <w:jc w:val="center"/>
            </w:pPr>
            <w:r>
              <w:t>-----</w:t>
            </w:r>
          </w:p>
        </w:tc>
      </w:tr>
      <w:tr w:rsidR="00106F08" w:rsidRPr="00A11F51" w:rsidTr="0078424C">
        <w:tc>
          <w:tcPr>
            <w:tcW w:w="1620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  <w:r>
              <w:t>58,2</w:t>
            </w:r>
          </w:p>
        </w:tc>
        <w:tc>
          <w:tcPr>
            <w:tcW w:w="1440" w:type="dxa"/>
          </w:tcPr>
          <w:p w:rsidR="00106F08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261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619" w:type="dxa"/>
          </w:tcPr>
          <w:p w:rsidR="00106F08" w:rsidRPr="00A11F51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78424C">
        <w:tc>
          <w:tcPr>
            <w:tcW w:w="1620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гараж</w:t>
            </w: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  <w:r>
              <w:t>40,6</w:t>
            </w:r>
          </w:p>
        </w:tc>
        <w:tc>
          <w:tcPr>
            <w:tcW w:w="1440" w:type="dxa"/>
          </w:tcPr>
          <w:p w:rsidR="00106F08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-------------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261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619" w:type="dxa"/>
          </w:tcPr>
          <w:p w:rsidR="00106F08" w:rsidRPr="00A11F51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78424C">
        <w:tc>
          <w:tcPr>
            <w:tcW w:w="1620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19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78424C">
        <w:tc>
          <w:tcPr>
            <w:tcW w:w="1620" w:type="dxa"/>
          </w:tcPr>
          <w:p w:rsidR="00106F08" w:rsidRDefault="00106F08" w:rsidP="0087306B">
            <w:pPr>
              <w:ind w:right="-1"/>
            </w:pPr>
            <w:r>
              <w:t xml:space="preserve">Супруга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281520,00</w:t>
            </w:r>
          </w:p>
        </w:tc>
        <w:tc>
          <w:tcPr>
            <w:tcW w:w="1620" w:type="dxa"/>
          </w:tcPr>
          <w:p w:rsidR="00106F08" w:rsidRPr="00A11F51" w:rsidRDefault="00106F08" w:rsidP="00FD0521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600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19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78424C">
        <w:tc>
          <w:tcPr>
            <w:tcW w:w="1620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56254A">
            <w:pPr>
              <w:jc w:val="center"/>
            </w:pPr>
            <w:r>
              <w:t>58,2</w:t>
            </w:r>
          </w:p>
        </w:tc>
        <w:tc>
          <w:tcPr>
            <w:tcW w:w="1440" w:type="dxa"/>
          </w:tcPr>
          <w:p w:rsidR="00106F08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261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619" w:type="dxa"/>
          </w:tcPr>
          <w:p w:rsidR="00106F08" w:rsidRPr="00A11F51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78424C">
        <w:tc>
          <w:tcPr>
            <w:tcW w:w="1620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Магазин</w:t>
            </w:r>
          </w:p>
        </w:tc>
        <w:tc>
          <w:tcPr>
            <w:tcW w:w="1260" w:type="dxa"/>
          </w:tcPr>
          <w:p w:rsidR="00106F08" w:rsidRDefault="00106F08" w:rsidP="0056254A">
            <w:pPr>
              <w:jc w:val="center"/>
            </w:pPr>
            <w:r>
              <w:t>61,5</w:t>
            </w:r>
          </w:p>
        </w:tc>
        <w:tc>
          <w:tcPr>
            <w:tcW w:w="1440" w:type="dxa"/>
          </w:tcPr>
          <w:p w:rsidR="00106F08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261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619" w:type="dxa"/>
          </w:tcPr>
          <w:p w:rsidR="00106F08" w:rsidRPr="00A11F51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78424C">
        <w:tc>
          <w:tcPr>
            <w:tcW w:w="1620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Магазин</w:t>
            </w:r>
          </w:p>
        </w:tc>
        <w:tc>
          <w:tcPr>
            <w:tcW w:w="1260" w:type="dxa"/>
          </w:tcPr>
          <w:p w:rsidR="00106F08" w:rsidRDefault="00106F08" w:rsidP="0056254A">
            <w:pPr>
              <w:jc w:val="center"/>
            </w:pPr>
            <w:r>
              <w:t>42,3</w:t>
            </w:r>
          </w:p>
        </w:tc>
        <w:tc>
          <w:tcPr>
            <w:tcW w:w="1440" w:type="dxa"/>
          </w:tcPr>
          <w:p w:rsidR="00106F08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261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619" w:type="dxa"/>
          </w:tcPr>
          <w:p w:rsidR="00106F08" w:rsidRPr="00A11F51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78424C">
        <w:tc>
          <w:tcPr>
            <w:tcW w:w="1620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Магазин</w:t>
            </w:r>
          </w:p>
        </w:tc>
        <w:tc>
          <w:tcPr>
            <w:tcW w:w="1260" w:type="dxa"/>
          </w:tcPr>
          <w:p w:rsidR="00106F08" w:rsidRDefault="00106F08" w:rsidP="0056254A">
            <w:pPr>
              <w:jc w:val="center"/>
            </w:pPr>
            <w:r>
              <w:t>20</w:t>
            </w:r>
          </w:p>
        </w:tc>
        <w:tc>
          <w:tcPr>
            <w:tcW w:w="1440" w:type="dxa"/>
          </w:tcPr>
          <w:p w:rsidR="00106F08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261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619" w:type="dxa"/>
          </w:tcPr>
          <w:p w:rsidR="00106F08" w:rsidRPr="00A11F51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</w:tbl>
    <w:p w:rsidR="00106F08" w:rsidRDefault="00106F08" w:rsidP="000A03DB">
      <w:pPr>
        <w:ind w:right="-109"/>
        <w:jc w:val="center"/>
      </w:pPr>
    </w:p>
    <w:p w:rsidR="00106F08" w:rsidRDefault="00106F08" w:rsidP="000A03DB">
      <w:pPr>
        <w:ind w:right="-109"/>
        <w:jc w:val="center"/>
      </w:pPr>
    </w:p>
    <w:p w:rsidR="00106F08" w:rsidRPr="00A11F51" w:rsidRDefault="00106F08" w:rsidP="000A03DB">
      <w:pPr>
        <w:ind w:right="-109"/>
        <w:jc w:val="center"/>
      </w:pPr>
      <w:r>
        <w:t>Такушиновой Аси Даниловны,</w:t>
      </w:r>
    </w:p>
    <w:p w:rsidR="00106F08" w:rsidRPr="00A11F51" w:rsidRDefault="00106F08" w:rsidP="000A03DB">
      <w:pPr>
        <w:ind w:right="-109"/>
        <w:jc w:val="center"/>
      </w:pPr>
      <w:r>
        <w:t>Заместителя начальника юридического отдела, и членов</w:t>
      </w:r>
      <w:r w:rsidRPr="00A11F51">
        <w:t xml:space="preserve"> е</w:t>
      </w:r>
      <w:r>
        <w:t>ё</w:t>
      </w:r>
      <w:r w:rsidRPr="00A11F51">
        <w:t xml:space="preserve"> семьи</w:t>
      </w:r>
    </w:p>
    <w:p w:rsidR="00106F08" w:rsidRPr="00A11F51" w:rsidRDefault="00106F08" w:rsidP="000A03DB">
      <w:pPr>
        <w:jc w:val="center"/>
      </w:pPr>
      <w:r w:rsidRPr="00A11F51">
        <w:t>(полное наименование должности)</w:t>
      </w:r>
    </w:p>
    <w:p w:rsidR="00106F08" w:rsidRDefault="00106F08" w:rsidP="0078424C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78424C"/>
    <w:tbl>
      <w:tblPr>
        <w:tblW w:w="158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800"/>
        <w:gridCol w:w="1620"/>
        <w:gridCol w:w="1260"/>
        <w:gridCol w:w="1440"/>
        <w:gridCol w:w="1620"/>
        <w:gridCol w:w="1800"/>
        <w:gridCol w:w="1260"/>
        <w:gridCol w:w="1620"/>
        <w:gridCol w:w="1792"/>
      </w:tblGrid>
      <w:tr w:rsidR="00106F08" w:rsidRPr="00A11F51" w:rsidTr="002A48D9">
        <w:tc>
          <w:tcPr>
            <w:tcW w:w="1620" w:type="dxa"/>
            <w:vMerge w:val="restart"/>
          </w:tcPr>
          <w:p w:rsidR="00106F08" w:rsidRPr="00A11F51" w:rsidRDefault="00106F08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A33FE6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A33FE6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792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2A48D9">
        <w:tc>
          <w:tcPr>
            <w:tcW w:w="162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2A48D9">
        <w:tc>
          <w:tcPr>
            <w:tcW w:w="1620" w:type="dxa"/>
          </w:tcPr>
          <w:p w:rsidR="00106F08" w:rsidRPr="00A11F51" w:rsidRDefault="00106F08" w:rsidP="00A33FE6">
            <w:pPr>
              <w:ind w:right="-1"/>
            </w:pPr>
            <w:r>
              <w:t>Такушинова Ася Даниловна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213406,17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---------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81,7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Россия</w:t>
            </w:r>
          </w:p>
        </w:tc>
        <w:tc>
          <w:tcPr>
            <w:tcW w:w="1792" w:type="dxa"/>
            <w:vMerge w:val="restart"/>
          </w:tcPr>
          <w:p w:rsidR="00106F08" w:rsidRPr="00A11F51" w:rsidRDefault="00106F08" w:rsidP="0078424C">
            <w:pPr>
              <w:jc w:val="center"/>
            </w:pPr>
            <w:r>
              <w:t>-----</w:t>
            </w:r>
          </w:p>
        </w:tc>
      </w:tr>
      <w:tr w:rsidR="00106F08" w:rsidRPr="00A11F51" w:rsidTr="002A48D9">
        <w:tc>
          <w:tcPr>
            <w:tcW w:w="1620" w:type="dxa"/>
          </w:tcPr>
          <w:p w:rsidR="00106F08" w:rsidRDefault="00106F08" w:rsidP="00A33FE6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2A48D9">
        <w:tc>
          <w:tcPr>
            <w:tcW w:w="1620" w:type="dxa"/>
          </w:tcPr>
          <w:p w:rsidR="00106F08" w:rsidRDefault="00106F08" w:rsidP="00A33FE6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  <w:r>
              <w:t>239749,49</w:t>
            </w:r>
          </w:p>
        </w:tc>
        <w:tc>
          <w:tcPr>
            <w:tcW w:w="1620" w:type="dxa"/>
          </w:tcPr>
          <w:p w:rsidR="00106F08" w:rsidRDefault="00106F08" w:rsidP="00DD0460">
            <w:pPr>
              <w:jc w:val="center"/>
            </w:pPr>
            <w:r>
              <w:t>---------</w:t>
            </w:r>
          </w:p>
        </w:tc>
        <w:tc>
          <w:tcPr>
            <w:tcW w:w="1260" w:type="dxa"/>
          </w:tcPr>
          <w:p w:rsidR="00106F08" w:rsidRDefault="00106F08" w:rsidP="00DD0460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106F08" w:rsidRDefault="00106F08" w:rsidP="00DD0460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Хайма 219300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81,7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Россия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2A48D9">
        <w:tc>
          <w:tcPr>
            <w:tcW w:w="1620" w:type="dxa"/>
          </w:tcPr>
          <w:p w:rsidR="00106F08" w:rsidRPr="00A11F51" w:rsidRDefault="00106F08" w:rsidP="00A33FE6"/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2A48D9">
        <w:tc>
          <w:tcPr>
            <w:tcW w:w="1620" w:type="dxa"/>
          </w:tcPr>
          <w:p w:rsidR="00106F08" w:rsidRPr="00A11F51" w:rsidRDefault="00106F08" w:rsidP="00A33FE6">
            <w:r>
              <w:t xml:space="preserve">Дочь 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--------------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-----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>
              <w:t>-----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81,7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Россия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2A48D9">
        <w:tc>
          <w:tcPr>
            <w:tcW w:w="1620" w:type="dxa"/>
          </w:tcPr>
          <w:p w:rsidR="00106F08" w:rsidRDefault="00106F08" w:rsidP="00A33FE6"/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</w:tbl>
    <w:p w:rsidR="00106F08" w:rsidRDefault="00106F08" w:rsidP="0056254A">
      <w:pPr>
        <w:ind w:right="-109"/>
        <w:jc w:val="center"/>
      </w:pPr>
    </w:p>
    <w:p w:rsidR="00106F08" w:rsidRDefault="00106F08" w:rsidP="000A03DB">
      <w:pPr>
        <w:ind w:right="-109"/>
        <w:jc w:val="center"/>
      </w:pPr>
    </w:p>
    <w:p w:rsidR="00106F08" w:rsidRPr="00A11F51" w:rsidRDefault="00106F08" w:rsidP="000A03DB">
      <w:pPr>
        <w:ind w:right="-109"/>
        <w:jc w:val="center"/>
      </w:pPr>
      <w:r>
        <w:t>Теунаевой Людмилы Пушкиновны</w:t>
      </w:r>
      <w:r w:rsidRPr="00A11F51">
        <w:t>,</w:t>
      </w:r>
    </w:p>
    <w:p w:rsidR="00106F08" w:rsidRPr="00A11F51" w:rsidRDefault="00106F08" w:rsidP="000A03DB">
      <w:pPr>
        <w:ind w:right="-109"/>
        <w:jc w:val="center"/>
      </w:pPr>
      <w:r>
        <w:t>Главного специалиста</w:t>
      </w:r>
    </w:p>
    <w:p w:rsidR="00106F08" w:rsidRPr="00A11F51" w:rsidRDefault="00106F08" w:rsidP="000A03DB">
      <w:pPr>
        <w:jc w:val="center"/>
      </w:pPr>
      <w:r w:rsidRPr="00A11F51">
        <w:t>(полное наименование должности)</w:t>
      </w:r>
    </w:p>
    <w:p w:rsidR="00106F08" w:rsidRDefault="00106F08" w:rsidP="000A03DB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0A03DB">
      <w:pPr>
        <w:jc w:val="center"/>
      </w:pPr>
    </w:p>
    <w:tbl>
      <w:tblPr>
        <w:tblW w:w="158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800"/>
        <w:gridCol w:w="1620"/>
        <w:gridCol w:w="1260"/>
        <w:gridCol w:w="1440"/>
        <w:gridCol w:w="1620"/>
        <w:gridCol w:w="1800"/>
        <w:gridCol w:w="1260"/>
        <w:gridCol w:w="1620"/>
        <w:gridCol w:w="1792"/>
      </w:tblGrid>
      <w:tr w:rsidR="00106F08" w:rsidRPr="00A11F51" w:rsidTr="002A48D9">
        <w:tc>
          <w:tcPr>
            <w:tcW w:w="1620" w:type="dxa"/>
            <w:vMerge w:val="restart"/>
          </w:tcPr>
          <w:p w:rsidR="00106F08" w:rsidRPr="00A11F51" w:rsidRDefault="00106F08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A33FE6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A33FE6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792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2A48D9">
        <w:trPr>
          <w:trHeight w:val="912"/>
        </w:trPr>
        <w:tc>
          <w:tcPr>
            <w:tcW w:w="162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ые средства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2A48D9">
        <w:tc>
          <w:tcPr>
            <w:tcW w:w="1620" w:type="dxa"/>
          </w:tcPr>
          <w:p w:rsidR="00106F08" w:rsidRPr="00A11F51" w:rsidRDefault="00106F08" w:rsidP="00A33FE6">
            <w:pPr>
              <w:ind w:right="-1"/>
            </w:pPr>
            <w:r>
              <w:t>Теунаева Людмила Пушкиновна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253379,79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---------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290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Россия</w:t>
            </w:r>
          </w:p>
        </w:tc>
        <w:tc>
          <w:tcPr>
            <w:tcW w:w="1792" w:type="dxa"/>
          </w:tcPr>
          <w:p w:rsidR="00106F08" w:rsidRPr="00A11F51" w:rsidRDefault="00106F08" w:rsidP="00E521FD">
            <w:pPr>
              <w:jc w:val="center"/>
            </w:pPr>
            <w:r>
              <w:t>-----</w:t>
            </w:r>
          </w:p>
        </w:tc>
      </w:tr>
    </w:tbl>
    <w:p w:rsidR="00106F08" w:rsidRDefault="00106F08" w:rsidP="000A03DB">
      <w:pPr>
        <w:ind w:right="-109"/>
        <w:jc w:val="center"/>
      </w:pPr>
    </w:p>
    <w:p w:rsidR="00106F08" w:rsidRPr="00A11F51" w:rsidRDefault="00106F08" w:rsidP="000A03DB">
      <w:pPr>
        <w:ind w:right="-109"/>
        <w:jc w:val="center"/>
      </w:pPr>
      <w:r>
        <w:t>Каппушевой Полины Локмановны</w:t>
      </w:r>
      <w:r w:rsidRPr="00A11F51">
        <w:t>,</w:t>
      </w:r>
    </w:p>
    <w:p w:rsidR="00106F08" w:rsidRPr="00A11F51" w:rsidRDefault="00106F08" w:rsidP="000A03DB">
      <w:pPr>
        <w:ind w:right="-109"/>
        <w:jc w:val="center"/>
      </w:pPr>
      <w:r>
        <w:t>Главного специалиста юридического отдела</w:t>
      </w:r>
    </w:p>
    <w:p w:rsidR="00106F08" w:rsidRPr="00A11F51" w:rsidRDefault="00106F08" w:rsidP="000A03DB">
      <w:pPr>
        <w:jc w:val="center"/>
      </w:pPr>
      <w:r w:rsidRPr="00A11F51">
        <w:t>(полное наименование должности)</w:t>
      </w:r>
    </w:p>
    <w:p w:rsidR="00106F08" w:rsidRDefault="00106F08" w:rsidP="000A03DB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0A03DB">
      <w:pPr>
        <w:jc w:val="center"/>
      </w:pPr>
    </w:p>
    <w:tbl>
      <w:tblPr>
        <w:tblW w:w="158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800"/>
        <w:gridCol w:w="1620"/>
        <w:gridCol w:w="1260"/>
        <w:gridCol w:w="1440"/>
        <w:gridCol w:w="1620"/>
        <w:gridCol w:w="1800"/>
        <w:gridCol w:w="1260"/>
        <w:gridCol w:w="1620"/>
        <w:gridCol w:w="1792"/>
      </w:tblGrid>
      <w:tr w:rsidR="00106F08" w:rsidRPr="00A11F51" w:rsidTr="002A48D9">
        <w:tc>
          <w:tcPr>
            <w:tcW w:w="1620" w:type="dxa"/>
            <w:vMerge w:val="restart"/>
          </w:tcPr>
          <w:p w:rsidR="00106F08" w:rsidRPr="00A11F51" w:rsidRDefault="00106F08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A33FE6">
            <w:pPr>
              <w:ind w:right="-1"/>
              <w:jc w:val="center"/>
            </w:pPr>
            <w:r>
              <w:t>Декларирован-</w:t>
            </w:r>
            <w:r w:rsidRPr="00A11F51">
              <w:t xml:space="preserve">ный годовой доход  </w:t>
            </w:r>
          </w:p>
          <w:p w:rsidR="00106F08" w:rsidRPr="00A11F51" w:rsidRDefault="00106F08" w:rsidP="00A33FE6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792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2A48D9">
        <w:tc>
          <w:tcPr>
            <w:tcW w:w="162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2A48D9">
        <w:tc>
          <w:tcPr>
            <w:tcW w:w="1620" w:type="dxa"/>
          </w:tcPr>
          <w:p w:rsidR="00106F08" w:rsidRPr="00A11F51" w:rsidRDefault="00106F08" w:rsidP="00A33FE6">
            <w:pPr>
              <w:ind w:right="-1"/>
            </w:pPr>
            <w:r>
              <w:t>Каппушева Полина Локмановна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356884,55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29,3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-------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792" w:type="dxa"/>
          </w:tcPr>
          <w:p w:rsidR="00106F08" w:rsidRPr="00A11F51" w:rsidRDefault="00106F08" w:rsidP="00E521FD">
            <w:pPr>
              <w:jc w:val="center"/>
            </w:pPr>
            <w:r>
              <w:t>-----</w:t>
            </w:r>
          </w:p>
        </w:tc>
      </w:tr>
    </w:tbl>
    <w:p w:rsidR="00106F08" w:rsidRDefault="00106F08" w:rsidP="002A48D9">
      <w:pPr>
        <w:ind w:right="-109"/>
      </w:pPr>
    </w:p>
    <w:p w:rsidR="00106F08" w:rsidRDefault="00106F08" w:rsidP="00CA5111">
      <w:pPr>
        <w:ind w:right="-109"/>
        <w:jc w:val="center"/>
      </w:pPr>
    </w:p>
    <w:p w:rsidR="00106F08" w:rsidRDefault="00106F08" w:rsidP="00CA5111">
      <w:pPr>
        <w:ind w:right="-109"/>
        <w:jc w:val="center"/>
      </w:pPr>
    </w:p>
    <w:p w:rsidR="00106F08" w:rsidRPr="00A11F51" w:rsidRDefault="00106F08" w:rsidP="00CA5111">
      <w:pPr>
        <w:ind w:right="-109"/>
        <w:jc w:val="center"/>
      </w:pPr>
      <w:r>
        <w:t>Шимкиной Натальи Николаевны</w:t>
      </w:r>
      <w:r w:rsidRPr="00A11F51">
        <w:t>,</w:t>
      </w:r>
    </w:p>
    <w:p w:rsidR="00106F08" w:rsidRPr="00A11F51" w:rsidRDefault="00106F08" w:rsidP="00CA5111">
      <w:pPr>
        <w:ind w:right="-109"/>
        <w:jc w:val="center"/>
      </w:pPr>
      <w:r>
        <w:t>Главного специалиста отдела по управлению, распоряжению муниципальным имуществом</w:t>
      </w:r>
    </w:p>
    <w:p w:rsidR="00106F08" w:rsidRPr="00A11F51" w:rsidRDefault="00106F08" w:rsidP="00CA5111">
      <w:pPr>
        <w:jc w:val="center"/>
      </w:pPr>
      <w:r w:rsidRPr="00A11F51">
        <w:t>(полное наименование должности)</w:t>
      </w:r>
    </w:p>
    <w:p w:rsidR="00106F08" w:rsidRDefault="00106F08" w:rsidP="00CA5111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Default="00106F08" w:rsidP="002A48D9">
      <w:pPr>
        <w:tabs>
          <w:tab w:val="left" w:pos="1122"/>
        </w:tabs>
      </w:pPr>
    </w:p>
    <w:p w:rsidR="00106F08" w:rsidRPr="00A11F51" w:rsidRDefault="00106F08" w:rsidP="00CA5111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0"/>
        <w:gridCol w:w="1440"/>
        <w:gridCol w:w="1620"/>
        <w:gridCol w:w="1800"/>
        <w:gridCol w:w="1260"/>
        <w:gridCol w:w="1620"/>
        <w:gridCol w:w="1607"/>
      </w:tblGrid>
      <w:tr w:rsidR="00106F08" w:rsidRPr="00A11F51" w:rsidTr="00E521FD">
        <w:tc>
          <w:tcPr>
            <w:tcW w:w="1368" w:type="dxa"/>
            <w:vMerge w:val="restart"/>
          </w:tcPr>
          <w:p w:rsidR="00106F08" w:rsidRPr="00A11F51" w:rsidRDefault="00106F08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A33FE6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A33FE6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E521FD">
        <w:tc>
          <w:tcPr>
            <w:tcW w:w="1368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E521FD">
        <w:tc>
          <w:tcPr>
            <w:tcW w:w="1368" w:type="dxa"/>
          </w:tcPr>
          <w:p w:rsidR="00106F08" w:rsidRPr="00A11F51" w:rsidRDefault="00106F08" w:rsidP="00A33FE6">
            <w:pPr>
              <w:ind w:right="-1"/>
            </w:pPr>
            <w:r>
              <w:t>Шимкина Наталья Николаевна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249318,33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bookmarkStart w:id="1" w:name="OLE_LINK17"/>
            <w:bookmarkStart w:id="2" w:name="OLE_LINK18"/>
            <w:r>
              <w:t xml:space="preserve">Земельный </w:t>
            </w:r>
            <w:r w:rsidRPr="00CA5111">
              <w:t xml:space="preserve"> </w:t>
            </w:r>
            <w:r>
              <w:t>участок под индивидуальное жилищное строительство</w:t>
            </w:r>
            <w:bookmarkEnd w:id="1"/>
            <w:bookmarkEnd w:id="2"/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1000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CA5111" w:rsidRDefault="00106F08" w:rsidP="00A33F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</w:t>
            </w:r>
            <w:r>
              <w:t>к</w:t>
            </w:r>
            <w:r>
              <w:rPr>
                <w:lang w:val="en-US"/>
              </w:rPr>
              <w:t xml:space="preserve">svagen Golf 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CA5111" w:rsidRDefault="00106F08" w:rsidP="00A33F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Россия</w:t>
            </w:r>
          </w:p>
        </w:tc>
        <w:tc>
          <w:tcPr>
            <w:tcW w:w="1607" w:type="dxa"/>
          </w:tcPr>
          <w:p w:rsidR="00106F08" w:rsidRPr="00A11F51" w:rsidRDefault="00106F08" w:rsidP="00E521FD">
            <w:pPr>
              <w:jc w:val="center"/>
            </w:pPr>
            <w:r>
              <w:t>-----</w:t>
            </w:r>
          </w:p>
        </w:tc>
      </w:tr>
    </w:tbl>
    <w:p w:rsidR="00106F08" w:rsidRDefault="00106F08" w:rsidP="00EA2059">
      <w:pPr>
        <w:ind w:right="-109"/>
        <w:jc w:val="center"/>
      </w:pPr>
    </w:p>
    <w:p w:rsidR="00106F08" w:rsidRPr="00A11F51" w:rsidRDefault="00106F08" w:rsidP="00EA2059">
      <w:pPr>
        <w:ind w:right="-109"/>
        <w:jc w:val="center"/>
      </w:pPr>
      <w:r>
        <w:t>Мукаевой Джемили Халитовны</w:t>
      </w:r>
      <w:r w:rsidRPr="00A11F51">
        <w:t>,</w:t>
      </w:r>
    </w:p>
    <w:p w:rsidR="00106F08" w:rsidRPr="00A11F51" w:rsidRDefault="00106F08" w:rsidP="00EA2059">
      <w:pPr>
        <w:ind w:right="-109"/>
        <w:jc w:val="center"/>
      </w:pPr>
      <w:r>
        <w:t>Главного специалиста отдела по управлению, распоряжению муниципальным имуществом, и членов её семьи</w:t>
      </w:r>
    </w:p>
    <w:p w:rsidR="00106F08" w:rsidRPr="00A11F51" w:rsidRDefault="00106F08" w:rsidP="00EA2059">
      <w:pPr>
        <w:jc w:val="center"/>
      </w:pPr>
      <w:r w:rsidRPr="00A11F51">
        <w:t>(полное наименование должности)</w:t>
      </w:r>
    </w:p>
    <w:p w:rsidR="00106F08" w:rsidRDefault="00106F08" w:rsidP="00B2119D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B2119D"/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455"/>
        <w:gridCol w:w="1245"/>
        <w:gridCol w:w="1620"/>
        <w:gridCol w:w="1800"/>
        <w:gridCol w:w="1260"/>
        <w:gridCol w:w="1620"/>
        <w:gridCol w:w="1792"/>
      </w:tblGrid>
      <w:tr w:rsidR="00106F08" w:rsidRPr="00A11F51" w:rsidTr="00B2119D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792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B2119D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455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245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</w:t>
            </w:r>
            <w:r>
              <w:t>-</w:t>
            </w:r>
            <w:r w:rsidRPr="00A11F51">
              <w:t>жения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>Мукаева Джемиля Халитовна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149152,61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455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245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620" w:type="dxa"/>
          </w:tcPr>
          <w:p w:rsidR="00106F08" w:rsidRPr="00286542" w:rsidRDefault="00106F08" w:rsidP="008D117E">
            <w:pPr>
              <w:jc w:val="center"/>
            </w:pPr>
            <w:r>
              <w:t xml:space="preserve">Субару Импреза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286542" w:rsidRDefault="00106F08" w:rsidP="008D117E">
            <w:pPr>
              <w:jc w:val="center"/>
            </w:pPr>
            <w:r>
              <w:t>64,7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792" w:type="dxa"/>
            <w:vMerge w:val="restart"/>
          </w:tcPr>
          <w:p w:rsidR="00106F08" w:rsidRPr="00A11F51" w:rsidRDefault="00106F08" w:rsidP="00B2119D">
            <w:pPr>
              <w:jc w:val="center"/>
            </w:pPr>
            <w:r>
              <w:t>-----</w:t>
            </w:r>
          </w:p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455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45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249064,70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455" w:type="dxa"/>
          </w:tcPr>
          <w:p w:rsidR="00106F08" w:rsidRPr="00A11F51" w:rsidRDefault="00106F08" w:rsidP="008D117E">
            <w:pPr>
              <w:jc w:val="center"/>
            </w:pPr>
            <w:r>
              <w:t>--------------</w:t>
            </w:r>
          </w:p>
        </w:tc>
        <w:tc>
          <w:tcPr>
            <w:tcW w:w="1245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286542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286542" w:rsidRDefault="00106F08" w:rsidP="0056254A">
            <w:pPr>
              <w:jc w:val="center"/>
            </w:pPr>
            <w:r>
              <w:t>64,7</w:t>
            </w:r>
          </w:p>
        </w:tc>
        <w:tc>
          <w:tcPr>
            <w:tcW w:w="1620" w:type="dxa"/>
          </w:tcPr>
          <w:p w:rsidR="00106F08" w:rsidRPr="00A11F51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455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45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620" w:type="dxa"/>
          </w:tcPr>
          <w:p w:rsidR="00106F08" w:rsidRPr="00A11F51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455" w:type="dxa"/>
          </w:tcPr>
          <w:p w:rsidR="00106F08" w:rsidRPr="00A11F51" w:rsidRDefault="00106F08" w:rsidP="0056254A">
            <w:pPr>
              <w:jc w:val="center"/>
            </w:pPr>
            <w:r>
              <w:t>--------------</w:t>
            </w:r>
          </w:p>
        </w:tc>
        <w:tc>
          <w:tcPr>
            <w:tcW w:w="1245" w:type="dxa"/>
          </w:tcPr>
          <w:p w:rsidR="00106F08" w:rsidRPr="00A11F51" w:rsidRDefault="00106F08" w:rsidP="0056254A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286542" w:rsidRDefault="00106F08" w:rsidP="0056254A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286542" w:rsidRDefault="00106F08" w:rsidP="0056254A">
            <w:pPr>
              <w:jc w:val="center"/>
            </w:pPr>
            <w:r>
              <w:t>64,7</w:t>
            </w:r>
          </w:p>
        </w:tc>
        <w:tc>
          <w:tcPr>
            <w:tcW w:w="1620" w:type="dxa"/>
          </w:tcPr>
          <w:p w:rsidR="00106F08" w:rsidRPr="00A11F51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</w:tbl>
    <w:p w:rsidR="00106F08" w:rsidRDefault="00106F08" w:rsidP="00713C29">
      <w:pPr>
        <w:ind w:right="-109"/>
        <w:jc w:val="center"/>
      </w:pPr>
    </w:p>
    <w:p w:rsidR="00106F08" w:rsidRPr="00A11F51" w:rsidRDefault="00106F08" w:rsidP="00713C29">
      <w:pPr>
        <w:ind w:right="-109"/>
        <w:jc w:val="center"/>
      </w:pPr>
      <w:r>
        <w:t>Арутюнян Нелли Амаяковны</w:t>
      </w:r>
      <w:r w:rsidRPr="00A11F51">
        <w:t>,</w:t>
      </w:r>
    </w:p>
    <w:p w:rsidR="00106F08" w:rsidRPr="00A11F51" w:rsidRDefault="00106F08" w:rsidP="00713C29">
      <w:pPr>
        <w:ind w:right="-109"/>
        <w:jc w:val="center"/>
      </w:pPr>
      <w:r>
        <w:t>Главного специалиста отдела по управлению, распоряжению муниципальным имуществом, и членов её семьи</w:t>
      </w:r>
    </w:p>
    <w:p w:rsidR="00106F08" w:rsidRPr="00A11F51" w:rsidRDefault="00106F08" w:rsidP="00713C29">
      <w:pPr>
        <w:jc w:val="center"/>
      </w:pPr>
      <w:r w:rsidRPr="00A11F51">
        <w:t>(полное наименование должности)</w:t>
      </w:r>
    </w:p>
    <w:p w:rsidR="00106F08" w:rsidRDefault="00106F08" w:rsidP="00713C2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713C29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440"/>
        <w:gridCol w:w="1260"/>
        <w:gridCol w:w="1620"/>
        <w:gridCol w:w="1800"/>
        <w:gridCol w:w="1260"/>
        <w:gridCol w:w="1620"/>
        <w:gridCol w:w="1607"/>
      </w:tblGrid>
      <w:tr w:rsidR="00106F08" w:rsidRPr="00A11F51" w:rsidTr="00B2119D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B2119D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</w:t>
            </w:r>
            <w:r>
              <w:t>-</w:t>
            </w:r>
            <w:r w:rsidRPr="00A11F51">
              <w:t>жения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>Арутюнян Нелли Амаяковна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40500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>--------------</w:t>
            </w:r>
          </w:p>
        </w:tc>
        <w:tc>
          <w:tcPr>
            <w:tcW w:w="1620" w:type="dxa"/>
          </w:tcPr>
          <w:p w:rsidR="00106F08" w:rsidRPr="005A0106" w:rsidRDefault="00106F08" w:rsidP="008D117E">
            <w:pPr>
              <w:jc w:val="center"/>
            </w:pPr>
            <w:r>
              <w:t>Фольксваген пас 18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5A0106" w:rsidRDefault="00106F08" w:rsidP="008D117E">
            <w:pPr>
              <w:jc w:val="center"/>
            </w:pPr>
            <w:r>
              <w:t>72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B2119D">
            <w:pPr>
              <w:jc w:val="center"/>
            </w:pPr>
            <w:r>
              <w:t>-----</w:t>
            </w:r>
          </w:p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>
              <w:t>72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5A0106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---------</w:t>
            </w:r>
          </w:p>
        </w:tc>
        <w:tc>
          <w:tcPr>
            <w:tcW w:w="1260" w:type="dxa"/>
          </w:tcPr>
          <w:p w:rsidR="00106F08" w:rsidRPr="005A0106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Default="00106F08" w:rsidP="00DD0460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106F08" w:rsidRDefault="00106F08" w:rsidP="00DD0460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106F08" w:rsidRDefault="00106F08" w:rsidP="00DD0460">
            <w:pPr>
              <w:jc w:val="center"/>
            </w:pPr>
            <w:r>
              <w:t>-------------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665E24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5A0106" w:rsidRDefault="00106F08" w:rsidP="0056254A">
            <w:pPr>
              <w:jc w:val="center"/>
            </w:pPr>
            <w:r>
              <w:t>72</w:t>
            </w:r>
          </w:p>
        </w:tc>
        <w:tc>
          <w:tcPr>
            <w:tcW w:w="1620" w:type="dxa"/>
          </w:tcPr>
          <w:p w:rsidR="00106F08" w:rsidRPr="00A11F51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Default="00106F08" w:rsidP="00DD0460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106F08" w:rsidRDefault="00106F08" w:rsidP="00DD0460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106F08" w:rsidRDefault="00106F08" w:rsidP="00DD0460">
            <w:pPr>
              <w:jc w:val="center"/>
            </w:pPr>
            <w:r>
              <w:t>-------------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106F08" w:rsidRPr="00665E24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5A0106" w:rsidRDefault="00106F08" w:rsidP="0056254A">
            <w:pPr>
              <w:jc w:val="center"/>
            </w:pPr>
            <w:r>
              <w:t>72</w:t>
            </w:r>
          </w:p>
        </w:tc>
        <w:tc>
          <w:tcPr>
            <w:tcW w:w="1620" w:type="dxa"/>
          </w:tcPr>
          <w:p w:rsidR="00106F08" w:rsidRPr="00A11F51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 w:rsidP="00713C29"/>
    <w:p w:rsidR="00106F08" w:rsidRDefault="00106F08" w:rsidP="00713C29">
      <w:pPr>
        <w:ind w:right="-109"/>
        <w:jc w:val="center"/>
      </w:pPr>
    </w:p>
    <w:p w:rsidR="00106F08" w:rsidRPr="00A11F51" w:rsidRDefault="00106F08" w:rsidP="00713C29">
      <w:pPr>
        <w:ind w:right="-109"/>
        <w:jc w:val="center"/>
      </w:pPr>
      <w:r>
        <w:t>Джамирзовой Эмины Солтанмуратовны</w:t>
      </w:r>
      <w:r w:rsidRPr="00A11F51">
        <w:t>,</w:t>
      </w:r>
    </w:p>
    <w:p w:rsidR="00106F08" w:rsidRPr="00A11F51" w:rsidRDefault="00106F08" w:rsidP="00713C29">
      <w:pPr>
        <w:ind w:right="-109"/>
        <w:jc w:val="center"/>
      </w:pPr>
      <w:r>
        <w:t>Главного специалиста отдела по земельным вопросам, и членов её семьи</w:t>
      </w:r>
    </w:p>
    <w:p w:rsidR="00106F08" w:rsidRPr="00A11F51" w:rsidRDefault="00106F08" w:rsidP="00713C29">
      <w:pPr>
        <w:jc w:val="center"/>
      </w:pPr>
      <w:r w:rsidRPr="00A11F51">
        <w:t>(полное наименование должности)</w:t>
      </w:r>
    </w:p>
    <w:p w:rsidR="00106F08" w:rsidRDefault="00106F08" w:rsidP="00713C2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713C29">
      <w:pPr>
        <w:jc w:val="center"/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440"/>
        <w:gridCol w:w="1260"/>
        <w:gridCol w:w="1620"/>
        <w:gridCol w:w="1800"/>
        <w:gridCol w:w="1260"/>
        <w:gridCol w:w="1620"/>
        <w:gridCol w:w="1620"/>
      </w:tblGrid>
      <w:tr w:rsidR="00106F08" w:rsidRPr="00A11F51" w:rsidTr="00B2119D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A11F51">
                <w:t xml:space="preserve"> г</w:t>
              </w:r>
            </w:smartTag>
            <w:r w:rsidRPr="00A11F51">
              <w:t>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20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B2119D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>Джамирзова Эмина Солтанмуратовна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270101,00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Садовый участок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>
              <w:t>601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1C2B33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106F08" w:rsidRPr="006D5995" w:rsidRDefault="00106F08" w:rsidP="008D117E">
            <w:pPr>
              <w:jc w:val="center"/>
            </w:pPr>
            <w:r>
              <w:t>44,8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106F08" w:rsidRPr="00A11F51" w:rsidRDefault="00106F08" w:rsidP="00B2119D">
            <w:pPr>
              <w:jc w:val="center"/>
            </w:pPr>
            <w:r>
              <w:t>-----</w:t>
            </w:r>
          </w:p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 xml:space="preserve">Дача </w:t>
            </w:r>
          </w:p>
        </w:tc>
        <w:tc>
          <w:tcPr>
            <w:tcW w:w="1440" w:type="dxa"/>
          </w:tcPr>
          <w:p w:rsidR="00106F08" w:rsidRDefault="00106F08" w:rsidP="008D117E">
            <w:pPr>
              <w:jc w:val="center"/>
            </w:pPr>
            <w:r>
              <w:t>25</w:t>
            </w: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620" w:type="dxa"/>
          </w:tcPr>
          <w:p w:rsidR="00106F08" w:rsidRPr="00665E24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106F08" w:rsidRPr="006D5995" w:rsidRDefault="00106F08" w:rsidP="0087306B">
            <w:pPr>
              <w:jc w:val="center"/>
            </w:pPr>
            <w:r>
              <w:t>44,8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665E24" w:rsidRDefault="00106F08" w:rsidP="008D117E">
            <w:pPr>
              <w:jc w:val="center"/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665E24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106F08" w:rsidRPr="006D5995" w:rsidRDefault="00106F08" w:rsidP="0087306B">
            <w:pPr>
              <w:jc w:val="center"/>
            </w:pPr>
            <w:r>
              <w:t>44,8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Pr="00CA5111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Сын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665E24" w:rsidRDefault="00106F08" w:rsidP="008D117E">
            <w:pPr>
              <w:jc w:val="center"/>
            </w:pPr>
            <w:r>
              <w:t>-------------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</w:tcPr>
          <w:p w:rsidR="00106F08" w:rsidRPr="006D5995" w:rsidRDefault="00106F08" w:rsidP="0087306B">
            <w:pPr>
              <w:jc w:val="center"/>
            </w:pPr>
            <w:r>
              <w:t>44,8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  <w:vMerge/>
          </w:tcPr>
          <w:p w:rsidR="00106F08" w:rsidRPr="00A11F51" w:rsidRDefault="00106F08"/>
        </w:tc>
      </w:tr>
    </w:tbl>
    <w:p w:rsidR="00106F08" w:rsidRDefault="00106F08" w:rsidP="00713C29"/>
    <w:p w:rsidR="00106F08" w:rsidRDefault="00106F08" w:rsidP="00CA5111">
      <w:pPr>
        <w:ind w:right="-109"/>
        <w:jc w:val="center"/>
      </w:pPr>
    </w:p>
    <w:p w:rsidR="00106F08" w:rsidRDefault="00106F08" w:rsidP="00CA5111">
      <w:pPr>
        <w:ind w:right="-109"/>
        <w:jc w:val="center"/>
      </w:pPr>
    </w:p>
    <w:p w:rsidR="00106F08" w:rsidRPr="00A11F51" w:rsidRDefault="00106F08" w:rsidP="00CA5111">
      <w:pPr>
        <w:ind w:right="-109"/>
        <w:jc w:val="center"/>
      </w:pPr>
      <w:r>
        <w:t>Макаовой Заиды Рашидовны</w:t>
      </w:r>
      <w:r w:rsidRPr="00A11F51">
        <w:t>,</w:t>
      </w:r>
    </w:p>
    <w:p w:rsidR="00106F08" w:rsidRPr="00A11F51" w:rsidRDefault="00106F08" w:rsidP="00CA5111">
      <w:pPr>
        <w:ind w:right="-109"/>
        <w:jc w:val="center"/>
      </w:pPr>
      <w:r>
        <w:t>Ведущего специалиста отдела по управлению, распоряжению муниципальным имуществом, и членов</w:t>
      </w:r>
      <w:r w:rsidRPr="00A11F51">
        <w:t xml:space="preserve"> е</w:t>
      </w:r>
      <w:r>
        <w:t>ё</w:t>
      </w:r>
      <w:r w:rsidRPr="00A11F51">
        <w:t xml:space="preserve"> семьи</w:t>
      </w:r>
    </w:p>
    <w:p w:rsidR="00106F08" w:rsidRPr="00A11F51" w:rsidRDefault="00106F08" w:rsidP="00CA5111">
      <w:pPr>
        <w:jc w:val="center"/>
      </w:pPr>
      <w:r w:rsidRPr="00A11F51">
        <w:t>(полное наименование должности)</w:t>
      </w:r>
    </w:p>
    <w:p w:rsidR="00106F08" w:rsidRDefault="00106F08" w:rsidP="00CA5111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CA5111">
      <w:pPr>
        <w:jc w:val="center"/>
      </w:pPr>
    </w:p>
    <w:tbl>
      <w:tblPr>
        <w:tblW w:w="15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440"/>
        <w:gridCol w:w="1260"/>
        <w:gridCol w:w="1620"/>
        <w:gridCol w:w="1800"/>
        <w:gridCol w:w="1260"/>
        <w:gridCol w:w="1620"/>
        <w:gridCol w:w="1843"/>
      </w:tblGrid>
      <w:tr w:rsidR="00106F08" w:rsidRPr="00A11F51" w:rsidTr="00B2119D">
        <w:tc>
          <w:tcPr>
            <w:tcW w:w="1368" w:type="dxa"/>
            <w:vMerge w:val="restart"/>
          </w:tcPr>
          <w:p w:rsidR="00106F08" w:rsidRPr="00A11F51" w:rsidRDefault="00106F08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A33FE6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A33FE6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843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B2119D">
        <w:trPr>
          <w:trHeight w:val="912"/>
        </w:trPr>
        <w:tc>
          <w:tcPr>
            <w:tcW w:w="1368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</w:t>
            </w:r>
            <w:r>
              <w:t>-</w:t>
            </w:r>
            <w:r w:rsidRPr="00A11F51">
              <w:t>жения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843" w:type="dxa"/>
            <w:vMerge/>
          </w:tcPr>
          <w:p w:rsidR="00106F08" w:rsidRPr="00A11F51" w:rsidRDefault="00106F08"/>
        </w:tc>
      </w:tr>
      <w:tr w:rsidR="00106F08" w:rsidRPr="00A11F51" w:rsidTr="00B2119D">
        <w:trPr>
          <w:trHeight w:val="1015"/>
        </w:trPr>
        <w:tc>
          <w:tcPr>
            <w:tcW w:w="1368" w:type="dxa"/>
          </w:tcPr>
          <w:p w:rsidR="00106F08" w:rsidRPr="00A11F51" w:rsidRDefault="00106F08" w:rsidP="00A33FE6">
            <w:pPr>
              <w:ind w:right="-1"/>
            </w:pPr>
            <w:r>
              <w:t>Макаова Заида Рашидовна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33376,02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-------</w:t>
            </w:r>
          </w:p>
        </w:tc>
        <w:tc>
          <w:tcPr>
            <w:tcW w:w="1440" w:type="dxa"/>
          </w:tcPr>
          <w:p w:rsidR="00106F08" w:rsidRPr="00A11F51" w:rsidRDefault="00106F08" w:rsidP="00A33FE6">
            <w:pPr>
              <w:jc w:val="center"/>
            </w:pPr>
            <w:r>
              <w:t>-------</w:t>
            </w:r>
          </w:p>
        </w:tc>
        <w:tc>
          <w:tcPr>
            <w:tcW w:w="1260" w:type="dxa"/>
          </w:tcPr>
          <w:p w:rsidR="00106F08" w:rsidRPr="00A11F51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Pr="00CA5111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CA5111" w:rsidRDefault="00106F08" w:rsidP="00A33FE6">
            <w:pPr>
              <w:jc w:val="center"/>
            </w:pPr>
            <w:r>
              <w:t>61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</w:tcPr>
          <w:p w:rsidR="00106F08" w:rsidRPr="00A11F51" w:rsidRDefault="00106F08" w:rsidP="00B2119D">
            <w:pPr>
              <w:jc w:val="center"/>
            </w:pPr>
            <w:r>
              <w:t>-----</w:t>
            </w:r>
          </w:p>
        </w:tc>
      </w:tr>
      <w:tr w:rsidR="00106F08" w:rsidRPr="00A11F51" w:rsidTr="00B2119D">
        <w:tc>
          <w:tcPr>
            <w:tcW w:w="1368" w:type="dxa"/>
          </w:tcPr>
          <w:p w:rsidR="00106F08" w:rsidRDefault="00106F08" w:rsidP="00A33FE6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43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A33FE6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  <w:r>
              <w:t>1429085,47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>-----</w:t>
            </w: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  <w:r>
              <w:t>61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A33FE6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43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A33FE6">
            <w:pPr>
              <w:ind w:right="-1"/>
            </w:pPr>
            <w:r>
              <w:t xml:space="preserve">Сын </w:t>
            </w: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>-----</w:t>
            </w: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  <w:r>
              <w:t>61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A33FE6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43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A33FE6">
            <w:pPr>
              <w:ind w:right="-1"/>
            </w:pPr>
            <w:r>
              <w:t xml:space="preserve">Сын </w:t>
            </w: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>-----</w:t>
            </w: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  <w:r>
              <w:t>61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A33FE6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843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Default="00106F08" w:rsidP="00A33FE6">
            <w:pPr>
              <w:ind w:right="-1"/>
            </w:pPr>
            <w:r>
              <w:t xml:space="preserve">Сын </w:t>
            </w: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>-----</w:t>
            </w:r>
          </w:p>
        </w:tc>
        <w:tc>
          <w:tcPr>
            <w:tcW w:w="1440" w:type="dxa"/>
          </w:tcPr>
          <w:p w:rsidR="00106F08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>--------</w:t>
            </w: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A33FE6">
            <w:pPr>
              <w:jc w:val="center"/>
            </w:pPr>
            <w:r>
              <w:t>61</w:t>
            </w: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843" w:type="dxa"/>
            <w:vMerge/>
          </w:tcPr>
          <w:p w:rsidR="00106F08" w:rsidRPr="00A11F51" w:rsidRDefault="00106F08"/>
        </w:tc>
      </w:tr>
    </w:tbl>
    <w:p w:rsidR="00106F08" w:rsidRDefault="00106F08" w:rsidP="00286C3E">
      <w:pPr>
        <w:ind w:right="-109"/>
        <w:jc w:val="center"/>
      </w:pPr>
    </w:p>
    <w:p w:rsidR="00106F08" w:rsidRPr="00A11F51" w:rsidRDefault="00106F08" w:rsidP="00286C3E">
      <w:pPr>
        <w:ind w:right="-109"/>
        <w:jc w:val="center"/>
      </w:pPr>
      <w:r>
        <w:t>Боташевой Зухры Аскербиевны</w:t>
      </w:r>
      <w:r w:rsidRPr="00A11F51">
        <w:t>,</w:t>
      </w:r>
    </w:p>
    <w:p w:rsidR="00106F08" w:rsidRPr="00A11F51" w:rsidRDefault="00106F08" w:rsidP="00286C3E">
      <w:pPr>
        <w:ind w:right="-109"/>
        <w:jc w:val="center"/>
      </w:pPr>
      <w:r>
        <w:t xml:space="preserve">Ведущего специалиста отдела по управлению, распоряжению муниципальным имуществом, </w:t>
      </w:r>
    </w:p>
    <w:p w:rsidR="00106F08" w:rsidRPr="00A11F51" w:rsidRDefault="00106F08" w:rsidP="00286C3E">
      <w:pPr>
        <w:jc w:val="center"/>
      </w:pPr>
      <w:r w:rsidRPr="00A11F51">
        <w:t>(полное наименование должности)</w:t>
      </w:r>
    </w:p>
    <w:p w:rsidR="00106F08" w:rsidRDefault="00106F08" w:rsidP="00286C3E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286C3E">
      <w:pPr>
        <w:jc w:val="center"/>
      </w:pPr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440"/>
        <w:gridCol w:w="1260"/>
        <w:gridCol w:w="1620"/>
        <w:gridCol w:w="1800"/>
        <w:gridCol w:w="1261"/>
        <w:gridCol w:w="1619"/>
        <w:gridCol w:w="1792"/>
      </w:tblGrid>
      <w:tr w:rsidR="00106F08" w:rsidRPr="00A11F51" w:rsidTr="00B2119D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792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B2119D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</w:t>
            </w:r>
            <w:r>
              <w:t>-</w:t>
            </w:r>
            <w:r w:rsidRPr="00A11F51">
              <w:t>жения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B2119D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 xml:space="preserve">Боташева Зухра Аскербиевна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183842,34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713C29" w:rsidRDefault="00106F08" w:rsidP="008D117E">
            <w:pPr>
              <w:jc w:val="center"/>
            </w:pPr>
            <w:r>
              <w:t>---------------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 xml:space="preserve">Жилой дом </w:t>
            </w:r>
          </w:p>
        </w:tc>
        <w:tc>
          <w:tcPr>
            <w:tcW w:w="1261" w:type="dxa"/>
          </w:tcPr>
          <w:p w:rsidR="00106F08" w:rsidRPr="00713C29" w:rsidRDefault="00106F08" w:rsidP="008D117E">
            <w:pPr>
              <w:jc w:val="center"/>
            </w:pPr>
            <w:r>
              <w:t>334,8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792" w:type="dxa"/>
          </w:tcPr>
          <w:p w:rsidR="00106F08" w:rsidRPr="00A11F51" w:rsidRDefault="00106F08" w:rsidP="00B2119D">
            <w:pPr>
              <w:jc w:val="center"/>
            </w:pPr>
            <w:r>
              <w:t>-----</w:t>
            </w:r>
          </w:p>
        </w:tc>
      </w:tr>
    </w:tbl>
    <w:p w:rsidR="00106F08" w:rsidRDefault="00106F08" w:rsidP="00A33FE6">
      <w:pPr>
        <w:ind w:right="-109"/>
        <w:jc w:val="center"/>
      </w:pPr>
    </w:p>
    <w:p w:rsidR="00106F08" w:rsidRDefault="00106F08" w:rsidP="00A33FE6">
      <w:pPr>
        <w:ind w:right="-109"/>
        <w:jc w:val="center"/>
      </w:pPr>
    </w:p>
    <w:p w:rsidR="00106F08" w:rsidRPr="00A11F51" w:rsidRDefault="00106F08" w:rsidP="00A33FE6">
      <w:pPr>
        <w:ind w:right="-109"/>
        <w:jc w:val="center"/>
      </w:pPr>
      <w:r>
        <w:t>Аджиевой Аминат Робертовны</w:t>
      </w:r>
      <w:r w:rsidRPr="00A11F51">
        <w:t>,</w:t>
      </w:r>
    </w:p>
    <w:p w:rsidR="00106F08" w:rsidRPr="00A11F51" w:rsidRDefault="00106F08" w:rsidP="00A33FE6">
      <w:pPr>
        <w:ind w:right="-109"/>
        <w:jc w:val="center"/>
      </w:pPr>
      <w:r>
        <w:t>Ведущего специалиста отдела по земельным вопросам</w:t>
      </w:r>
    </w:p>
    <w:p w:rsidR="00106F08" w:rsidRPr="00A11F51" w:rsidRDefault="00106F08" w:rsidP="00A33FE6">
      <w:pPr>
        <w:jc w:val="center"/>
      </w:pPr>
      <w:r w:rsidRPr="00A11F51">
        <w:t>(полное наименование должности)</w:t>
      </w:r>
    </w:p>
    <w:p w:rsidR="00106F08" w:rsidRDefault="00106F08" w:rsidP="00A33FE6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Default="00106F08" w:rsidP="00A33FE6">
      <w:pPr>
        <w:jc w:val="center"/>
      </w:pPr>
    </w:p>
    <w:p w:rsidR="00106F08" w:rsidRPr="00A11F51" w:rsidRDefault="00106F08" w:rsidP="00A33FE6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1"/>
        <w:gridCol w:w="1439"/>
        <w:gridCol w:w="1620"/>
        <w:gridCol w:w="1800"/>
        <w:gridCol w:w="1261"/>
        <w:gridCol w:w="1619"/>
        <w:gridCol w:w="1607"/>
      </w:tblGrid>
      <w:tr w:rsidR="00106F08" w:rsidRPr="00A11F51" w:rsidTr="001F56AD">
        <w:tc>
          <w:tcPr>
            <w:tcW w:w="1368" w:type="dxa"/>
            <w:vMerge w:val="restart"/>
          </w:tcPr>
          <w:p w:rsidR="00106F08" w:rsidRPr="00A11F51" w:rsidRDefault="00106F08" w:rsidP="00A33FE6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A33FE6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A33FE6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A33FE6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A33FE6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1F56AD">
        <w:tc>
          <w:tcPr>
            <w:tcW w:w="1368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261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A33FE6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A33FE6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A33FE6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F56AD">
        <w:tc>
          <w:tcPr>
            <w:tcW w:w="1368" w:type="dxa"/>
          </w:tcPr>
          <w:p w:rsidR="00106F08" w:rsidRPr="00A11F51" w:rsidRDefault="00106F08" w:rsidP="00A33FE6">
            <w:pPr>
              <w:ind w:right="-1"/>
            </w:pPr>
            <w:r>
              <w:t>Аджиева Аминат Робертовна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209735,69</w:t>
            </w:r>
          </w:p>
        </w:tc>
        <w:tc>
          <w:tcPr>
            <w:tcW w:w="1620" w:type="dxa"/>
          </w:tcPr>
          <w:p w:rsidR="00106F08" w:rsidRPr="00A11F51" w:rsidRDefault="00106F08" w:rsidP="00A33FE6">
            <w:pPr>
              <w:jc w:val="center"/>
            </w:pPr>
            <w:r>
              <w:t>пашня</w:t>
            </w:r>
          </w:p>
        </w:tc>
        <w:tc>
          <w:tcPr>
            <w:tcW w:w="1261" w:type="dxa"/>
          </w:tcPr>
          <w:p w:rsidR="00106F08" w:rsidRPr="00A11F51" w:rsidRDefault="00106F08" w:rsidP="00A33FE6">
            <w:pPr>
              <w:jc w:val="center"/>
            </w:pPr>
            <w:r>
              <w:t>15653</w:t>
            </w:r>
          </w:p>
        </w:tc>
        <w:tc>
          <w:tcPr>
            <w:tcW w:w="1439" w:type="dxa"/>
          </w:tcPr>
          <w:p w:rsidR="00106F08" w:rsidRPr="00A11F51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713C29" w:rsidRDefault="00106F08" w:rsidP="00A33FE6">
            <w:pPr>
              <w:jc w:val="center"/>
            </w:pPr>
            <w:r>
              <w:t>Лада Приора</w:t>
            </w: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Pr="00713C29" w:rsidRDefault="00106F08" w:rsidP="00A33FE6">
            <w:pPr>
              <w:jc w:val="center"/>
            </w:pPr>
            <w:r>
              <w:t>60</w:t>
            </w:r>
          </w:p>
        </w:tc>
        <w:tc>
          <w:tcPr>
            <w:tcW w:w="1619" w:type="dxa"/>
          </w:tcPr>
          <w:p w:rsidR="00106F08" w:rsidRPr="00A11F51" w:rsidRDefault="00106F08" w:rsidP="00A33FE6">
            <w:pPr>
              <w:jc w:val="center"/>
            </w:pPr>
            <w:r>
              <w:t xml:space="preserve"> 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1F56AD">
            <w:pPr>
              <w:jc w:val="center"/>
            </w:pPr>
            <w:r>
              <w:t>-----</w:t>
            </w:r>
          </w:p>
        </w:tc>
      </w:tr>
      <w:tr w:rsidR="00106F08" w:rsidRPr="00A11F51" w:rsidTr="001F56AD">
        <w:tc>
          <w:tcPr>
            <w:tcW w:w="1368" w:type="dxa"/>
          </w:tcPr>
          <w:p w:rsidR="00106F08" w:rsidRDefault="00106F08" w:rsidP="00A33FE6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 xml:space="preserve">сенокос </w:t>
            </w:r>
          </w:p>
        </w:tc>
        <w:tc>
          <w:tcPr>
            <w:tcW w:w="1261" w:type="dxa"/>
          </w:tcPr>
          <w:p w:rsidR="00106F08" w:rsidRDefault="00106F08" w:rsidP="00A33FE6">
            <w:pPr>
              <w:jc w:val="center"/>
            </w:pPr>
            <w:r>
              <w:t>2500</w:t>
            </w:r>
          </w:p>
        </w:tc>
        <w:tc>
          <w:tcPr>
            <w:tcW w:w="1439" w:type="dxa"/>
          </w:tcPr>
          <w:p w:rsidR="00106F08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CA5111" w:rsidRDefault="00106F08" w:rsidP="00A33FE6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261" w:type="dxa"/>
          </w:tcPr>
          <w:p w:rsidR="00106F08" w:rsidRPr="00CA5111" w:rsidRDefault="00106F08" w:rsidP="00A33FE6">
            <w:pPr>
              <w:jc w:val="center"/>
              <w:rPr>
                <w:lang w:val="en-US"/>
              </w:rPr>
            </w:pPr>
          </w:p>
        </w:tc>
        <w:tc>
          <w:tcPr>
            <w:tcW w:w="1619" w:type="dxa"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F56AD">
        <w:tc>
          <w:tcPr>
            <w:tcW w:w="1368" w:type="dxa"/>
          </w:tcPr>
          <w:p w:rsidR="00106F08" w:rsidRDefault="00106F08" w:rsidP="00A33FE6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A33FE6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A33FE6">
            <w:pPr>
              <w:jc w:val="center"/>
            </w:pPr>
            <w:r>
              <w:t>пастбище</w:t>
            </w:r>
          </w:p>
        </w:tc>
        <w:tc>
          <w:tcPr>
            <w:tcW w:w="1261" w:type="dxa"/>
          </w:tcPr>
          <w:p w:rsidR="00106F08" w:rsidRDefault="00106F08" w:rsidP="00A33FE6">
            <w:pPr>
              <w:jc w:val="center"/>
            </w:pPr>
            <w:r>
              <w:t>400</w:t>
            </w:r>
          </w:p>
        </w:tc>
        <w:tc>
          <w:tcPr>
            <w:tcW w:w="1439" w:type="dxa"/>
          </w:tcPr>
          <w:p w:rsidR="00106F08" w:rsidRDefault="00106F08" w:rsidP="00A33FE6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CA5111" w:rsidRDefault="00106F08" w:rsidP="00A33FE6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261" w:type="dxa"/>
          </w:tcPr>
          <w:p w:rsidR="00106F08" w:rsidRPr="00CA5111" w:rsidRDefault="00106F08" w:rsidP="00A33FE6">
            <w:pPr>
              <w:jc w:val="center"/>
              <w:rPr>
                <w:lang w:val="en-US"/>
              </w:rPr>
            </w:pPr>
          </w:p>
        </w:tc>
        <w:tc>
          <w:tcPr>
            <w:tcW w:w="1619" w:type="dxa"/>
          </w:tcPr>
          <w:p w:rsidR="00106F08" w:rsidRPr="00A11F51" w:rsidRDefault="00106F08" w:rsidP="00A33FE6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/>
    <w:p w:rsidR="00106F08" w:rsidRPr="00A11F51" w:rsidRDefault="00106F08" w:rsidP="00713C29">
      <w:pPr>
        <w:ind w:right="-109"/>
        <w:jc w:val="center"/>
      </w:pPr>
      <w:r>
        <w:t>Страховой Анастасии Сергеевны</w:t>
      </w:r>
      <w:r w:rsidRPr="00A11F51">
        <w:t>,</w:t>
      </w:r>
    </w:p>
    <w:p w:rsidR="00106F08" w:rsidRPr="00A11F51" w:rsidRDefault="00106F08" w:rsidP="00713C29">
      <w:pPr>
        <w:ind w:right="-109"/>
        <w:jc w:val="center"/>
      </w:pPr>
      <w:r>
        <w:t xml:space="preserve">Ведущего специалиста отдела бухгалтерии, и членов её семьи </w:t>
      </w:r>
    </w:p>
    <w:p w:rsidR="00106F08" w:rsidRPr="00A11F51" w:rsidRDefault="00106F08" w:rsidP="00713C29">
      <w:pPr>
        <w:jc w:val="center"/>
      </w:pPr>
      <w:r w:rsidRPr="00A11F51">
        <w:t>(полное наименование должности)</w:t>
      </w:r>
    </w:p>
    <w:p w:rsidR="00106F08" w:rsidRDefault="00106F08" w:rsidP="00713C2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713C29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1"/>
        <w:gridCol w:w="1439"/>
        <w:gridCol w:w="1620"/>
        <w:gridCol w:w="1800"/>
        <w:gridCol w:w="1261"/>
        <w:gridCol w:w="1619"/>
        <w:gridCol w:w="1607"/>
      </w:tblGrid>
      <w:tr w:rsidR="00106F08" w:rsidRPr="00A11F51" w:rsidTr="001F56AD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1F56AD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F56AD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 xml:space="preserve">Страхова Анастасия Сергеевна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110703,55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>
              <w:t>24</w:t>
            </w:r>
          </w:p>
        </w:tc>
        <w:tc>
          <w:tcPr>
            <w:tcW w:w="1439" w:type="dxa"/>
          </w:tcPr>
          <w:p w:rsidR="00106F08" w:rsidRPr="00A11F51" w:rsidRDefault="00106F08" w:rsidP="00713C29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713C29" w:rsidRDefault="00106F08" w:rsidP="008D117E">
            <w:pPr>
              <w:jc w:val="center"/>
            </w:pPr>
            <w:r>
              <w:t>------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Pr="00713C29" w:rsidRDefault="00106F08" w:rsidP="008D117E">
            <w:pPr>
              <w:jc w:val="center"/>
            </w:pPr>
            <w:r>
              <w:t>53,5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1F56AD">
            <w:pPr>
              <w:jc w:val="center"/>
            </w:pPr>
            <w:r>
              <w:t>-----</w:t>
            </w:r>
          </w:p>
        </w:tc>
      </w:tr>
      <w:tr w:rsidR="00106F08" w:rsidRPr="00A11F51" w:rsidTr="001F56A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713C29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19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F56A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439" w:type="dxa"/>
          </w:tcPr>
          <w:p w:rsidR="00106F08" w:rsidRDefault="00106F08" w:rsidP="00713C29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53,5</w:t>
            </w:r>
          </w:p>
        </w:tc>
        <w:tc>
          <w:tcPr>
            <w:tcW w:w="1619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F56AD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713C29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19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F56AD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>Сын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------</w:t>
            </w:r>
          </w:p>
        </w:tc>
        <w:tc>
          <w:tcPr>
            <w:tcW w:w="1439" w:type="dxa"/>
          </w:tcPr>
          <w:p w:rsidR="00106F08" w:rsidRDefault="00106F08" w:rsidP="00713C29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53,5</w:t>
            </w:r>
          </w:p>
        </w:tc>
        <w:tc>
          <w:tcPr>
            <w:tcW w:w="1619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/>
    <w:p w:rsidR="00106F08" w:rsidRPr="00A11F51" w:rsidRDefault="00106F08" w:rsidP="00475B35">
      <w:pPr>
        <w:ind w:right="-109"/>
        <w:jc w:val="center"/>
      </w:pPr>
      <w:r>
        <w:t>Жигалиной Ирины Викторовны</w:t>
      </w:r>
      <w:r w:rsidRPr="00A11F51">
        <w:t>,</w:t>
      </w:r>
    </w:p>
    <w:p w:rsidR="00106F08" w:rsidRPr="00A11F51" w:rsidRDefault="00106F08" w:rsidP="00475B35">
      <w:pPr>
        <w:ind w:right="-109"/>
        <w:jc w:val="center"/>
      </w:pPr>
      <w:r>
        <w:t xml:space="preserve">Ведущего специалиста отдела бухгалтерии, </w:t>
      </w:r>
    </w:p>
    <w:p w:rsidR="00106F08" w:rsidRPr="00A11F51" w:rsidRDefault="00106F08" w:rsidP="00475B35">
      <w:pPr>
        <w:jc w:val="center"/>
      </w:pPr>
      <w:r w:rsidRPr="00A11F51">
        <w:t>(полное наименование должности)</w:t>
      </w:r>
    </w:p>
    <w:p w:rsidR="00106F08" w:rsidRDefault="00106F08" w:rsidP="00475B35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475B35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1"/>
        <w:gridCol w:w="1439"/>
        <w:gridCol w:w="1620"/>
        <w:gridCol w:w="1800"/>
        <w:gridCol w:w="1261"/>
        <w:gridCol w:w="1619"/>
        <w:gridCol w:w="1607"/>
      </w:tblGrid>
      <w:tr w:rsidR="00106F08" w:rsidRPr="00A11F51" w:rsidTr="001F56AD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1F56AD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F56AD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 xml:space="preserve">Жигалина Ирина Викторовна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215457,30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106F08" w:rsidRPr="00713C29" w:rsidRDefault="00106F08" w:rsidP="008D117E">
            <w:pPr>
              <w:jc w:val="center"/>
            </w:pPr>
            <w:r>
              <w:t>------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Жилой дом</w:t>
            </w:r>
          </w:p>
        </w:tc>
        <w:tc>
          <w:tcPr>
            <w:tcW w:w="1261" w:type="dxa"/>
          </w:tcPr>
          <w:p w:rsidR="00106F08" w:rsidRPr="00713C29" w:rsidRDefault="00106F08" w:rsidP="008D117E">
            <w:pPr>
              <w:jc w:val="center"/>
            </w:pPr>
            <w:r>
              <w:t>90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</w:tcPr>
          <w:p w:rsidR="00106F08" w:rsidRPr="00A11F51" w:rsidRDefault="00106F08" w:rsidP="00807B16">
            <w:pPr>
              <w:jc w:val="center"/>
            </w:pPr>
            <w:r>
              <w:t>-----</w:t>
            </w:r>
          </w:p>
        </w:tc>
      </w:tr>
    </w:tbl>
    <w:p w:rsidR="00106F08" w:rsidRPr="00A11F51" w:rsidRDefault="00106F08" w:rsidP="00475B35">
      <w:pPr>
        <w:ind w:right="-109"/>
        <w:jc w:val="center"/>
      </w:pPr>
      <w:r>
        <w:t>Юдина Николая Станиславовича</w:t>
      </w:r>
      <w:r w:rsidRPr="00A11F51">
        <w:t>,</w:t>
      </w:r>
    </w:p>
    <w:p w:rsidR="00106F08" w:rsidRPr="00A11F51" w:rsidRDefault="00106F08" w:rsidP="00475B35">
      <w:pPr>
        <w:ind w:right="-109"/>
        <w:jc w:val="center"/>
      </w:pPr>
      <w:r>
        <w:t xml:space="preserve">Ведущего специалиста отдела жилищно-коммунального хозяйства, и членов его семьи </w:t>
      </w:r>
    </w:p>
    <w:p w:rsidR="00106F08" w:rsidRPr="00A11F51" w:rsidRDefault="00106F08" w:rsidP="00475B35">
      <w:pPr>
        <w:jc w:val="center"/>
      </w:pPr>
      <w:r w:rsidRPr="00A11F51">
        <w:t>(полное наименование должности)</w:t>
      </w:r>
    </w:p>
    <w:p w:rsidR="00106F08" w:rsidRDefault="00106F08" w:rsidP="00807B16">
      <w:pPr>
        <w:jc w:val="center"/>
      </w:pPr>
      <w:r w:rsidRPr="00A11F51">
        <w:t xml:space="preserve">за период с 1 января по 31 декабря </w:t>
      </w:r>
      <w:r>
        <w:t>2013 года</w:t>
      </w:r>
    </w:p>
    <w:p w:rsidR="00106F08" w:rsidRPr="00A11F51" w:rsidRDefault="00106F08" w:rsidP="00475B35">
      <w:pPr>
        <w:jc w:val="center"/>
      </w:pPr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1"/>
        <w:gridCol w:w="1439"/>
        <w:gridCol w:w="1620"/>
        <w:gridCol w:w="1800"/>
        <w:gridCol w:w="1296"/>
        <w:gridCol w:w="1584"/>
        <w:gridCol w:w="1792"/>
      </w:tblGrid>
      <w:tr w:rsidR="00106F08" w:rsidRPr="00A11F51" w:rsidTr="00807B16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792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807B16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96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584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>Юдин Николай Станиславович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222244,82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>
              <w:t>68,8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713C29" w:rsidRDefault="00106F08" w:rsidP="008D117E">
            <w:pPr>
              <w:jc w:val="center"/>
            </w:pPr>
            <w:r>
              <w:t xml:space="preserve">Фиат </w:t>
            </w:r>
          </w:p>
        </w:tc>
        <w:tc>
          <w:tcPr>
            <w:tcW w:w="1800" w:type="dxa"/>
          </w:tcPr>
          <w:p w:rsidR="00106F08" w:rsidRDefault="00106F08" w:rsidP="00DD0460">
            <w:pPr>
              <w:jc w:val="center"/>
            </w:pPr>
            <w:r>
              <w:t>---------</w:t>
            </w:r>
          </w:p>
        </w:tc>
        <w:tc>
          <w:tcPr>
            <w:tcW w:w="1296" w:type="dxa"/>
          </w:tcPr>
          <w:p w:rsidR="00106F08" w:rsidRDefault="00106F08" w:rsidP="00DD0460">
            <w:pPr>
              <w:jc w:val="center"/>
            </w:pPr>
            <w:r>
              <w:t>----------</w:t>
            </w:r>
          </w:p>
        </w:tc>
        <w:tc>
          <w:tcPr>
            <w:tcW w:w="1584" w:type="dxa"/>
          </w:tcPr>
          <w:p w:rsidR="00106F08" w:rsidRDefault="00106F08" w:rsidP="00DD0460">
            <w:pPr>
              <w:jc w:val="center"/>
            </w:pPr>
            <w:r>
              <w:t>-------------</w:t>
            </w:r>
          </w:p>
        </w:tc>
        <w:tc>
          <w:tcPr>
            <w:tcW w:w="1792" w:type="dxa"/>
            <w:vMerge w:val="restart"/>
          </w:tcPr>
          <w:p w:rsidR="00106F08" w:rsidRPr="00A11F51" w:rsidRDefault="00106F08" w:rsidP="00807B16">
            <w:pPr>
              <w:jc w:val="center"/>
            </w:pPr>
            <w:r>
              <w:t>-----</w:t>
            </w:r>
          </w:p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гараж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24</w:t>
            </w: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Default="00106F08" w:rsidP="0056254A">
            <w:pPr>
              <w:jc w:val="center"/>
            </w:pPr>
            <w:r>
              <w:t>------------</w:t>
            </w:r>
          </w:p>
        </w:tc>
        <w:tc>
          <w:tcPr>
            <w:tcW w:w="1296" w:type="dxa"/>
          </w:tcPr>
          <w:p w:rsidR="00106F08" w:rsidRDefault="00106F08" w:rsidP="0056254A">
            <w:pPr>
              <w:jc w:val="center"/>
            </w:pPr>
            <w:r>
              <w:t>------------</w:t>
            </w:r>
          </w:p>
        </w:tc>
        <w:tc>
          <w:tcPr>
            <w:tcW w:w="1584" w:type="dxa"/>
          </w:tcPr>
          <w:p w:rsidR="00106F08" w:rsidRDefault="00106F08" w:rsidP="0056254A">
            <w:pPr>
              <w:jc w:val="center"/>
            </w:pPr>
            <w:r>
              <w:t>-------------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96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584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Супруга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96403,47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68,8</w:t>
            </w: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296" w:type="dxa"/>
          </w:tcPr>
          <w:p w:rsidR="00106F08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584" w:type="dxa"/>
          </w:tcPr>
          <w:p w:rsidR="00106F08" w:rsidRDefault="00106F08" w:rsidP="008D117E">
            <w:pPr>
              <w:jc w:val="center"/>
            </w:pPr>
            <w:r>
              <w:t>-------------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</w:tbl>
    <w:p w:rsidR="00106F08" w:rsidRDefault="00106F08" w:rsidP="00475B35"/>
    <w:p w:rsidR="00106F08" w:rsidRPr="00A11F51" w:rsidRDefault="00106F08" w:rsidP="00475B35">
      <w:pPr>
        <w:ind w:right="-109"/>
        <w:jc w:val="center"/>
      </w:pPr>
      <w:r>
        <w:t>Скачковой Ольги Сергеевны</w:t>
      </w:r>
      <w:r w:rsidRPr="00A11F51">
        <w:t>,</w:t>
      </w:r>
    </w:p>
    <w:p w:rsidR="00106F08" w:rsidRPr="00A11F51" w:rsidRDefault="00106F08" w:rsidP="00475B35">
      <w:pPr>
        <w:ind w:right="-109"/>
        <w:jc w:val="center"/>
      </w:pPr>
      <w:r>
        <w:t xml:space="preserve">Ведущего специалиста отдела жилищно-коммунального хозяйства, и членов её семьи </w:t>
      </w:r>
    </w:p>
    <w:p w:rsidR="00106F08" w:rsidRPr="00A11F51" w:rsidRDefault="00106F08" w:rsidP="00475B35">
      <w:pPr>
        <w:jc w:val="center"/>
      </w:pPr>
      <w:r w:rsidRPr="00A11F51">
        <w:t>(полное наименование должности)</w:t>
      </w:r>
    </w:p>
    <w:p w:rsidR="00106F08" w:rsidRDefault="00106F08" w:rsidP="00475B35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475B35">
      <w:pPr>
        <w:jc w:val="center"/>
      </w:pPr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1"/>
        <w:gridCol w:w="1439"/>
        <w:gridCol w:w="1620"/>
        <w:gridCol w:w="1800"/>
        <w:gridCol w:w="1296"/>
        <w:gridCol w:w="1584"/>
        <w:gridCol w:w="1792"/>
      </w:tblGrid>
      <w:tr w:rsidR="00106F08" w:rsidRPr="00A11F51" w:rsidTr="00807B16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792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807B16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96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584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>Скачкова Ольга Сергеевна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100800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Pr="00713C29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96" w:type="dxa"/>
          </w:tcPr>
          <w:p w:rsidR="00106F08" w:rsidRPr="00713C29" w:rsidRDefault="00106F08" w:rsidP="008D117E">
            <w:pPr>
              <w:jc w:val="center"/>
            </w:pPr>
            <w:r>
              <w:t>62,2</w:t>
            </w:r>
          </w:p>
        </w:tc>
        <w:tc>
          <w:tcPr>
            <w:tcW w:w="1584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792" w:type="dxa"/>
            <w:vMerge w:val="restart"/>
          </w:tcPr>
          <w:p w:rsidR="00106F08" w:rsidRPr="00A11F51" w:rsidRDefault="00106F08" w:rsidP="00807B16">
            <w:pPr>
              <w:jc w:val="center"/>
            </w:pPr>
            <w:r>
              <w:t>------</w:t>
            </w:r>
          </w:p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96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584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264000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60</w:t>
            </w: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---------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96" w:type="dxa"/>
          </w:tcPr>
          <w:p w:rsidR="00106F08" w:rsidRDefault="00106F08" w:rsidP="008D117E">
            <w:pPr>
              <w:jc w:val="center"/>
            </w:pPr>
            <w:r>
              <w:t>62,2</w:t>
            </w:r>
          </w:p>
        </w:tc>
        <w:tc>
          <w:tcPr>
            <w:tcW w:w="1584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62,2</w:t>
            </w: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Default="00106F08" w:rsidP="0056254A">
            <w:pPr>
              <w:jc w:val="center"/>
            </w:pPr>
            <w:r>
              <w:t>------------</w:t>
            </w:r>
          </w:p>
        </w:tc>
        <w:tc>
          <w:tcPr>
            <w:tcW w:w="1296" w:type="dxa"/>
          </w:tcPr>
          <w:p w:rsidR="00106F08" w:rsidRDefault="00106F08" w:rsidP="0056254A">
            <w:pPr>
              <w:jc w:val="center"/>
            </w:pPr>
            <w:r>
              <w:t>------------</w:t>
            </w:r>
          </w:p>
        </w:tc>
        <w:tc>
          <w:tcPr>
            <w:tcW w:w="1584" w:type="dxa"/>
          </w:tcPr>
          <w:p w:rsidR="00106F08" w:rsidRDefault="00106F08" w:rsidP="0056254A">
            <w:pPr>
              <w:jc w:val="center"/>
            </w:pPr>
            <w:r>
              <w:t>-------------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гараж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24</w:t>
            </w: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Default="00106F08" w:rsidP="0056254A">
            <w:pPr>
              <w:jc w:val="center"/>
            </w:pPr>
            <w:r>
              <w:t>------------</w:t>
            </w:r>
          </w:p>
        </w:tc>
        <w:tc>
          <w:tcPr>
            <w:tcW w:w="1296" w:type="dxa"/>
          </w:tcPr>
          <w:p w:rsidR="00106F08" w:rsidRDefault="00106F08" w:rsidP="0056254A">
            <w:pPr>
              <w:jc w:val="center"/>
            </w:pPr>
            <w:r>
              <w:t>------------</w:t>
            </w:r>
          </w:p>
        </w:tc>
        <w:tc>
          <w:tcPr>
            <w:tcW w:w="1584" w:type="dxa"/>
          </w:tcPr>
          <w:p w:rsidR="00106F08" w:rsidRDefault="00106F08" w:rsidP="0056254A">
            <w:pPr>
              <w:jc w:val="center"/>
            </w:pPr>
            <w:r>
              <w:t>-------------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96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584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Сын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96" w:type="dxa"/>
          </w:tcPr>
          <w:p w:rsidR="00106F08" w:rsidRDefault="00106F08" w:rsidP="008D117E">
            <w:pPr>
              <w:jc w:val="center"/>
            </w:pPr>
            <w:r>
              <w:t>62,2</w:t>
            </w:r>
          </w:p>
        </w:tc>
        <w:tc>
          <w:tcPr>
            <w:tcW w:w="1584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96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584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807B16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96" w:type="dxa"/>
          </w:tcPr>
          <w:p w:rsidR="00106F08" w:rsidRDefault="00106F08" w:rsidP="008D117E">
            <w:pPr>
              <w:jc w:val="center"/>
            </w:pPr>
            <w:r>
              <w:t>62,2</w:t>
            </w:r>
          </w:p>
        </w:tc>
        <w:tc>
          <w:tcPr>
            <w:tcW w:w="1584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</w:tbl>
    <w:p w:rsidR="00106F08" w:rsidRDefault="00106F08" w:rsidP="00475B35">
      <w:pPr>
        <w:ind w:right="-109"/>
        <w:jc w:val="center"/>
      </w:pPr>
    </w:p>
    <w:p w:rsidR="00106F08" w:rsidRPr="00A11F51" w:rsidRDefault="00106F08" w:rsidP="00475B35">
      <w:pPr>
        <w:ind w:right="-109"/>
        <w:jc w:val="center"/>
      </w:pPr>
      <w:r>
        <w:t>Лайпанова Рустама Умаровича</w:t>
      </w:r>
      <w:r w:rsidRPr="00A11F51">
        <w:t>,</w:t>
      </w:r>
    </w:p>
    <w:p w:rsidR="00106F08" w:rsidRPr="00A11F51" w:rsidRDefault="00106F08" w:rsidP="00475B35">
      <w:pPr>
        <w:ind w:right="-109"/>
        <w:jc w:val="center"/>
      </w:pPr>
      <w:r>
        <w:t xml:space="preserve">Ведущего специалиста отдела жилищно-коммунального хозяйства, </w:t>
      </w:r>
    </w:p>
    <w:p w:rsidR="00106F08" w:rsidRPr="00A11F51" w:rsidRDefault="00106F08" w:rsidP="00475B35">
      <w:pPr>
        <w:jc w:val="center"/>
      </w:pPr>
      <w:r w:rsidRPr="00A11F51">
        <w:t>(полное наименование должности)</w:t>
      </w:r>
    </w:p>
    <w:p w:rsidR="00106F08" w:rsidRDefault="00106F08" w:rsidP="00475B35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475B35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0"/>
        <w:gridCol w:w="1440"/>
        <w:gridCol w:w="1620"/>
        <w:gridCol w:w="1800"/>
        <w:gridCol w:w="1261"/>
        <w:gridCol w:w="1619"/>
        <w:gridCol w:w="1607"/>
      </w:tblGrid>
      <w:tr w:rsidR="00106F08" w:rsidRPr="00A11F51" w:rsidTr="00E840D6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E840D6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E840D6">
        <w:tc>
          <w:tcPr>
            <w:tcW w:w="1368" w:type="dxa"/>
          </w:tcPr>
          <w:p w:rsidR="00106F08" w:rsidRPr="00A11F51" w:rsidRDefault="00106F08" w:rsidP="00475B35">
            <w:pPr>
              <w:ind w:right="-1"/>
            </w:pPr>
            <w:r>
              <w:t>Лайпанов Рустам Умарович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200963,01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106F08" w:rsidRPr="00713C29" w:rsidRDefault="00106F08" w:rsidP="008D117E">
            <w:pPr>
              <w:jc w:val="center"/>
            </w:pPr>
            <w:r>
              <w:t>Мерседес Е280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Жилой дом</w:t>
            </w:r>
          </w:p>
        </w:tc>
        <w:tc>
          <w:tcPr>
            <w:tcW w:w="1261" w:type="dxa"/>
          </w:tcPr>
          <w:p w:rsidR="00106F08" w:rsidRPr="00713C29" w:rsidRDefault="00106F08" w:rsidP="008D117E">
            <w:pPr>
              <w:jc w:val="center"/>
            </w:pPr>
            <w:r>
              <w:t>500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</w:tcPr>
          <w:p w:rsidR="00106F08" w:rsidRPr="00A11F51" w:rsidRDefault="00106F08" w:rsidP="00E840D6">
            <w:pPr>
              <w:jc w:val="center"/>
            </w:pPr>
            <w:r>
              <w:t>-----</w:t>
            </w:r>
          </w:p>
        </w:tc>
      </w:tr>
    </w:tbl>
    <w:p w:rsidR="00106F08" w:rsidRDefault="00106F08" w:rsidP="00EA2059">
      <w:pPr>
        <w:ind w:right="-109"/>
        <w:jc w:val="center"/>
      </w:pPr>
    </w:p>
    <w:p w:rsidR="00106F08" w:rsidRPr="00A11F51" w:rsidRDefault="00106F08" w:rsidP="00EA2059">
      <w:pPr>
        <w:ind w:right="-109"/>
        <w:jc w:val="center"/>
      </w:pPr>
      <w:r>
        <w:t>Узденовой Аминат Аскеровны</w:t>
      </w:r>
      <w:r w:rsidRPr="00A11F51">
        <w:t>,</w:t>
      </w:r>
    </w:p>
    <w:p w:rsidR="00106F08" w:rsidRPr="00A11F51" w:rsidRDefault="00106F08" w:rsidP="00EA2059">
      <w:pPr>
        <w:ind w:right="-109"/>
        <w:jc w:val="center"/>
      </w:pPr>
      <w:r>
        <w:t xml:space="preserve">Ведущего специалиста отдела жилищно-коммунального хозяйства, </w:t>
      </w:r>
    </w:p>
    <w:p w:rsidR="00106F08" w:rsidRPr="00A11F51" w:rsidRDefault="00106F08" w:rsidP="00EA2059">
      <w:pPr>
        <w:jc w:val="center"/>
      </w:pPr>
      <w:r w:rsidRPr="00A11F51">
        <w:t>(полное наименование должности)</w:t>
      </w:r>
    </w:p>
    <w:p w:rsidR="00106F08" w:rsidRDefault="00106F08" w:rsidP="00EA205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E840D6"/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0"/>
        <w:gridCol w:w="1440"/>
        <w:gridCol w:w="1620"/>
        <w:gridCol w:w="1800"/>
        <w:gridCol w:w="1260"/>
        <w:gridCol w:w="1620"/>
        <w:gridCol w:w="1792"/>
      </w:tblGrid>
      <w:tr w:rsidR="00106F08" w:rsidRPr="00A11F51" w:rsidTr="00E840D6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792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E840D6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792" w:type="dxa"/>
            <w:vMerge/>
          </w:tcPr>
          <w:p w:rsidR="00106F08" w:rsidRPr="00A11F51" w:rsidRDefault="00106F08"/>
        </w:tc>
      </w:tr>
      <w:tr w:rsidR="00106F08" w:rsidRPr="00A11F51" w:rsidTr="00E840D6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 xml:space="preserve">Узденова Аминат Аскеровна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96393,19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440" w:type="dxa"/>
          </w:tcPr>
          <w:p w:rsidR="00106F08" w:rsidRPr="00A11F51" w:rsidRDefault="00106F08" w:rsidP="008D117E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106F08" w:rsidRPr="00713C29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713C29" w:rsidRDefault="00106F08" w:rsidP="008D117E">
            <w:pPr>
              <w:jc w:val="center"/>
            </w:pPr>
            <w:r>
              <w:t>40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792" w:type="dxa"/>
          </w:tcPr>
          <w:p w:rsidR="00106F08" w:rsidRPr="00A11F51" w:rsidRDefault="00106F08" w:rsidP="00E840D6">
            <w:pPr>
              <w:jc w:val="center"/>
            </w:pPr>
            <w:r>
              <w:t>-----</w:t>
            </w:r>
          </w:p>
        </w:tc>
      </w:tr>
    </w:tbl>
    <w:p w:rsidR="00106F08" w:rsidRDefault="00106F08"/>
    <w:p w:rsidR="00106F08" w:rsidRPr="00A11F51" w:rsidRDefault="00106F08" w:rsidP="00EA2059">
      <w:pPr>
        <w:ind w:right="-109"/>
        <w:jc w:val="center"/>
      </w:pPr>
      <w:r>
        <w:t>Любенко Игоря Алексеевича</w:t>
      </w:r>
      <w:r w:rsidRPr="00A11F51">
        <w:t>,</w:t>
      </w:r>
    </w:p>
    <w:p w:rsidR="00106F08" w:rsidRPr="00A11F51" w:rsidRDefault="00106F08" w:rsidP="00EA2059">
      <w:pPr>
        <w:ind w:right="-109"/>
        <w:jc w:val="center"/>
      </w:pPr>
      <w:r>
        <w:t>Ведущего специалиста отдела жилищно-коммунального хозяйства,</w:t>
      </w:r>
    </w:p>
    <w:p w:rsidR="00106F08" w:rsidRPr="00A11F51" w:rsidRDefault="00106F08" w:rsidP="00EA2059">
      <w:pPr>
        <w:jc w:val="center"/>
      </w:pPr>
      <w:r w:rsidRPr="00A11F51">
        <w:t>(полное наименование должности)</w:t>
      </w:r>
    </w:p>
    <w:p w:rsidR="00106F08" w:rsidRDefault="00106F08" w:rsidP="00EA205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EA2059">
      <w:pPr>
        <w:jc w:val="center"/>
      </w:pPr>
    </w:p>
    <w:tbl>
      <w:tblPr>
        <w:tblW w:w="154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800"/>
        <w:gridCol w:w="1620"/>
        <w:gridCol w:w="1261"/>
        <w:gridCol w:w="1439"/>
        <w:gridCol w:w="1620"/>
        <w:gridCol w:w="1800"/>
        <w:gridCol w:w="1261"/>
        <w:gridCol w:w="1619"/>
        <w:gridCol w:w="1607"/>
      </w:tblGrid>
      <w:tr w:rsidR="00106F08" w:rsidRPr="00A11F51" w:rsidTr="00141218">
        <w:tc>
          <w:tcPr>
            <w:tcW w:w="1440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141218">
        <w:trPr>
          <w:trHeight w:val="1106"/>
        </w:trPr>
        <w:tc>
          <w:tcPr>
            <w:tcW w:w="144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41218">
        <w:trPr>
          <w:trHeight w:val="1299"/>
        </w:trPr>
        <w:tc>
          <w:tcPr>
            <w:tcW w:w="1440" w:type="dxa"/>
          </w:tcPr>
          <w:p w:rsidR="00106F08" w:rsidRPr="00A11F51" w:rsidRDefault="00106F08" w:rsidP="008D117E">
            <w:pPr>
              <w:ind w:right="-1"/>
            </w:pPr>
            <w:r>
              <w:t xml:space="preserve">Любенко Игорь Алексеевич 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198694,55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620" w:type="dxa"/>
          </w:tcPr>
          <w:p w:rsidR="00106F08" w:rsidRPr="00713C29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Pr="00713C29" w:rsidRDefault="00106F08" w:rsidP="008D117E">
            <w:pPr>
              <w:jc w:val="center"/>
            </w:pPr>
            <w:r>
              <w:t>49,5</w:t>
            </w:r>
          </w:p>
        </w:tc>
        <w:tc>
          <w:tcPr>
            <w:tcW w:w="1619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</w:tcPr>
          <w:p w:rsidR="00106F08" w:rsidRPr="00A11F51" w:rsidRDefault="00106F08" w:rsidP="00141218">
            <w:pPr>
              <w:jc w:val="center"/>
            </w:pPr>
            <w:r>
              <w:t>-----</w:t>
            </w:r>
          </w:p>
        </w:tc>
      </w:tr>
    </w:tbl>
    <w:p w:rsidR="00106F08" w:rsidRDefault="00106F08"/>
    <w:p w:rsidR="00106F08" w:rsidRPr="00A11F51" w:rsidRDefault="00106F08" w:rsidP="00EA2059">
      <w:pPr>
        <w:ind w:right="-109"/>
        <w:jc w:val="center"/>
      </w:pPr>
      <w:r>
        <w:t>Мамец Артёма Александровича</w:t>
      </w:r>
      <w:r w:rsidRPr="00A11F51">
        <w:t>,</w:t>
      </w:r>
    </w:p>
    <w:p w:rsidR="00106F08" w:rsidRPr="00A11F51" w:rsidRDefault="00106F08" w:rsidP="00EA2059">
      <w:pPr>
        <w:ind w:right="-109"/>
        <w:jc w:val="center"/>
      </w:pPr>
      <w:r>
        <w:t>Специалиста 1 разряда юридического отдела, и членов его семьи</w:t>
      </w:r>
    </w:p>
    <w:p w:rsidR="00106F08" w:rsidRPr="00A11F51" w:rsidRDefault="00106F08" w:rsidP="00EA2059">
      <w:pPr>
        <w:jc w:val="center"/>
      </w:pPr>
      <w:r w:rsidRPr="00A11F51">
        <w:t>(полное наименование должности)</w:t>
      </w:r>
    </w:p>
    <w:p w:rsidR="00106F08" w:rsidRDefault="00106F08" w:rsidP="00EA205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EA2059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1"/>
        <w:gridCol w:w="1439"/>
        <w:gridCol w:w="1620"/>
        <w:gridCol w:w="1800"/>
        <w:gridCol w:w="1260"/>
        <w:gridCol w:w="1620"/>
        <w:gridCol w:w="1607"/>
      </w:tblGrid>
      <w:tr w:rsidR="00106F08" w:rsidRPr="00A11F51" w:rsidTr="00141218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141218">
        <w:trPr>
          <w:trHeight w:val="933"/>
        </w:trPr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41218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>Мамец Артём Александрович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231439,63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 xml:space="preserve">квартира </w:t>
            </w:r>
          </w:p>
        </w:tc>
        <w:tc>
          <w:tcPr>
            <w:tcW w:w="1261" w:type="dxa"/>
          </w:tcPr>
          <w:p w:rsidR="00106F08" w:rsidRPr="00A11F51" w:rsidRDefault="00106F08" w:rsidP="008D117E">
            <w:pPr>
              <w:jc w:val="center"/>
            </w:pPr>
            <w:r>
              <w:t>54</w:t>
            </w:r>
          </w:p>
        </w:tc>
        <w:tc>
          <w:tcPr>
            <w:tcW w:w="1439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286C3E" w:rsidRDefault="00106F08" w:rsidP="008D117E">
            <w:pPr>
              <w:jc w:val="center"/>
            </w:pPr>
            <w:r>
              <w:rPr>
                <w:lang w:val="en-US"/>
              </w:rPr>
              <w:t>Mazda 3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286C3E" w:rsidRDefault="00106F08" w:rsidP="008D117E">
            <w:pPr>
              <w:jc w:val="center"/>
            </w:pPr>
            <w:r>
              <w:t>78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141218">
            <w:pPr>
              <w:jc w:val="center"/>
            </w:pPr>
            <w:r>
              <w:t>-----</w:t>
            </w:r>
          </w:p>
        </w:tc>
      </w:tr>
      <w:tr w:rsidR="00106F08" w:rsidRPr="00A11F51" w:rsidTr="00141218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41218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Супруга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94797,52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620" w:type="dxa"/>
          </w:tcPr>
          <w:p w:rsidR="00106F08" w:rsidRPr="00286C3E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  <w:r>
              <w:t>78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41218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141218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-------------</w:t>
            </w:r>
          </w:p>
        </w:tc>
        <w:tc>
          <w:tcPr>
            <w:tcW w:w="1261" w:type="dxa"/>
          </w:tcPr>
          <w:p w:rsidR="00106F08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439" w:type="dxa"/>
          </w:tcPr>
          <w:p w:rsidR="00106F08" w:rsidRDefault="00106F08" w:rsidP="008D117E">
            <w:pPr>
              <w:jc w:val="center"/>
            </w:pPr>
            <w:r>
              <w:t>---------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  <w:r>
              <w:t>78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/>
    <w:p w:rsidR="00106F08" w:rsidRPr="00A11F51" w:rsidRDefault="00106F08" w:rsidP="008D117E">
      <w:pPr>
        <w:ind w:right="-109"/>
        <w:jc w:val="center"/>
      </w:pPr>
      <w:r>
        <w:t>Бостановой Марины Азрет-Алиевны</w:t>
      </w:r>
      <w:r w:rsidRPr="00A11F51">
        <w:t>,</w:t>
      </w:r>
      <w:r>
        <w:t xml:space="preserve"> </w:t>
      </w:r>
    </w:p>
    <w:p w:rsidR="00106F08" w:rsidRPr="00A11F51" w:rsidRDefault="00106F08" w:rsidP="008D117E">
      <w:pPr>
        <w:ind w:right="-109"/>
        <w:jc w:val="center"/>
      </w:pPr>
      <w:r>
        <w:t>Специалиста 1 разряда юридического отдела, и членов её семьи</w:t>
      </w:r>
    </w:p>
    <w:p w:rsidR="00106F08" w:rsidRPr="00A11F51" w:rsidRDefault="00106F08" w:rsidP="008D117E">
      <w:pPr>
        <w:jc w:val="center"/>
      </w:pPr>
      <w:r w:rsidRPr="00A11F51">
        <w:t>(полное наименование должности)</w:t>
      </w:r>
    </w:p>
    <w:p w:rsidR="00106F08" w:rsidRDefault="00106F08" w:rsidP="008D117E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F92F34"/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375"/>
        <w:gridCol w:w="1325"/>
        <w:gridCol w:w="1620"/>
        <w:gridCol w:w="1800"/>
        <w:gridCol w:w="1260"/>
        <w:gridCol w:w="1620"/>
        <w:gridCol w:w="1607"/>
      </w:tblGrid>
      <w:tr w:rsidR="00106F08" w:rsidRPr="00A11F51" w:rsidTr="00F92F34">
        <w:tc>
          <w:tcPr>
            <w:tcW w:w="1368" w:type="dxa"/>
            <w:vMerge w:val="restart"/>
          </w:tcPr>
          <w:p w:rsidR="00106F08" w:rsidRPr="00A11F51" w:rsidRDefault="00106F08" w:rsidP="008D117E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D117E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D117E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D117E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D117E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F92F34">
        <w:tc>
          <w:tcPr>
            <w:tcW w:w="1368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375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325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D117E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D117E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Pr="00A11F51" w:rsidRDefault="00106F08" w:rsidP="008D117E">
            <w:pPr>
              <w:ind w:right="-1"/>
            </w:pPr>
            <w:r>
              <w:t>Бостанова Марина Азрет-Алиевна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121670,90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375" w:type="dxa"/>
          </w:tcPr>
          <w:p w:rsidR="00106F08" w:rsidRPr="00A11F51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325" w:type="dxa"/>
          </w:tcPr>
          <w:p w:rsidR="00106F08" w:rsidRPr="00A11F51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620" w:type="dxa"/>
          </w:tcPr>
          <w:p w:rsidR="00106F08" w:rsidRPr="00286C3E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Pr="00A11F51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286C3E" w:rsidRDefault="00106F08" w:rsidP="008D117E">
            <w:pPr>
              <w:jc w:val="center"/>
            </w:pPr>
            <w:r>
              <w:t>48</w:t>
            </w:r>
          </w:p>
        </w:tc>
        <w:tc>
          <w:tcPr>
            <w:tcW w:w="1620" w:type="dxa"/>
          </w:tcPr>
          <w:p w:rsidR="00106F08" w:rsidRPr="00A11F51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F92F34">
            <w:pPr>
              <w:jc w:val="center"/>
            </w:pPr>
            <w:r>
              <w:t>-----</w:t>
            </w:r>
          </w:p>
        </w:tc>
      </w:tr>
      <w:tr w:rsidR="00106F08" w:rsidRPr="00A11F51" w:rsidTr="00F92F34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375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325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375" w:type="dxa"/>
          </w:tcPr>
          <w:p w:rsidR="00106F08" w:rsidRDefault="00106F08" w:rsidP="008D117E">
            <w:pPr>
              <w:jc w:val="center"/>
            </w:pPr>
            <w:r>
              <w:t>48</w:t>
            </w:r>
          </w:p>
        </w:tc>
        <w:tc>
          <w:tcPr>
            <w:tcW w:w="1325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286C3E" w:rsidRDefault="00106F08" w:rsidP="008D117E">
            <w:pPr>
              <w:jc w:val="center"/>
            </w:pPr>
            <w:r>
              <w:t xml:space="preserve">Лада приора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375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325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МАЗ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D117E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375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325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D117E">
            <w:pPr>
              <w:ind w:right="-1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----------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------------</w:t>
            </w:r>
          </w:p>
        </w:tc>
        <w:tc>
          <w:tcPr>
            <w:tcW w:w="1375" w:type="dxa"/>
          </w:tcPr>
          <w:p w:rsidR="00106F08" w:rsidRDefault="00106F08" w:rsidP="008D117E">
            <w:pPr>
              <w:jc w:val="center"/>
            </w:pPr>
            <w:r>
              <w:t>-------------</w:t>
            </w:r>
          </w:p>
        </w:tc>
        <w:tc>
          <w:tcPr>
            <w:tcW w:w="1325" w:type="dxa"/>
          </w:tcPr>
          <w:p w:rsidR="00106F08" w:rsidRDefault="00106F08" w:rsidP="008D117E">
            <w:pPr>
              <w:jc w:val="center"/>
            </w:pPr>
            <w:r>
              <w:t>-----------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>--------</w:t>
            </w:r>
          </w:p>
        </w:tc>
        <w:tc>
          <w:tcPr>
            <w:tcW w:w="1800" w:type="dxa"/>
          </w:tcPr>
          <w:p w:rsidR="00106F08" w:rsidRDefault="00106F08" w:rsidP="008D117E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8D117E">
            <w:pPr>
              <w:jc w:val="center"/>
            </w:pPr>
            <w:r>
              <w:t>48</w:t>
            </w:r>
          </w:p>
        </w:tc>
        <w:tc>
          <w:tcPr>
            <w:tcW w:w="1620" w:type="dxa"/>
          </w:tcPr>
          <w:p w:rsidR="00106F08" w:rsidRDefault="00106F08" w:rsidP="008D117E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/>
    <w:p w:rsidR="00106F08" w:rsidRDefault="00106F08" w:rsidP="00F92F34">
      <w:pPr>
        <w:ind w:right="-109"/>
      </w:pPr>
    </w:p>
    <w:p w:rsidR="00106F08" w:rsidRDefault="00106F08" w:rsidP="00F92F34">
      <w:pPr>
        <w:ind w:right="-109"/>
      </w:pPr>
    </w:p>
    <w:p w:rsidR="00106F08" w:rsidRPr="00A11F51" w:rsidRDefault="00106F08" w:rsidP="003F0C3E">
      <w:pPr>
        <w:ind w:right="-109"/>
        <w:jc w:val="center"/>
      </w:pPr>
      <w:r>
        <w:t>Озовой Рейнаты Мухамедовны</w:t>
      </w:r>
      <w:r w:rsidRPr="00A11F51">
        <w:t>,</w:t>
      </w:r>
    </w:p>
    <w:p w:rsidR="00106F08" w:rsidRPr="00A11F51" w:rsidRDefault="00106F08" w:rsidP="003F0C3E">
      <w:pPr>
        <w:ind w:right="-109"/>
        <w:jc w:val="center"/>
      </w:pPr>
      <w:r>
        <w:t xml:space="preserve">Специалиста 1 разряда отдела бухгалтерии, и членов её семьи </w:t>
      </w:r>
    </w:p>
    <w:p w:rsidR="00106F08" w:rsidRPr="00A11F51" w:rsidRDefault="00106F08" w:rsidP="003F0C3E">
      <w:pPr>
        <w:jc w:val="center"/>
      </w:pPr>
      <w:r w:rsidRPr="00A11F51">
        <w:t>(полное наименование должности)</w:t>
      </w:r>
    </w:p>
    <w:p w:rsidR="00106F08" w:rsidRDefault="00106F08" w:rsidP="00F92F34">
      <w:pPr>
        <w:jc w:val="center"/>
      </w:pPr>
      <w:r w:rsidRPr="00A11F51">
        <w:t xml:space="preserve">за период с 1 января по 31 декабря </w:t>
      </w:r>
      <w:r>
        <w:t>2013 года</w:t>
      </w:r>
    </w:p>
    <w:p w:rsidR="00106F08" w:rsidRDefault="00106F08" w:rsidP="00F92F34"/>
    <w:p w:rsidR="00106F08" w:rsidRPr="00A11F51" w:rsidRDefault="00106F08" w:rsidP="00F92F34"/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1"/>
        <w:gridCol w:w="1439"/>
        <w:gridCol w:w="1620"/>
        <w:gridCol w:w="1800"/>
        <w:gridCol w:w="1260"/>
        <w:gridCol w:w="1620"/>
        <w:gridCol w:w="1607"/>
      </w:tblGrid>
      <w:tr w:rsidR="00106F08" w:rsidRPr="00A11F51" w:rsidTr="00F92F34">
        <w:tc>
          <w:tcPr>
            <w:tcW w:w="1368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F92F34">
        <w:tc>
          <w:tcPr>
            <w:tcW w:w="1368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Pr="00A11F51" w:rsidRDefault="00106F08" w:rsidP="0087306B">
            <w:pPr>
              <w:ind w:right="-1"/>
            </w:pPr>
            <w:r>
              <w:t>Озова Рейната Мухамедовна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86538,06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439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620" w:type="dxa"/>
          </w:tcPr>
          <w:p w:rsidR="00106F08" w:rsidRPr="00286C3E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106F08" w:rsidRPr="00286C3E" w:rsidRDefault="00106F08" w:rsidP="0087306B">
            <w:pPr>
              <w:jc w:val="center"/>
            </w:pPr>
            <w:r>
              <w:t>180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F92F34">
            <w:pPr>
              <w:jc w:val="center"/>
            </w:pPr>
            <w:r>
              <w:t>----</w:t>
            </w:r>
          </w:p>
        </w:tc>
      </w:tr>
      <w:tr w:rsidR="00106F08" w:rsidRPr="00A11F51" w:rsidTr="00F92F34">
        <w:tc>
          <w:tcPr>
            <w:tcW w:w="1368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7306B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>889193,58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Default="00106F08" w:rsidP="0087306B">
            <w:pPr>
              <w:jc w:val="center"/>
            </w:pPr>
            <w:r>
              <w:t>69</w:t>
            </w:r>
          </w:p>
        </w:tc>
        <w:tc>
          <w:tcPr>
            <w:tcW w:w="1439" w:type="dxa"/>
          </w:tcPr>
          <w:p w:rsidR="00106F08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ВАЗ 11193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  <w:r>
              <w:t>180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1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439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510E1E">
        <w:tc>
          <w:tcPr>
            <w:tcW w:w="1368" w:type="dxa"/>
          </w:tcPr>
          <w:p w:rsidR="00106F08" w:rsidRDefault="00106F08" w:rsidP="0087306B">
            <w:pPr>
              <w:ind w:right="-1"/>
            </w:pPr>
            <w:r>
              <w:t xml:space="preserve">Сын 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261" w:type="dxa"/>
          </w:tcPr>
          <w:p w:rsidR="00106F08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439" w:type="dxa"/>
          </w:tcPr>
          <w:p w:rsidR="00106F08" w:rsidRDefault="00106F08" w:rsidP="0087306B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 xml:space="preserve">Жилой дом </w:t>
            </w: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  <w:r>
              <w:t>180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/>
    <w:p w:rsidR="00106F08" w:rsidRPr="00A11F51" w:rsidRDefault="00106F08" w:rsidP="003F0C3E">
      <w:pPr>
        <w:ind w:right="-109"/>
        <w:jc w:val="center"/>
      </w:pPr>
      <w:r>
        <w:t>Хахандукова Руслана Владимировича</w:t>
      </w:r>
      <w:r w:rsidRPr="00A11F51">
        <w:t>,</w:t>
      </w:r>
    </w:p>
    <w:p w:rsidR="00106F08" w:rsidRPr="00A11F51" w:rsidRDefault="00106F08" w:rsidP="003F0C3E">
      <w:pPr>
        <w:ind w:right="-109"/>
        <w:jc w:val="center"/>
      </w:pPr>
      <w:r>
        <w:t xml:space="preserve">Специалиста 1 разряда отдела по земельным вопросам,  </w:t>
      </w:r>
    </w:p>
    <w:p w:rsidR="00106F08" w:rsidRPr="00A11F51" w:rsidRDefault="00106F08" w:rsidP="003F0C3E">
      <w:pPr>
        <w:jc w:val="center"/>
      </w:pPr>
      <w:r w:rsidRPr="00A11F51">
        <w:t>(полное наименование должности)</w:t>
      </w:r>
    </w:p>
    <w:p w:rsidR="00106F08" w:rsidRDefault="00106F08" w:rsidP="003F0C3E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3F0C3E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0"/>
        <w:gridCol w:w="1440"/>
        <w:gridCol w:w="1620"/>
        <w:gridCol w:w="1800"/>
        <w:gridCol w:w="1260"/>
        <w:gridCol w:w="1620"/>
        <w:gridCol w:w="1607"/>
      </w:tblGrid>
      <w:tr w:rsidR="00106F08" w:rsidRPr="00A11F51" w:rsidTr="00F92F34">
        <w:tc>
          <w:tcPr>
            <w:tcW w:w="1368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F92F34">
        <w:tc>
          <w:tcPr>
            <w:tcW w:w="1368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Pr="00A11F51" w:rsidRDefault="00106F08" w:rsidP="0087306B">
            <w:pPr>
              <w:ind w:right="-1"/>
            </w:pPr>
            <w:r>
              <w:t xml:space="preserve">Хахандуков Руслан Владимирович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152777,07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68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286C3E" w:rsidRDefault="00106F08" w:rsidP="0087306B">
            <w:pPr>
              <w:jc w:val="center"/>
            </w:pPr>
            <w:r>
              <w:t>---------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260" w:type="dxa"/>
          </w:tcPr>
          <w:p w:rsidR="00106F08" w:rsidRPr="00286C3E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607" w:type="dxa"/>
          </w:tcPr>
          <w:p w:rsidR="00106F08" w:rsidRPr="00A11F51" w:rsidRDefault="00106F08" w:rsidP="00F92F34">
            <w:pPr>
              <w:jc w:val="center"/>
            </w:pPr>
            <w:r>
              <w:t>-----</w:t>
            </w:r>
          </w:p>
        </w:tc>
      </w:tr>
    </w:tbl>
    <w:p w:rsidR="00106F08" w:rsidRDefault="00106F08" w:rsidP="003F0C3E"/>
    <w:p w:rsidR="00106F08" w:rsidRPr="00A11F51" w:rsidRDefault="00106F08" w:rsidP="007F51B9">
      <w:pPr>
        <w:ind w:right="-109"/>
        <w:jc w:val="center"/>
      </w:pPr>
      <w:r>
        <w:t>Феневой Анны Сергеевны</w:t>
      </w:r>
      <w:r w:rsidRPr="00A11F51">
        <w:t>,</w:t>
      </w:r>
    </w:p>
    <w:p w:rsidR="00106F08" w:rsidRPr="00A11F51" w:rsidRDefault="00106F08" w:rsidP="007F51B9">
      <w:pPr>
        <w:ind w:right="-109"/>
        <w:jc w:val="center"/>
      </w:pPr>
      <w:r>
        <w:t xml:space="preserve">Специалиста 1 разряда отдела по земельным вопросам, и членам её семьи   </w:t>
      </w:r>
    </w:p>
    <w:p w:rsidR="00106F08" w:rsidRPr="00A11F51" w:rsidRDefault="00106F08" w:rsidP="007F51B9">
      <w:pPr>
        <w:jc w:val="center"/>
      </w:pPr>
      <w:r w:rsidRPr="00A11F51">
        <w:t>(полное наименование должности)</w:t>
      </w:r>
    </w:p>
    <w:p w:rsidR="00106F08" w:rsidRDefault="00106F08" w:rsidP="007F51B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7F51B9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0"/>
        <w:gridCol w:w="1440"/>
        <w:gridCol w:w="1620"/>
        <w:gridCol w:w="1800"/>
        <w:gridCol w:w="1260"/>
        <w:gridCol w:w="1620"/>
        <w:gridCol w:w="1607"/>
      </w:tblGrid>
      <w:tr w:rsidR="00106F08" w:rsidRPr="00A11F51" w:rsidTr="00F92F34">
        <w:tc>
          <w:tcPr>
            <w:tcW w:w="1368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F92F34">
        <w:tc>
          <w:tcPr>
            <w:tcW w:w="1368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Pr="00A11F51" w:rsidRDefault="00106F08" w:rsidP="0087306B">
            <w:pPr>
              <w:ind w:right="-1"/>
            </w:pPr>
            <w:r>
              <w:t xml:space="preserve">Фенева Анна Сергеевна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160626,73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--------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Pr="00286C3E" w:rsidRDefault="00106F08" w:rsidP="0087306B">
            <w:pPr>
              <w:jc w:val="center"/>
            </w:pPr>
            <w:r>
              <w:t>---------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286C3E" w:rsidRDefault="00106F08" w:rsidP="0087306B">
            <w:pPr>
              <w:jc w:val="center"/>
            </w:pPr>
            <w:r>
              <w:t>60,7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F92F34">
            <w:pPr>
              <w:jc w:val="center"/>
            </w:pPr>
            <w:r>
              <w:t>-----</w:t>
            </w:r>
          </w:p>
        </w:tc>
      </w:tr>
      <w:tr w:rsidR="00106F08" w:rsidRPr="00A11F51" w:rsidTr="00F92F34">
        <w:tc>
          <w:tcPr>
            <w:tcW w:w="1368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7306B">
            <w:pPr>
              <w:ind w:right="-1"/>
            </w:pPr>
            <w:r>
              <w:t xml:space="preserve">Супруг 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>152444,02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---------</w:t>
            </w: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106F08" w:rsidRDefault="00106F08" w:rsidP="0087306B">
            <w:pPr>
              <w:jc w:val="center"/>
            </w:pPr>
            <w:r>
              <w:t>-------------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 xml:space="preserve">Мицубишу Лансер 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 xml:space="preserve">Опель Мантерей 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  <w:r>
              <w:t>60,7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Default="00106F08" w:rsidP="0087306B">
            <w:pPr>
              <w:ind w:right="-1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440" w:type="dxa"/>
          </w:tcPr>
          <w:p w:rsidR="00106F08" w:rsidRDefault="00106F08" w:rsidP="0087306B">
            <w:pPr>
              <w:jc w:val="center"/>
            </w:pPr>
            <w:r>
              <w:t>---------------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  <w:r>
              <w:t>60,7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/>
    <w:p w:rsidR="00106F08" w:rsidRPr="00A11F51" w:rsidRDefault="00106F08" w:rsidP="007F51B9">
      <w:pPr>
        <w:ind w:right="-109"/>
        <w:jc w:val="center"/>
      </w:pPr>
      <w:r>
        <w:t>Соловьёва Альберта Сергеевича</w:t>
      </w:r>
      <w:r w:rsidRPr="00A11F51">
        <w:t>,</w:t>
      </w:r>
    </w:p>
    <w:p w:rsidR="00106F08" w:rsidRPr="00A11F51" w:rsidRDefault="00106F08" w:rsidP="007F51B9">
      <w:pPr>
        <w:ind w:right="-109"/>
        <w:jc w:val="center"/>
      </w:pPr>
      <w:r>
        <w:t xml:space="preserve">Специалиста 1 разряда отдела по земельным вопросам,  </w:t>
      </w:r>
    </w:p>
    <w:p w:rsidR="00106F08" w:rsidRPr="00A11F51" w:rsidRDefault="00106F08" w:rsidP="007F51B9">
      <w:pPr>
        <w:jc w:val="center"/>
      </w:pPr>
      <w:r w:rsidRPr="00A11F51">
        <w:t>(полное наименование должности)</w:t>
      </w:r>
    </w:p>
    <w:p w:rsidR="00106F08" w:rsidRDefault="00106F08" w:rsidP="007F51B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Default="00106F08" w:rsidP="007F51B9">
      <w:pPr>
        <w:jc w:val="center"/>
      </w:pPr>
    </w:p>
    <w:p w:rsidR="00106F08" w:rsidRDefault="00106F08" w:rsidP="007F51B9">
      <w:pPr>
        <w:jc w:val="center"/>
      </w:pPr>
    </w:p>
    <w:p w:rsidR="00106F08" w:rsidRDefault="00106F08" w:rsidP="007F51B9">
      <w:pPr>
        <w:jc w:val="center"/>
      </w:pPr>
    </w:p>
    <w:p w:rsidR="00106F08" w:rsidRDefault="00106F08" w:rsidP="007F51B9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1"/>
        <w:gridCol w:w="1439"/>
        <w:gridCol w:w="1620"/>
        <w:gridCol w:w="1800"/>
        <w:gridCol w:w="1261"/>
        <w:gridCol w:w="1619"/>
        <w:gridCol w:w="1607"/>
      </w:tblGrid>
      <w:tr w:rsidR="00106F08" w:rsidRPr="00A11F51" w:rsidTr="00F92F34">
        <w:tc>
          <w:tcPr>
            <w:tcW w:w="1368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F92F34">
        <w:tc>
          <w:tcPr>
            <w:tcW w:w="1368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F92F34">
        <w:tc>
          <w:tcPr>
            <w:tcW w:w="1368" w:type="dxa"/>
          </w:tcPr>
          <w:p w:rsidR="00106F08" w:rsidRPr="00A11F51" w:rsidRDefault="00106F08" w:rsidP="0087306B">
            <w:pPr>
              <w:ind w:right="-1"/>
            </w:pPr>
            <w:r>
              <w:t xml:space="preserve">Соловьёв Альберт Сергеевич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>
              <w:t>49,6</w:t>
            </w:r>
          </w:p>
        </w:tc>
        <w:tc>
          <w:tcPr>
            <w:tcW w:w="1439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286C3E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Pr="00286C3E" w:rsidRDefault="00106F08" w:rsidP="0087306B">
            <w:pPr>
              <w:jc w:val="center"/>
            </w:pPr>
            <w:r>
              <w:t>40,6</w:t>
            </w:r>
          </w:p>
        </w:tc>
        <w:tc>
          <w:tcPr>
            <w:tcW w:w="1619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</w:tcPr>
          <w:p w:rsidR="00106F08" w:rsidRPr="00A11F51" w:rsidRDefault="00106F08" w:rsidP="00F92F34">
            <w:pPr>
              <w:jc w:val="center"/>
            </w:pPr>
            <w:r>
              <w:t>-----</w:t>
            </w:r>
          </w:p>
        </w:tc>
      </w:tr>
    </w:tbl>
    <w:p w:rsidR="00106F08" w:rsidRDefault="00106F08"/>
    <w:p w:rsidR="00106F08" w:rsidRDefault="00106F08"/>
    <w:p w:rsidR="00106F08" w:rsidRDefault="00106F08"/>
    <w:p w:rsidR="00106F08" w:rsidRPr="00A11F51" w:rsidRDefault="00106F08" w:rsidP="007F51B9">
      <w:pPr>
        <w:ind w:right="-109"/>
        <w:jc w:val="center"/>
      </w:pPr>
      <w:r>
        <w:t>Кашароковой Ольги Борисовны</w:t>
      </w:r>
      <w:r w:rsidRPr="00A11F51">
        <w:t>,</w:t>
      </w:r>
    </w:p>
    <w:p w:rsidR="00106F08" w:rsidRPr="00A11F51" w:rsidRDefault="00106F08" w:rsidP="007F51B9">
      <w:pPr>
        <w:ind w:right="-109"/>
        <w:jc w:val="center"/>
      </w:pPr>
      <w:r>
        <w:t xml:space="preserve">Специалиста 1 разряда отдела жилищно-коммунального хозяйства, и членов её семьи  </w:t>
      </w:r>
    </w:p>
    <w:p w:rsidR="00106F08" w:rsidRPr="00A11F51" w:rsidRDefault="00106F08" w:rsidP="007F51B9">
      <w:pPr>
        <w:jc w:val="center"/>
      </w:pPr>
      <w:r w:rsidRPr="00A11F51">
        <w:t>(полное наименование должности)</w:t>
      </w:r>
    </w:p>
    <w:p w:rsidR="00106F08" w:rsidRDefault="00106F08" w:rsidP="007F51B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7F51B9">
      <w:pPr>
        <w:jc w:val="center"/>
      </w:pPr>
    </w:p>
    <w:tbl>
      <w:tblPr>
        <w:tblW w:w="1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455"/>
        <w:gridCol w:w="1245"/>
        <w:gridCol w:w="1620"/>
        <w:gridCol w:w="1800"/>
        <w:gridCol w:w="1260"/>
        <w:gridCol w:w="1620"/>
        <w:gridCol w:w="1607"/>
      </w:tblGrid>
      <w:tr w:rsidR="00106F08" w:rsidRPr="00A11F51" w:rsidTr="00A85539">
        <w:tc>
          <w:tcPr>
            <w:tcW w:w="1368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A85539">
        <w:tc>
          <w:tcPr>
            <w:tcW w:w="1368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455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245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</w:t>
            </w:r>
            <w:r>
              <w:t>-</w:t>
            </w:r>
            <w:r w:rsidRPr="00A11F51">
              <w:t>жения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A85539">
        <w:tc>
          <w:tcPr>
            <w:tcW w:w="1368" w:type="dxa"/>
          </w:tcPr>
          <w:p w:rsidR="00106F08" w:rsidRPr="00A11F51" w:rsidRDefault="00106F08" w:rsidP="0087306B">
            <w:pPr>
              <w:ind w:right="-1"/>
            </w:pPr>
            <w:r>
              <w:t xml:space="preserve">Кашарокова Ольга Борисовна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160386,23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455" w:type="dxa"/>
          </w:tcPr>
          <w:p w:rsidR="00106F08" w:rsidRPr="00A11F51" w:rsidRDefault="00106F08" w:rsidP="0087306B">
            <w:pPr>
              <w:jc w:val="center"/>
            </w:pPr>
            <w:r>
              <w:t>56</w:t>
            </w:r>
          </w:p>
        </w:tc>
        <w:tc>
          <w:tcPr>
            <w:tcW w:w="1245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7F51B9" w:rsidRDefault="00106F08" w:rsidP="0087306B">
            <w:pPr>
              <w:jc w:val="center"/>
              <w:rPr>
                <w:lang w:val="en-US"/>
              </w:rPr>
            </w:pPr>
            <w:r>
              <w:t>БМВ 318</w:t>
            </w:r>
            <w:r>
              <w:rPr>
                <w:lang w:val="en-US"/>
              </w:rPr>
              <w:t>i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260" w:type="dxa"/>
          </w:tcPr>
          <w:p w:rsidR="00106F08" w:rsidRPr="00286C3E" w:rsidRDefault="00106F08" w:rsidP="0087306B">
            <w:pPr>
              <w:jc w:val="center"/>
            </w:pPr>
            <w:r>
              <w:t>------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A85539">
            <w:pPr>
              <w:jc w:val="center"/>
            </w:pPr>
            <w:r>
              <w:t>-----</w:t>
            </w:r>
          </w:p>
        </w:tc>
      </w:tr>
      <w:tr w:rsidR="00106F08" w:rsidRPr="00A11F51" w:rsidTr="00A85539">
        <w:tc>
          <w:tcPr>
            <w:tcW w:w="1368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455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45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A85539">
        <w:tc>
          <w:tcPr>
            <w:tcW w:w="1368" w:type="dxa"/>
          </w:tcPr>
          <w:p w:rsidR="00106F08" w:rsidRDefault="00106F08" w:rsidP="0087306B">
            <w:pPr>
              <w:ind w:right="-1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---------------</w:t>
            </w:r>
          </w:p>
        </w:tc>
        <w:tc>
          <w:tcPr>
            <w:tcW w:w="1455" w:type="dxa"/>
          </w:tcPr>
          <w:p w:rsidR="00106F08" w:rsidRDefault="00106F08" w:rsidP="0087306B">
            <w:pPr>
              <w:jc w:val="center"/>
            </w:pPr>
            <w:r>
              <w:t>--------------</w:t>
            </w:r>
          </w:p>
        </w:tc>
        <w:tc>
          <w:tcPr>
            <w:tcW w:w="1245" w:type="dxa"/>
          </w:tcPr>
          <w:p w:rsidR="00106F08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  <w:r>
              <w:t>56</w:t>
            </w: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 w:rsidP="007F51B9">
      <w:pPr>
        <w:ind w:right="-109"/>
        <w:jc w:val="center"/>
      </w:pPr>
    </w:p>
    <w:p w:rsidR="00106F08" w:rsidRPr="00A11F51" w:rsidRDefault="00106F08" w:rsidP="007F51B9">
      <w:pPr>
        <w:ind w:right="-109"/>
        <w:jc w:val="center"/>
      </w:pPr>
      <w:r>
        <w:t>Кушхова Мурата Беслановича</w:t>
      </w:r>
      <w:r w:rsidRPr="00A11F51">
        <w:t>,</w:t>
      </w:r>
    </w:p>
    <w:p w:rsidR="00106F08" w:rsidRPr="00A11F51" w:rsidRDefault="00106F08" w:rsidP="007F51B9">
      <w:pPr>
        <w:ind w:right="-109"/>
        <w:jc w:val="center"/>
      </w:pPr>
      <w:r>
        <w:t xml:space="preserve">Специалиста 1 разряда отдела жилищно-коммунального хозяйства,  </w:t>
      </w:r>
    </w:p>
    <w:p w:rsidR="00106F08" w:rsidRPr="00A11F51" w:rsidRDefault="00106F08" w:rsidP="007F51B9">
      <w:pPr>
        <w:jc w:val="center"/>
      </w:pPr>
      <w:r w:rsidRPr="00A11F51">
        <w:t>(полное наименование должности)</w:t>
      </w:r>
    </w:p>
    <w:p w:rsidR="00106F08" w:rsidRDefault="00106F08" w:rsidP="007F51B9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7F51B9">
      <w:pPr>
        <w:jc w:val="center"/>
      </w:pPr>
    </w:p>
    <w:tbl>
      <w:tblPr>
        <w:tblW w:w="154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800"/>
        <w:gridCol w:w="1620"/>
        <w:gridCol w:w="1440"/>
        <w:gridCol w:w="1260"/>
        <w:gridCol w:w="1620"/>
        <w:gridCol w:w="1800"/>
        <w:gridCol w:w="1260"/>
        <w:gridCol w:w="1620"/>
        <w:gridCol w:w="1607"/>
      </w:tblGrid>
      <w:tr w:rsidR="00106F08" w:rsidRPr="00A11F51" w:rsidTr="00A85539">
        <w:tc>
          <w:tcPr>
            <w:tcW w:w="1440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A85539">
        <w:tc>
          <w:tcPr>
            <w:tcW w:w="144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</w:t>
            </w:r>
            <w:r>
              <w:t>-</w:t>
            </w:r>
            <w:r w:rsidRPr="00A11F51">
              <w:t>жения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A85539">
        <w:tc>
          <w:tcPr>
            <w:tcW w:w="1440" w:type="dxa"/>
          </w:tcPr>
          <w:p w:rsidR="00106F08" w:rsidRPr="00A11F51" w:rsidRDefault="00106F08" w:rsidP="0087306B">
            <w:pPr>
              <w:ind w:right="-1"/>
            </w:pPr>
            <w:r>
              <w:t xml:space="preserve">Кушхов Мурат Бесланович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166482,39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>---------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620" w:type="dxa"/>
          </w:tcPr>
          <w:p w:rsidR="00106F08" w:rsidRPr="00286C3E" w:rsidRDefault="00106F08" w:rsidP="0087306B">
            <w:pPr>
              <w:jc w:val="center"/>
            </w:pPr>
            <w:r>
              <w:t xml:space="preserve">Ниссан Кашкай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286C3E" w:rsidRDefault="00106F08" w:rsidP="0087306B">
            <w:pPr>
              <w:jc w:val="center"/>
            </w:pPr>
            <w:r>
              <w:t>116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A85539">
            <w:pPr>
              <w:jc w:val="center"/>
            </w:pPr>
            <w:r>
              <w:t>-----</w:t>
            </w:r>
          </w:p>
        </w:tc>
      </w:tr>
      <w:tr w:rsidR="00106F08" w:rsidRPr="00A11F51" w:rsidTr="00A85539">
        <w:tc>
          <w:tcPr>
            <w:tcW w:w="1440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44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 xml:space="preserve">Лада Приора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Pr="00286C3E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 w:rsidP="00150875">
      <w:pPr>
        <w:ind w:right="-109"/>
        <w:jc w:val="center"/>
      </w:pPr>
    </w:p>
    <w:p w:rsidR="00106F08" w:rsidRDefault="00106F08" w:rsidP="00150875">
      <w:pPr>
        <w:ind w:right="-109"/>
        <w:jc w:val="center"/>
      </w:pPr>
      <w:r>
        <w:t xml:space="preserve">Косаревой Любовь Кузьминичны, </w:t>
      </w:r>
    </w:p>
    <w:p w:rsidR="00106F08" w:rsidRPr="00A11F51" w:rsidRDefault="00106F08" w:rsidP="00150875">
      <w:pPr>
        <w:ind w:right="-109"/>
        <w:jc w:val="center"/>
      </w:pPr>
      <w:r>
        <w:t xml:space="preserve">Специалиста 1 разряда отдела жилищно-коммунального хозяйства,  </w:t>
      </w:r>
    </w:p>
    <w:p w:rsidR="00106F08" w:rsidRPr="00A11F51" w:rsidRDefault="00106F08" w:rsidP="00150875">
      <w:pPr>
        <w:jc w:val="center"/>
      </w:pPr>
      <w:r w:rsidRPr="00A11F51">
        <w:t>(полное наименование должности)</w:t>
      </w:r>
    </w:p>
    <w:p w:rsidR="00106F08" w:rsidRDefault="00106F08" w:rsidP="00150875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Default="00106F08" w:rsidP="00150875">
      <w:pPr>
        <w:jc w:val="center"/>
      </w:pPr>
    </w:p>
    <w:p w:rsidR="00106F08" w:rsidRDefault="00106F08" w:rsidP="00150875">
      <w:pPr>
        <w:jc w:val="center"/>
      </w:pPr>
    </w:p>
    <w:p w:rsidR="00106F08" w:rsidRPr="00A11F51" w:rsidRDefault="00106F08" w:rsidP="00150875">
      <w:pPr>
        <w:jc w:val="center"/>
      </w:pPr>
    </w:p>
    <w:tbl>
      <w:tblPr>
        <w:tblW w:w="15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440"/>
        <w:gridCol w:w="1496"/>
        <w:gridCol w:w="1620"/>
        <w:gridCol w:w="1800"/>
        <w:gridCol w:w="1296"/>
        <w:gridCol w:w="1584"/>
        <w:gridCol w:w="1607"/>
      </w:tblGrid>
      <w:tr w:rsidR="00106F08" w:rsidRPr="00A11F51" w:rsidTr="00510E1E">
        <w:tc>
          <w:tcPr>
            <w:tcW w:w="1368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6176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607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510E1E">
        <w:tc>
          <w:tcPr>
            <w:tcW w:w="1368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96" w:type="dxa"/>
          </w:tcPr>
          <w:p w:rsidR="00106F08" w:rsidRPr="00A11F51" w:rsidRDefault="00106F08" w:rsidP="0087306B">
            <w:pPr>
              <w:jc w:val="center"/>
            </w:pPr>
            <w:r>
              <w:t>Страна располож</w:t>
            </w:r>
            <w:r w:rsidRPr="00A11F51">
              <w:t>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96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584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  <w:tr w:rsidR="00106F08" w:rsidRPr="00A11F51" w:rsidTr="00510E1E">
        <w:tc>
          <w:tcPr>
            <w:tcW w:w="1368" w:type="dxa"/>
          </w:tcPr>
          <w:p w:rsidR="00106F08" w:rsidRPr="00A11F51" w:rsidRDefault="00106F08" w:rsidP="0087306B">
            <w:pPr>
              <w:ind w:right="-1"/>
            </w:pPr>
            <w:r>
              <w:t xml:space="preserve">Косарева Любовь Кузьминична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161045,07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>45</w:t>
            </w:r>
          </w:p>
        </w:tc>
        <w:tc>
          <w:tcPr>
            <w:tcW w:w="1496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286C3E" w:rsidRDefault="00106F08" w:rsidP="0087306B">
            <w:pPr>
              <w:jc w:val="center"/>
            </w:pPr>
            <w:r>
              <w:t>ВАЗ 2114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96" w:type="dxa"/>
          </w:tcPr>
          <w:p w:rsidR="00106F08" w:rsidRPr="00286C3E" w:rsidRDefault="00106F08" w:rsidP="0087306B">
            <w:pPr>
              <w:jc w:val="center"/>
            </w:pPr>
            <w:r>
              <w:t>45</w:t>
            </w:r>
          </w:p>
        </w:tc>
        <w:tc>
          <w:tcPr>
            <w:tcW w:w="1584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07" w:type="dxa"/>
            <w:vMerge w:val="restart"/>
          </w:tcPr>
          <w:p w:rsidR="00106F08" w:rsidRPr="00A11F51" w:rsidRDefault="00106F08" w:rsidP="00540D90">
            <w:pPr>
              <w:jc w:val="center"/>
            </w:pPr>
            <w:r>
              <w:t>-----</w:t>
            </w:r>
          </w:p>
        </w:tc>
      </w:tr>
      <w:tr w:rsidR="00106F08" w:rsidRPr="00A11F51" w:rsidTr="00510E1E">
        <w:tc>
          <w:tcPr>
            <w:tcW w:w="1368" w:type="dxa"/>
          </w:tcPr>
          <w:p w:rsidR="00106F08" w:rsidRDefault="00106F08" w:rsidP="0087306B">
            <w:pPr>
              <w:ind w:right="-1"/>
            </w:pPr>
          </w:p>
        </w:tc>
        <w:tc>
          <w:tcPr>
            <w:tcW w:w="180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>40</w:t>
            </w:r>
          </w:p>
        </w:tc>
        <w:tc>
          <w:tcPr>
            <w:tcW w:w="1496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Default="00106F08" w:rsidP="0056254A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Default="00106F08" w:rsidP="0056254A">
            <w:pPr>
              <w:jc w:val="center"/>
            </w:pPr>
            <w:r>
              <w:t>------------</w:t>
            </w:r>
          </w:p>
        </w:tc>
        <w:tc>
          <w:tcPr>
            <w:tcW w:w="1296" w:type="dxa"/>
          </w:tcPr>
          <w:p w:rsidR="00106F08" w:rsidRDefault="00106F08" w:rsidP="0056254A">
            <w:pPr>
              <w:jc w:val="center"/>
            </w:pPr>
            <w:r>
              <w:t>------------</w:t>
            </w:r>
          </w:p>
        </w:tc>
        <w:tc>
          <w:tcPr>
            <w:tcW w:w="1584" w:type="dxa"/>
          </w:tcPr>
          <w:p w:rsidR="00106F08" w:rsidRDefault="00106F08" w:rsidP="0056254A">
            <w:pPr>
              <w:jc w:val="center"/>
            </w:pPr>
            <w:r>
              <w:t>-------------</w:t>
            </w:r>
          </w:p>
        </w:tc>
        <w:tc>
          <w:tcPr>
            <w:tcW w:w="1607" w:type="dxa"/>
            <w:vMerge/>
          </w:tcPr>
          <w:p w:rsidR="00106F08" w:rsidRPr="00A11F51" w:rsidRDefault="00106F08"/>
        </w:tc>
      </w:tr>
    </w:tbl>
    <w:p w:rsidR="00106F08" w:rsidRDefault="00106F08" w:rsidP="00150875"/>
    <w:p w:rsidR="00106F08" w:rsidRDefault="00106F08" w:rsidP="00150875">
      <w:pPr>
        <w:jc w:val="center"/>
      </w:pPr>
      <w:r>
        <w:t>Боташева Марата Солтановича,</w:t>
      </w:r>
    </w:p>
    <w:p w:rsidR="00106F08" w:rsidRPr="00A11F51" w:rsidRDefault="00106F08" w:rsidP="00150875">
      <w:pPr>
        <w:ind w:right="-109"/>
        <w:jc w:val="center"/>
      </w:pPr>
      <w:r>
        <w:t xml:space="preserve">Специалиста 1 разряда отдела жилищно-коммунального хозяйства,  </w:t>
      </w:r>
    </w:p>
    <w:p w:rsidR="00106F08" w:rsidRPr="00A11F51" w:rsidRDefault="00106F08" w:rsidP="00150875">
      <w:pPr>
        <w:jc w:val="center"/>
      </w:pPr>
      <w:r w:rsidRPr="00A11F51">
        <w:t>(полное наименование должности)</w:t>
      </w:r>
    </w:p>
    <w:p w:rsidR="00106F08" w:rsidRDefault="00106F08" w:rsidP="00150875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150875">
      <w:pPr>
        <w:jc w:val="center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800"/>
        <w:gridCol w:w="1620"/>
        <w:gridCol w:w="1261"/>
        <w:gridCol w:w="1439"/>
        <w:gridCol w:w="1620"/>
        <w:gridCol w:w="1800"/>
        <w:gridCol w:w="1260"/>
        <w:gridCol w:w="1620"/>
        <w:gridCol w:w="1440"/>
      </w:tblGrid>
      <w:tr w:rsidR="00106F08" w:rsidRPr="00A11F51" w:rsidTr="00540D90">
        <w:tc>
          <w:tcPr>
            <w:tcW w:w="1368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440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540D90">
        <w:tc>
          <w:tcPr>
            <w:tcW w:w="1368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39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440" w:type="dxa"/>
            <w:vMerge/>
          </w:tcPr>
          <w:p w:rsidR="00106F08" w:rsidRPr="00A11F51" w:rsidRDefault="00106F08"/>
        </w:tc>
      </w:tr>
      <w:tr w:rsidR="00106F08" w:rsidRPr="00A11F51" w:rsidTr="00540D90">
        <w:tc>
          <w:tcPr>
            <w:tcW w:w="1368" w:type="dxa"/>
          </w:tcPr>
          <w:p w:rsidR="00106F08" w:rsidRPr="00A11F51" w:rsidRDefault="00106F08" w:rsidP="0087306B">
            <w:pPr>
              <w:jc w:val="center"/>
            </w:pPr>
            <w:r>
              <w:t xml:space="preserve">Боташев Марат Солтанович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157603,40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---------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439" w:type="dxa"/>
          </w:tcPr>
          <w:p w:rsidR="00106F08" w:rsidRPr="00A11F51" w:rsidRDefault="00106F08" w:rsidP="0087306B">
            <w:pPr>
              <w:jc w:val="center"/>
            </w:pPr>
            <w:r>
              <w:t>--------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70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106F08" w:rsidRPr="00A11F51" w:rsidRDefault="00106F08" w:rsidP="00540D90">
            <w:pPr>
              <w:jc w:val="center"/>
            </w:pPr>
            <w:r>
              <w:t>-----</w:t>
            </w:r>
          </w:p>
        </w:tc>
      </w:tr>
    </w:tbl>
    <w:p w:rsidR="00106F08" w:rsidRDefault="00106F08" w:rsidP="00150875"/>
    <w:p w:rsidR="00106F08" w:rsidRDefault="00106F08" w:rsidP="00150875">
      <w:pPr>
        <w:jc w:val="center"/>
      </w:pPr>
      <w:r>
        <w:t>Копсергенова Назира Аслановича</w:t>
      </w:r>
    </w:p>
    <w:p w:rsidR="00106F08" w:rsidRPr="00A11F51" w:rsidRDefault="00106F08" w:rsidP="00150875">
      <w:pPr>
        <w:ind w:right="-109"/>
        <w:jc w:val="center"/>
      </w:pPr>
      <w:r>
        <w:t xml:space="preserve">Специалиста 1 разряда отдела жилищно-коммунального хозяйства,  </w:t>
      </w:r>
    </w:p>
    <w:p w:rsidR="00106F08" w:rsidRPr="00A11F51" w:rsidRDefault="00106F08" w:rsidP="00150875">
      <w:pPr>
        <w:jc w:val="center"/>
      </w:pPr>
      <w:r w:rsidRPr="00A11F51">
        <w:t>(полное наименование должности)</w:t>
      </w:r>
    </w:p>
    <w:p w:rsidR="00106F08" w:rsidRDefault="00106F08" w:rsidP="00150875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150875">
      <w:pPr>
        <w:jc w:val="center"/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800"/>
        <w:gridCol w:w="1620"/>
        <w:gridCol w:w="1260"/>
        <w:gridCol w:w="1440"/>
        <w:gridCol w:w="1620"/>
        <w:gridCol w:w="1800"/>
        <w:gridCol w:w="1260"/>
        <w:gridCol w:w="1620"/>
        <w:gridCol w:w="1440"/>
      </w:tblGrid>
      <w:tr w:rsidR="00106F08" w:rsidRPr="00A11F51" w:rsidTr="00E91258">
        <w:tc>
          <w:tcPr>
            <w:tcW w:w="1620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440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E91258">
        <w:trPr>
          <w:trHeight w:val="926"/>
        </w:trPr>
        <w:tc>
          <w:tcPr>
            <w:tcW w:w="162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</w:t>
            </w:r>
            <w:r>
              <w:t>-</w:t>
            </w:r>
            <w:r w:rsidRPr="00A11F51">
              <w:t>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440" w:type="dxa"/>
            <w:vMerge/>
          </w:tcPr>
          <w:p w:rsidR="00106F08" w:rsidRPr="00A11F51" w:rsidRDefault="00106F08"/>
        </w:tc>
      </w:tr>
      <w:tr w:rsidR="00106F08" w:rsidRPr="00A11F51" w:rsidTr="00E91258"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Копсергенов Назир Асланович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165617,53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---------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Лада Приора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80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</w:tcPr>
          <w:p w:rsidR="00106F08" w:rsidRPr="00A11F51" w:rsidRDefault="00106F08" w:rsidP="00E91258">
            <w:pPr>
              <w:jc w:val="center"/>
            </w:pPr>
            <w:r>
              <w:t>-----</w:t>
            </w:r>
          </w:p>
        </w:tc>
      </w:tr>
    </w:tbl>
    <w:p w:rsidR="00106F08" w:rsidRDefault="00106F08" w:rsidP="0056071B">
      <w:pPr>
        <w:ind w:right="-109"/>
      </w:pPr>
    </w:p>
    <w:p w:rsidR="00106F08" w:rsidRPr="00A11F51" w:rsidRDefault="00106F08" w:rsidP="0056071B">
      <w:pPr>
        <w:ind w:right="-109"/>
        <w:jc w:val="center"/>
      </w:pPr>
      <w:r>
        <w:t>Аслануковой Евгении Игоревны</w:t>
      </w:r>
      <w:r w:rsidRPr="00A11F51">
        <w:t>,</w:t>
      </w:r>
    </w:p>
    <w:p w:rsidR="00106F08" w:rsidRPr="00A11F51" w:rsidRDefault="00106F08" w:rsidP="0056071B">
      <w:pPr>
        <w:ind w:right="-109"/>
        <w:jc w:val="center"/>
      </w:pPr>
      <w:r>
        <w:t>Специалиста 1 разряда</w:t>
      </w:r>
    </w:p>
    <w:p w:rsidR="00106F08" w:rsidRPr="00A11F51" w:rsidRDefault="00106F08" w:rsidP="0056071B">
      <w:pPr>
        <w:jc w:val="center"/>
      </w:pPr>
      <w:r w:rsidRPr="00A11F51">
        <w:t>(полное наименование должности)</w:t>
      </w:r>
    </w:p>
    <w:p w:rsidR="00106F08" w:rsidRDefault="00106F08" w:rsidP="0056071B">
      <w:pPr>
        <w:jc w:val="center"/>
      </w:pPr>
      <w:r w:rsidRPr="00A11F51">
        <w:t xml:space="preserve">за период с 1 января по 31 декабря </w:t>
      </w:r>
      <w:r>
        <w:t>2013</w:t>
      </w:r>
      <w:r w:rsidRPr="00A11F51">
        <w:t xml:space="preserve"> года</w:t>
      </w:r>
    </w:p>
    <w:p w:rsidR="00106F08" w:rsidRPr="00A11F51" w:rsidRDefault="00106F08" w:rsidP="0056071B">
      <w:pPr>
        <w:jc w:val="center"/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800"/>
        <w:gridCol w:w="1620"/>
        <w:gridCol w:w="1260"/>
        <w:gridCol w:w="1440"/>
        <w:gridCol w:w="1620"/>
        <w:gridCol w:w="1800"/>
        <w:gridCol w:w="1261"/>
        <w:gridCol w:w="1619"/>
        <w:gridCol w:w="1440"/>
      </w:tblGrid>
      <w:tr w:rsidR="00106F08" w:rsidRPr="00A11F51" w:rsidTr="00E91258">
        <w:tc>
          <w:tcPr>
            <w:tcW w:w="1620" w:type="dxa"/>
            <w:vMerge w:val="restart"/>
          </w:tcPr>
          <w:p w:rsidR="00106F08" w:rsidRPr="00A11F51" w:rsidRDefault="00106F08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800" w:type="dxa"/>
            <w:vMerge w:val="restart"/>
          </w:tcPr>
          <w:p w:rsidR="00106F08" w:rsidRPr="00A11F51" w:rsidRDefault="00106F08" w:rsidP="0087306B">
            <w:pPr>
              <w:ind w:right="-1"/>
              <w:jc w:val="center"/>
            </w:pPr>
            <w:r w:rsidRPr="00A11F51">
              <w:t>Декларирован</w:t>
            </w:r>
            <w:r>
              <w:t>-</w:t>
            </w:r>
            <w:r w:rsidRPr="00A11F51">
              <w:t xml:space="preserve">ный годовой доход  </w:t>
            </w:r>
          </w:p>
          <w:p w:rsidR="00106F08" w:rsidRPr="00A11F51" w:rsidRDefault="00106F08" w:rsidP="0087306B">
            <w:pPr>
              <w:jc w:val="center"/>
            </w:pPr>
            <w:r>
              <w:t>за 2013</w:t>
            </w:r>
            <w:r w:rsidRPr="00A11F51">
              <w:t xml:space="preserve"> г.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(руб)</w:t>
            </w:r>
          </w:p>
        </w:tc>
        <w:tc>
          <w:tcPr>
            <w:tcW w:w="5940" w:type="dxa"/>
            <w:gridSpan w:val="4"/>
          </w:tcPr>
          <w:p w:rsidR="00106F08" w:rsidRPr="00A11F51" w:rsidRDefault="00106F08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106F08" w:rsidRPr="00A11F51" w:rsidRDefault="00106F08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440" w:type="dxa"/>
            <w:vMerge w:val="restart"/>
          </w:tcPr>
          <w:p w:rsidR="00106F08" w:rsidRPr="00A11F51" w:rsidRDefault="00106F08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06F08" w:rsidRPr="00A11F51" w:rsidTr="00E91258">
        <w:trPr>
          <w:trHeight w:val="933"/>
        </w:trPr>
        <w:tc>
          <w:tcPr>
            <w:tcW w:w="162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  <w:vMerge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</w:t>
            </w:r>
            <w:r>
              <w:t>-</w:t>
            </w:r>
            <w:r w:rsidRPr="00A11F51">
              <w:t>сти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 w:rsidRPr="00A11F51">
              <w:t>Транспорт</w:t>
            </w:r>
            <w:r>
              <w:t>-</w:t>
            </w:r>
            <w:r w:rsidRPr="00A11F51">
              <w:t>ные средства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 w:rsidRPr="00A11F51">
              <w:t>Площадь</w:t>
            </w:r>
          </w:p>
          <w:p w:rsidR="00106F08" w:rsidRPr="00A11F51" w:rsidRDefault="00106F08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619" w:type="dxa"/>
          </w:tcPr>
          <w:p w:rsidR="00106F08" w:rsidRPr="00A11F51" w:rsidRDefault="00106F08" w:rsidP="0087306B">
            <w:pPr>
              <w:jc w:val="center"/>
            </w:pPr>
            <w:r w:rsidRPr="00A11F51">
              <w:t>Страна расположе</w:t>
            </w:r>
            <w:r>
              <w:t>-</w:t>
            </w:r>
            <w:r w:rsidRPr="00A11F51">
              <w:t>ния</w:t>
            </w:r>
          </w:p>
        </w:tc>
        <w:tc>
          <w:tcPr>
            <w:tcW w:w="1440" w:type="dxa"/>
            <w:vMerge/>
          </w:tcPr>
          <w:p w:rsidR="00106F08" w:rsidRPr="00A11F51" w:rsidRDefault="00106F08"/>
        </w:tc>
      </w:tr>
      <w:tr w:rsidR="00106F08" w:rsidRPr="00A11F51" w:rsidTr="00E91258"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 xml:space="preserve">Асланукова Евгения Игоревна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154354,05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49,3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800" w:type="dxa"/>
          </w:tcPr>
          <w:p w:rsidR="00106F08" w:rsidRPr="00A11F51" w:rsidRDefault="00106F08" w:rsidP="0056254A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Pr="00A11F51" w:rsidRDefault="00106F08" w:rsidP="0056254A">
            <w:pPr>
              <w:jc w:val="center"/>
            </w:pPr>
            <w:r>
              <w:t>60,6</w:t>
            </w:r>
          </w:p>
        </w:tc>
        <w:tc>
          <w:tcPr>
            <w:tcW w:w="1619" w:type="dxa"/>
          </w:tcPr>
          <w:p w:rsidR="00106F08" w:rsidRPr="00A11F51" w:rsidRDefault="00106F08" w:rsidP="0056254A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106F08" w:rsidRPr="00A11F51" w:rsidRDefault="00106F08" w:rsidP="00E91258">
            <w:pPr>
              <w:jc w:val="center"/>
            </w:pPr>
            <w:r>
              <w:t>-----</w:t>
            </w:r>
          </w:p>
        </w:tc>
      </w:tr>
      <w:tr w:rsidR="00106F08" w:rsidRPr="00A11F51" w:rsidTr="00E91258">
        <w:tc>
          <w:tcPr>
            <w:tcW w:w="1620" w:type="dxa"/>
          </w:tcPr>
          <w:p w:rsidR="00106F08" w:rsidRDefault="00106F08" w:rsidP="0087306B">
            <w:pPr>
              <w:jc w:val="center"/>
            </w:pP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619" w:type="dxa"/>
          </w:tcPr>
          <w:p w:rsidR="00106F08" w:rsidRPr="00A11F51" w:rsidRDefault="00106F08" w:rsidP="0087306B">
            <w:pPr>
              <w:jc w:val="center"/>
            </w:pPr>
          </w:p>
        </w:tc>
        <w:tc>
          <w:tcPr>
            <w:tcW w:w="1440" w:type="dxa"/>
            <w:vMerge/>
          </w:tcPr>
          <w:p w:rsidR="00106F08" w:rsidRPr="00A11F51" w:rsidRDefault="00106F08"/>
        </w:tc>
      </w:tr>
      <w:tr w:rsidR="00106F08" w:rsidRPr="00A11F51" w:rsidTr="00E91258">
        <w:trPr>
          <w:trHeight w:val="77"/>
        </w:trPr>
        <w:tc>
          <w:tcPr>
            <w:tcW w:w="1620" w:type="dxa"/>
          </w:tcPr>
          <w:p w:rsidR="00106F08" w:rsidRDefault="00106F08" w:rsidP="0087306B">
            <w:pPr>
              <w:jc w:val="center"/>
            </w:pPr>
            <w:r>
              <w:t xml:space="preserve">Дочь 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----------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260" w:type="dxa"/>
          </w:tcPr>
          <w:p w:rsidR="00106F08" w:rsidRPr="00A11F51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440" w:type="dxa"/>
          </w:tcPr>
          <w:p w:rsidR="00106F08" w:rsidRPr="00A11F51" w:rsidRDefault="00106F08" w:rsidP="0087306B">
            <w:pPr>
              <w:jc w:val="center"/>
            </w:pPr>
            <w:r>
              <w:t>-----------</w:t>
            </w:r>
          </w:p>
        </w:tc>
        <w:tc>
          <w:tcPr>
            <w:tcW w:w="1620" w:type="dxa"/>
          </w:tcPr>
          <w:p w:rsidR="00106F08" w:rsidRPr="00A11F51" w:rsidRDefault="00106F08" w:rsidP="0087306B">
            <w:pPr>
              <w:jc w:val="center"/>
            </w:pPr>
            <w:r>
              <w:t>------------</w:t>
            </w:r>
          </w:p>
        </w:tc>
        <w:tc>
          <w:tcPr>
            <w:tcW w:w="1800" w:type="dxa"/>
          </w:tcPr>
          <w:p w:rsidR="00106F08" w:rsidRPr="00A11F51" w:rsidRDefault="00106F08" w:rsidP="0087306B">
            <w:pPr>
              <w:jc w:val="center"/>
            </w:pPr>
            <w:r>
              <w:t>квартира</w:t>
            </w:r>
          </w:p>
        </w:tc>
        <w:tc>
          <w:tcPr>
            <w:tcW w:w="1261" w:type="dxa"/>
          </w:tcPr>
          <w:p w:rsidR="00106F08" w:rsidRPr="00A11F51" w:rsidRDefault="00106F08" w:rsidP="0087306B">
            <w:pPr>
              <w:jc w:val="center"/>
            </w:pPr>
            <w:r>
              <w:t>60,6</w:t>
            </w:r>
          </w:p>
        </w:tc>
        <w:tc>
          <w:tcPr>
            <w:tcW w:w="1619" w:type="dxa"/>
          </w:tcPr>
          <w:p w:rsidR="00106F08" w:rsidRPr="00A11F51" w:rsidRDefault="00106F08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440" w:type="dxa"/>
            <w:vMerge/>
          </w:tcPr>
          <w:p w:rsidR="00106F08" w:rsidRPr="00A11F51" w:rsidRDefault="00106F08"/>
        </w:tc>
      </w:tr>
    </w:tbl>
    <w:p w:rsidR="00106F08" w:rsidRDefault="00106F08"/>
    <w:sectPr w:rsidR="00106F08" w:rsidSect="001503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7F6"/>
    <w:rsid w:val="0009304F"/>
    <w:rsid w:val="000A03DB"/>
    <w:rsid w:val="00102158"/>
    <w:rsid w:val="00106F08"/>
    <w:rsid w:val="0012057A"/>
    <w:rsid w:val="00141218"/>
    <w:rsid w:val="00150324"/>
    <w:rsid w:val="00150875"/>
    <w:rsid w:val="00167F64"/>
    <w:rsid w:val="001844A6"/>
    <w:rsid w:val="001C2B33"/>
    <w:rsid w:val="001F56AD"/>
    <w:rsid w:val="00253E0A"/>
    <w:rsid w:val="00286542"/>
    <w:rsid w:val="00286C3E"/>
    <w:rsid w:val="002A48D9"/>
    <w:rsid w:val="003A6748"/>
    <w:rsid w:val="003F0C3E"/>
    <w:rsid w:val="00405040"/>
    <w:rsid w:val="00474659"/>
    <w:rsid w:val="00475B35"/>
    <w:rsid w:val="004950FB"/>
    <w:rsid w:val="00510E1E"/>
    <w:rsid w:val="005363D3"/>
    <w:rsid w:val="00540D90"/>
    <w:rsid w:val="0056071B"/>
    <w:rsid w:val="0056254A"/>
    <w:rsid w:val="005A0106"/>
    <w:rsid w:val="00606599"/>
    <w:rsid w:val="00622213"/>
    <w:rsid w:val="00622930"/>
    <w:rsid w:val="00665E24"/>
    <w:rsid w:val="006D5995"/>
    <w:rsid w:val="00713C29"/>
    <w:rsid w:val="00783B94"/>
    <w:rsid w:val="0078424C"/>
    <w:rsid w:val="007B0EF1"/>
    <w:rsid w:val="007F51B9"/>
    <w:rsid w:val="00807B16"/>
    <w:rsid w:val="00867C2F"/>
    <w:rsid w:val="0087306B"/>
    <w:rsid w:val="008D117E"/>
    <w:rsid w:val="00A11F51"/>
    <w:rsid w:val="00A11F7B"/>
    <w:rsid w:val="00A12F59"/>
    <w:rsid w:val="00A33FE6"/>
    <w:rsid w:val="00A3507B"/>
    <w:rsid w:val="00A85539"/>
    <w:rsid w:val="00B2119D"/>
    <w:rsid w:val="00B2585D"/>
    <w:rsid w:val="00B4554A"/>
    <w:rsid w:val="00B53F55"/>
    <w:rsid w:val="00CA5111"/>
    <w:rsid w:val="00DB5F11"/>
    <w:rsid w:val="00DD0460"/>
    <w:rsid w:val="00E521FD"/>
    <w:rsid w:val="00E717F6"/>
    <w:rsid w:val="00E840D6"/>
    <w:rsid w:val="00E91258"/>
    <w:rsid w:val="00EA0F83"/>
    <w:rsid w:val="00EA2059"/>
    <w:rsid w:val="00EB0757"/>
    <w:rsid w:val="00F92F34"/>
    <w:rsid w:val="00FD0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32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603</TotalTime>
  <Pages>23</Pages>
  <Words>4204</Words>
  <Characters>23969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ITEM_221</cp:lastModifiedBy>
  <cp:revision>32</cp:revision>
  <dcterms:created xsi:type="dcterms:W3CDTF">2014-03-13T07:25:00Z</dcterms:created>
  <dcterms:modified xsi:type="dcterms:W3CDTF">2014-05-29T11:57:00Z</dcterms:modified>
</cp:coreProperties>
</file>