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30" w:rsidRDefault="00012D30" w:rsidP="00801BD8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1.3pt;margin-top:1.3pt;width:208.8pt;height:27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" o:allowincell="f" strokecolor="white">
            <v:textbox>
              <w:txbxContent>
                <w:p w:rsidR="00012D30" w:rsidRPr="002D7352" w:rsidRDefault="00012D30" w:rsidP="00404CA6">
                  <w:pPr>
                    <w:pStyle w:val="Header"/>
                    <w:tabs>
                      <w:tab w:val="clear" w:pos="4677"/>
                      <w:tab w:val="clear" w:pos="9355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Text Box 7" o:spid="_x0000_s1027" type="#_x0000_t202" style="position:absolute;left:0;text-align:left;margin-left:282.45pt;margin-top:-11.05pt;width:199.15pt;height:102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" o:allowincell="f" strokecolor="white">
            <v:textbox>
              <w:txbxContent>
                <w:p w:rsidR="00012D30" w:rsidRDefault="00012D30" w:rsidP="00B7772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012D30" w:rsidRDefault="00012D30" w:rsidP="00F36768">
      <w:pPr>
        <w:pStyle w:val="NormalWeb"/>
      </w:pPr>
    </w:p>
    <w:tbl>
      <w:tblPr>
        <w:tblW w:w="5224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1757"/>
        <w:gridCol w:w="1652"/>
        <w:gridCol w:w="1504"/>
        <w:gridCol w:w="1182"/>
        <w:gridCol w:w="1072"/>
        <w:gridCol w:w="1646"/>
      </w:tblGrid>
      <w:tr w:rsidR="00012D30" w:rsidRPr="00281112" w:rsidTr="00615C1B">
        <w:tc>
          <w:tcPr>
            <w:tcW w:w="839" w:type="pct"/>
            <w:vMerge w:val="restart"/>
          </w:tcPr>
          <w:p w:rsidR="00012D30" w:rsidRPr="00615C1B" w:rsidRDefault="00012D30" w:rsidP="00615C1B">
            <w:pPr>
              <w:pStyle w:val="NormalWeb"/>
              <w:jc w:val="center"/>
              <w:rPr>
                <w:sz w:val="20"/>
                <w:szCs w:val="20"/>
              </w:rPr>
            </w:pPr>
            <w:r w:rsidRPr="00615C1B">
              <w:rPr>
                <w:bCs/>
                <w:sz w:val="20"/>
                <w:szCs w:val="20"/>
              </w:rPr>
              <w:br/>
            </w:r>
            <w:r w:rsidRPr="00615C1B">
              <w:rPr>
                <w:rStyle w:val="Strong"/>
                <w:sz w:val="20"/>
                <w:szCs w:val="20"/>
              </w:rPr>
              <w:t>Фамилия, имя, отчество</w:t>
            </w:r>
          </w:p>
        </w:tc>
        <w:tc>
          <w:tcPr>
            <w:tcW w:w="829" w:type="pct"/>
            <w:vMerge w:val="restart"/>
          </w:tcPr>
          <w:p w:rsidR="00012D30" w:rsidRPr="00615C1B" w:rsidRDefault="00012D30" w:rsidP="00615C1B">
            <w:pPr>
              <w:pStyle w:val="NormalWeb"/>
              <w:jc w:val="center"/>
              <w:rPr>
                <w:sz w:val="20"/>
                <w:szCs w:val="20"/>
              </w:rPr>
            </w:pPr>
            <w:r w:rsidRPr="00615C1B">
              <w:rPr>
                <w:bCs/>
                <w:sz w:val="20"/>
                <w:szCs w:val="20"/>
              </w:rPr>
              <w:br/>
            </w:r>
            <w:r w:rsidRPr="00615C1B">
              <w:rPr>
                <w:rStyle w:val="Strong"/>
                <w:sz w:val="20"/>
                <w:szCs w:val="20"/>
              </w:rPr>
              <w:t>Должность</w:t>
            </w:r>
          </w:p>
        </w:tc>
        <w:tc>
          <w:tcPr>
            <w:tcW w:w="780" w:type="pct"/>
            <w:vMerge w:val="restart"/>
          </w:tcPr>
          <w:p w:rsidR="00012D30" w:rsidRPr="00615C1B" w:rsidRDefault="00012D30" w:rsidP="00615C1B">
            <w:pPr>
              <w:pStyle w:val="NormalWeb"/>
              <w:jc w:val="center"/>
              <w:rPr>
                <w:sz w:val="20"/>
                <w:szCs w:val="20"/>
              </w:rPr>
            </w:pPr>
            <w:r w:rsidRPr="00615C1B">
              <w:rPr>
                <w:rStyle w:val="Strong"/>
                <w:sz w:val="20"/>
                <w:szCs w:val="20"/>
              </w:rPr>
              <w:t>Общая сумма декларированного годового дохода за 2011 г. (руб.)</w:t>
            </w:r>
          </w:p>
        </w:tc>
        <w:tc>
          <w:tcPr>
            <w:tcW w:w="1774" w:type="pct"/>
            <w:gridSpan w:val="3"/>
          </w:tcPr>
          <w:p w:rsidR="00012D30" w:rsidRPr="00615C1B" w:rsidRDefault="00012D30" w:rsidP="00615C1B">
            <w:pPr>
              <w:pStyle w:val="NormalWeb"/>
              <w:jc w:val="center"/>
              <w:rPr>
                <w:sz w:val="20"/>
                <w:szCs w:val="20"/>
              </w:rPr>
            </w:pPr>
            <w:r w:rsidRPr="00615C1B">
              <w:rPr>
                <w:rStyle w:val="Strong"/>
                <w:sz w:val="20"/>
                <w:szCs w:val="20"/>
              </w:rPr>
              <w:t>Перечень объектов недвижимого имущества,принадлежащих на праве собственности или находящихся в пользовании</w:t>
            </w:r>
          </w:p>
        </w:tc>
        <w:tc>
          <w:tcPr>
            <w:tcW w:w="777" w:type="pct"/>
            <w:vMerge w:val="restart"/>
          </w:tcPr>
          <w:p w:rsidR="00012D30" w:rsidRPr="00615C1B" w:rsidRDefault="00012D30" w:rsidP="00615C1B">
            <w:pPr>
              <w:pStyle w:val="NormalWeb"/>
              <w:jc w:val="center"/>
              <w:rPr>
                <w:sz w:val="20"/>
                <w:szCs w:val="20"/>
              </w:rPr>
            </w:pPr>
            <w:r w:rsidRPr="00615C1B">
              <w:rPr>
                <w:rStyle w:val="Strong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  <w:r w:rsidRPr="00615C1B">
              <w:rPr>
                <w:bCs/>
                <w:sz w:val="20"/>
                <w:szCs w:val="20"/>
              </w:rPr>
              <w:br/>
            </w:r>
            <w:r w:rsidRPr="00615C1B">
              <w:rPr>
                <w:rStyle w:val="Strong"/>
                <w:sz w:val="20"/>
                <w:szCs w:val="20"/>
              </w:rPr>
              <w:t>(вид, марка)</w:t>
            </w:r>
          </w:p>
        </w:tc>
      </w:tr>
      <w:tr w:rsidR="00012D30" w:rsidRPr="00281112" w:rsidTr="00615C1B">
        <w:tc>
          <w:tcPr>
            <w:tcW w:w="839" w:type="pct"/>
            <w:vMerge/>
          </w:tcPr>
          <w:p w:rsidR="00012D30" w:rsidRPr="00281112" w:rsidRDefault="00012D30" w:rsidP="008433E3"/>
        </w:tc>
        <w:tc>
          <w:tcPr>
            <w:tcW w:w="829" w:type="pct"/>
            <w:vMerge/>
          </w:tcPr>
          <w:p w:rsidR="00012D30" w:rsidRPr="00281112" w:rsidRDefault="00012D30" w:rsidP="008433E3"/>
        </w:tc>
        <w:tc>
          <w:tcPr>
            <w:tcW w:w="780" w:type="pct"/>
            <w:vMerge/>
          </w:tcPr>
          <w:p w:rsidR="00012D30" w:rsidRPr="00281112" w:rsidRDefault="00012D30" w:rsidP="008433E3"/>
        </w:tc>
        <w:tc>
          <w:tcPr>
            <w:tcW w:w="710" w:type="pct"/>
          </w:tcPr>
          <w:p w:rsidR="00012D30" w:rsidRPr="00615C1B" w:rsidRDefault="00012D30" w:rsidP="00615C1B">
            <w:pPr>
              <w:pStyle w:val="NormalWeb"/>
              <w:jc w:val="center"/>
              <w:rPr>
                <w:sz w:val="20"/>
                <w:szCs w:val="20"/>
              </w:rPr>
            </w:pPr>
            <w:r w:rsidRPr="00615C1B">
              <w:rPr>
                <w:rStyle w:val="Strong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558" w:type="pct"/>
          </w:tcPr>
          <w:p w:rsidR="00012D30" w:rsidRPr="00615C1B" w:rsidRDefault="00012D30" w:rsidP="00615C1B">
            <w:pPr>
              <w:pStyle w:val="NormalWeb"/>
              <w:jc w:val="center"/>
              <w:rPr>
                <w:sz w:val="20"/>
                <w:szCs w:val="20"/>
              </w:rPr>
            </w:pPr>
            <w:r w:rsidRPr="00615C1B">
              <w:rPr>
                <w:rStyle w:val="Strong"/>
                <w:sz w:val="20"/>
                <w:szCs w:val="20"/>
              </w:rPr>
              <w:t>Площадь</w:t>
            </w:r>
            <w:r w:rsidRPr="00615C1B">
              <w:rPr>
                <w:bCs/>
                <w:sz w:val="20"/>
                <w:szCs w:val="20"/>
              </w:rPr>
              <w:br/>
            </w:r>
            <w:r w:rsidRPr="00615C1B">
              <w:rPr>
                <w:rStyle w:val="Strong"/>
                <w:sz w:val="20"/>
                <w:szCs w:val="20"/>
              </w:rPr>
              <w:t>(кв.м)</w:t>
            </w:r>
          </w:p>
        </w:tc>
        <w:tc>
          <w:tcPr>
            <w:tcW w:w="506" w:type="pct"/>
          </w:tcPr>
          <w:p w:rsidR="00012D30" w:rsidRPr="00615C1B" w:rsidRDefault="00012D30" w:rsidP="00615C1B">
            <w:pPr>
              <w:pStyle w:val="NormalWeb"/>
              <w:jc w:val="center"/>
              <w:rPr>
                <w:sz w:val="20"/>
                <w:szCs w:val="20"/>
              </w:rPr>
            </w:pPr>
            <w:r w:rsidRPr="00615C1B">
              <w:rPr>
                <w:rStyle w:val="Strong"/>
                <w:sz w:val="20"/>
                <w:szCs w:val="20"/>
              </w:rPr>
              <w:t>Страна расположения</w:t>
            </w:r>
          </w:p>
        </w:tc>
        <w:tc>
          <w:tcPr>
            <w:tcW w:w="777" w:type="pct"/>
            <w:vMerge/>
          </w:tcPr>
          <w:p w:rsidR="00012D30" w:rsidRPr="00281112" w:rsidRDefault="00012D30" w:rsidP="008433E3"/>
        </w:tc>
      </w:tr>
      <w:tr w:rsidR="00012D30" w:rsidRPr="00281112" w:rsidTr="00615C1B">
        <w:trPr>
          <w:trHeight w:val="557"/>
        </w:trPr>
        <w:tc>
          <w:tcPr>
            <w:tcW w:w="839" w:type="pct"/>
            <w:vMerge w:val="restart"/>
          </w:tcPr>
          <w:p w:rsidR="00012D30" w:rsidRDefault="00012D30" w:rsidP="008433E3">
            <w:r>
              <w:t>Михеев Евгений Геннадьевна</w:t>
            </w:r>
          </w:p>
          <w:p w:rsidR="00012D30" w:rsidRDefault="00012D30" w:rsidP="008433E3"/>
        </w:tc>
        <w:tc>
          <w:tcPr>
            <w:tcW w:w="829" w:type="pct"/>
            <w:vMerge w:val="restart"/>
          </w:tcPr>
          <w:p w:rsidR="00012D30" w:rsidRDefault="00012D30" w:rsidP="008433E3"/>
        </w:tc>
        <w:tc>
          <w:tcPr>
            <w:tcW w:w="780" w:type="pct"/>
            <w:vMerge w:val="restart"/>
          </w:tcPr>
          <w:p w:rsidR="00012D30" w:rsidRDefault="00012D30" w:rsidP="008433E3">
            <w:r>
              <w:t>386 134,38</w:t>
            </w:r>
            <w:bookmarkStart w:id="0" w:name="_GoBack"/>
            <w:bookmarkEnd w:id="0"/>
          </w:p>
        </w:tc>
        <w:tc>
          <w:tcPr>
            <w:tcW w:w="710" w:type="pct"/>
          </w:tcPr>
          <w:p w:rsidR="00012D30" w:rsidRPr="00322133" w:rsidRDefault="00012D30" w:rsidP="00615C1B">
            <w:pPr>
              <w:jc w:val="center"/>
            </w:pPr>
            <w:r>
              <w:t>К</w:t>
            </w:r>
            <w:r w:rsidRPr="00322133">
              <w:t>вартира</w:t>
            </w:r>
          </w:p>
        </w:tc>
        <w:tc>
          <w:tcPr>
            <w:tcW w:w="558" w:type="pct"/>
          </w:tcPr>
          <w:p w:rsidR="00012D30" w:rsidRDefault="00012D30" w:rsidP="00615C1B">
            <w:pPr>
              <w:jc w:val="center"/>
            </w:pPr>
            <w:r>
              <w:t>58</w:t>
            </w:r>
            <w:r w:rsidRPr="00CF42EF">
              <w:t>,</w:t>
            </w:r>
            <w:r>
              <w:t>0</w:t>
            </w:r>
          </w:p>
          <w:p w:rsidR="00012D30" w:rsidRDefault="00012D30" w:rsidP="00615C1B">
            <w:pPr>
              <w:jc w:val="center"/>
            </w:pPr>
          </w:p>
          <w:p w:rsidR="00012D30" w:rsidRDefault="00012D30" w:rsidP="00615C1B">
            <w:pPr>
              <w:jc w:val="center"/>
            </w:pPr>
          </w:p>
          <w:p w:rsidR="00012D30" w:rsidRPr="00CF42EF" w:rsidRDefault="00012D30" w:rsidP="00615C1B">
            <w:pPr>
              <w:jc w:val="center"/>
            </w:pPr>
          </w:p>
        </w:tc>
        <w:tc>
          <w:tcPr>
            <w:tcW w:w="506" w:type="pct"/>
          </w:tcPr>
          <w:p w:rsidR="00012D30" w:rsidRDefault="00012D30" w:rsidP="00615C1B">
            <w:pPr>
              <w:jc w:val="center"/>
            </w:pPr>
            <w:r>
              <w:t>Россия</w:t>
            </w:r>
          </w:p>
          <w:p w:rsidR="00012D30" w:rsidRDefault="00012D30" w:rsidP="00615C1B">
            <w:pPr>
              <w:jc w:val="center"/>
            </w:pPr>
          </w:p>
          <w:p w:rsidR="00012D30" w:rsidRDefault="00012D30" w:rsidP="00615C1B">
            <w:pPr>
              <w:jc w:val="center"/>
            </w:pPr>
          </w:p>
          <w:p w:rsidR="00012D30" w:rsidRPr="00281112" w:rsidRDefault="00012D30" w:rsidP="00615C1B">
            <w:pPr>
              <w:jc w:val="center"/>
            </w:pPr>
          </w:p>
        </w:tc>
        <w:tc>
          <w:tcPr>
            <w:tcW w:w="777" w:type="pct"/>
            <w:vMerge w:val="restart"/>
          </w:tcPr>
          <w:p w:rsidR="00012D30" w:rsidRDefault="00012D30" w:rsidP="00615C1B">
            <w:pPr>
              <w:jc w:val="center"/>
            </w:pPr>
            <w:r w:rsidRPr="00CF42EF">
              <w:t>Автомобиль легковой</w:t>
            </w:r>
          </w:p>
          <w:p w:rsidR="00012D30" w:rsidRPr="002116B4" w:rsidRDefault="00012D30" w:rsidP="002116B4">
            <w:r>
              <w:t>Тойота</w:t>
            </w:r>
          </w:p>
        </w:tc>
      </w:tr>
      <w:tr w:rsidR="00012D30" w:rsidRPr="00281112" w:rsidTr="00615C1B">
        <w:trPr>
          <w:trHeight w:val="297"/>
        </w:trPr>
        <w:tc>
          <w:tcPr>
            <w:tcW w:w="839" w:type="pct"/>
            <w:vMerge/>
          </w:tcPr>
          <w:p w:rsidR="00012D30" w:rsidRDefault="00012D30" w:rsidP="008433E3"/>
        </w:tc>
        <w:tc>
          <w:tcPr>
            <w:tcW w:w="829" w:type="pct"/>
            <w:vMerge/>
          </w:tcPr>
          <w:p w:rsidR="00012D30" w:rsidRDefault="00012D30" w:rsidP="008433E3"/>
        </w:tc>
        <w:tc>
          <w:tcPr>
            <w:tcW w:w="780" w:type="pct"/>
            <w:vMerge/>
          </w:tcPr>
          <w:p w:rsidR="00012D30" w:rsidRDefault="00012D30" w:rsidP="008433E3"/>
        </w:tc>
        <w:tc>
          <w:tcPr>
            <w:tcW w:w="710" w:type="pct"/>
          </w:tcPr>
          <w:p w:rsidR="00012D30" w:rsidRPr="00322133" w:rsidRDefault="00012D30" w:rsidP="00615C1B">
            <w:pPr>
              <w:jc w:val="center"/>
            </w:pPr>
            <w:r>
              <w:t>Гараж</w:t>
            </w:r>
          </w:p>
        </w:tc>
        <w:tc>
          <w:tcPr>
            <w:tcW w:w="558" w:type="pct"/>
          </w:tcPr>
          <w:p w:rsidR="00012D30" w:rsidRDefault="00012D30" w:rsidP="00615C1B">
            <w:pPr>
              <w:jc w:val="center"/>
            </w:pPr>
            <w:r>
              <w:t>33</w:t>
            </w:r>
            <w:r w:rsidRPr="00CF42EF">
              <w:t>,</w:t>
            </w:r>
            <w:r>
              <w:t>4</w:t>
            </w:r>
          </w:p>
          <w:p w:rsidR="00012D30" w:rsidRDefault="00012D30" w:rsidP="00615C1B">
            <w:pPr>
              <w:jc w:val="center"/>
            </w:pPr>
          </w:p>
          <w:p w:rsidR="00012D30" w:rsidRDefault="00012D30" w:rsidP="00615C1B">
            <w:pPr>
              <w:jc w:val="center"/>
            </w:pPr>
          </w:p>
          <w:p w:rsidR="00012D30" w:rsidRPr="00CF42EF" w:rsidRDefault="00012D30" w:rsidP="00615C1B">
            <w:pPr>
              <w:jc w:val="center"/>
            </w:pPr>
          </w:p>
        </w:tc>
        <w:tc>
          <w:tcPr>
            <w:tcW w:w="506" w:type="pct"/>
          </w:tcPr>
          <w:p w:rsidR="00012D30" w:rsidRDefault="00012D30" w:rsidP="00615C1B">
            <w:pPr>
              <w:jc w:val="center"/>
            </w:pPr>
            <w:r>
              <w:t>Россия</w:t>
            </w:r>
          </w:p>
          <w:p w:rsidR="00012D30" w:rsidRDefault="00012D30" w:rsidP="00615C1B">
            <w:pPr>
              <w:jc w:val="center"/>
            </w:pPr>
          </w:p>
          <w:p w:rsidR="00012D30" w:rsidRDefault="00012D30" w:rsidP="00615C1B">
            <w:pPr>
              <w:jc w:val="center"/>
            </w:pPr>
          </w:p>
          <w:p w:rsidR="00012D30" w:rsidRPr="00281112" w:rsidRDefault="00012D30" w:rsidP="00615C1B">
            <w:pPr>
              <w:jc w:val="center"/>
            </w:pPr>
          </w:p>
        </w:tc>
        <w:tc>
          <w:tcPr>
            <w:tcW w:w="777" w:type="pct"/>
            <w:vMerge/>
          </w:tcPr>
          <w:p w:rsidR="00012D30" w:rsidRPr="00CF42EF" w:rsidRDefault="00012D30" w:rsidP="00615C1B">
            <w:pPr>
              <w:jc w:val="center"/>
            </w:pPr>
          </w:p>
        </w:tc>
      </w:tr>
      <w:tr w:rsidR="00012D30" w:rsidRPr="00281112" w:rsidTr="00615C1B">
        <w:trPr>
          <w:trHeight w:val="297"/>
        </w:trPr>
        <w:tc>
          <w:tcPr>
            <w:tcW w:w="839" w:type="pct"/>
            <w:vMerge/>
          </w:tcPr>
          <w:p w:rsidR="00012D30" w:rsidRDefault="00012D30" w:rsidP="008433E3"/>
        </w:tc>
        <w:tc>
          <w:tcPr>
            <w:tcW w:w="829" w:type="pct"/>
            <w:vMerge/>
          </w:tcPr>
          <w:p w:rsidR="00012D30" w:rsidRDefault="00012D30" w:rsidP="008433E3"/>
        </w:tc>
        <w:tc>
          <w:tcPr>
            <w:tcW w:w="780" w:type="pct"/>
            <w:vMerge/>
          </w:tcPr>
          <w:p w:rsidR="00012D30" w:rsidRDefault="00012D30" w:rsidP="008433E3"/>
        </w:tc>
        <w:tc>
          <w:tcPr>
            <w:tcW w:w="710" w:type="pct"/>
          </w:tcPr>
          <w:p w:rsidR="00012D30" w:rsidRDefault="00012D30" w:rsidP="00615C1B">
            <w:pPr>
              <w:jc w:val="center"/>
            </w:pPr>
            <w:r>
              <w:t xml:space="preserve">Земельный участок </w:t>
            </w:r>
          </w:p>
          <w:p w:rsidR="00012D30" w:rsidRDefault="00012D30" w:rsidP="00615C1B">
            <w:pPr>
              <w:jc w:val="center"/>
            </w:pPr>
          </w:p>
          <w:p w:rsidR="00012D30" w:rsidRPr="00322133" w:rsidRDefault="00012D30" w:rsidP="00615C1B">
            <w:pPr>
              <w:jc w:val="center"/>
            </w:pPr>
          </w:p>
        </w:tc>
        <w:tc>
          <w:tcPr>
            <w:tcW w:w="558" w:type="pct"/>
          </w:tcPr>
          <w:p w:rsidR="00012D30" w:rsidRDefault="00012D30" w:rsidP="00615C1B">
            <w:pPr>
              <w:jc w:val="center"/>
            </w:pPr>
            <w:r>
              <w:t>1500</w:t>
            </w:r>
          </w:p>
          <w:p w:rsidR="00012D30" w:rsidRDefault="00012D30" w:rsidP="00615C1B">
            <w:pPr>
              <w:jc w:val="center"/>
            </w:pPr>
          </w:p>
          <w:p w:rsidR="00012D30" w:rsidRDefault="00012D30" w:rsidP="00615C1B">
            <w:pPr>
              <w:jc w:val="center"/>
            </w:pPr>
          </w:p>
          <w:p w:rsidR="00012D30" w:rsidRPr="00CF42EF" w:rsidRDefault="00012D30" w:rsidP="00615C1B">
            <w:pPr>
              <w:jc w:val="center"/>
            </w:pPr>
          </w:p>
        </w:tc>
        <w:tc>
          <w:tcPr>
            <w:tcW w:w="506" w:type="pct"/>
          </w:tcPr>
          <w:p w:rsidR="00012D30" w:rsidRDefault="00012D30" w:rsidP="00615C1B">
            <w:pPr>
              <w:jc w:val="center"/>
            </w:pPr>
            <w:r>
              <w:t>Россия</w:t>
            </w:r>
          </w:p>
          <w:p w:rsidR="00012D30" w:rsidRDefault="00012D30" w:rsidP="00224E47"/>
          <w:p w:rsidR="00012D30" w:rsidRPr="00281112" w:rsidRDefault="00012D30" w:rsidP="00615C1B">
            <w:pPr>
              <w:jc w:val="center"/>
            </w:pPr>
          </w:p>
        </w:tc>
        <w:tc>
          <w:tcPr>
            <w:tcW w:w="777" w:type="pct"/>
            <w:vMerge/>
          </w:tcPr>
          <w:p w:rsidR="00012D30" w:rsidRPr="00CF42EF" w:rsidRDefault="00012D30" w:rsidP="00615C1B">
            <w:pPr>
              <w:jc w:val="center"/>
            </w:pPr>
          </w:p>
        </w:tc>
      </w:tr>
      <w:tr w:rsidR="00012D30" w:rsidRPr="00281112" w:rsidTr="00615C1B">
        <w:trPr>
          <w:trHeight w:val="297"/>
        </w:trPr>
        <w:tc>
          <w:tcPr>
            <w:tcW w:w="839" w:type="pct"/>
          </w:tcPr>
          <w:p w:rsidR="00012D30" w:rsidRDefault="00012D30" w:rsidP="008433E3">
            <w:r>
              <w:t>супруга</w:t>
            </w:r>
          </w:p>
        </w:tc>
        <w:tc>
          <w:tcPr>
            <w:tcW w:w="829" w:type="pct"/>
          </w:tcPr>
          <w:p w:rsidR="00012D30" w:rsidRDefault="00012D30" w:rsidP="008433E3"/>
        </w:tc>
        <w:tc>
          <w:tcPr>
            <w:tcW w:w="780" w:type="pct"/>
          </w:tcPr>
          <w:p w:rsidR="00012D30" w:rsidRDefault="00012D30" w:rsidP="005D7AA4">
            <w:r>
              <w:t>326 118,35</w:t>
            </w:r>
          </w:p>
          <w:p w:rsidR="00012D30" w:rsidRDefault="00012D30" w:rsidP="005D7AA4"/>
          <w:p w:rsidR="00012D30" w:rsidRDefault="00012D30" w:rsidP="005D7AA4"/>
          <w:p w:rsidR="00012D30" w:rsidRDefault="00012D30" w:rsidP="005D7AA4"/>
        </w:tc>
        <w:tc>
          <w:tcPr>
            <w:tcW w:w="710" w:type="pct"/>
          </w:tcPr>
          <w:p w:rsidR="00012D30" w:rsidRDefault="00012D30" w:rsidP="00615C1B">
            <w:pPr>
              <w:jc w:val="center"/>
            </w:pPr>
            <w:r>
              <w:t>К</w:t>
            </w:r>
            <w:r w:rsidRPr="00322133">
              <w:t>вартира</w:t>
            </w:r>
          </w:p>
          <w:p w:rsidR="00012D30" w:rsidRDefault="00012D30" w:rsidP="00615C1B">
            <w:pPr>
              <w:jc w:val="center"/>
            </w:pPr>
          </w:p>
          <w:p w:rsidR="00012D30" w:rsidRDefault="00012D30" w:rsidP="00615C1B">
            <w:pPr>
              <w:jc w:val="center"/>
            </w:pPr>
          </w:p>
          <w:p w:rsidR="00012D30" w:rsidRPr="00322133" w:rsidRDefault="00012D30" w:rsidP="00615C1B">
            <w:pPr>
              <w:jc w:val="center"/>
            </w:pPr>
          </w:p>
        </w:tc>
        <w:tc>
          <w:tcPr>
            <w:tcW w:w="558" w:type="pct"/>
          </w:tcPr>
          <w:p w:rsidR="00012D30" w:rsidRDefault="00012D30" w:rsidP="00615C1B">
            <w:pPr>
              <w:jc w:val="center"/>
            </w:pPr>
            <w:r>
              <w:t>33</w:t>
            </w:r>
            <w:r w:rsidRPr="00CF42EF">
              <w:t>,</w:t>
            </w:r>
            <w:r>
              <w:t>3</w:t>
            </w:r>
          </w:p>
          <w:p w:rsidR="00012D30" w:rsidRDefault="00012D30" w:rsidP="00615C1B">
            <w:pPr>
              <w:jc w:val="center"/>
            </w:pPr>
          </w:p>
          <w:p w:rsidR="00012D30" w:rsidRDefault="00012D30" w:rsidP="00615C1B">
            <w:pPr>
              <w:jc w:val="center"/>
            </w:pPr>
          </w:p>
          <w:p w:rsidR="00012D30" w:rsidRPr="00CF42EF" w:rsidRDefault="00012D30" w:rsidP="00615C1B">
            <w:pPr>
              <w:jc w:val="center"/>
            </w:pPr>
          </w:p>
        </w:tc>
        <w:tc>
          <w:tcPr>
            <w:tcW w:w="506" w:type="pct"/>
          </w:tcPr>
          <w:p w:rsidR="00012D30" w:rsidRDefault="00012D30" w:rsidP="00615C1B">
            <w:pPr>
              <w:jc w:val="center"/>
            </w:pPr>
            <w:r>
              <w:t>Россия</w:t>
            </w:r>
          </w:p>
          <w:p w:rsidR="00012D30" w:rsidRDefault="00012D30" w:rsidP="00615C1B">
            <w:pPr>
              <w:jc w:val="center"/>
            </w:pPr>
          </w:p>
          <w:p w:rsidR="00012D30" w:rsidRDefault="00012D30" w:rsidP="00615C1B">
            <w:pPr>
              <w:jc w:val="center"/>
            </w:pPr>
          </w:p>
          <w:p w:rsidR="00012D30" w:rsidRPr="00281112" w:rsidRDefault="00012D30" w:rsidP="00615C1B">
            <w:pPr>
              <w:jc w:val="center"/>
            </w:pPr>
          </w:p>
        </w:tc>
        <w:tc>
          <w:tcPr>
            <w:tcW w:w="777" w:type="pct"/>
          </w:tcPr>
          <w:p w:rsidR="00012D30" w:rsidRDefault="00012D30" w:rsidP="005D7AA4">
            <w:r>
              <w:t>-</w:t>
            </w:r>
          </w:p>
          <w:p w:rsidR="00012D30" w:rsidRDefault="00012D30" w:rsidP="005D7AA4"/>
          <w:p w:rsidR="00012D30" w:rsidRDefault="00012D30" w:rsidP="005D7AA4"/>
          <w:p w:rsidR="00012D30" w:rsidRDefault="00012D30" w:rsidP="005D7AA4"/>
        </w:tc>
      </w:tr>
      <w:tr w:rsidR="00012D30" w:rsidRPr="00281112" w:rsidTr="00615C1B">
        <w:trPr>
          <w:trHeight w:val="297"/>
        </w:trPr>
        <w:tc>
          <w:tcPr>
            <w:tcW w:w="839" w:type="pct"/>
          </w:tcPr>
          <w:p w:rsidR="00012D30" w:rsidRDefault="00012D30" w:rsidP="008433E3">
            <w:r>
              <w:t>дочь</w:t>
            </w:r>
          </w:p>
        </w:tc>
        <w:tc>
          <w:tcPr>
            <w:tcW w:w="829" w:type="pct"/>
          </w:tcPr>
          <w:p w:rsidR="00012D30" w:rsidRDefault="00012D30" w:rsidP="008433E3">
            <w:r>
              <w:t>-</w:t>
            </w:r>
          </w:p>
        </w:tc>
        <w:tc>
          <w:tcPr>
            <w:tcW w:w="780" w:type="pct"/>
          </w:tcPr>
          <w:p w:rsidR="00012D30" w:rsidRDefault="00012D30" w:rsidP="008433E3">
            <w:r>
              <w:t>-</w:t>
            </w:r>
          </w:p>
        </w:tc>
        <w:tc>
          <w:tcPr>
            <w:tcW w:w="710" w:type="pct"/>
          </w:tcPr>
          <w:p w:rsidR="00012D30" w:rsidRDefault="00012D30" w:rsidP="00615C1B">
            <w:pPr>
              <w:jc w:val="center"/>
            </w:pPr>
            <w:r>
              <w:t>-</w:t>
            </w:r>
          </w:p>
        </w:tc>
        <w:tc>
          <w:tcPr>
            <w:tcW w:w="558" w:type="pct"/>
          </w:tcPr>
          <w:p w:rsidR="00012D30" w:rsidRDefault="00012D30" w:rsidP="00615C1B">
            <w:pPr>
              <w:jc w:val="center"/>
            </w:pPr>
            <w:r>
              <w:t>-</w:t>
            </w:r>
          </w:p>
        </w:tc>
        <w:tc>
          <w:tcPr>
            <w:tcW w:w="506" w:type="pct"/>
          </w:tcPr>
          <w:p w:rsidR="00012D30" w:rsidRDefault="00012D30" w:rsidP="00615C1B">
            <w:pPr>
              <w:jc w:val="center"/>
            </w:pPr>
            <w:r>
              <w:t>-</w:t>
            </w:r>
          </w:p>
        </w:tc>
        <w:tc>
          <w:tcPr>
            <w:tcW w:w="777" w:type="pct"/>
          </w:tcPr>
          <w:p w:rsidR="00012D30" w:rsidRPr="00CF42EF" w:rsidRDefault="00012D30" w:rsidP="00615C1B">
            <w:pPr>
              <w:jc w:val="center"/>
            </w:pPr>
            <w:r>
              <w:t>-</w:t>
            </w:r>
          </w:p>
        </w:tc>
      </w:tr>
    </w:tbl>
    <w:p w:rsidR="00012D30" w:rsidRPr="00281112" w:rsidRDefault="00012D30" w:rsidP="00C0423F"/>
    <w:p w:rsidR="00012D30" w:rsidRDefault="00012D30" w:rsidP="001428BB">
      <w:pPr>
        <w:pStyle w:val="Header"/>
        <w:rPr>
          <w:sz w:val="28"/>
          <w:szCs w:val="28"/>
        </w:rPr>
      </w:pPr>
    </w:p>
    <w:sectPr w:rsidR="00012D30" w:rsidSect="000F66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0B0"/>
    <w:multiLevelType w:val="multilevel"/>
    <w:tmpl w:val="81726082"/>
    <w:lvl w:ilvl="0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200"/>
        </w:tabs>
        <w:ind w:left="120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1800"/>
      </w:pPr>
      <w:rPr>
        <w:rFonts w:cs="Times New Roman" w:hint="default"/>
      </w:rPr>
    </w:lvl>
  </w:abstractNum>
  <w:abstractNum w:abstractNumId="1">
    <w:nsid w:val="02BA391B"/>
    <w:multiLevelType w:val="hybridMultilevel"/>
    <w:tmpl w:val="08981BCE"/>
    <w:lvl w:ilvl="0" w:tplc="65EC6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6D703B"/>
    <w:multiLevelType w:val="hybridMultilevel"/>
    <w:tmpl w:val="0CB4BD48"/>
    <w:lvl w:ilvl="0" w:tplc="52BEAB3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F23577A"/>
    <w:multiLevelType w:val="hybridMultilevel"/>
    <w:tmpl w:val="4C6C58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3A60306"/>
    <w:multiLevelType w:val="hybridMultilevel"/>
    <w:tmpl w:val="47BEB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F7831"/>
    <w:multiLevelType w:val="hybridMultilevel"/>
    <w:tmpl w:val="FB3E325E"/>
    <w:lvl w:ilvl="0" w:tplc="824E63E0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6">
    <w:nsid w:val="1E4E48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21B2B18"/>
    <w:multiLevelType w:val="multilevel"/>
    <w:tmpl w:val="E70E8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0E11E3"/>
    <w:multiLevelType w:val="hybridMultilevel"/>
    <w:tmpl w:val="E384C3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535923"/>
    <w:multiLevelType w:val="singleLevel"/>
    <w:tmpl w:val="BD643C50"/>
    <w:lvl w:ilvl="0">
      <w:start w:val="1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DF1254A"/>
    <w:multiLevelType w:val="multilevel"/>
    <w:tmpl w:val="85A230AE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tabs>
          <w:tab w:val="num" w:pos="1560"/>
        </w:tabs>
        <w:ind w:left="156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>
    <w:nsid w:val="32360F05"/>
    <w:multiLevelType w:val="multilevel"/>
    <w:tmpl w:val="32AC5DB0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975"/>
        </w:tabs>
        <w:ind w:left="975" w:hanging="64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2">
    <w:nsid w:val="3AEF2DC1"/>
    <w:multiLevelType w:val="multilevel"/>
    <w:tmpl w:val="08E44F22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8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380"/>
        </w:tabs>
        <w:ind w:left="13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cs="Times New Roman" w:hint="default"/>
      </w:rPr>
    </w:lvl>
  </w:abstractNum>
  <w:abstractNum w:abstractNumId="13">
    <w:nsid w:val="3BAC6EE7"/>
    <w:multiLevelType w:val="multilevel"/>
    <w:tmpl w:val="E83AB49A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50"/>
        </w:tabs>
        <w:ind w:left="1050" w:hanging="6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>
    <w:nsid w:val="3D5F1F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461D11BF"/>
    <w:multiLevelType w:val="hybridMultilevel"/>
    <w:tmpl w:val="1890B14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6702F7"/>
    <w:multiLevelType w:val="singleLevel"/>
    <w:tmpl w:val="B8A65330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FDA6805"/>
    <w:multiLevelType w:val="hybridMultilevel"/>
    <w:tmpl w:val="981A9F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FE113D1"/>
    <w:multiLevelType w:val="multilevel"/>
    <w:tmpl w:val="E17E50AE"/>
    <w:lvl w:ilvl="0">
      <w:start w:val="5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50"/>
        </w:tabs>
        <w:ind w:left="850" w:hanging="5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cs="Times New Roman" w:hint="default"/>
      </w:rPr>
    </w:lvl>
  </w:abstractNum>
  <w:abstractNum w:abstractNumId="19">
    <w:nsid w:val="623A1C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625F249B"/>
    <w:multiLevelType w:val="multilevel"/>
    <w:tmpl w:val="6ACC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67447690"/>
    <w:multiLevelType w:val="hybridMultilevel"/>
    <w:tmpl w:val="B05C3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C8F03C0"/>
    <w:multiLevelType w:val="hybridMultilevel"/>
    <w:tmpl w:val="704A32DE"/>
    <w:lvl w:ilvl="0" w:tplc="EA6A8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D5A73DD"/>
    <w:multiLevelType w:val="singleLevel"/>
    <w:tmpl w:val="625E0BC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775140FE"/>
    <w:multiLevelType w:val="hybridMultilevel"/>
    <w:tmpl w:val="2F869CC0"/>
    <w:lvl w:ilvl="0" w:tplc="FFFFFFFF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136EF0"/>
    <w:multiLevelType w:val="hybridMultilevel"/>
    <w:tmpl w:val="97622E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23"/>
  </w:num>
  <w:num w:numId="4">
    <w:abstractNumId w:val="16"/>
  </w:num>
  <w:num w:numId="5">
    <w:abstractNumId w:val="9"/>
  </w:num>
  <w:num w:numId="6">
    <w:abstractNumId w:val="6"/>
  </w:num>
  <w:num w:numId="7">
    <w:abstractNumId w:val="14"/>
  </w:num>
  <w:num w:numId="8">
    <w:abstractNumId w:val="13"/>
  </w:num>
  <w:num w:numId="9">
    <w:abstractNumId w:val="11"/>
  </w:num>
  <w:num w:numId="10">
    <w:abstractNumId w:val="18"/>
  </w:num>
  <w:num w:numId="11">
    <w:abstractNumId w:val="12"/>
  </w:num>
  <w:num w:numId="12">
    <w:abstractNumId w:val="10"/>
  </w:num>
  <w:num w:numId="13">
    <w:abstractNumId w:val="0"/>
  </w:num>
  <w:num w:numId="14">
    <w:abstractNumId w:val="20"/>
  </w:num>
  <w:num w:numId="15">
    <w:abstractNumId w:val="7"/>
  </w:num>
  <w:num w:numId="16">
    <w:abstractNumId w:val="19"/>
  </w:num>
  <w:num w:numId="17">
    <w:abstractNumId w:val="25"/>
  </w:num>
  <w:num w:numId="18">
    <w:abstractNumId w:val="17"/>
  </w:num>
  <w:num w:numId="19">
    <w:abstractNumId w:val="3"/>
  </w:num>
  <w:num w:numId="20">
    <w:abstractNumId w:val="4"/>
  </w:num>
  <w:num w:numId="21">
    <w:abstractNumId w:val="22"/>
  </w:num>
  <w:num w:numId="22">
    <w:abstractNumId w:val="5"/>
  </w:num>
  <w:num w:numId="23">
    <w:abstractNumId w:val="2"/>
  </w:num>
  <w:num w:numId="24">
    <w:abstractNumId w:val="21"/>
  </w:num>
  <w:num w:numId="25">
    <w:abstractNumId w:val="8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129"/>
    <w:rsid w:val="0000425F"/>
    <w:rsid w:val="00012D30"/>
    <w:rsid w:val="00027167"/>
    <w:rsid w:val="00035650"/>
    <w:rsid w:val="00037927"/>
    <w:rsid w:val="000463B1"/>
    <w:rsid w:val="00060516"/>
    <w:rsid w:val="000612C6"/>
    <w:rsid w:val="00064587"/>
    <w:rsid w:val="0007140C"/>
    <w:rsid w:val="000802B3"/>
    <w:rsid w:val="000835CD"/>
    <w:rsid w:val="00085BCA"/>
    <w:rsid w:val="00091036"/>
    <w:rsid w:val="0009600D"/>
    <w:rsid w:val="00097BC3"/>
    <w:rsid w:val="000A0266"/>
    <w:rsid w:val="000B4396"/>
    <w:rsid w:val="000C46B2"/>
    <w:rsid w:val="000C4EE6"/>
    <w:rsid w:val="000C7068"/>
    <w:rsid w:val="000D06C0"/>
    <w:rsid w:val="000D55E1"/>
    <w:rsid w:val="000D7712"/>
    <w:rsid w:val="000D7D74"/>
    <w:rsid w:val="000E3A0E"/>
    <w:rsid w:val="000E6113"/>
    <w:rsid w:val="000E6C34"/>
    <w:rsid w:val="000F21AC"/>
    <w:rsid w:val="000F66D1"/>
    <w:rsid w:val="00105823"/>
    <w:rsid w:val="00111328"/>
    <w:rsid w:val="00114E21"/>
    <w:rsid w:val="001209B6"/>
    <w:rsid w:val="00127D07"/>
    <w:rsid w:val="00134734"/>
    <w:rsid w:val="00140E2B"/>
    <w:rsid w:val="001428BB"/>
    <w:rsid w:val="001429B7"/>
    <w:rsid w:val="001578D5"/>
    <w:rsid w:val="00174BA2"/>
    <w:rsid w:val="00191AE7"/>
    <w:rsid w:val="00195A09"/>
    <w:rsid w:val="001A30F6"/>
    <w:rsid w:val="001B1426"/>
    <w:rsid w:val="001B2F99"/>
    <w:rsid w:val="001B403A"/>
    <w:rsid w:val="001D00AE"/>
    <w:rsid w:val="001D5B24"/>
    <w:rsid w:val="001D72A9"/>
    <w:rsid w:val="001E66A7"/>
    <w:rsid w:val="001F04A4"/>
    <w:rsid w:val="002116B4"/>
    <w:rsid w:val="00211B4F"/>
    <w:rsid w:val="00224E47"/>
    <w:rsid w:val="0023370F"/>
    <w:rsid w:val="002379A8"/>
    <w:rsid w:val="00243399"/>
    <w:rsid w:val="002475E7"/>
    <w:rsid w:val="002536B8"/>
    <w:rsid w:val="00255A24"/>
    <w:rsid w:val="00260664"/>
    <w:rsid w:val="00260FDF"/>
    <w:rsid w:val="0026751A"/>
    <w:rsid w:val="00272A19"/>
    <w:rsid w:val="0027316A"/>
    <w:rsid w:val="0027575A"/>
    <w:rsid w:val="00281112"/>
    <w:rsid w:val="002868BC"/>
    <w:rsid w:val="00291AB7"/>
    <w:rsid w:val="002A0191"/>
    <w:rsid w:val="002C4929"/>
    <w:rsid w:val="002D2122"/>
    <w:rsid w:val="002D44B2"/>
    <w:rsid w:val="002D4C7C"/>
    <w:rsid w:val="002D6833"/>
    <w:rsid w:val="002D7352"/>
    <w:rsid w:val="002F0360"/>
    <w:rsid w:val="002F308F"/>
    <w:rsid w:val="00307262"/>
    <w:rsid w:val="00315490"/>
    <w:rsid w:val="00322133"/>
    <w:rsid w:val="0033455C"/>
    <w:rsid w:val="00343FEB"/>
    <w:rsid w:val="003458BA"/>
    <w:rsid w:val="0035432A"/>
    <w:rsid w:val="00354957"/>
    <w:rsid w:val="003568A5"/>
    <w:rsid w:val="00376AE7"/>
    <w:rsid w:val="00394C76"/>
    <w:rsid w:val="003A488B"/>
    <w:rsid w:val="003A7FBB"/>
    <w:rsid w:val="003B59A7"/>
    <w:rsid w:val="003D319E"/>
    <w:rsid w:val="003F13B8"/>
    <w:rsid w:val="00402323"/>
    <w:rsid w:val="00404CA6"/>
    <w:rsid w:val="00405256"/>
    <w:rsid w:val="00422B24"/>
    <w:rsid w:val="00423B33"/>
    <w:rsid w:val="00436020"/>
    <w:rsid w:val="004475A8"/>
    <w:rsid w:val="00453E3B"/>
    <w:rsid w:val="0047256C"/>
    <w:rsid w:val="00480A02"/>
    <w:rsid w:val="004A082F"/>
    <w:rsid w:val="004A49D0"/>
    <w:rsid w:val="004B4F5F"/>
    <w:rsid w:val="004C1FF5"/>
    <w:rsid w:val="004C3DC8"/>
    <w:rsid w:val="004D70FF"/>
    <w:rsid w:val="004E514B"/>
    <w:rsid w:val="004E5F06"/>
    <w:rsid w:val="005036BF"/>
    <w:rsid w:val="00507BE6"/>
    <w:rsid w:val="00522FFC"/>
    <w:rsid w:val="005307DB"/>
    <w:rsid w:val="00537988"/>
    <w:rsid w:val="00564A1C"/>
    <w:rsid w:val="005677AC"/>
    <w:rsid w:val="005747DA"/>
    <w:rsid w:val="00581105"/>
    <w:rsid w:val="00590CAD"/>
    <w:rsid w:val="0059227A"/>
    <w:rsid w:val="00593187"/>
    <w:rsid w:val="00595813"/>
    <w:rsid w:val="005A3891"/>
    <w:rsid w:val="005B5D5A"/>
    <w:rsid w:val="005B67E7"/>
    <w:rsid w:val="005C4E3A"/>
    <w:rsid w:val="005C51A3"/>
    <w:rsid w:val="005C6B4A"/>
    <w:rsid w:val="005D7AA4"/>
    <w:rsid w:val="005E2FC3"/>
    <w:rsid w:val="005E3764"/>
    <w:rsid w:val="005E7370"/>
    <w:rsid w:val="005F01E2"/>
    <w:rsid w:val="005F5EBD"/>
    <w:rsid w:val="005F760D"/>
    <w:rsid w:val="006009A4"/>
    <w:rsid w:val="0060103F"/>
    <w:rsid w:val="00605C33"/>
    <w:rsid w:val="00605E3E"/>
    <w:rsid w:val="00610669"/>
    <w:rsid w:val="00615C1B"/>
    <w:rsid w:val="00623685"/>
    <w:rsid w:val="00625FF6"/>
    <w:rsid w:val="00632BD3"/>
    <w:rsid w:val="006330B7"/>
    <w:rsid w:val="00634EA9"/>
    <w:rsid w:val="00647D8A"/>
    <w:rsid w:val="00652993"/>
    <w:rsid w:val="006559F7"/>
    <w:rsid w:val="00657CE6"/>
    <w:rsid w:val="00663723"/>
    <w:rsid w:val="00663D01"/>
    <w:rsid w:val="0066476C"/>
    <w:rsid w:val="00670309"/>
    <w:rsid w:val="00680CBD"/>
    <w:rsid w:val="00680E67"/>
    <w:rsid w:val="00685F3D"/>
    <w:rsid w:val="006A00C8"/>
    <w:rsid w:val="006A43D8"/>
    <w:rsid w:val="006E6C62"/>
    <w:rsid w:val="006E720A"/>
    <w:rsid w:val="006F18A9"/>
    <w:rsid w:val="006F7CB7"/>
    <w:rsid w:val="007068A6"/>
    <w:rsid w:val="007150CD"/>
    <w:rsid w:val="00723B1C"/>
    <w:rsid w:val="007250DC"/>
    <w:rsid w:val="00740E4C"/>
    <w:rsid w:val="007414EF"/>
    <w:rsid w:val="007667D2"/>
    <w:rsid w:val="00773B40"/>
    <w:rsid w:val="00776225"/>
    <w:rsid w:val="00783436"/>
    <w:rsid w:val="007A15C3"/>
    <w:rsid w:val="007C0BFB"/>
    <w:rsid w:val="007C0C15"/>
    <w:rsid w:val="007C6783"/>
    <w:rsid w:val="007D29CD"/>
    <w:rsid w:val="007D4B1B"/>
    <w:rsid w:val="007D71DF"/>
    <w:rsid w:val="007E0495"/>
    <w:rsid w:val="007E2055"/>
    <w:rsid w:val="007F2409"/>
    <w:rsid w:val="007F3411"/>
    <w:rsid w:val="0080046E"/>
    <w:rsid w:val="008004B3"/>
    <w:rsid w:val="00801BD8"/>
    <w:rsid w:val="008063E9"/>
    <w:rsid w:val="00806974"/>
    <w:rsid w:val="00814073"/>
    <w:rsid w:val="008219A0"/>
    <w:rsid w:val="008237E6"/>
    <w:rsid w:val="008433E3"/>
    <w:rsid w:val="00851B05"/>
    <w:rsid w:val="00852DFE"/>
    <w:rsid w:val="008559B3"/>
    <w:rsid w:val="00865733"/>
    <w:rsid w:val="008942AB"/>
    <w:rsid w:val="008A77F2"/>
    <w:rsid w:val="008B0C9E"/>
    <w:rsid w:val="008B3059"/>
    <w:rsid w:val="008C3688"/>
    <w:rsid w:val="008F171B"/>
    <w:rsid w:val="008F3C81"/>
    <w:rsid w:val="009049F0"/>
    <w:rsid w:val="0090763B"/>
    <w:rsid w:val="00913793"/>
    <w:rsid w:val="00921137"/>
    <w:rsid w:val="00921FCB"/>
    <w:rsid w:val="009344D7"/>
    <w:rsid w:val="00935402"/>
    <w:rsid w:val="009422AD"/>
    <w:rsid w:val="00946B74"/>
    <w:rsid w:val="00951AB9"/>
    <w:rsid w:val="00952060"/>
    <w:rsid w:val="009678A7"/>
    <w:rsid w:val="009769FC"/>
    <w:rsid w:val="00982758"/>
    <w:rsid w:val="009B54A5"/>
    <w:rsid w:val="009C074D"/>
    <w:rsid w:val="009C5EAF"/>
    <w:rsid w:val="009C75EC"/>
    <w:rsid w:val="009D043C"/>
    <w:rsid w:val="009D7B4E"/>
    <w:rsid w:val="009E426F"/>
    <w:rsid w:val="009F3BB4"/>
    <w:rsid w:val="009F744B"/>
    <w:rsid w:val="00A07309"/>
    <w:rsid w:val="00A14138"/>
    <w:rsid w:val="00A221E7"/>
    <w:rsid w:val="00A245A7"/>
    <w:rsid w:val="00A24A39"/>
    <w:rsid w:val="00A377D5"/>
    <w:rsid w:val="00A50E18"/>
    <w:rsid w:val="00A60286"/>
    <w:rsid w:val="00A60D0C"/>
    <w:rsid w:val="00A74D3E"/>
    <w:rsid w:val="00A828EC"/>
    <w:rsid w:val="00A8673B"/>
    <w:rsid w:val="00A86BD3"/>
    <w:rsid w:val="00A95E98"/>
    <w:rsid w:val="00AC6B29"/>
    <w:rsid w:val="00AD33E4"/>
    <w:rsid w:val="00AD3CF8"/>
    <w:rsid w:val="00AD5A5E"/>
    <w:rsid w:val="00AE020F"/>
    <w:rsid w:val="00AF5510"/>
    <w:rsid w:val="00B070E0"/>
    <w:rsid w:val="00B12DC4"/>
    <w:rsid w:val="00B17900"/>
    <w:rsid w:val="00B24ABA"/>
    <w:rsid w:val="00B25244"/>
    <w:rsid w:val="00B300EE"/>
    <w:rsid w:val="00B35104"/>
    <w:rsid w:val="00B3695C"/>
    <w:rsid w:val="00B467C3"/>
    <w:rsid w:val="00B603BC"/>
    <w:rsid w:val="00B7772F"/>
    <w:rsid w:val="00B92043"/>
    <w:rsid w:val="00B96ACF"/>
    <w:rsid w:val="00BB0459"/>
    <w:rsid w:val="00BB77C5"/>
    <w:rsid w:val="00BF1080"/>
    <w:rsid w:val="00BF3E28"/>
    <w:rsid w:val="00C0423F"/>
    <w:rsid w:val="00C24F5B"/>
    <w:rsid w:val="00C27CB9"/>
    <w:rsid w:val="00C32111"/>
    <w:rsid w:val="00C4016E"/>
    <w:rsid w:val="00C41317"/>
    <w:rsid w:val="00C435C8"/>
    <w:rsid w:val="00C44168"/>
    <w:rsid w:val="00C44C07"/>
    <w:rsid w:val="00C46B1E"/>
    <w:rsid w:val="00C543E9"/>
    <w:rsid w:val="00C60B58"/>
    <w:rsid w:val="00C70078"/>
    <w:rsid w:val="00C712EA"/>
    <w:rsid w:val="00C72B06"/>
    <w:rsid w:val="00C72DDF"/>
    <w:rsid w:val="00C74FBF"/>
    <w:rsid w:val="00C76655"/>
    <w:rsid w:val="00C8034C"/>
    <w:rsid w:val="00C8090F"/>
    <w:rsid w:val="00C8408E"/>
    <w:rsid w:val="00C86F30"/>
    <w:rsid w:val="00C9531D"/>
    <w:rsid w:val="00CA5681"/>
    <w:rsid w:val="00CD1E3D"/>
    <w:rsid w:val="00CD546F"/>
    <w:rsid w:val="00CE1D0C"/>
    <w:rsid w:val="00CF23F4"/>
    <w:rsid w:val="00CF42EF"/>
    <w:rsid w:val="00D025BE"/>
    <w:rsid w:val="00D15811"/>
    <w:rsid w:val="00D16D02"/>
    <w:rsid w:val="00D20576"/>
    <w:rsid w:val="00D21AD8"/>
    <w:rsid w:val="00D2302B"/>
    <w:rsid w:val="00D40369"/>
    <w:rsid w:val="00D41603"/>
    <w:rsid w:val="00D4313B"/>
    <w:rsid w:val="00D54699"/>
    <w:rsid w:val="00D77234"/>
    <w:rsid w:val="00D77521"/>
    <w:rsid w:val="00DA4428"/>
    <w:rsid w:val="00DA6336"/>
    <w:rsid w:val="00DB2B39"/>
    <w:rsid w:val="00DB52FB"/>
    <w:rsid w:val="00DB7F9F"/>
    <w:rsid w:val="00DC0A36"/>
    <w:rsid w:val="00DC3372"/>
    <w:rsid w:val="00DD11B9"/>
    <w:rsid w:val="00DF2418"/>
    <w:rsid w:val="00E23717"/>
    <w:rsid w:val="00E24063"/>
    <w:rsid w:val="00E41FCE"/>
    <w:rsid w:val="00E424B8"/>
    <w:rsid w:val="00E72660"/>
    <w:rsid w:val="00E91BEF"/>
    <w:rsid w:val="00E967F3"/>
    <w:rsid w:val="00ED6257"/>
    <w:rsid w:val="00EE789F"/>
    <w:rsid w:val="00EF439C"/>
    <w:rsid w:val="00F041FC"/>
    <w:rsid w:val="00F12220"/>
    <w:rsid w:val="00F21DA4"/>
    <w:rsid w:val="00F2229F"/>
    <w:rsid w:val="00F36768"/>
    <w:rsid w:val="00F36EB7"/>
    <w:rsid w:val="00F41011"/>
    <w:rsid w:val="00F47BEA"/>
    <w:rsid w:val="00F57233"/>
    <w:rsid w:val="00F6392F"/>
    <w:rsid w:val="00F71152"/>
    <w:rsid w:val="00F84B8A"/>
    <w:rsid w:val="00F90BFE"/>
    <w:rsid w:val="00FA36A7"/>
    <w:rsid w:val="00FA42EF"/>
    <w:rsid w:val="00FA5CF1"/>
    <w:rsid w:val="00FB0397"/>
    <w:rsid w:val="00FB088C"/>
    <w:rsid w:val="00FB3264"/>
    <w:rsid w:val="00FB3331"/>
    <w:rsid w:val="00FB45EC"/>
    <w:rsid w:val="00FB610D"/>
    <w:rsid w:val="00FC45F1"/>
    <w:rsid w:val="00FC4FDC"/>
    <w:rsid w:val="00FE2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12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2129"/>
    <w:pPr>
      <w:keepNext/>
      <w:jc w:val="right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01B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1BD8"/>
    <w:pPr>
      <w:keepNext/>
      <w:jc w:val="right"/>
      <w:outlineLvl w:val="2"/>
    </w:pPr>
    <w:rPr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1BD8"/>
    <w:pPr>
      <w:keepNext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01BD8"/>
    <w:pPr>
      <w:keepNext/>
      <w:outlineLvl w:val="4"/>
    </w:pPr>
    <w:rPr>
      <w:b/>
      <w:sz w:val="26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E2129"/>
    <w:pPr>
      <w:keepNext/>
      <w:jc w:val="both"/>
      <w:outlineLvl w:val="7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2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28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28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728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728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7289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E2129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17289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E2129"/>
    <w:pPr>
      <w:tabs>
        <w:tab w:val="left" w:pos="0"/>
      </w:tabs>
      <w:ind w:right="191"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17289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FE2129"/>
    <w:pPr>
      <w:ind w:left="720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17289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FE2129"/>
    <w:pPr>
      <w:tabs>
        <w:tab w:val="left" w:pos="0"/>
        <w:tab w:val="left" w:pos="4320"/>
        <w:tab w:val="left" w:pos="8640"/>
      </w:tabs>
      <w:jc w:val="both"/>
    </w:pPr>
    <w:rPr>
      <w:b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17289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801BD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55E1"/>
    <w:rPr>
      <w:sz w:val="24"/>
    </w:rPr>
  </w:style>
  <w:style w:type="character" w:styleId="PageNumber">
    <w:name w:val="page number"/>
    <w:basedOn w:val="DefaultParagraphFont"/>
    <w:uiPriority w:val="99"/>
    <w:rsid w:val="00801BD8"/>
    <w:rPr>
      <w:rFonts w:cs="Times New Roman"/>
    </w:rPr>
  </w:style>
  <w:style w:type="paragraph" w:customStyle="1" w:styleId="ConsNormal">
    <w:name w:val="ConsNormal"/>
    <w:uiPriority w:val="99"/>
    <w:rsid w:val="00801BD8"/>
    <w:pPr>
      <w:widowControl w:val="0"/>
      <w:ind w:right="19772"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uiPriority w:val="99"/>
    <w:rsid w:val="00801BD8"/>
    <w:pPr>
      <w:widowControl w:val="0"/>
      <w:ind w:right="19772"/>
    </w:pPr>
    <w:rPr>
      <w:rFonts w:ascii="Courier New" w:hAnsi="Courier New"/>
      <w:sz w:val="20"/>
      <w:szCs w:val="20"/>
    </w:rPr>
  </w:style>
  <w:style w:type="paragraph" w:styleId="List">
    <w:name w:val="List"/>
    <w:basedOn w:val="Normal"/>
    <w:uiPriority w:val="99"/>
    <w:rsid w:val="00D16D02"/>
    <w:pPr>
      <w:widowControl w:val="0"/>
      <w:ind w:left="283" w:hanging="283"/>
    </w:pPr>
  </w:style>
  <w:style w:type="table" w:styleId="TableGrid">
    <w:name w:val="Table Grid"/>
    <w:basedOn w:val="TableNormal"/>
    <w:uiPriority w:val="99"/>
    <w:rsid w:val="00CD54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40E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289"/>
    <w:rPr>
      <w:sz w:val="0"/>
      <w:szCs w:val="0"/>
    </w:rPr>
  </w:style>
  <w:style w:type="paragraph" w:styleId="NoSpacing">
    <w:name w:val="No Spacing"/>
    <w:uiPriority w:val="99"/>
    <w:qFormat/>
    <w:rsid w:val="00091036"/>
    <w:rPr>
      <w:sz w:val="28"/>
      <w:szCs w:val="28"/>
    </w:rPr>
  </w:style>
  <w:style w:type="paragraph" w:customStyle="1" w:styleId="a">
    <w:name w:val="Комментарий"/>
    <w:basedOn w:val="Normal"/>
    <w:next w:val="Normal"/>
    <w:uiPriority w:val="99"/>
    <w:rsid w:val="00DB2B3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styleId="NormalWeb">
    <w:name w:val="Normal (Web)"/>
    <w:basedOn w:val="Normal"/>
    <w:uiPriority w:val="99"/>
    <w:rsid w:val="00C0423F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0423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9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90</Words>
  <Characters>513</Characters>
  <Application>Microsoft Office Outlook</Application>
  <DocSecurity>0</DocSecurity>
  <Lines>0</Lines>
  <Paragraphs>0</Paragraphs>
  <ScaleCrop>false</ScaleCrop>
  <Company>Управление делами Правительства Омской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ТАРСКОГО ГОРОДСКОГО ПОСЕЛЕНИЯ</dc:title>
  <dc:subject/>
  <dc:creator>USER</dc:creator>
  <cp:keywords/>
  <dc:description/>
  <cp:lastModifiedBy>UserXP</cp:lastModifiedBy>
  <cp:revision>2</cp:revision>
  <cp:lastPrinted>2012-08-09T08:38:00Z</cp:lastPrinted>
  <dcterms:created xsi:type="dcterms:W3CDTF">2012-08-09T08:39:00Z</dcterms:created>
  <dcterms:modified xsi:type="dcterms:W3CDTF">2012-08-09T08:39:00Z</dcterms:modified>
</cp:coreProperties>
</file>