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0D" w:rsidRPr="0032264C" w:rsidRDefault="009F6F0D" w:rsidP="00B342D4">
      <w:pPr>
        <w:tabs>
          <w:tab w:val="left" w:pos="3240"/>
        </w:tabs>
        <w:jc w:val="center"/>
        <w:rPr>
          <w:b/>
          <w:sz w:val="32"/>
          <w:szCs w:val="32"/>
        </w:rPr>
      </w:pPr>
      <w:r w:rsidRPr="0032264C">
        <w:rPr>
          <w:b/>
          <w:sz w:val="32"/>
          <w:szCs w:val="32"/>
        </w:rPr>
        <w:t>Сведения</w:t>
      </w:r>
      <w:r w:rsidRPr="0032264C">
        <w:rPr>
          <w:b/>
          <w:sz w:val="32"/>
          <w:szCs w:val="32"/>
        </w:rPr>
        <w:br/>
        <w:t>о доходах, об имуществе и обязательствах имущественного характера лиц, замещающих должности в центральном аппарате Министерства юстиции Российской Федерации</w:t>
      </w:r>
      <w:r w:rsidRPr="0032264C">
        <w:rPr>
          <w:b/>
          <w:sz w:val="32"/>
          <w:szCs w:val="32"/>
        </w:rPr>
        <w:br/>
        <w:t>и членов их семей за 2012 год</w:t>
      </w:r>
    </w:p>
    <w:p w:rsidR="009F6F0D" w:rsidRDefault="009F6F0D" w:rsidP="00645274">
      <w:pPr>
        <w:jc w:val="center"/>
        <w:rPr>
          <w:b/>
          <w:sz w:val="32"/>
          <w:szCs w:val="32"/>
        </w:rPr>
      </w:pPr>
    </w:p>
    <w:p w:rsidR="009F6F0D" w:rsidRPr="0032264C" w:rsidRDefault="009F6F0D" w:rsidP="00BE2E72">
      <w:pPr>
        <w:rPr>
          <w:b/>
        </w:rPr>
      </w:pPr>
      <w:r w:rsidRPr="0032264C">
        <w:rPr>
          <w:b/>
          <w:sz w:val="28"/>
          <w:szCs w:val="28"/>
        </w:rPr>
        <w:t>Департамент экономического законодательства:</w:t>
      </w:r>
    </w:p>
    <w:p w:rsidR="009F6F0D" w:rsidRPr="0032264C" w:rsidRDefault="009F6F0D" w:rsidP="00645274">
      <w:pPr>
        <w:rPr>
          <w:b/>
          <w:sz w:val="28"/>
          <w:szCs w:val="28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"/>
        <w:gridCol w:w="2304"/>
        <w:gridCol w:w="11"/>
        <w:gridCol w:w="2195"/>
        <w:gridCol w:w="2331"/>
        <w:gridCol w:w="2336"/>
        <w:gridCol w:w="1771"/>
        <w:gridCol w:w="1858"/>
        <w:gridCol w:w="2848"/>
      </w:tblGrid>
      <w:tr w:rsidR="009F6F0D" w:rsidRPr="0032264C" w:rsidTr="009D37B7">
        <w:tc>
          <w:tcPr>
            <w:tcW w:w="2310" w:type="dxa"/>
            <w:gridSpan w:val="2"/>
            <w:vMerge w:val="restart"/>
          </w:tcPr>
          <w:p w:rsidR="009F6F0D" w:rsidRPr="0032264C" w:rsidRDefault="009F6F0D">
            <w:pPr>
              <w:jc w:val="center"/>
              <w:rPr>
                <w:b/>
              </w:rPr>
            </w:pPr>
          </w:p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>Фамилия, инициалы</w:t>
            </w:r>
          </w:p>
        </w:tc>
        <w:tc>
          <w:tcPr>
            <w:tcW w:w="2206" w:type="dxa"/>
            <w:gridSpan w:val="2"/>
            <w:vMerge w:val="restart"/>
          </w:tcPr>
          <w:p w:rsidR="009F6F0D" w:rsidRPr="0032264C" w:rsidRDefault="009F6F0D">
            <w:pPr>
              <w:jc w:val="center"/>
              <w:rPr>
                <w:b/>
              </w:rPr>
            </w:pPr>
          </w:p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>Должность</w:t>
            </w:r>
          </w:p>
        </w:tc>
        <w:tc>
          <w:tcPr>
            <w:tcW w:w="2331" w:type="dxa"/>
            <w:vMerge w:val="restart"/>
          </w:tcPr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2264C">
                <w:rPr>
                  <w:b/>
                </w:rPr>
                <w:t>2012 г</w:t>
              </w:r>
            </w:smartTag>
            <w:r w:rsidRPr="0032264C">
              <w:rPr>
                <w:b/>
              </w:rPr>
              <w:t>. (руб.)</w:t>
            </w:r>
          </w:p>
        </w:tc>
        <w:tc>
          <w:tcPr>
            <w:tcW w:w="5965" w:type="dxa"/>
            <w:gridSpan w:val="3"/>
          </w:tcPr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48" w:type="dxa"/>
            <w:vMerge w:val="restart"/>
          </w:tcPr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F6F0D" w:rsidRPr="0032264C" w:rsidTr="009D37B7">
        <w:tc>
          <w:tcPr>
            <w:tcW w:w="2310" w:type="dxa"/>
            <w:gridSpan w:val="2"/>
            <w:vMerge/>
            <w:vAlign w:val="center"/>
          </w:tcPr>
          <w:p w:rsidR="009F6F0D" w:rsidRPr="0032264C" w:rsidRDefault="009F6F0D">
            <w:pPr>
              <w:rPr>
                <w:b/>
              </w:rPr>
            </w:pPr>
          </w:p>
        </w:tc>
        <w:tc>
          <w:tcPr>
            <w:tcW w:w="2206" w:type="dxa"/>
            <w:gridSpan w:val="2"/>
            <w:vMerge/>
            <w:vAlign w:val="center"/>
          </w:tcPr>
          <w:p w:rsidR="009F6F0D" w:rsidRPr="0032264C" w:rsidRDefault="009F6F0D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>
            <w:pPr>
              <w:rPr>
                <w:b/>
              </w:rPr>
            </w:pPr>
          </w:p>
        </w:tc>
        <w:tc>
          <w:tcPr>
            <w:tcW w:w="2336" w:type="dxa"/>
          </w:tcPr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>Вид объектов недвижимости</w:t>
            </w:r>
          </w:p>
        </w:tc>
        <w:tc>
          <w:tcPr>
            <w:tcW w:w="1771" w:type="dxa"/>
          </w:tcPr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>Площадь</w:t>
            </w:r>
            <w:r w:rsidRPr="0032264C">
              <w:rPr>
                <w:b/>
              </w:rPr>
              <w:br/>
              <w:t>(кв.м.)</w:t>
            </w:r>
          </w:p>
        </w:tc>
        <w:tc>
          <w:tcPr>
            <w:tcW w:w="1858" w:type="dxa"/>
          </w:tcPr>
          <w:p w:rsidR="009F6F0D" w:rsidRPr="0032264C" w:rsidRDefault="009F6F0D">
            <w:pPr>
              <w:jc w:val="center"/>
              <w:rPr>
                <w:b/>
              </w:rPr>
            </w:pPr>
            <w:r w:rsidRPr="0032264C">
              <w:rPr>
                <w:b/>
              </w:rPr>
              <w:t>Страна расположения</w:t>
            </w:r>
          </w:p>
        </w:tc>
        <w:tc>
          <w:tcPr>
            <w:tcW w:w="2848" w:type="dxa"/>
            <w:vMerge/>
            <w:vAlign w:val="center"/>
          </w:tcPr>
          <w:p w:rsidR="009F6F0D" w:rsidRPr="0032264C" w:rsidRDefault="009F6F0D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Гальперин М.Л.</w:t>
            </w:r>
          </w:p>
        </w:tc>
        <w:tc>
          <w:tcPr>
            <w:tcW w:w="2195" w:type="dxa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Директор департамента</w:t>
            </w:r>
          </w:p>
        </w:tc>
        <w:tc>
          <w:tcPr>
            <w:tcW w:w="2331" w:type="dxa"/>
            <w:tcBorders>
              <w:bottom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2 133 431,73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62,78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tcBorders>
              <w:bottom w:val="nil"/>
            </w:tcBorders>
          </w:tcPr>
          <w:p w:rsidR="009F6F0D" w:rsidRPr="0032264C" w:rsidRDefault="009F6F0D" w:rsidP="00836AB0">
            <w:pPr>
              <w:rPr>
                <w:b/>
              </w:rPr>
            </w:pPr>
            <w:r>
              <w:rPr>
                <w:b/>
              </w:rPr>
              <w:t>–</w:t>
            </w:r>
          </w:p>
        </w:tc>
      </w:tr>
      <w:tr w:rsidR="009F6F0D" w:rsidRPr="0032264C" w:rsidTr="00BE2E72">
        <w:trPr>
          <w:gridBefore w:val="1"/>
          <w:wBefore w:w="6" w:type="dxa"/>
          <w:trHeight w:val="481"/>
        </w:trPr>
        <w:tc>
          <w:tcPr>
            <w:tcW w:w="2315" w:type="dxa"/>
            <w:gridSpan w:val="2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 (индивидуальная)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40,9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</w:tcBorders>
          </w:tcPr>
          <w:p w:rsidR="009F6F0D" w:rsidRPr="0032264C" w:rsidRDefault="009F6F0D" w:rsidP="00836AB0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 xml:space="preserve">Безродная А.С. </w:t>
            </w: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Align w:val="center"/>
          </w:tcPr>
          <w:p w:rsidR="009F6F0D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Заместитель директора департамента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Default="009F6F0D" w:rsidP="005208A8">
            <w:pPr>
              <w:jc w:val="center"/>
              <w:rPr>
                <w:b/>
              </w:rPr>
            </w:pPr>
          </w:p>
          <w:p w:rsidR="009F6F0D" w:rsidRDefault="009F6F0D" w:rsidP="005208A8">
            <w:pPr>
              <w:jc w:val="center"/>
              <w:rPr>
                <w:b/>
              </w:rPr>
            </w:pPr>
          </w:p>
          <w:p w:rsidR="009F6F0D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981 672,94</w:t>
            </w:r>
          </w:p>
        </w:tc>
        <w:tc>
          <w:tcPr>
            <w:tcW w:w="2336" w:type="dxa"/>
          </w:tcPr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(индивидуальная)</w:t>
            </w:r>
          </w:p>
        </w:tc>
        <w:tc>
          <w:tcPr>
            <w:tcW w:w="1771" w:type="dxa"/>
          </w:tcPr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46</w:t>
            </w:r>
          </w:p>
        </w:tc>
        <w:tc>
          <w:tcPr>
            <w:tcW w:w="1858" w:type="dxa"/>
          </w:tcPr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</w:tcPr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 xml:space="preserve">а/м Ниссан 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</w:tc>
      </w:tr>
      <w:tr w:rsidR="009F6F0D" w:rsidRPr="0032264C" w:rsidTr="009D37B7">
        <w:trPr>
          <w:gridBefore w:val="1"/>
          <w:wBefore w:w="6" w:type="dxa"/>
          <w:trHeight w:val="774"/>
        </w:trPr>
        <w:tc>
          <w:tcPr>
            <w:tcW w:w="2315" w:type="dxa"/>
            <w:gridSpan w:val="2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Зарембо С.А.</w:t>
            </w:r>
          </w:p>
        </w:tc>
        <w:tc>
          <w:tcPr>
            <w:tcW w:w="2195" w:type="dxa"/>
            <w:vMerge w:val="restart"/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Заместитель директора департамента</w:t>
            </w:r>
          </w:p>
        </w:tc>
        <w:tc>
          <w:tcPr>
            <w:tcW w:w="2331" w:type="dxa"/>
            <w:tcBorders>
              <w:bottom w:val="nil"/>
            </w:tcBorders>
          </w:tcPr>
          <w:p w:rsidR="009F6F0D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1 412 321,79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(долевая собственность,1/3)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54 – общая</w:t>
            </w:r>
            <w:r w:rsidRPr="0032264C">
              <w:rPr>
                <w:b/>
              </w:rPr>
              <w:br/>
              <w:t>18 – доля</w:t>
            </w:r>
          </w:p>
          <w:p w:rsidR="009F6F0D" w:rsidRPr="0032264C" w:rsidRDefault="009F6F0D" w:rsidP="005208A8">
            <w:pPr>
              <w:jc w:val="both"/>
              <w:rPr>
                <w:b/>
              </w:rPr>
            </w:pP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jc w:val="both"/>
              <w:rPr>
                <w:b/>
              </w:rPr>
            </w:pPr>
          </w:p>
        </w:tc>
        <w:tc>
          <w:tcPr>
            <w:tcW w:w="2848" w:type="dxa"/>
            <w:tcBorders>
              <w:bottom w:val="nil"/>
            </w:tcBorders>
          </w:tcPr>
          <w:p w:rsidR="009F6F0D" w:rsidRPr="0032264C" w:rsidRDefault="009F6F0D" w:rsidP="00C335C5">
            <w:pPr>
              <w:rPr>
                <w:b/>
              </w:rPr>
            </w:pPr>
            <w:r w:rsidRPr="0032264C">
              <w:rPr>
                <w:b/>
              </w:rPr>
              <w:t>а/м Форд Мондео</w:t>
            </w:r>
          </w:p>
          <w:p w:rsidR="009F6F0D" w:rsidRPr="0032264C" w:rsidRDefault="009F6F0D" w:rsidP="00C335C5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(пользование)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44,3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</w:tcBorders>
          </w:tcPr>
          <w:p w:rsidR="009F6F0D" w:rsidRPr="0032264C" w:rsidRDefault="009F6F0D" w:rsidP="00836AB0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Супруга</w:t>
            </w:r>
          </w:p>
        </w:tc>
        <w:tc>
          <w:tcPr>
            <w:tcW w:w="2195" w:type="dxa"/>
            <w:vMerge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bottom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  <w:lang w:val="en-US"/>
              </w:rPr>
            </w:pPr>
            <w:r w:rsidRPr="0032264C">
              <w:rPr>
                <w:b/>
              </w:rPr>
              <w:t>705 994,98</w:t>
            </w:r>
          </w:p>
          <w:p w:rsidR="009F6F0D" w:rsidRPr="0032264C" w:rsidRDefault="009F6F0D" w:rsidP="005208A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 (долевая собственность ¼)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51,9 – общая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12,9 – доля</w:t>
            </w: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bottom w:val="nil"/>
            </w:tcBorders>
          </w:tcPr>
          <w:p w:rsidR="009F6F0D" w:rsidRPr="0032264C" w:rsidRDefault="009F6F0D" w:rsidP="00836AB0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  <w:lang w:val="en-US"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(индивидуальная)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44,3</w:t>
            </w: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9F6F0D" w:rsidRPr="0032264C" w:rsidRDefault="009F6F0D" w:rsidP="00836AB0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  <w:lang w:val="en-US"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 (пользование)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44,3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</w:tcBorders>
          </w:tcPr>
          <w:p w:rsidR="009F6F0D" w:rsidRPr="0032264C" w:rsidRDefault="009F6F0D" w:rsidP="00836AB0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Сын</w:t>
            </w:r>
          </w:p>
        </w:tc>
        <w:tc>
          <w:tcPr>
            <w:tcW w:w="2195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  <w:tc>
          <w:tcPr>
            <w:tcW w:w="2336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 xml:space="preserve"> квартира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(пользование)</w:t>
            </w:r>
          </w:p>
        </w:tc>
        <w:tc>
          <w:tcPr>
            <w:tcW w:w="1771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44,3</w:t>
            </w:r>
          </w:p>
        </w:tc>
        <w:tc>
          <w:tcPr>
            <w:tcW w:w="185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</w:tcPr>
          <w:p w:rsidR="009F6F0D" w:rsidRPr="0032264C" w:rsidRDefault="009F6F0D" w:rsidP="00836AB0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A730A9">
        <w:trPr>
          <w:gridBefore w:val="1"/>
          <w:wBefore w:w="6" w:type="dxa"/>
          <w:trHeight w:val="738"/>
        </w:trPr>
        <w:tc>
          <w:tcPr>
            <w:tcW w:w="2315" w:type="dxa"/>
            <w:gridSpan w:val="2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Дочь</w:t>
            </w:r>
          </w:p>
        </w:tc>
        <w:tc>
          <w:tcPr>
            <w:tcW w:w="2195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  <w:tc>
          <w:tcPr>
            <w:tcW w:w="2336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 xml:space="preserve"> квартира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(пользование)</w:t>
            </w:r>
          </w:p>
        </w:tc>
        <w:tc>
          <w:tcPr>
            <w:tcW w:w="1771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44,3</w:t>
            </w:r>
          </w:p>
        </w:tc>
        <w:tc>
          <w:tcPr>
            <w:tcW w:w="185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</w:tcPr>
          <w:p w:rsidR="009F6F0D" w:rsidRPr="0032264C" w:rsidRDefault="009F6F0D" w:rsidP="00836AB0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Карандашева С.И.</w:t>
            </w:r>
          </w:p>
        </w:tc>
        <w:tc>
          <w:tcPr>
            <w:tcW w:w="2195" w:type="dxa"/>
            <w:vMerge w:val="restart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Заместитель директора департамента</w:t>
            </w:r>
          </w:p>
        </w:tc>
        <w:tc>
          <w:tcPr>
            <w:tcW w:w="2331" w:type="dxa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1 598 660,83</w:t>
            </w:r>
          </w:p>
        </w:tc>
        <w:tc>
          <w:tcPr>
            <w:tcW w:w="2336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(пользование)</w:t>
            </w:r>
          </w:p>
        </w:tc>
        <w:tc>
          <w:tcPr>
            <w:tcW w:w="1771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71,9</w:t>
            </w:r>
          </w:p>
        </w:tc>
        <w:tc>
          <w:tcPr>
            <w:tcW w:w="185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а/м БМВ Х1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Супруг</w:t>
            </w: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bottom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490 000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гараж (индивидуальная)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37,6</w:t>
            </w:r>
          </w:p>
          <w:p w:rsidR="009F6F0D" w:rsidRPr="0032264C" w:rsidRDefault="009F6F0D" w:rsidP="005208A8">
            <w:pPr>
              <w:jc w:val="both"/>
              <w:rPr>
                <w:b/>
              </w:rPr>
            </w:pP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jc w:val="both"/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jc w:val="both"/>
              <w:rPr>
                <w:b/>
              </w:rPr>
            </w:pPr>
          </w:p>
        </w:tc>
        <w:tc>
          <w:tcPr>
            <w:tcW w:w="2848" w:type="dxa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 (пользование)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71,9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jc w:val="both"/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Дочь</w:t>
            </w: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  <w:tc>
          <w:tcPr>
            <w:tcW w:w="2336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(пользование)</w:t>
            </w:r>
          </w:p>
        </w:tc>
        <w:tc>
          <w:tcPr>
            <w:tcW w:w="1771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71,9</w:t>
            </w:r>
          </w:p>
        </w:tc>
        <w:tc>
          <w:tcPr>
            <w:tcW w:w="185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Чорня Ю.В.</w:t>
            </w:r>
          </w:p>
        </w:tc>
        <w:tc>
          <w:tcPr>
            <w:tcW w:w="2195" w:type="dxa"/>
            <w:vMerge w:val="restart"/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Заместитель директора департамента</w:t>
            </w:r>
          </w:p>
        </w:tc>
        <w:tc>
          <w:tcPr>
            <w:tcW w:w="2331" w:type="dxa"/>
            <w:tcBorders>
              <w:bottom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1 343 498,80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(совместная собственность)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48,9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(долевая собственность 1/3)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67,6 –общая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25,5 – доля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  <w:trHeight w:val="735"/>
        </w:trPr>
        <w:tc>
          <w:tcPr>
            <w:tcW w:w="2315" w:type="dxa"/>
            <w:gridSpan w:val="2"/>
            <w:vMerge w:val="restart"/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Супруг</w:t>
            </w: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 w:val="restart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2 044 856,15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(долевая собственность 1/3)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67,6 – общая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</w:t>
            </w:r>
            <w:r>
              <w:rPr>
                <w:b/>
              </w:rPr>
              <w:t>2</w:t>
            </w:r>
            <w:r w:rsidRPr="0032264C">
              <w:rPr>
                <w:b/>
              </w:rPr>
              <w:t>,5</w:t>
            </w:r>
            <w:r>
              <w:rPr>
                <w:b/>
              </w:rPr>
              <w:t>3</w:t>
            </w:r>
            <w:r w:rsidRPr="0032264C">
              <w:rPr>
                <w:b/>
              </w:rPr>
              <w:t xml:space="preserve"> – доля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 w:val="restart"/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 xml:space="preserve">а/м </w:t>
            </w:r>
            <w:r w:rsidRPr="0032264C">
              <w:rPr>
                <w:b/>
                <w:lang w:val="en-US"/>
              </w:rPr>
              <w:t>Kia</w:t>
            </w:r>
            <w:r w:rsidRPr="0032264C">
              <w:rPr>
                <w:b/>
              </w:rPr>
              <w:t xml:space="preserve"> </w:t>
            </w:r>
            <w:r w:rsidRPr="0032264C">
              <w:rPr>
                <w:b/>
                <w:lang w:val="en-US"/>
              </w:rPr>
              <w:t>Seed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  <w:trHeight w:val="360"/>
        </w:trPr>
        <w:tc>
          <w:tcPr>
            <w:tcW w:w="2315" w:type="dxa"/>
            <w:gridSpan w:val="2"/>
            <w:vMerge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tcBorders>
              <w:bottom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vMerge w:val="restart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 (пользование)</w:t>
            </w:r>
          </w:p>
        </w:tc>
        <w:tc>
          <w:tcPr>
            <w:tcW w:w="1771" w:type="dxa"/>
            <w:vMerge w:val="restart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64,2</w:t>
            </w:r>
          </w:p>
        </w:tc>
        <w:tc>
          <w:tcPr>
            <w:tcW w:w="1858" w:type="dxa"/>
            <w:vMerge w:val="restart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vMerge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771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  <w:trHeight w:val="860"/>
        </w:trPr>
        <w:tc>
          <w:tcPr>
            <w:tcW w:w="2315" w:type="dxa"/>
            <w:gridSpan w:val="2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Сын</w:t>
            </w:r>
          </w:p>
        </w:tc>
        <w:tc>
          <w:tcPr>
            <w:tcW w:w="2195" w:type="dxa"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  <w:tc>
          <w:tcPr>
            <w:tcW w:w="2336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</w:p>
          <w:p w:rsidR="009F6F0D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(долевая собственность 1/3</w:t>
            </w:r>
            <w:r>
              <w:rPr>
                <w:b/>
              </w:rPr>
              <w:t>)</w:t>
            </w:r>
          </w:p>
          <w:p w:rsidR="009F6F0D" w:rsidRPr="0032264C" w:rsidRDefault="009F6F0D" w:rsidP="005208A8">
            <w:pPr>
              <w:rPr>
                <w:b/>
                <w:lang w:val="en-US"/>
              </w:rPr>
            </w:pPr>
          </w:p>
        </w:tc>
        <w:tc>
          <w:tcPr>
            <w:tcW w:w="1771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67,6 – общая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</w:t>
            </w:r>
            <w:r>
              <w:rPr>
                <w:b/>
              </w:rPr>
              <w:t>2</w:t>
            </w:r>
            <w:r w:rsidRPr="0032264C">
              <w:rPr>
                <w:b/>
              </w:rPr>
              <w:t>,5</w:t>
            </w:r>
            <w:r>
              <w:rPr>
                <w:b/>
              </w:rPr>
              <w:t>3</w:t>
            </w:r>
            <w:r w:rsidRPr="0032264C">
              <w:rPr>
                <w:b/>
              </w:rPr>
              <w:t xml:space="preserve"> – доля</w:t>
            </w:r>
          </w:p>
        </w:tc>
        <w:tc>
          <w:tcPr>
            <w:tcW w:w="185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bottom w:val="nil"/>
            </w:tcBorders>
          </w:tcPr>
          <w:p w:rsidR="009F6F0D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Шаганова С.Е..</w:t>
            </w:r>
          </w:p>
        </w:tc>
        <w:tc>
          <w:tcPr>
            <w:tcW w:w="2195" w:type="dxa"/>
            <w:vMerge w:val="restart"/>
          </w:tcPr>
          <w:p w:rsidR="009F6F0D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Заместитель директора департамента</w:t>
            </w:r>
          </w:p>
        </w:tc>
        <w:tc>
          <w:tcPr>
            <w:tcW w:w="2331" w:type="dxa"/>
            <w:tcBorders>
              <w:bottom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1 312 795,65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земельный участок</w:t>
            </w:r>
            <w:r w:rsidRPr="0032264C">
              <w:rPr>
                <w:b/>
              </w:rPr>
              <w:br/>
              <w:t>(совместная)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2800</w:t>
            </w: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жилой дом</w:t>
            </w:r>
            <w:r w:rsidRPr="0032264C">
              <w:rPr>
                <w:b/>
              </w:rPr>
              <w:br/>
              <w:t>(совместная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152,4</w:t>
            </w: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(индивидуальная)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45,6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 (пользование)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37,9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jc w:val="both"/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Супруг</w:t>
            </w: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bottom w:val="nil"/>
            </w:tcBorders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284 935,46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участок</w:t>
            </w:r>
            <w:r w:rsidRPr="0032264C">
              <w:rPr>
                <w:b/>
                <w:sz w:val="23"/>
                <w:szCs w:val="23"/>
              </w:rPr>
              <w:br/>
              <w:t>(совместная собственность)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2800</w:t>
            </w: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bottom w:val="nil"/>
            </w:tcBorders>
          </w:tcPr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 xml:space="preserve">/м </w:t>
            </w:r>
            <w:r w:rsidRPr="0032264C">
              <w:rPr>
                <w:b/>
                <w:lang w:val="en-US"/>
              </w:rPr>
              <w:t>Kia</w:t>
            </w:r>
            <w:r w:rsidRPr="0032264C">
              <w:rPr>
                <w:b/>
              </w:rPr>
              <w:t xml:space="preserve"> </w:t>
            </w:r>
            <w:r w:rsidRPr="0032264C">
              <w:rPr>
                <w:b/>
                <w:lang w:val="en-US"/>
              </w:rPr>
              <w:t>Sportage</w:t>
            </w:r>
          </w:p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жилой дом</w:t>
            </w:r>
            <w:r w:rsidRPr="0032264C">
              <w:rPr>
                <w:b/>
              </w:rPr>
              <w:br/>
              <w:t>(совместная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152,4</w:t>
            </w: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  <w:r w:rsidRPr="0032264C">
              <w:rPr>
                <w:b/>
              </w:rPr>
              <w:br/>
              <w:t>(индивидуальная))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квартира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2776A4">
            <w:pPr>
              <w:rPr>
                <w:b/>
              </w:rPr>
            </w:pPr>
            <w:r w:rsidRPr="0032264C">
              <w:rPr>
                <w:b/>
              </w:rPr>
              <w:t>37,9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47,8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  <w:trHeight w:val="655"/>
        </w:trPr>
        <w:tc>
          <w:tcPr>
            <w:tcW w:w="2315" w:type="dxa"/>
            <w:gridSpan w:val="2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машино-место</w:t>
            </w:r>
          </w:p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(индивидуальная)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15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  <w:trHeight w:val="893"/>
        </w:trPr>
        <w:tc>
          <w:tcPr>
            <w:tcW w:w="2315" w:type="dxa"/>
            <w:gridSpan w:val="2"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Усачева А.В.</w:t>
            </w:r>
          </w:p>
        </w:tc>
        <w:tc>
          <w:tcPr>
            <w:tcW w:w="2195" w:type="dxa"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Заместитель директора департамента</w:t>
            </w:r>
          </w:p>
        </w:tc>
        <w:tc>
          <w:tcPr>
            <w:tcW w:w="2331" w:type="dxa"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3 124 739,66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участок</w:t>
            </w:r>
            <w:r w:rsidRPr="0032264C">
              <w:rPr>
                <w:b/>
                <w:sz w:val="23"/>
                <w:szCs w:val="23"/>
              </w:rPr>
              <w:br/>
              <w:t>(общая совместная собственность)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1521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 w:val="restart"/>
          </w:tcPr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 xml:space="preserve">а/м Лэнд Ровер </w:t>
            </w:r>
            <w:r w:rsidRPr="0032264C">
              <w:rPr>
                <w:b/>
                <w:lang w:val="en-US"/>
              </w:rPr>
              <w:t>Freelanader</w:t>
            </w:r>
            <w:r w:rsidRPr="0032264C">
              <w:rPr>
                <w:b/>
              </w:rPr>
              <w:t xml:space="preserve"> 2</w:t>
            </w:r>
          </w:p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>(совместная собственность)</w:t>
            </w:r>
          </w:p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 xml:space="preserve">а/м Ягуар </w:t>
            </w:r>
            <w:r w:rsidRPr="0032264C">
              <w:rPr>
                <w:b/>
                <w:lang w:val="en-US"/>
              </w:rPr>
              <w:t>XF</w:t>
            </w:r>
          </w:p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>(совместная собственность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участок (общая 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1838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</w:t>
            </w:r>
            <w:r w:rsidRPr="0032264C">
              <w:rPr>
                <w:b/>
                <w:sz w:val="23"/>
                <w:szCs w:val="23"/>
                <w:bdr w:val="dashed" w:sz="4" w:space="0" w:color="auto"/>
              </w:rPr>
              <w:t>к</w:t>
            </w:r>
            <w:r w:rsidRPr="0032264C">
              <w:rPr>
                <w:b/>
                <w:sz w:val="23"/>
                <w:szCs w:val="23"/>
              </w:rPr>
              <w:t xml:space="preserve"> (общая 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1969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жилой дом (общая 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253,9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 w:val="restart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 xml:space="preserve">квартира (общая совместная </w:t>
            </w:r>
          </w:p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170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Португалия</w:t>
            </w:r>
          </w:p>
        </w:tc>
        <w:tc>
          <w:tcPr>
            <w:tcW w:w="2848" w:type="dxa"/>
            <w:vMerge/>
            <w:tcBorders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  <w:trHeight w:val="1373"/>
        </w:trPr>
        <w:tc>
          <w:tcPr>
            <w:tcW w:w="2315" w:type="dxa"/>
            <w:gridSpan w:val="2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квартира (пользование)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83,3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Супруг</w:t>
            </w: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3 136 924,28</w:t>
            </w:r>
          </w:p>
        </w:tc>
        <w:tc>
          <w:tcPr>
            <w:tcW w:w="2336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участок</w:t>
            </w:r>
            <w:r w:rsidRPr="0032264C">
              <w:rPr>
                <w:b/>
                <w:sz w:val="23"/>
                <w:szCs w:val="23"/>
              </w:rPr>
              <w:br/>
              <w:t>(общая совместная собственность)</w:t>
            </w:r>
          </w:p>
        </w:tc>
        <w:tc>
          <w:tcPr>
            <w:tcW w:w="1771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1521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 w:val="restart"/>
          </w:tcPr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 xml:space="preserve">а/м Лэнд Ровер </w:t>
            </w:r>
            <w:r w:rsidRPr="0032264C">
              <w:rPr>
                <w:b/>
                <w:lang w:val="en-US"/>
              </w:rPr>
              <w:t>Freelanader</w:t>
            </w:r>
            <w:r w:rsidRPr="0032264C">
              <w:rPr>
                <w:b/>
              </w:rPr>
              <w:t xml:space="preserve"> 2</w:t>
            </w:r>
          </w:p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>(совместная собственность)</w:t>
            </w:r>
          </w:p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 xml:space="preserve">а/м Ягуар </w:t>
            </w:r>
            <w:r w:rsidRPr="0032264C">
              <w:rPr>
                <w:b/>
                <w:lang w:val="en-US"/>
              </w:rPr>
              <w:t>XF</w:t>
            </w:r>
          </w:p>
          <w:p w:rsidR="009F6F0D" w:rsidRPr="0032264C" w:rsidRDefault="009F6F0D" w:rsidP="008F307E">
            <w:pPr>
              <w:rPr>
                <w:b/>
              </w:rPr>
            </w:pPr>
            <w:r w:rsidRPr="0032264C">
              <w:rPr>
                <w:b/>
              </w:rPr>
              <w:t>(совместная собственность</w:t>
            </w: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Merge w:val="restart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 w:val="restart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участок (общая 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1838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участок (общая 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1969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жилой дом (общая совместная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253,9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 xml:space="preserve">квартира (общая совместная </w:t>
            </w:r>
          </w:p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170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Португалия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vMerge w:val="restart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квартира (пользование)</w:t>
            </w:r>
          </w:p>
        </w:tc>
        <w:tc>
          <w:tcPr>
            <w:tcW w:w="1771" w:type="dxa"/>
            <w:vMerge w:val="restart"/>
            <w:tcBorders>
              <w:top w:val="dashed" w:sz="4" w:space="0" w:color="auto"/>
            </w:tcBorders>
          </w:tcPr>
          <w:p w:rsidR="009F6F0D" w:rsidRPr="0032264C" w:rsidRDefault="009F6F0D" w:rsidP="002776A4">
            <w:pPr>
              <w:rPr>
                <w:b/>
              </w:rPr>
            </w:pPr>
            <w:r w:rsidRPr="0032264C">
              <w:rPr>
                <w:b/>
              </w:rPr>
              <w:t>83,3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vMerge/>
            <w:tcBorders>
              <w:top w:val="dashed" w:sz="4" w:space="0" w:color="auto"/>
              <w:bottom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  <w:trHeight w:val="555"/>
        </w:trPr>
        <w:tc>
          <w:tcPr>
            <w:tcW w:w="2315" w:type="dxa"/>
            <w:gridSpan w:val="2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vMerge/>
            <w:tcBorders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</w:p>
        </w:tc>
        <w:tc>
          <w:tcPr>
            <w:tcW w:w="1771" w:type="dxa"/>
            <w:vMerge/>
            <w:tcBorders>
              <w:bottom w:val="dashed" w:sz="4" w:space="0" w:color="auto"/>
            </w:tcBorders>
          </w:tcPr>
          <w:p w:rsidR="009F6F0D" w:rsidRPr="0032264C" w:rsidRDefault="009F6F0D" w:rsidP="002776A4">
            <w:pPr>
              <w:rPr>
                <w:b/>
              </w:rPr>
            </w:pPr>
          </w:p>
        </w:tc>
        <w:tc>
          <w:tcPr>
            <w:tcW w:w="1858" w:type="dxa"/>
            <w:tcBorders>
              <w:top w:val="nil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 w:val="restart"/>
            <w:tcBorders>
              <w:top w:val="nil"/>
            </w:tcBorders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земельный участок (индивидуальная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2776A4">
            <w:pPr>
              <w:rPr>
                <w:b/>
              </w:rPr>
            </w:pPr>
            <w:r w:rsidRPr="0032264C">
              <w:rPr>
                <w:b/>
              </w:rPr>
              <w:t>915</w:t>
            </w:r>
          </w:p>
          <w:p w:rsidR="009F6F0D" w:rsidRPr="0032264C" w:rsidRDefault="009F6F0D" w:rsidP="005208A8">
            <w:pPr>
              <w:rPr>
                <w:b/>
              </w:rPr>
            </w:pP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1858" w:type="dxa"/>
            <w:tcBorders>
              <w:top w:val="dashed" w:sz="4" w:space="0" w:color="auto"/>
              <w:bottom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Merge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195" w:type="dxa"/>
            <w:vMerge/>
            <w:tcBorders>
              <w:bottom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Merge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жилой дом (индивидуальная собственность)</w:t>
            </w:r>
          </w:p>
        </w:tc>
        <w:tc>
          <w:tcPr>
            <w:tcW w:w="1771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219,5</w:t>
            </w:r>
          </w:p>
        </w:tc>
        <w:tc>
          <w:tcPr>
            <w:tcW w:w="1858" w:type="dxa"/>
            <w:tcBorders>
              <w:top w:val="dashed" w:sz="4" w:space="0" w:color="auto"/>
            </w:tcBorders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  <w:vMerge/>
          </w:tcPr>
          <w:p w:rsidR="009F6F0D" w:rsidRPr="0032264C" w:rsidRDefault="009F6F0D" w:rsidP="005208A8">
            <w:pPr>
              <w:rPr>
                <w:b/>
              </w:rPr>
            </w:pPr>
          </w:p>
        </w:tc>
      </w:tr>
      <w:tr w:rsidR="009F6F0D" w:rsidRPr="0032264C" w:rsidTr="009D37B7">
        <w:trPr>
          <w:gridBefore w:val="1"/>
          <w:wBefore w:w="6" w:type="dxa"/>
        </w:trPr>
        <w:tc>
          <w:tcPr>
            <w:tcW w:w="2315" w:type="dxa"/>
            <w:gridSpan w:val="2"/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Сын</w:t>
            </w:r>
          </w:p>
        </w:tc>
        <w:tc>
          <w:tcPr>
            <w:tcW w:w="2195" w:type="dxa"/>
            <w:tcBorders>
              <w:top w:val="nil"/>
            </w:tcBorders>
            <w:vAlign w:val="center"/>
          </w:tcPr>
          <w:p w:rsidR="009F6F0D" w:rsidRPr="0032264C" w:rsidRDefault="009F6F0D" w:rsidP="005208A8">
            <w:pPr>
              <w:rPr>
                <w:b/>
              </w:rPr>
            </w:pPr>
          </w:p>
        </w:tc>
        <w:tc>
          <w:tcPr>
            <w:tcW w:w="2331" w:type="dxa"/>
            <w:vAlign w:val="center"/>
          </w:tcPr>
          <w:p w:rsidR="009F6F0D" w:rsidRPr="0032264C" w:rsidRDefault="009F6F0D" w:rsidP="005208A8">
            <w:pPr>
              <w:jc w:val="center"/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  <w:tc>
          <w:tcPr>
            <w:tcW w:w="2336" w:type="dxa"/>
          </w:tcPr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  <w:r w:rsidRPr="0032264C">
              <w:rPr>
                <w:b/>
                <w:sz w:val="23"/>
                <w:szCs w:val="23"/>
              </w:rPr>
              <w:t>квартира (пользование)</w:t>
            </w:r>
          </w:p>
          <w:p w:rsidR="009F6F0D" w:rsidRPr="0032264C" w:rsidRDefault="009F6F0D" w:rsidP="005208A8">
            <w:pPr>
              <w:rPr>
                <w:b/>
                <w:sz w:val="23"/>
                <w:szCs w:val="23"/>
              </w:rPr>
            </w:pPr>
          </w:p>
        </w:tc>
        <w:tc>
          <w:tcPr>
            <w:tcW w:w="1771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83,3</w:t>
            </w:r>
          </w:p>
        </w:tc>
        <w:tc>
          <w:tcPr>
            <w:tcW w:w="185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Россия</w:t>
            </w:r>
          </w:p>
        </w:tc>
        <w:tc>
          <w:tcPr>
            <w:tcW w:w="2848" w:type="dxa"/>
          </w:tcPr>
          <w:p w:rsidR="009F6F0D" w:rsidRPr="0032264C" w:rsidRDefault="009F6F0D" w:rsidP="005208A8">
            <w:pPr>
              <w:rPr>
                <w:b/>
              </w:rPr>
            </w:pPr>
            <w:r w:rsidRPr="0032264C">
              <w:rPr>
                <w:b/>
              </w:rPr>
              <w:t>–</w:t>
            </w:r>
          </w:p>
        </w:tc>
      </w:tr>
    </w:tbl>
    <w:p w:rsidR="009F6F0D" w:rsidRDefault="009F6F0D" w:rsidP="00645274">
      <w:pPr>
        <w:rPr>
          <w:b/>
        </w:rPr>
      </w:pPr>
    </w:p>
    <w:p w:rsidR="009F6F0D" w:rsidRDefault="009F6F0D" w:rsidP="00992F43"/>
    <w:sectPr w:rsidR="009F6F0D" w:rsidSect="006452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274"/>
    <w:rsid w:val="0000136B"/>
    <w:rsid w:val="00002A75"/>
    <w:rsid w:val="00003893"/>
    <w:rsid w:val="00003AA8"/>
    <w:rsid w:val="00004111"/>
    <w:rsid w:val="00005323"/>
    <w:rsid w:val="00006998"/>
    <w:rsid w:val="00006CC5"/>
    <w:rsid w:val="000079E2"/>
    <w:rsid w:val="00007A99"/>
    <w:rsid w:val="0001211A"/>
    <w:rsid w:val="00012F3E"/>
    <w:rsid w:val="00015AC8"/>
    <w:rsid w:val="00023EC7"/>
    <w:rsid w:val="00024CCA"/>
    <w:rsid w:val="00026C51"/>
    <w:rsid w:val="00026CF3"/>
    <w:rsid w:val="000277B8"/>
    <w:rsid w:val="000278B2"/>
    <w:rsid w:val="00027F3B"/>
    <w:rsid w:val="000349EB"/>
    <w:rsid w:val="00035C03"/>
    <w:rsid w:val="000368C4"/>
    <w:rsid w:val="0004006D"/>
    <w:rsid w:val="000408E3"/>
    <w:rsid w:val="00040D09"/>
    <w:rsid w:val="00040FD2"/>
    <w:rsid w:val="0004192E"/>
    <w:rsid w:val="00041F22"/>
    <w:rsid w:val="00042A47"/>
    <w:rsid w:val="00046C30"/>
    <w:rsid w:val="00050A5D"/>
    <w:rsid w:val="00051342"/>
    <w:rsid w:val="0005227F"/>
    <w:rsid w:val="00052396"/>
    <w:rsid w:val="00052516"/>
    <w:rsid w:val="00052546"/>
    <w:rsid w:val="0005263B"/>
    <w:rsid w:val="0005560C"/>
    <w:rsid w:val="00055A83"/>
    <w:rsid w:val="00056D56"/>
    <w:rsid w:val="00057188"/>
    <w:rsid w:val="00057A04"/>
    <w:rsid w:val="00060DB9"/>
    <w:rsid w:val="000620EF"/>
    <w:rsid w:val="00066167"/>
    <w:rsid w:val="00067A2F"/>
    <w:rsid w:val="00067D32"/>
    <w:rsid w:val="000735B0"/>
    <w:rsid w:val="00074B78"/>
    <w:rsid w:val="00074B99"/>
    <w:rsid w:val="00082A6C"/>
    <w:rsid w:val="00086234"/>
    <w:rsid w:val="00086235"/>
    <w:rsid w:val="0008787E"/>
    <w:rsid w:val="000907A0"/>
    <w:rsid w:val="000914E7"/>
    <w:rsid w:val="00092A07"/>
    <w:rsid w:val="00092F53"/>
    <w:rsid w:val="00097F8D"/>
    <w:rsid w:val="000A00E1"/>
    <w:rsid w:val="000A29C4"/>
    <w:rsid w:val="000A3C21"/>
    <w:rsid w:val="000A4CD9"/>
    <w:rsid w:val="000B152A"/>
    <w:rsid w:val="000B1B75"/>
    <w:rsid w:val="000C1B7F"/>
    <w:rsid w:val="000C2B94"/>
    <w:rsid w:val="000C4954"/>
    <w:rsid w:val="000C7921"/>
    <w:rsid w:val="000D0FA1"/>
    <w:rsid w:val="000D1195"/>
    <w:rsid w:val="000D11D6"/>
    <w:rsid w:val="000D15B2"/>
    <w:rsid w:val="000D17F2"/>
    <w:rsid w:val="000D37AD"/>
    <w:rsid w:val="000D4207"/>
    <w:rsid w:val="000D462B"/>
    <w:rsid w:val="000D5013"/>
    <w:rsid w:val="000D53A5"/>
    <w:rsid w:val="000D57D3"/>
    <w:rsid w:val="000D6B92"/>
    <w:rsid w:val="000D75BC"/>
    <w:rsid w:val="000E0C62"/>
    <w:rsid w:val="000E20CD"/>
    <w:rsid w:val="000E27F1"/>
    <w:rsid w:val="000E300B"/>
    <w:rsid w:val="000E5817"/>
    <w:rsid w:val="000E5D46"/>
    <w:rsid w:val="000E6681"/>
    <w:rsid w:val="000F060A"/>
    <w:rsid w:val="000F16EF"/>
    <w:rsid w:val="000F29BF"/>
    <w:rsid w:val="000F6D6C"/>
    <w:rsid w:val="000F6F8B"/>
    <w:rsid w:val="00100827"/>
    <w:rsid w:val="00102612"/>
    <w:rsid w:val="00107F19"/>
    <w:rsid w:val="001143F6"/>
    <w:rsid w:val="00114CE2"/>
    <w:rsid w:val="0011772A"/>
    <w:rsid w:val="00117D99"/>
    <w:rsid w:val="0012064E"/>
    <w:rsid w:val="001220DC"/>
    <w:rsid w:val="00122142"/>
    <w:rsid w:val="00122E66"/>
    <w:rsid w:val="00123276"/>
    <w:rsid w:val="00123B7A"/>
    <w:rsid w:val="00124F85"/>
    <w:rsid w:val="00124FE5"/>
    <w:rsid w:val="00125232"/>
    <w:rsid w:val="001258B6"/>
    <w:rsid w:val="0013416F"/>
    <w:rsid w:val="001344F0"/>
    <w:rsid w:val="00134E15"/>
    <w:rsid w:val="0013533A"/>
    <w:rsid w:val="001362D8"/>
    <w:rsid w:val="001367F0"/>
    <w:rsid w:val="001368D9"/>
    <w:rsid w:val="00140925"/>
    <w:rsid w:val="00142624"/>
    <w:rsid w:val="00144887"/>
    <w:rsid w:val="001448E4"/>
    <w:rsid w:val="00145716"/>
    <w:rsid w:val="00146AED"/>
    <w:rsid w:val="00150690"/>
    <w:rsid w:val="00150693"/>
    <w:rsid w:val="00151029"/>
    <w:rsid w:val="00151143"/>
    <w:rsid w:val="001520BE"/>
    <w:rsid w:val="00152FCC"/>
    <w:rsid w:val="001534AA"/>
    <w:rsid w:val="00155BE8"/>
    <w:rsid w:val="00160FC8"/>
    <w:rsid w:val="0016479A"/>
    <w:rsid w:val="0016500A"/>
    <w:rsid w:val="0016521F"/>
    <w:rsid w:val="00166AD5"/>
    <w:rsid w:val="001677C8"/>
    <w:rsid w:val="00175764"/>
    <w:rsid w:val="0017701A"/>
    <w:rsid w:val="00182F70"/>
    <w:rsid w:val="00184D05"/>
    <w:rsid w:val="00185087"/>
    <w:rsid w:val="001852BD"/>
    <w:rsid w:val="00185B2F"/>
    <w:rsid w:val="00186A81"/>
    <w:rsid w:val="00186E6A"/>
    <w:rsid w:val="00190236"/>
    <w:rsid w:val="001908AC"/>
    <w:rsid w:val="00193D35"/>
    <w:rsid w:val="0019449D"/>
    <w:rsid w:val="0019502B"/>
    <w:rsid w:val="00196A94"/>
    <w:rsid w:val="001A187C"/>
    <w:rsid w:val="001A224C"/>
    <w:rsid w:val="001A28A4"/>
    <w:rsid w:val="001A4651"/>
    <w:rsid w:val="001A6396"/>
    <w:rsid w:val="001B0016"/>
    <w:rsid w:val="001B35FC"/>
    <w:rsid w:val="001B5A2F"/>
    <w:rsid w:val="001B6A1D"/>
    <w:rsid w:val="001C1321"/>
    <w:rsid w:val="001C3327"/>
    <w:rsid w:val="001C493A"/>
    <w:rsid w:val="001C55D5"/>
    <w:rsid w:val="001C759B"/>
    <w:rsid w:val="001D0FD8"/>
    <w:rsid w:val="001D1FE3"/>
    <w:rsid w:val="001D2B19"/>
    <w:rsid w:val="001D3382"/>
    <w:rsid w:val="001D3D8E"/>
    <w:rsid w:val="001D40D7"/>
    <w:rsid w:val="001D47B1"/>
    <w:rsid w:val="001D5A9B"/>
    <w:rsid w:val="001E2241"/>
    <w:rsid w:val="001E2ECF"/>
    <w:rsid w:val="001E45FB"/>
    <w:rsid w:val="001E5B78"/>
    <w:rsid w:val="001E6827"/>
    <w:rsid w:val="001E78C7"/>
    <w:rsid w:val="001E7F3F"/>
    <w:rsid w:val="001F05DB"/>
    <w:rsid w:val="001F15A1"/>
    <w:rsid w:val="001F1CF5"/>
    <w:rsid w:val="001F40B2"/>
    <w:rsid w:val="001F415B"/>
    <w:rsid w:val="001F4477"/>
    <w:rsid w:val="00204409"/>
    <w:rsid w:val="00205DB6"/>
    <w:rsid w:val="00206A24"/>
    <w:rsid w:val="00207754"/>
    <w:rsid w:val="00207785"/>
    <w:rsid w:val="00215432"/>
    <w:rsid w:val="00215453"/>
    <w:rsid w:val="00220839"/>
    <w:rsid w:val="00222EAF"/>
    <w:rsid w:val="0022300B"/>
    <w:rsid w:val="00225FA4"/>
    <w:rsid w:val="00226BC3"/>
    <w:rsid w:val="00226E91"/>
    <w:rsid w:val="00230328"/>
    <w:rsid w:val="002314F6"/>
    <w:rsid w:val="00233974"/>
    <w:rsid w:val="00234AD4"/>
    <w:rsid w:val="00234C6E"/>
    <w:rsid w:val="00241248"/>
    <w:rsid w:val="002445D6"/>
    <w:rsid w:val="00244852"/>
    <w:rsid w:val="00244FE4"/>
    <w:rsid w:val="002467ED"/>
    <w:rsid w:val="00247483"/>
    <w:rsid w:val="0024775D"/>
    <w:rsid w:val="0025027E"/>
    <w:rsid w:val="0025032B"/>
    <w:rsid w:val="002520B6"/>
    <w:rsid w:val="00252491"/>
    <w:rsid w:val="00252740"/>
    <w:rsid w:val="002544B3"/>
    <w:rsid w:val="00255651"/>
    <w:rsid w:val="00260B3A"/>
    <w:rsid w:val="002617F1"/>
    <w:rsid w:val="0026199C"/>
    <w:rsid w:val="00261AB7"/>
    <w:rsid w:val="00264675"/>
    <w:rsid w:val="0026549F"/>
    <w:rsid w:val="0026585A"/>
    <w:rsid w:val="002667B7"/>
    <w:rsid w:val="002674EB"/>
    <w:rsid w:val="00267D08"/>
    <w:rsid w:val="002706C8"/>
    <w:rsid w:val="0027204B"/>
    <w:rsid w:val="00275155"/>
    <w:rsid w:val="00275364"/>
    <w:rsid w:val="00277192"/>
    <w:rsid w:val="002776A4"/>
    <w:rsid w:val="00277AA8"/>
    <w:rsid w:val="002800B4"/>
    <w:rsid w:val="0028536B"/>
    <w:rsid w:val="00286D21"/>
    <w:rsid w:val="00286D87"/>
    <w:rsid w:val="00287251"/>
    <w:rsid w:val="00287FD6"/>
    <w:rsid w:val="0029091E"/>
    <w:rsid w:val="00292E89"/>
    <w:rsid w:val="00295ECD"/>
    <w:rsid w:val="002A0010"/>
    <w:rsid w:val="002A2B63"/>
    <w:rsid w:val="002A53E5"/>
    <w:rsid w:val="002A563E"/>
    <w:rsid w:val="002B0386"/>
    <w:rsid w:val="002B2482"/>
    <w:rsid w:val="002B2B1F"/>
    <w:rsid w:val="002B3078"/>
    <w:rsid w:val="002B58A4"/>
    <w:rsid w:val="002B5D70"/>
    <w:rsid w:val="002B7496"/>
    <w:rsid w:val="002C0495"/>
    <w:rsid w:val="002C1B84"/>
    <w:rsid w:val="002C45A9"/>
    <w:rsid w:val="002C48AB"/>
    <w:rsid w:val="002C668B"/>
    <w:rsid w:val="002D097B"/>
    <w:rsid w:val="002D132F"/>
    <w:rsid w:val="002D2469"/>
    <w:rsid w:val="002D2C38"/>
    <w:rsid w:val="002D62B0"/>
    <w:rsid w:val="002E3703"/>
    <w:rsid w:val="002E39C1"/>
    <w:rsid w:val="002E65F0"/>
    <w:rsid w:val="002E724D"/>
    <w:rsid w:val="002F16D6"/>
    <w:rsid w:val="002F1CAC"/>
    <w:rsid w:val="002F2AFA"/>
    <w:rsid w:val="002F2E28"/>
    <w:rsid w:val="002F3020"/>
    <w:rsid w:val="002F4938"/>
    <w:rsid w:val="002F5338"/>
    <w:rsid w:val="002F5E55"/>
    <w:rsid w:val="002F642D"/>
    <w:rsid w:val="002F68B0"/>
    <w:rsid w:val="002F700B"/>
    <w:rsid w:val="003030FD"/>
    <w:rsid w:val="003033CC"/>
    <w:rsid w:val="003036DC"/>
    <w:rsid w:val="00304D4D"/>
    <w:rsid w:val="0030560A"/>
    <w:rsid w:val="00306D8A"/>
    <w:rsid w:val="003073BF"/>
    <w:rsid w:val="00307C56"/>
    <w:rsid w:val="00310E22"/>
    <w:rsid w:val="00311074"/>
    <w:rsid w:val="0031322F"/>
    <w:rsid w:val="003161F2"/>
    <w:rsid w:val="003200A8"/>
    <w:rsid w:val="0032117F"/>
    <w:rsid w:val="00321408"/>
    <w:rsid w:val="00321D47"/>
    <w:rsid w:val="0032264C"/>
    <w:rsid w:val="00322F3B"/>
    <w:rsid w:val="0032407D"/>
    <w:rsid w:val="00324426"/>
    <w:rsid w:val="00324A62"/>
    <w:rsid w:val="00330331"/>
    <w:rsid w:val="003308FC"/>
    <w:rsid w:val="0033094A"/>
    <w:rsid w:val="003313FB"/>
    <w:rsid w:val="00332CC2"/>
    <w:rsid w:val="0033313E"/>
    <w:rsid w:val="00334579"/>
    <w:rsid w:val="0033568C"/>
    <w:rsid w:val="00336597"/>
    <w:rsid w:val="00337C0C"/>
    <w:rsid w:val="0034007A"/>
    <w:rsid w:val="00340B87"/>
    <w:rsid w:val="0034126E"/>
    <w:rsid w:val="00342E63"/>
    <w:rsid w:val="00344303"/>
    <w:rsid w:val="00344E54"/>
    <w:rsid w:val="0034723B"/>
    <w:rsid w:val="0035151F"/>
    <w:rsid w:val="00351EF4"/>
    <w:rsid w:val="003524CE"/>
    <w:rsid w:val="003537D1"/>
    <w:rsid w:val="00354935"/>
    <w:rsid w:val="00355F58"/>
    <w:rsid w:val="003567EC"/>
    <w:rsid w:val="003578A0"/>
    <w:rsid w:val="003729A6"/>
    <w:rsid w:val="00372E17"/>
    <w:rsid w:val="003733B8"/>
    <w:rsid w:val="0037535C"/>
    <w:rsid w:val="0037640A"/>
    <w:rsid w:val="003768FD"/>
    <w:rsid w:val="0038368D"/>
    <w:rsid w:val="003840CB"/>
    <w:rsid w:val="00384A47"/>
    <w:rsid w:val="003853B5"/>
    <w:rsid w:val="00386073"/>
    <w:rsid w:val="00391F80"/>
    <w:rsid w:val="00392530"/>
    <w:rsid w:val="003946F8"/>
    <w:rsid w:val="00394DFB"/>
    <w:rsid w:val="00395677"/>
    <w:rsid w:val="00396723"/>
    <w:rsid w:val="00396F5F"/>
    <w:rsid w:val="003A044B"/>
    <w:rsid w:val="003A05B1"/>
    <w:rsid w:val="003A1140"/>
    <w:rsid w:val="003A1F4F"/>
    <w:rsid w:val="003A28EB"/>
    <w:rsid w:val="003A44A9"/>
    <w:rsid w:val="003A45DC"/>
    <w:rsid w:val="003B017E"/>
    <w:rsid w:val="003B1036"/>
    <w:rsid w:val="003B2DF7"/>
    <w:rsid w:val="003B3555"/>
    <w:rsid w:val="003B3E9F"/>
    <w:rsid w:val="003B4DAE"/>
    <w:rsid w:val="003B5C2F"/>
    <w:rsid w:val="003B7198"/>
    <w:rsid w:val="003B71A2"/>
    <w:rsid w:val="003B73DD"/>
    <w:rsid w:val="003B783B"/>
    <w:rsid w:val="003C1EF3"/>
    <w:rsid w:val="003C224E"/>
    <w:rsid w:val="003C5A2B"/>
    <w:rsid w:val="003C6934"/>
    <w:rsid w:val="003D1C9C"/>
    <w:rsid w:val="003D307C"/>
    <w:rsid w:val="003D377F"/>
    <w:rsid w:val="003D3D23"/>
    <w:rsid w:val="003D6208"/>
    <w:rsid w:val="003E1CA8"/>
    <w:rsid w:val="003E30AB"/>
    <w:rsid w:val="003E416A"/>
    <w:rsid w:val="003E51CB"/>
    <w:rsid w:val="003E6885"/>
    <w:rsid w:val="003E68D2"/>
    <w:rsid w:val="003E7A95"/>
    <w:rsid w:val="003E7AC7"/>
    <w:rsid w:val="003F15A7"/>
    <w:rsid w:val="003F1678"/>
    <w:rsid w:val="003F1DE5"/>
    <w:rsid w:val="003F1DEB"/>
    <w:rsid w:val="003F24BF"/>
    <w:rsid w:val="003F3B32"/>
    <w:rsid w:val="003F42C8"/>
    <w:rsid w:val="003F5889"/>
    <w:rsid w:val="003F6302"/>
    <w:rsid w:val="003F7D7A"/>
    <w:rsid w:val="00400590"/>
    <w:rsid w:val="00400AC7"/>
    <w:rsid w:val="00405F32"/>
    <w:rsid w:val="00406EE4"/>
    <w:rsid w:val="0040708F"/>
    <w:rsid w:val="004078FB"/>
    <w:rsid w:val="004105D5"/>
    <w:rsid w:val="004118F4"/>
    <w:rsid w:val="00411E2E"/>
    <w:rsid w:val="0041318E"/>
    <w:rsid w:val="00413A7C"/>
    <w:rsid w:val="00414258"/>
    <w:rsid w:val="0041427C"/>
    <w:rsid w:val="00417A78"/>
    <w:rsid w:val="00420949"/>
    <w:rsid w:val="00421606"/>
    <w:rsid w:val="00421A5F"/>
    <w:rsid w:val="00421EB0"/>
    <w:rsid w:val="00422AE7"/>
    <w:rsid w:val="004239B5"/>
    <w:rsid w:val="00423D0C"/>
    <w:rsid w:val="0042449F"/>
    <w:rsid w:val="004247D3"/>
    <w:rsid w:val="00424904"/>
    <w:rsid w:val="00425A23"/>
    <w:rsid w:val="00425AD0"/>
    <w:rsid w:val="00426253"/>
    <w:rsid w:val="00426FD2"/>
    <w:rsid w:val="004276B2"/>
    <w:rsid w:val="0042784B"/>
    <w:rsid w:val="00427E73"/>
    <w:rsid w:val="0043123E"/>
    <w:rsid w:val="00435D10"/>
    <w:rsid w:val="0043685C"/>
    <w:rsid w:val="00440C3C"/>
    <w:rsid w:val="00441613"/>
    <w:rsid w:val="00441A48"/>
    <w:rsid w:val="00442C76"/>
    <w:rsid w:val="004440ED"/>
    <w:rsid w:val="0044441D"/>
    <w:rsid w:val="00444467"/>
    <w:rsid w:val="00444D59"/>
    <w:rsid w:val="00444F75"/>
    <w:rsid w:val="004451EB"/>
    <w:rsid w:val="00445DAB"/>
    <w:rsid w:val="004460BB"/>
    <w:rsid w:val="00446DFF"/>
    <w:rsid w:val="004478CE"/>
    <w:rsid w:val="004501C4"/>
    <w:rsid w:val="0045101C"/>
    <w:rsid w:val="00451515"/>
    <w:rsid w:val="00451AD7"/>
    <w:rsid w:val="00452FAF"/>
    <w:rsid w:val="00453E2C"/>
    <w:rsid w:val="00455CB5"/>
    <w:rsid w:val="00457953"/>
    <w:rsid w:val="004632B9"/>
    <w:rsid w:val="00463DC1"/>
    <w:rsid w:val="004670EF"/>
    <w:rsid w:val="00467395"/>
    <w:rsid w:val="004677F3"/>
    <w:rsid w:val="004713DB"/>
    <w:rsid w:val="0047223A"/>
    <w:rsid w:val="004729BF"/>
    <w:rsid w:val="004731F0"/>
    <w:rsid w:val="004737B6"/>
    <w:rsid w:val="00476950"/>
    <w:rsid w:val="00481576"/>
    <w:rsid w:val="00483D4B"/>
    <w:rsid w:val="004842B2"/>
    <w:rsid w:val="00484DF4"/>
    <w:rsid w:val="0048772A"/>
    <w:rsid w:val="00490373"/>
    <w:rsid w:val="004912B8"/>
    <w:rsid w:val="00491CEE"/>
    <w:rsid w:val="0049239A"/>
    <w:rsid w:val="00492703"/>
    <w:rsid w:val="00496882"/>
    <w:rsid w:val="0049749C"/>
    <w:rsid w:val="00497581"/>
    <w:rsid w:val="004A0AF6"/>
    <w:rsid w:val="004A18DC"/>
    <w:rsid w:val="004A3056"/>
    <w:rsid w:val="004A39DF"/>
    <w:rsid w:val="004A6908"/>
    <w:rsid w:val="004A7667"/>
    <w:rsid w:val="004B034F"/>
    <w:rsid w:val="004B078F"/>
    <w:rsid w:val="004B0896"/>
    <w:rsid w:val="004B3ACE"/>
    <w:rsid w:val="004C0022"/>
    <w:rsid w:val="004C080F"/>
    <w:rsid w:val="004C0B18"/>
    <w:rsid w:val="004C23AC"/>
    <w:rsid w:val="004C2A1B"/>
    <w:rsid w:val="004C3429"/>
    <w:rsid w:val="004C3B37"/>
    <w:rsid w:val="004C3EE2"/>
    <w:rsid w:val="004C432C"/>
    <w:rsid w:val="004C4E50"/>
    <w:rsid w:val="004D09F9"/>
    <w:rsid w:val="004D2789"/>
    <w:rsid w:val="004D2F14"/>
    <w:rsid w:val="004D53E6"/>
    <w:rsid w:val="004D5C4C"/>
    <w:rsid w:val="004D5E7C"/>
    <w:rsid w:val="004D7DB8"/>
    <w:rsid w:val="004E0B82"/>
    <w:rsid w:val="004E0F4E"/>
    <w:rsid w:val="004E1798"/>
    <w:rsid w:val="004E1B77"/>
    <w:rsid w:val="004E1EC4"/>
    <w:rsid w:val="004E209E"/>
    <w:rsid w:val="004E2654"/>
    <w:rsid w:val="004E2C85"/>
    <w:rsid w:val="004E3472"/>
    <w:rsid w:val="004E3932"/>
    <w:rsid w:val="004E523E"/>
    <w:rsid w:val="004E5A51"/>
    <w:rsid w:val="004E6975"/>
    <w:rsid w:val="004E736F"/>
    <w:rsid w:val="004F06A3"/>
    <w:rsid w:val="004F0F11"/>
    <w:rsid w:val="004F5DAF"/>
    <w:rsid w:val="004F6E97"/>
    <w:rsid w:val="004F768A"/>
    <w:rsid w:val="00501184"/>
    <w:rsid w:val="00501E60"/>
    <w:rsid w:val="00505036"/>
    <w:rsid w:val="00505183"/>
    <w:rsid w:val="00507109"/>
    <w:rsid w:val="005074E4"/>
    <w:rsid w:val="00511EF5"/>
    <w:rsid w:val="00512F61"/>
    <w:rsid w:val="00513F0D"/>
    <w:rsid w:val="00515F8A"/>
    <w:rsid w:val="005208A8"/>
    <w:rsid w:val="00521C89"/>
    <w:rsid w:val="0052215B"/>
    <w:rsid w:val="00523F1A"/>
    <w:rsid w:val="005263AB"/>
    <w:rsid w:val="00526514"/>
    <w:rsid w:val="00526809"/>
    <w:rsid w:val="005269DB"/>
    <w:rsid w:val="00526FDA"/>
    <w:rsid w:val="00527B39"/>
    <w:rsid w:val="0053061F"/>
    <w:rsid w:val="0053156A"/>
    <w:rsid w:val="00534B39"/>
    <w:rsid w:val="00534F56"/>
    <w:rsid w:val="00535CE0"/>
    <w:rsid w:val="0053665B"/>
    <w:rsid w:val="00537DF0"/>
    <w:rsid w:val="0054251F"/>
    <w:rsid w:val="00543E5B"/>
    <w:rsid w:val="0054662A"/>
    <w:rsid w:val="00547D88"/>
    <w:rsid w:val="0055030C"/>
    <w:rsid w:val="005504F6"/>
    <w:rsid w:val="0055183D"/>
    <w:rsid w:val="0055545C"/>
    <w:rsid w:val="00555CA6"/>
    <w:rsid w:val="00556D87"/>
    <w:rsid w:val="00556F59"/>
    <w:rsid w:val="00561DD5"/>
    <w:rsid w:val="00563399"/>
    <w:rsid w:val="005658A1"/>
    <w:rsid w:val="005706B8"/>
    <w:rsid w:val="00570E88"/>
    <w:rsid w:val="00571657"/>
    <w:rsid w:val="0057191A"/>
    <w:rsid w:val="00572013"/>
    <w:rsid w:val="005721ED"/>
    <w:rsid w:val="0057269E"/>
    <w:rsid w:val="005735B4"/>
    <w:rsid w:val="0057437A"/>
    <w:rsid w:val="00574EA2"/>
    <w:rsid w:val="00576ED8"/>
    <w:rsid w:val="00576F7C"/>
    <w:rsid w:val="005773C2"/>
    <w:rsid w:val="00577A13"/>
    <w:rsid w:val="00582079"/>
    <w:rsid w:val="005837FD"/>
    <w:rsid w:val="00585038"/>
    <w:rsid w:val="00587DC1"/>
    <w:rsid w:val="00587EE1"/>
    <w:rsid w:val="00590BBB"/>
    <w:rsid w:val="0059138F"/>
    <w:rsid w:val="00592323"/>
    <w:rsid w:val="00592733"/>
    <w:rsid w:val="0059396A"/>
    <w:rsid w:val="00596534"/>
    <w:rsid w:val="00596A7B"/>
    <w:rsid w:val="0059713D"/>
    <w:rsid w:val="00597319"/>
    <w:rsid w:val="005A15C3"/>
    <w:rsid w:val="005A1A68"/>
    <w:rsid w:val="005A4070"/>
    <w:rsid w:val="005A44DA"/>
    <w:rsid w:val="005A5441"/>
    <w:rsid w:val="005A7951"/>
    <w:rsid w:val="005B03F1"/>
    <w:rsid w:val="005B07FE"/>
    <w:rsid w:val="005B129E"/>
    <w:rsid w:val="005B1847"/>
    <w:rsid w:val="005B197E"/>
    <w:rsid w:val="005B2670"/>
    <w:rsid w:val="005B336C"/>
    <w:rsid w:val="005B362E"/>
    <w:rsid w:val="005B402A"/>
    <w:rsid w:val="005B4C65"/>
    <w:rsid w:val="005B6B32"/>
    <w:rsid w:val="005B6C84"/>
    <w:rsid w:val="005B6D7B"/>
    <w:rsid w:val="005C1F78"/>
    <w:rsid w:val="005C31C7"/>
    <w:rsid w:val="005C4374"/>
    <w:rsid w:val="005C7A1C"/>
    <w:rsid w:val="005D1334"/>
    <w:rsid w:val="005D1819"/>
    <w:rsid w:val="005D3534"/>
    <w:rsid w:val="005D40DA"/>
    <w:rsid w:val="005D4784"/>
    <w:rsid w:val="005D520D"/>
    <w:rsid w:val="005D5E5D"/>
    <w:rsid w:val="005D616F"/>
    <w:rsid w:val="005D6510"/>
    <w:rsid w:val="005D78CF"/>
    <w:rsid w:val="005D7A3B"/>
    <w:rsid w:val="005D7BDC"/>
    <w:rsid w:val="005E08EC"/>
    <w:rsid w:val="005E1BB4"/>
    <w:rsid w:val="005E21C8"/>
    <w:rsid w:val="005E2F2B"/>
    <w:rsid w:val="005E32AE"/>
    <w:rsid w:val="005E372B"/>
    <w:rsid w:val="005E47BF"/>
    <w:rsid w:val="005F15AB"/>
    <w:rsid w:val="005F1AC0"/>
    <w:rsid w:val="005F4837"/>
    <w:rsid w:val="0060033C"/>
    <w:rsid w:val="00602EB7"/>
    <w:rsid w:val="0060424C"/>
    <w:rsid w:val="0060546B"/>
    <w:rsid w:val="00605B83"/>
    <w:rsid w:val="00610050"/>
    <w:rsid w:val="006110DB"/>
    <w:rsid w:val="006111D8"/>
    <w:rsid w:val="006122B7"/>
    <w:rsid w:val="00612911"/>
    <w:rsid w:val="00613259"/>
    <w:rsid w:val="00613A14"/>
    <w:rsid w:val="00616A97"/>
    <w:rsid w:val="00617FC8"/>
    <w:rsid w:val="00620326"/>
    <w:rsid w:val="00620820"/>
    <w:rsid w:val="00622765"/>
    <w:rsid w:val="0062571D"/>
    <w:rsid w:val="00626444"/>
    <w:rsid w:val="0062726F"/>
    <w:rsid w:val="006272C9"/>
    <w:rsid w:val="00630FC1"/>
    <w:rsid w:val="006326FE"/>
    <w:rsid w:val="00634B40"/>
    <w:rsid w:val="00634EE1"/>
    <w:rsid w:val="00636E1B"/>
    <w:rsid w:val="006419E0"/>
    <w:rsid w:val="006421B2"/>
    <w:rsid w:val="00642B4E"/>
    <w:rsid w:val="00645274"/>
    <w:rsid w:val="00646C1A"/>
    <w:rsid w:val="0065121F"/>
    <w:rsid w:val="00652AD9"/>
    <w:rsid w:val="00654668"/>
    <w:rsid w:val="00654CC8"/>
    <w:rsid w:val="00655531"/>
    <w:rsid w:val="00660159"/>
    <w:rsid w:val="00660C69"/>
    <w:rsid w:val="00660E13"/>
    <w:rsid w:val="00660E6D"/>
    <w:rsid w:val="006611D3"/>
    <w:rsid w:val="00662A68"/>
    <w:rsid w:val="006671EF"/>
    <w:rsid w:val="006757BD"/>
    <w:rsid w:val="00683BC3"/>
    <w:rsid w:val="00686E4C"/>
    <w:rsid w:val="00690960"/>
    <w:rsid w:val="006921D8"/>
    <w:rsid w:val="006A232C"/>
    <w:rsid w:val="006A2360"/>
    <w:rsid w:val="006A36BF"/>
    <w:rsid w:val="006A62FE"/>
    <w:rsid w:val="006A7C1B"/>
    <w:rsid w:val="006B3972"/>
    <w:rsid w:val="006B5738"/>
    <w:rsid w:val="006B5849"/>
    <w:rsid w:val="006C3B74"/>
    <w:rsid w:val="006C3C66"/>
    <w:rsid w:val="006C53AC"/>
    <w:rsid w:val="006C624F"/>
    <w:rsid w:val="006C7E8E"/>
    <w:rsid w:val="006D1A9D"/>
    <w:rsid w:val="006D22FC"/>
    <w:rsid w:val="006E04AC"/>
    <w:rsid w:val="006E161C"/>
    <w:rsid w:val="006E1B48"/>
    <w:rsid w:val="006E2807"/>
    <w:rsid w:val="006E2B50"/>
    <w:rsid w:val="006E357C"/>
    <w:rsid w:val="006E5391"/>
    <w:rsid w:val="006E7E7C"/>
    <w:rsid w:val="006F06E1"/>
    <w:rsid w:val="006F213F"/>
    <w:rsid w:val="006F302F"/>
    <w:rsid w:val="006F33CF"/>
    <w:rsid w:val="006F416D"/>
    <w:rsid w:val="006F4C8F"/>
    <w:rsid w:val="006F4D9F"/>
    <w:rsid w:val="0070212B"/>
    <w:rsid w:val="00703273"/>
    <w:rsid w:val="00703533"/>
    <w:rsid w:val="00703A52"/>
    <w:rsid w:val="00704D45"/>
    <w:rsid w:val="007054DD"/>
    <w:rsid w:val="00707B79"/>
    <w:rsid w:val="00707EDB"/>
    <w:rsid w:val="00713B04"/>
    <w:rsid w:val="007147E8"/>
    <w:rsid w:val="00714C52"/>
    <w:rsid w:val="0071639D"/>
    <w:rsid w:val="00723448"/>
    <w:rsid w:val="00723BC5"/>
    <w:rsid w:val="00724798"/>
    <w:rsid w:val="00727F3D"/>
    <w:rsid w:val="00730699"/>
    <w:rsid w:val="00731127"/>
    <w:rsid w:val="007320F5"/>
    <w:rsid w:val="00737044"/>
    <w:rsid w:val="00737073"/>
    <w:rsid w:val="007420CF"/>
    <w:rsid w:val="00742A11"/>
    <w:rsid w:val="00743D25"/>
    <w:rsid w:val="007441E5"/>
    <w:rsid w:val="00744294"/>
    <w:rsid w:val="007466A2"/>
    <w:rsid w:val="007469A2"/>
    <w:rsid w:val="00747D9E"/>
    <w:rsid w:val="00747F55"/>
    <w:rsid w:val="007506C1"/>
    <w:rsid w:val="00750FB5"/>
    <w:rsid w:val="00751B7D"/>
    <w:rsid w:val="007572B4"/>
    <w:rsid w:val="00761535"/>
    <w:rsid w:val="007633F5"/>
    <w:rsid w:val="00763F1B"/>
    <w:rsid w:val="0076435A"/>
    <w:rsid w:val="00765CD8"/>
    <w:rsid w:val="00766FB8"/>
    <w:rsid w:val="00771BD7"/>
    <w:rsid w:val="00771CEC"/>
    <w:rsid w:val="0077289B"/>
    <w:rsid w:val="00775856"/>
    <w:rsid w:val="007774FD"/>
    <w:rsid w:val="00777C46"/>
    <w:rsid w:val="00780CC4"/>
    <w:rsid w:val="00781376"/>
    <w:rsid w:val="00783B67"/>
    <w:rsid w:val="007853D6"/>
    <w:rsid w:val="00786358"/>
    <w:rsid w:val="00786361"/>
    <w:rsid w:val="00787159"/>
    <w:rsid w:val="007904B1"/>
    <w:rsid w:val="007905CE"/>
    <w:rsid w:val="0079281D"/>
    <w:rsid w:val="00793ACE"/>
    <w:rsid w:val="00794191"/>
    <w:rsid w:val="00794B76"/>
    <w:rsid w:val="007A0A6C"/>
    <w:rsid w:val="007A30E3"/>
    <w:rsid w:val="007A6188"/>
    <w:rsid w:val="007A75B0"/>
    <w:rsid w:val="007A7749"/>
    <w:rsid w:val="007B07AB"/>
    <w:rsid w:val="007B1C36"/>
    <w:rsid w:val="007B2C94"/>
    <w:rsid w:val="007B4528"/>
    <w:rsid w:val="007B4946"/>
    <w:rsid w:val="007B49EE"/>
    <w:rsid w:val="007C038D"/>
    <w:rsid w:val="007C2E73"/>
    <w:rsid w:val="007C312D"/>
    <w:rsid w:val="007C32FA"/>
    <w:rsid w:val="007C353C"/>
    <w:rsid w:val="007C3A10"/>
    <w:rsid w:val="007C7647"/>
    <w:rsid w:val="007C77BD"/>
    <w:rsid w:val="007C7984"/>
    <w:rsid w:val="007D032C"/>
    <w:rsid w:val="007D0BC5"/>
    <w:rsid w:val="007D0DBF"/>
    <w:rsid w:val="007D1C96"/>
    <w:rsid w:val="007D5C36"/>
    <w:rsid w:val="007D5D2A"/>
    <w:rsid w:val="007D6E88"/>
    <w:rsid w:val="007E0629"/>
    <w:rsid w:val="007E0D4C"/>
    <w:rsid w:val="007E19B1"/>
    <w:rsid w:val="007E3B67"/>
    <w:rsid w:val="007E53E8"/>
    <w:rsid w:val="007E58C8"/>
    <w:rsid w:val="007E5F6B"/>
    <w:rsid w:val="007F0118"/>
    <w:rsid w:val="007F10EA"/>
    <w:rsid w:val="007F1F83"/>
    <w:rsid w:val="007F3285"/>
    <w:rsid w:val="007F34DA"/>
    <w:rsid w:val="007F3ED0"/>
    <w:rsid w:val="007F5DB6"/>
    <w:rsid w:val="007F7028"/>
    <w:rsid w:val="00802083"/>
    <w:rsid w:val="008025F0"/>
    <w:rsid w:val="00802A32"/>
    <w:rsid w:val="00804172"/>
    <w:rsid w:val="0080557B"/>
    <w:rsid w:val="008056C3"/>
    <w:rsid w:val="00806525"/>
    <w:rsid w:val="00806F64"/>
    <w:rsid w:val="008071AA"/>
    <w:rsid w:val="0081139F"/>
    <w:rsid w:val="00811E68"/>
    <w:rsid w:val="00813799"/>
    <w:rsid w:val="008140A2"/>
    <w:rsid w:val="0081438B"/>
    <w:rsid w:val="00814858"/>
    <w:rsid w:val="008155C0"/>
    <w:rsid w:val="00817463"/>
    <w:rsid w:val="00817E52"/>
    <w:rsid w:val="00820D4E"/>
    <w:rsid w:val="008232E1"/>
    <w:rsid w:val="008236E4"/>
    <w:rsid w:val="00833BE2"/>
    <w:rsid w:val="00835444"/>
    <w:rsid w:val="00836A1B"/>
    <w:rsid w:val="00836AB0"/>
    <w:rsid w:val="00841174"/>
    <w:rsid w:val="0084233E"/>
    <w:rsid w:val="00843D72"/>
    <w:rsid w:val="008466CC"/>
    <w:rsid w:val="00851660"/>
    <w:rsid w:val="00852539"/>
    <w:rsid w:val="00853A4C"/>
    <w:rsid w:val="00853CDE"/>
    <w:rsid w:val="0085564E"/>
    <w:rsid w:val="008556A3"/>
    <w:rsid w:val="00855CF5"/>
    <w:rsid w:val="008565DF"/>
    <w:rsid w:val="008620D4"/>
    <w:rsid w:val="00863CF1"/>
    <w:rsid w:val="008661C2"/>
    <w:rsid w:val="0086707C"/>
    <w:rsid w:val="00872562"/>
    <w:rsid w:val="008727E0"/>
    <w:rsid w:val="00873AB6"/>
    <w:rsid w:val="00876088"/>
    <w:rsid w:val="0087656E"/>
    <w:rsid w:val="00876843"/>
    <w:rsid w:val="00877BB9"/>
    <w:rsid w:val="0088153F"/>
    <w:rsid w:val="00881705"/>
    <w:rsid w:val="0088256B"/>
    <w:rsid w:val="008868D4"/>
    <w:rsid w:val="0088791C"/>
    <w:rsid w:val="00890AB8"/>
    <w:rsid w:val="008927A1"/>
    <w:rsid w:val="008931A6"/>
    <w:rsid w:val="0089491A"/>
    <w:rsid w:val="008A18CD"/>
    <w:rsid w:val="008A2FB9"/>
    <w:rsid w:val="008A3A0B"/>
    <w:rsid w:val="008A44B0"/>
    <w:rsid w:val="008A6D0C"/>
    <w:rsid w:val="008B03E7"/>
    <w:rsid w:val="008B13EA"/>
    <w:rsid w:val="008B363D"/>
    <w:rsid w:val="008B4389"/>
    <w:rsid w:val="008B44A8"/>
    <w:rsid w:val="008B67CA"/>
    <w:rsid w:val="008B6D2B"/>
    <w:rsid w:val="008B6F70"/>
    <w:rsid w:val="008C1F36"/>
    <w:rsid w:val="008C294D"/>
    <w:rsid w:val="008C30B5"/>
    <w:rsid w:val="008C397B"/>
    <w:rsid w:val="008C4AEB"/>
    <w:rsid w:val="008C5345"/>
    <w:rsid w:val="008C610B"/>
    <w:rsid w:val="008C71C1"/>
    <w:rsid w:val="008D025A"/>
    <w:rsid w:val="008D0D18"/>
    <w:rsid w:val="008D1DCF"/>
    <w:rsid w:val="008D21C8"/>
    <w:rsid w:val="008D3008"/>
    <w:rsid w:val="008D5521"/>
    <w:rsid w:val="008D5ED5"/>
    <w:rsid w:val="008E0296"/>
    <w:rsid w:val="008E0338"/>
    <w:rsid w:val="008E08FF"/>
    <w:rsid w:val="008E11EC"/>
    <w:rsid w:val="008E30FD"/>
    <w:rsid w:val="008E34A5"/>
    <w:rsid w:val="008E750B"/>
    <w:rsid w:val="008F1155"/>
    <w:rsid w:val="008F28B5"/>
    <w:rsid w:val="008F2915"/>
    <w:rsid w:val="008F2F71"/>
    <w:rsid w:val="008F307E"/>
    <w:rsid w:val="008F4401"/>
    <w:rsid w:val="008F5260"/>
    <w:rsid w:val="008F5909"/>
    <w:rsid w:val="008F7E9A"/>
    <w:rsid w:val="008F7EA7"/>
    <w:rsid w:val="009000B0"/>
    <w:rsid w:val="00900AE3"/>
    <w:rsid w:val="00902160"/>
    <w:rsid w:val="0090264A"/>
    <w:rsid w:val="0090417C"/>
    <w:rsid w:val="00904447"/>
    <w:rsid w:val="009048D8"/>
    <w:rsid w:val="0090490D"/>
    <w:rsid w:val="00907173"/>
    <w:rsid w:val="00907448"/>
    <w:rsid w:val="00911518"/>
    <w:rsid w:val="009120BD"/>
    <w:rsid w:val="00912A6B"/>
    <w:rsid w:val="00913BF4"/>
    <w:rsid w:val="00915694"/>
    <w:rsid w:val="00915CFB"/>
    <w:rsid w:val="009217BD"/>
    <w:rsid w:val="00921C93"/>
    <w:rsid w:val="00921FF4"/>
    <w:rsid w:val="00923CB0"/>
    <w:rsid w:val="00924401"/>
    <w:rsid w:val="00930EC2"/>
    <w:rsid w:val="00933F75"/>
    <w:rsid w:val="0093445D"/>
    <w:rsid w:val="00934F41"/>
    <w:rsid w:val="00935655"/>
    <w:rsid w:val="00936A2A"/>
    <w:rsid w:val="00937F4A"/>
    <w:rsid w:val="00940CF2"/>
    <w:rsid w:val="00940E9F"/>
    <w:rsid w:val="00941CCA"/>
    <w:rsid w:val="009438C3"/>
    <w:rsid w:val="00944D74"/>
    <w:rsid w:val="009456D0"/>
    <w:rsid w:val="00945D6D"/>
    <w:rsid w:val="00946E11"/>
    <w:rsid w:val="00947A6C"/>
    <w:rsid w:val="00947F9C"/>
    <w:rsid w:val="00950047"/>
    <w:rsid w:val="00950604"/>
    <w:rsid w:val="0095085C"/>
    <w:rsid w:val="00950B76"/>
    <w:rsid w:val="00951991"/>
    <w:rsid w:val="00952944"/>
    <w:rsid w:val="009535AC"/>
    <w:rsid w:val="00953CA3"/>
    <w:rsid w:val="0095402D"/>
    <w:rsid w:val="00954638"/>
    <w:rsid w:val="0096066A"/>
    <w:rsid w:val="00961FD2"/>
    <w:rsid w:val="00962BC7"/>
    <w:rsid w:val="00964442"/>
    <w:rsid w:val="00966CC4"/>
    <w:rsid w:val="009717D3"/>
    <w:rsid w:val="00971FC3"/>
    <w:rsid w:val="00974824"/>
    <w:rsid w:val="0097643D"/>
    <w:rsid w:val="00977336"/>
    <w:rsid w:val="00980EDD"/>
    <w:rsid w:val="0098378E"/>
    <w:rsid w:val="00985422"/>
    <w:rsid w:val="00986083"/>
    <w:rsid w:val="00986D86"/>
    <w:rsid w:val="0099080F"/>
    <w:rsid w:val="009919D9"/>
    <w:rsid w:val="00991C19"/>
    <w:rsid w:val="00992C81"/>
    <w:rsid w:val="00992F43"/>
    <w:rsid w:val="00993206"/>
    <w:rsid w:val="0099362D"/>
    <w:rsid w:val="00994DD7"/>
    <w:rsid w:val="00996CC4"/>
    <w:rsid w:val="009972A3"/>
    <w:rsid w:val="009A10CE"/>
    <w:rsid w:val="009A256D"/>
    <w:rsid w:val="009A4588"/>
    <w:rsid w:val="009A70FE"/>
    <w:rsid w:val="009B07BB"/>
    <w:rsid w:val="009B1705"/>
    <w:rsid w:val="009B50BF"/>
    <w:rsid w:val="009B59BA"/>
    <w:rsid w:val="009B5AFA"/>
    <w:rsid w:val="009B5B68"/>
    <w:rsid w:val="009B7EEA"/>
    <w:rsid w:val="009C1B34"/>
    <w:rsid w:val="009C3329"/>
    <w:rsid w:val="009C7A91"/>
    <w:rsid w:val="009C7CA4"/>
    <w:rsid w:val="009C7CC1"/>
    <w:rsid w:val="009D074F"/>
    <w:rsid w:val="009D17C6"/>
    <w:rsid w:val="009D1B98"/>
    <w:rsid w:val="009D1C4D"/>
    <w:rsid w:val="009D2507"/>
    <w:rsid w:val="009D353E"/>
    <w:rsid w:val="009D37B7"/>
    <w:rsid w:val="009D383F"/>
    <w:rsid w:val="009D4062"/>
    <w:rsid w:val="009D4418"/>
    <w:rsid w:val="009D7263"/>
    <w:rsid w:val="009E0691"/>
    <w:rsid w:val="009E193D"/>
    <w:rsid w:val="009E2B62"/>
    <w:rsid w:val="009E30A2"/>
    <w:rsid w:val="009E5C1A"/>
    <w:rsid w:val="009E6580"/>
    <w:rsid w:val="009E6A7B"/>
    <w:rsid w:val="009E6A86"/>
    <w:rsid w:val="009E6C48"/>
    <w:rsid w:val="009F0BC0"/>
    <w:rsid w:val="009F1465"/>
    <w:rsid w:val="009F2A80"/>
    <w:rsid w:val="009F32E8"/>
    <w:rsid w:val="009F3606"/>
    <w:rsid w:val="009F6F0D"/>
    <w:rsid w:val="00A0024D"/>
    <w:rsid w:val="00A01466"/>
    <w:rsid w:val="00A03049"/>
    <w:rsid w:val="00A040BF"/>
    <w:rsid w:val="00A06441"/>
    <w:rsid w:val="00A068EB"/>
    <w:rsid w:val="00A07219"/>
    <w:rsid w:val="00A076C9"/>
    <w:rsid w:val="00A1170D"/>
    <w:rsid w:val="00A11797"/>
    <w:rsid w:val="00A11BDB"/>
    <w:rsid w:val="00A12BB7"/>
    <w:rsid w:val="00A13CE1"/>
    <w:rsid w:val="00A154DE"/>
    <w:rsid w:val="00A16E71"/>
    <w:rsid w:val="00A17F79"/>
    <w:rsid w:val="00A17FBF"/>
    <w:rsid w:val="00A200AF"/>
    <w:rsid w:val="00A20734"/>
    <w:rsid w:val="00A216BE"/>
    <w:rsid w:val="00A220D2"/>
    <w:rsid w:val="00A2341D"/>
    <w:rsid w:val="00A23958"/>
    <w:rsid w:val="00A23BC4"/>
    <w:rsid w:val="00A23F1E"/>
    <w:rsid w:val="00A26D60"/>
    <w:rsid w:val="00A27D67"/>
    <w:rsid w:val="00A27FD0"/>
    <w:rsid w:val="00A31CB3"/>
    <w:rsid w:val="00A3214B"/>
    <w:rsid w:val="00A324D9"/>
    <w:rsid w:val="00A346BB"/>
    <w:rsid w:val="00A34E2B"/>
    <w:rsid w:val="00A359BE"/>
    <w:rsid w:val="00A35E1E"/>
    <w:rsid w:val="00A361A1"/>
    <w:rsid w:val="00A3646D"/>
    <w:rsid w:val="00A36B49"/>
    <w:rsid w:val="00A36C09"/>
    <w:rsid w:val="00A40571"/>
    <w:rsid w:val="00A40AE9"/>
    <w:rsid w:val="00A4119D"/>
    <w:rsid w:val="00A411D2"/>
    <w:rsid w:val="00A44736"/>
    <w:rsid w:val="00A46D59"/>
    <w:rsid w:val="00A51898"/>
    <w:rsid w:val="00A519C8"/>
    <w:rsid w:val="00A52639"/>
    <w:rsid w:val="00A5296E"/>
    <w:rsid w:val="00A52CDA"/>
    <w:rsid w:val="00A54DF9"/>
    <w:rsid w:val="00A570B7"/>
    <w:rsid w:val="00A60270"/>
    <w:rsid w:val="00A60C6D"/>
    <w:rsid w:val="00A6132E"/>
    <w:rsid w:val="00A61470"/>
    <w:rsid w:val="00A64041"/>
    <w:rsid w:val="00A65D35"/>
    <w:rsid w:val="00A66F6C"/>
    <w:rsid w:val="00A67959"/>
    <w:rsid w:val="00A679D0"/>
    <w:rsid w:val="00A70FDA"/>
    <w:rsid w:val="00A72B93"/>
    <w:rsid w:val="00A730A9"/>
    <w:rsid w:val="00A77B28"/>
    <w:rsid w:val="00A84446"/>
    <w:rsid w:val="00A85BAF"/>
    <w:rsid w:val="00A85EE8"/>
    <w:rsid w:val="00A93DE5"/>
    <w:rsid w:val="00A96331"/>
    <w:rsid w:val="00A96836"/>
    <w:rsid w:val="00A97603"/>
    <w:rsid w:val="00AA0440"/>
    <w:rsid w:val="00AA2BA5"/>
    <w:rsid w:val="00AA3234"/>
    <w:rsid w:val="00AA37F1"/>
    <w:rsid w:val="00AA58FB"/>
    <w:rsid w:val="00AA6228"/>
    <w:rsid w:val="00AA66E4"/>
    <w:rsid w:val="00AA7D19"/>
    <w:rsid w:val="00AB096E"/>
    <w:rsid w:val="00AB1CC3"/>
    <w:rsid w:val="00AB2C42"/>
    <w:rsid w:val="00AB3397"/>
    <w:rsid w:val="00AB436A"/>
    <w:rsid w:val="00AB59AB"/>
    <w:rsid w:val="00AB6324"/>
    <w:rsid w:val="00AB710D"/>
    <w:rsid w:val="00AB7C6C"/>
    <w:rsid w:val="00AB7CBE"/>
    <w:rsid w:val="00AC37B6"/>
    <w:rsid w:val="00AC5323"/>
    <w:rsid w:val="00AC5D31"/>
    <w:rsid w:val="00AC6D4E"/>
    <w:rsid w:val="00AC7E99"/>
    <w:rsid w:val="00AD0893"/>
    <w:rsid w:val="00AD1B9E"/>
    <w:rsid w:val="00AD2D1F"/>
    <w:rsid w:val="00AD7724"/>
    <w:rsid w:val="00AD7B7C"/>
    <w:rsid w:val="00AE0073"/>
    <w:rsid w:val="00AE17A7"/>
    <w:rsid w:val="00AE1C3D"/>
    <w:rsid w:val="00AE3238"/>
    <w:rsid w:val="00AE400F"/>
    <w:rsid w:val="00AE4F9A"/>
    <w:rsid w:val="00AE6EB3"/>
    <w:rsid w:val="00AE7174"/>
    <w:rsid w:val="00AE77D6"/>
    <w:rsid w:val="00AE7E20"/>
    <w:rsid w:val="00AF1D8C"/>
    <w:rsid w:val="00AF31CB"/>
    <w:rsid w:val="00AF3A77"/>
    <w:rsid w:val="00AF62B1"/>
    <w:rsid w:val="00AF6746"/>
    <w:rsid w:val="00AF6AE3"/>
    <w:rsid w:val="00B00826"/>
    <w:rsid w:val="00B0394B"/>
    <w:rsid w:val="00B041BD"/>
    <w:rsid w:val="00B06176"/>
    <w:rsid w:val="00B06940"/>
    <w:rsid w:val="00B06C6D"/>
    <w:rsid w:val="00B106D8"/>
    <w:rsid w:val="00B10DDB"/>
    <w:rsid w:val="00B10F86"/>
    <w:rsid w:val="00B11185"/>
    <w:rsid w:val="00B11D72"/>
    <w:rsid w:val="00B12949"/>
    <w:rsid w:val="00B1547B"/>
    <w:rsid w:val="00B1652B"/>
    <w:rsid w:val="00B167F7"/>
    <w:rsid w:val="00B27317"/>
    <w:rsid w:val="00B3022A"/>
    <w:rsid w:val="00B30A22"/>
    <w:rsid w:val="00B3257E"/>
    <w:rsid w:val="00B32CD9"/>
    <w:rsid w:val="00B342D4"/>
    <w:rsid w:val="00B37DB7"/>
    <w:rsid w:val="00B4167C"/>
    <w:rsid w:val="00B4291E"/>
    <w:rsid w:val="00B458C1"/>
    <w:rsid w:val="00B464D4"/>
    <w:rsid w:val="00B4719A"/>
    <w:rsid w:val="00B509DF"/>
    <w:rsid w:val="00B52A93"/>
    <w:rsid w:val="00B53945"/>
    <w:rsid w:val="00B53B6F"/>
    <w:rsid w:val="00B53CE0"/>
    <w:rsid w:val="00B552B8"/>
    <w:rsid w:val="00B5647F"/>
    <w:rsid w:val="00B573BF"/>
    <w:rsid w:val="00B62988"/>
    <w:rsid w:val="00B639FD"/>
    <w:rsid w:val="00B63B9C"/>
    <w:rsid w:val="00B63D9E"/>
    <w:rsid w:val="00B63FFC"/>
    <w:rsid w:val="00B64A44"/>
    <w:rsid w:val="00B65399"/>
    <w:rsid w:val="00B65500"/>
    <w:rsid w:val="00B66055"/>
    <w:rsid w:val="00B67668"/>
    <w:rsid w:val="00B70D36"/>
    <w:rsid w:val="00B73468"/>
    <w:rsid w:val="00B7409D"/>
    <w:rsid w:val="00B750F5"/>
    <w:rsid w:val="00B75562"/>
    <w:rsid w:val="00B75BF9"/>
    <w:rsid w:val="00B7764A"/>
    <w:rsid w:val="00B77691"/>
    <w:rsid w:val="00B80803"/>
    <w:rsid w:val="00B80CD9"/>
    <w:rsid w:val="00B83AA1"/>
    <w:rsid w:val="00B84208"/>
    <w:rsid w:val="00B91AC4"/>
    <w:rsid w:val="00B94C4D"/>
    <w:rsid w:val="00B95333"/>
    <w:rsid w:val="00B95511"/>
    <w:rsid w:val="00B95DDF"/>
    <w:rsid w:val="00B975F2"/>
    <w:rsid w:val="00B97D26"/>
    <w:rsid w:val="00BA0D2B"/>
    <w:rsid w:val="00BA22F2"/>
    <w:rsid w:val="00BA3A3B"/>
    <w:rsid w:val="00BA47E1"/>
    <w:rsid w:val="00BA6454"/>
    <w:rsid w:val="00BA7296"/>
    <w:rsid w:val="00BB1171"/>
    <w:rsid w:val="00BB1749"/>
    <w:rsid w:val="00BB21C4"/>
    <w:rsid w:val="00BB2532"/>
    <w:rsid w:val="00BB35E5"/>
    <w:rsid w:val="00BB5A44"/>
    <w:rsid w:val="00BB7351"/>
    <w:rsid w:val="00BC0EE1"/>
    <w:rsid w:val="00BC30F5"/>
    <w:rsid w:val="00BC314E"/>
    <w:rsid w:val="00BC3361"/>
    <w:rsid w:val="00BC372A"/>
    <w:rsid w:val="00BC3DB6"/>
    <w:rsid w:val="00BC433E"/>
    <w:rsid w:val="00BC5610"/>
    <w:rsid w:val="00BD08B3"/>
    <w:rsid w:val="00BD0E12"/>
    <w:rsid w:val="00BD2C2F"/>
    <w:rsid w:val="00BD37D9"/>
    <w:rsid w:val="00BD548E"/>
    <w:rsid w:val="00BD6C60"/>
    <w:rsid w:val="00BD7ADB"/>
    <w:rsid w:val="00BE11FC"/>
    <w:rsid w:val="00BE1BF7"/>
    <w:rsid w:val="00BE2E72"/>
    <w:rsid w:val="00BE452D"/>
    <w:rsid w:val="00BE484E"/>
    <w:rsid w:val="00BE7D85"/>
    <w:rsid w:val="00BF25EC"/>
    <w:rsid w:val="00BF287E"/>
    <w:rsid w:val="00C001EA"/>
    <w:rsid w:val="00C00F9F"/>
    <w:rsid w:val="00C01B52"/>
    <w:rsid w:val="00C01D0E"/>
    <w:rsid w:val="00C052F4"/>
    <w:rsid w:val="00C07A3C"/>
    <w:rsid w:val="00C07F86"/>
    <w:rsid w:val="00C1013E"/>
    <w:rsid w:val="00C11565"/>
    <w:rsid w:val="00C11C50"/>
    <w:rsid w:val="00C1250B"/>
    <w:rsid w:val="00C136C0"/>
    <w:rsid w:val="00C1404B"/>
    <w:rsid w:val="00C14789"/>
    <w:rsid w:val="00C1507A"/>
    <w:rsid w:val="00C1729D"/>
    <w:rsid w:val="00C23A1F"/>
    <w:rsid w:val="00C2541E"/>
    <w:rsid w:val="00C266C7"/>
    <w:rsid w:val="00C27771"/>
    <w:rsid w:val="00C300A6"/>
    <w:rsid w:val="00C30309"/>
    <w:rsid w:val="00C3066E"/>
    <w:rsid w:val="00C31AAD"/>
    <w:rsid w:val="00C32165"/>
    <w:rsid w:val="00C335C5"/>
    <w:rsid w:val="00C33D0F"/>
    <w:rsid w:val="00C36924"/>
    <w:rsid w:val="00C369DA"/>
    <w:rsid w:val="00C40251"/>
    <w:rsid w:val="00C46667"/>
    <w:rsid w:val="00C46B0C"/>
    <w:rsid w:val="00C505E5"/>
    <w:rsid w:val="00C507F8"/>
    <w:rsid w:val="00C50AAD"/>
    <w:rsid w:val="00C52094"/>
    <w:rsid w:val="00C54A2C"/>
    <w:rsid w:val="00C55FF3"/>
    <w:rsid w:val="00C57053"/>
    <w:rsid w:val="00C575B9"/>
    <w:rsid w:val="00C608EC"/>
    <w:rsid w:val="00C62534"/>
    <w:rsid w:val="00C65005"/>
    <w:rsid w:val="00C65A88"/>
    <w:rsid w:val="00C67C37"/>
    <w:rsid w:val="00C71655"/>
    <w:rsid w:val="00C71FAA"/>
    <w:rsid w:val="00C739F6"/>
    <w:rsid w:val="00C74A3C"/>
    <w:rsid w:val="00C75712"/>
    <w:rsid w:val="00C75DC4"/>
    <w:rsid w:val="00C7734F"/>
    <w:rsid w:val="00C800B6"/>
    <w:rsid w:val="00C80213"/>
    <w:rsid w:val="00C809AD"/>
    <w:rsid w:val="00C80F70"/>
    <w:rsid w:val="00C810E5"/>
    <w:rsid w:val="00C81E26"/>
    <w:rsid w:val="00C849EF"/>
    <w:rsid w:val="00C903A0"/>
    <w:rsid w:val="00C90B15"/>
    <w:rsid w:val="00C913B4"/>
    <w:rsid w:val="00C91507"/>
    <w:rsid w:val="00C92361"/>
    <w:rsid w:val="00C93B94"/>
    <w:rsid w:val="00C94DD4"/>
    <w:rsid w:val="00C95CAE"/>
    <w:rsid w:val="00C960BB"/>
    <w:rsid w:val="00C975A1"/>
    <w:rsid w:val="00C97719"/>
    <w:rsid w:val="00CA025E"/>
    <w:rsid w:val="00CA0E36"/>
    <w:rsid w:val="00CA123A"/>
    <w:rsid w:val="00CA15F4"/>
    <w:rsid w:val="00CA1665"/>
    <w:rsid w:val="00CA202D"/>
    <w:rsid w:val="00CA3B4E"/>
    <w:rsid w:val="00CA3F8D"/>
    <w:rsid w:val="00CA5232"/>
    <w:rsid w:val="00CA56A2"/>
    <w:rsid w:val="00CA6329"/>
    <w:rsid w:val="00CA6790"/>
    <w:rsid w:val="00CA6B1C"/>
    <w:rsid w:val="00CB22EE"/>
    <w:rsid w:val="00CB340D"/>
    <w:rsid w:val="00CB5679"/>
    <w:rsid w:val="00CC31B2"/>
    <w:rsid w:val="00CC3EEC"/>
    <w:rsid w:val="00CC44CF"/>
    <w:rsid w:val="00CC5F0E"/>
    <w:rsid w:val="00CC6010"/>
    <w:rsid w:val="00CC6AC3"/>
    <w:rsid w:val="00CC6F19"/>
    <w:rsid w:val="00CC77AA"/>
    <w:rsid w:val="00CD3220"/>
    <w:rsid w:val="00CD3FB7"/>
    <w:rsid w:val="00CD404A"/>
    <w:rsid w:val="00CD5B95"/>
    <w:rsid w:val="00CD7C93"/>
    <w:rsid w:val="00CE06EB"/>
    <w:rsid w:val="00CE0FB8"/>
    <w:rsid w:val="00CE262F"/>
    <w:rsid w:val="00CE2AD9"/>
    <w:rsid w:val="00CE2D5F"/>
    <w:rsid w:val="00CE395E"/>
    <w:rsid w:val="00CE5A95"/>
    <w:rsid w:val="00CF1BE3"/>
    <w:rsid w:val="00CF2C3E"/>
    <w:rsid w:val="00CF6579"/>
    <w:rsid w:val="00CF6AA3"/>
    <w:rsid w:val="00D0005C"/>
    <w:rsid w:val="00D00D15"/>
    <w:rsid w:val="00D02398"/>
    <w:rsid w:val="00D02E3F"/>
    <w:rsid w:val="00D02E94"/>
    <w:rsid w:val="00D030F3"/>
    <w:rsid w:val="00D03825"/>
    <w:rsid w:val="00D06B86"/>
    <w:rsid w:val="00D06C44"/>
    <w:rsid w:val="00D07341"/>
    <w:rsid w:val="00D0776F"/>
    <w:rsid w:val="00D1007E"/>
    <w:rsid w:val="00D10B2B"/>
    <w:rsid w:val="00D11F64"/>
    <w:rsid w:val="00D1252D"/>
    <w:rsid w:val="00D12660"/>
    <w:rsid w:val="00D12EF6"/>
    <w:rsid w:val="00D14A98"/>
    <w:rsid w:val="00D14E11"/>
    <w:rsid w:val="00D15519"/>
    <w:rsid w:val="00D217D3"/>
    <w:rsid w:val="00D21864"/>
    <w:rsid w:val="00D21E95"/>
    <w:rsid w:val="00D22037"/>
    <w:rsid w:val="00D229B3"/>
    <w:rsid w:val="00D229FB"/>
    <w:rsid w:val="00D2412B"/>
    <w:rsid w:val="00D25AE1"/>
    <w:rsid w:val="00D30597"/>
    <w:rsid w:val="00D31F35"/>
    <w:rsid w:val="00D328A3"/>
    <w:rsid w:val="00D3545C"/>
    <w:rsid w:val="00D422D1"/>
    <w:rsid w:val="00D42BBB"/>
    <w:rsid w:val="00D439E5"/>
    <w:rsid w:val="00D451A8"/>
    <w:rsid w:val="00D45B44"/>
    <w:rsid w:val="00D46713"/>
    <w:rsid w:val="00D47788"/>
    <w:rsid w:val="00D47B6E"/>
    <w:rsid w:val="00D47FE9"/>
    <w:rsid w:val="00D50035"/>
    <w:rsid w:val="00D50ACF"/>
    <w:rsid w:val="00D513DA"/>
    <w:rsid w:val="00D51BEA"/>
    <w:rsid w:val="00D52A76"/>
    <w:rsid w:val="00D5400E"/>
    <w:rsid w:val="00D57107"/>
    <w:rsid w:val="00D57F97"/>
    <w:rsid w:val="00D60686"/>
    <w:rsid w:val="00D62187"/>
    <w:rsid w:val="00D668FC"/>
    <w:rsid w:val="00D67F94"/>
    <w:rsid w:val="00D703B0"/>
    <w:rsid w:val="00D72A1F"/>
    <w:rsid w:val="00D73992"/>
    <w:rsid w:val="00D742FE"/>
    <w:rsid w:val="00D76649"/>
    <w:rsid w:val="00D77CAF"/>
    <w:rsid w:val="00D802A8"/>
    <w:rsid w:val="00D8272D"/>
    <w:rsid w:val="00D82738"/>
    <w:rsid w:val="00D836A0"/>
    <w:rsid w:val="00D84FEC"/>
    <w:rsid w:val="00D87096"/>
    <w:rsid w:val="00D87FEB"/>
    <w:rsid w:val="00D87FF8"/>
    <w:rsid w:val="00D9114D"/>
    <w:rsid w:val="00D91C33"/>
    <w:rsid w:val="00D91C9A"/>
    <w:rsid w:val="00D94F82"/>
    <w:rsid w:val="00D95A90"/>
    <w:rsid w:val="00D95DF7"/>
    <w:rsid w:val="00D971F1"/>
    <w:rsid w:val="00D97B3A"/>
    <w:rsid w:val="00D97F67"/>
    <w:rsid w:val="00DA0645"/>
    <w:rsid w:val="00DA0D66"/>
    <w:rsid w:val="00DA38C3"/>
    <w:rsid w:val="00DA41B4"/>
    <w:rsid w:val="00DA5557"/>
    <w:rsid w:val="00DA5689"/>
    <w:rsid w:val="00DA6B9F"/>
    <w:rsid w:val="00DB1099"/>
    <w:rsid w:val="00DB1D3A"/>
    <w:rsid w:val="00DB2411"/>
    <w:rsid w:val="00DC037D"/>
    <w:rsid w:val="00DC2B0D"/>
    <w:rsid w:val="00DC3888"/>
    <w:rsid w:val="00DD0062"/>
    <w:rsid w:val="00DD2671"/>
    <w:rsid w:val="00DD2E88"/>
    <w:rsid w:val="00DD396B"/>
    <w:rsid w:val="00DD4059"/>
    <w:rsid w:val="00DD476C"/>
    <w:rsid w:val="00DD5907"/>
    <w:rsid w:val="00DD5E82"/>
    <w:rsid w:val="00DD6ADC"/>
    <w:rsid w:val="00DD735B"/>
    <w:rsid w:val="00DE0ED1"/>
    <w:rsid w:val="00DE331A"/>
    <w:rsid w:val="00DE3339"/>
    <w:rsid w:val="00DE3DF4"/>
    <w:rsid w:val="00DE4129"/>
    <w:rsid w:val="00DE5D10"/>
    <w:rsid w:val="00DE7ADC"/>
    <w:rsid w:val="00DF3201"/>
    <w:rsid w:val="00DF34BC"/>
    <w:rsid w:val="00DF37D1"/>
    <w:rsid w:val="00DF4E8A"/>
    <w:rsid w:val="00DF666B"/>
    <w:rsid w:val="00DF6970"/>
    <w:rsid w:val="00E00D2C"/>
    <w:rsid w:val="00E01D49"/>
    <w:rsid w:val="00E03071"/>
    <w:rsid w:val="00E03D42"/>
    <w:rsid w:val="00E05464"/>
    <w:rsid w:val="00E10161"/>
    <w:rsid w:val="00E12C84"/>
    <w:rsid w:val="00E16139"/>
    <w:rsid w:val="00E1649C"/>
    <w:rsid w:val="00E1759E"/>
    <w:rsid w:val="00E17626"/>
    <w:rsid w:val="00E220CF"/>
    <w:rsid w:val="00E2502F"/>
    <w:rsid w:val="00E26689"/>
    <w:rsid w:val="00E276E3"/>
    <w:rsid w:val="00E3056F"/>
    <w:rsid w:val="00E30807"/>
    <w:rsid w:val="00E31789"/>
    <w:rsid w:val="00E33B92"/>
    <w:rsid w:val="00E36E47"/>
    <w:rsid w:val="00E37221"/>
    <w:rsid w:val="00E372DA"/>
    <w:rsid w:val="00E37884"/>
    <w:rsid w:val="00E404F6"/>
    <w:rsid w:val="00E40B23"/>
    <w:rsid w:val="00E432F1"/>
    <w:rsid w:val="00E43E83"/>
    <w:rsid w:val="00E44C1D"/>
    <w:rsid w:val="00E455AE"/>
    <w:rsid w:val="00E473B6"/>
    <w:rsid w:val="00E5061F"/>
    <w:rsid w:val="00E509B8"/>
    <w:rsid w:val="00E51D41"/>
    <w:rsid w:val="00E51D73"/>
    <w:rsid w:val="00E51EDC"/>
    <w:rsid w:val="00E52BDE"/>
    <w:rsid w:val="00E55D1B"/>
    <w:rsid w:val="00E56F18"/>
    <w:rsid w:val="00E600E1"/>
    <w:rsid w:val="00E60C6F"/>
    <w:rsid w:val="00E61451"/>
    <w:rsid w:val="00E614AD"/>
    <w:rsid w:val="00E62AE8"/>
    <w:rsid w:val="00E64BA6"/>
    <w:rsid w:val="00E6606A"/>
    <w:rsid w:val="00E673F5"/>
    <w:rsid w:val="00E70135"/>
    <w:rsid w:val="00E71297"/>
    <w:rsid w:val="00E731A1"/>
    <w:rsid w:val="00E736EC"/>
    <w:rsid w:val="00E73716"/>
    <w:rsid w:val="00E74800"/>
    <w:rsid w:val="00E74A36"/>
    <w:rsid w:val="00E756E4"/>
    <w:rsid w:val="00E77034"/>
    <w:rsid w:val="00E81383"/>
    <w:rsid w:val="00E82F03"/>
    <w:rsid w:val="00E837A1"/>
    <w:rsid w:val="00E83C75"/>
    <w:rsid w:val="00E83DBB"/>
    <w:rsid w:val="00E83F8A"/>
    <w:rsid w:val="00E849B8"/>
    <w:rsid w:val="00E85242"/>
    <w:rsid w:val="00E85615"/>
    <w:rsid w:val="00E85DA0"/>
    <w:rsid w:val="00E865D5"/>
    <w:rsid w:val="00E87C77"/>
    <w:rsid w:val="00E90422"/>
    <w:rsid w:val="00E90B8C"/>
    <w:rsid w:val="00E90E0B"/>
    <w:rsid w:val="00E91946"/>
    <w:rsid w:val="00E92648"/>
    <w:rsid w:val="00E95464"/>
    <w:rsid w:val="00E974F1"/>
    <w:rsid w:val="00EA0D8E"/>
    <w:rsid w:val="00EA2B86"/>
    <w:rsid w:val="00EA2BBE"/>
    <w:rsid w:val="00EA369A"/>
    <w:rsid w:val="00EA3CDC"/>
    <w:rsid w:val="00EA4FCB"/>
    <w:rsid w:val="00EA57A5"/>
    <w:rsid w:val="00EA5EC7"/>
    <w:rsid w:val="00EA644A"/>
    <w:rsid w:val="00EA759C"/>
    <w:rsid w:val="00EA7D9F"/>
    <w:rsid w:val="00EB2B57"/>
    <w:rsid w:val="00EB3A0B"/>
    <w:rsid w:val="00EB5812"/>
    <w:rsid w:val="00EB59DA"/>
    <w:rsid w:val="00EB6E5A"/>
    <w:rsid w:val="00EB70F2"/>
    <w:rsid w:val="00EC02CC"/>
    <w:rsid w:val="00EC06DF"/>
    <w:rsid w:val="00EC272C"/>
    <w:rsid w:val="00EC3037"/>
    <w:rsid w:val="00EC7A2D"/>
    <w:rsid w:val="00ED0A20"/>
    <w:rsid w:val="00ED180A"/>
    <w:rsid w:val="00ED23A6"/>
    <w:rsid w:val="00ED281B"/>
    <w:rsid w:val="00ED3752"/>
    <w:rsid w:val="00ED39DC"/>
    <w:rsid w:val="00ED3BB8"/>
    <w:rsid w:val="00ED4FA4"/>
    <w:rsid w:val="00ED5C41"/>
    <w:rsid w:val="00ED612B"/>
    <w:rsid w:val="00EE199D"/>
    <w:rsid w:val="00EE1DE2"/>
    <w:rsid w:val="00EE2074"/>
    <w:rsid w:val="00EE533A"/>
    <w:rsid w:val="00EE5DB4"/>
    <w:rsid w:val="00EE6CEF"/>
    <w:rsid w:val="00EE6F77"/>
    <w:rsid w:val="00EF0C2B"/>
    <w:rsid w:val="00EF24C1"/>
    <w:rsid w:val="00EF24D8"/>
    <w:rsid w:val="00EF41BD"/>
    <w:rsid w:val="00EF5987"/>
    <w:rsid w:val="00EF5A1B"/>
    <w:rsid w:val="00EF608D"/>
    <w:rsid w:val="00EF6459"/>
    <w:rsid w:val="00F014E8"/>
    <w:rsid w:val="00F025E7"/>
    <w:rsid w:val="00F067BA"/>
    <w:rsid w:val="00F077D3"/>
    <w:rsid w:val="00F155BF"/>
    <w:rsid w:val="00F16906"/>
    <w:rsid w:val="00F17E35"/>
    <w:rsid w:val="00F2070D"/>
    <w:rsid w:val="00F20A36"/>
    <w:rsid w:val="00F20DD3"/>
    <w:rsid w:val="00F227AB"/>
    <w:rsid w:val="00F259DE"/>
    <w:rsid w:val="00F25A7A"/>
    <w:rsid w:val="00F26D7C"/>
    <w:rsid w:val="00F32991"/>
    <w:rsid w:val="00F34B74"/>
    <w:rsid w:val="00F35C8F"/>
    <w:rsid w:val="00F371A7"/>
    <w:rsid w:val="00F375EC"/>
    <w:rsid w:val="00F37F77"/>
    <w:rsid w:val="00F37FAB"/>
    <w:rsid w:val="00F40D59"/>
    <w:rsid w:val="00F40E32"/>
    <w:rsid w:val="00F423EF"/>
    <w:rsid w:val="00F43333"/>
    <w:rsid w:val="00F4348C"/>
    <w:rsid w:val="00F43915"/>
    <w:rsid w:val="00F43B18"/>
    <w:rsid w:val="00F45202"/>
    <w:rsid w:val="00F4590A"/>
    <w:rsid w:val="00F45E8F"/>
    <w:rsid w:val="00F479CE"/>
    <w:rsid w:val="00F47F79"/>
    <w:rsid w:val="00F5047F"/>
    <w:rsid w:val="00F52141"/>
    <w:rsid w:val="00F52FFA"/>
    <w:rsid w:val="00F53202"/>
    <w:rsid w:val="00F55C2D"/>
    <w:rsid w:val="00F5607F"/>
    <w:rsid w:val="00F56B38"/>
    <w:rsid w:val="00F63813"/>
    <w:rsid w:val="00F65235"/>
    <w:rsid w:val="00F67590"/>
    <w:rsid w:val="00F7075B"/>
    <w:rsid w:val="00F71B72"/>
    <w:rsid w:val="00F72935"/>
    <w:rsid w:val="00F733F8"/>
    <w:rsid w:val="00F75617"/>
    <w:rsid w:val="00F80117"/>
    <w:rsid w:val="00F80351"/>
    <w:rsid w:val="00F80E58"/>
    <w:rsid w:val="00F83381"/>
    <w:rsid w:val="00F85E95"/>
    <w:rsid w:val="00F86AF1"/>
    <w:rsid w:val="00F875D8"/>
    <w:rsid w:val="00F909AF"/>
    <w:rsid w:val="00F91125"/>
    <w:rsid w:val="00F917D0"/>
    <w:rsid w:val="00F94572"/>
    <w:rsid w:val="00F9691B"/>
    <w:rsid w:val="00FA0D52"/>
    <w:rsid w:val="00FA0FE1"/>
    <w:rsid w:val="00FA19D6"/>
    <w:rsid w:val="00FA1A74"/>
    <w:rsid w:val="00FA4878"/>
    <w:rsid w:val="00FA4FA0"/>
    <w:rsid w:val="00FA70BF"/>
    <w:rsid w:val="00FB02D8"/>
    <w:rsid w:val="00FB0457"/>
    <w:rsid w:val="00FB1AD7"/>
    <w:rsid w:val="00FB245B"/>
    <w:rsid w:val="00FB52C1"/>
    <w:rsid w:val="00FB5B06"/>
    <w:rsid w:val="00FB5BB1"/>
    <w:rsid w:val="00FB6003"/>
    <w:rsid w:val="00FB6D59"/>
    <w:rsid w:val="00FC01D7"/>
    <w:rsid w:val="00FC0526"/>
    <w:rsid w:val="00FC3D07"/>
    <w:rsid w:val="00FC4762"/>
    <w:rsid w:val="00FC5133"/>
    <w:rsid w:val="00FC6C0E"/>
    <w:rsid w:val="00FC7169"/>
    <w:rsid w:val="00FC7CCA"/>
    <w:rsid w:val="00FD057C"/>
    <w:rsid w:val="00FD095F"/>
    <w:rsid w:val="00FD19B2"/>
    <w:rsid w:val="00FD2A5B"/>
    <w:rsid w:val="00FD2B43"/>
    <w:rsid w:val="00FD301B"/>
    <w:rsid w:val="00FD6138"/>
    <w:rsid w:val="00FD64D0"/>
    <w:rsid w:val="00FE08E1"/>
    <w:rsid w:val="00FE0D93"/>
    <w:rsid w:val="00FE12E4"/>
    <w:rsid w:val="00FE17E1"/>
    <w:rsid w:val="00FE1910"/>
    <w:rsid w:val="00FE20F2"/>
    <w:rsid w:val="00FE4FD1"/>
    <w:rsid w:val="00FE69FF"/>
    <w:rsid w:val="00FE74D3"/>
    <w:rsid w:val="00FE7A41"/>
    <w:rsid w:val="00FF312B"/>
    <w:rsid w:val="00FF38D9"/>
    <w:rsid w:val="00FF46E9"/>
    <w:rsid w:val="00FF5222"/>
    <w:rsid w:val="00FF5434"/>
    <w:rsid w:val="00FF5570"/>
    <w:rsid w:val="00FF6102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27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452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45274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52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5274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64527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7C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5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5</Pages>
  <Words>576</Words>
  <Characters>3285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Кузьмина Светлана Анатольевна</dc:creator>
  <cp:keywords/>
  <dc:description/>
  <cp:lastModifiedBy>mihailov_mi</cp:lastModifiedBy>
  <cp:revision>3</cp:revision>
  <cp:lastPrinted>2013-06-05T06:43:00Z</cp:lastPrinted>
  <dcterms:created xsi:type="dcterms:W3CDTF">2013-06-07T11:35:00Z</dcterms:created>
  <dcterms:modified xsi:type="dcterms:W3CDTF">2013-06-07T11:57:00Z</dcterms:modified>
</cp:coreProperties>
</file>