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51" w:rsidRDefault="00081551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81551" w:rsidRDefault="00081551" w:rsidP="008F190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81551" w:rsidRPr="003A207A" w:rsidRDefault="00081551" w:rsidP="008F19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A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081551" w:rsidRDefault="00081551" w:rsidP="008F19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A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081551" w:rsidRDefault="00081551" w:rsidP="008F19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A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 отдела социальной защиты населения администрации Тарасовского района </w:t>
      </w:r>
    </w:p>
    <w:p w:rsidR="00081551" w:rsidRPr="003A207A" w:rsidRDefault="00081551" w:rsidP="008F19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07A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081551" w:rsidRDefault="00081551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287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2"/>
        <w:gridCol w:w="2396"/>
        <w:gridCol w:w="1972"/>
        <w:gridCol w:w="1308"/>
        <w:gridCol w:w="1586"/>
        <w:gridCol w:w="2069"/>
        <w:gridCol w:w="1965"/>
        <w:gridCol w:w="7"/>
        <w:gridCol w:w="1336"/>
        <w:gridCol w:w="1586"/>
      </w:tblGrid>
      <w:tr w:rsidR="00081551" w:rsidRPr="00C811BD" w:rsidTr="000F06DF">
        <w:tc>
          <w:tcPr>
            <w:tcW w:w="2062" w:type="dxa"/>
            <w:vMerge w:val="restart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935" w:type="dxa"/>
            <w:gridSpan w:val="4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4" w:type="dxa"/>
            <w:gridSpan w:val="4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81551" w:rsidRPr="00C811BD" w:rsidTr="000F06DF">
        <w:tc>
          <w:tcPr>
            <w:tcW w:w="2062" w:type="dxa"/>
            <w:vMerge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(кв.м)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</w:p>
        </w:tc>
        <w:tc>
          <w:tcPr>
            <w:tcW w:w="2069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 средства</w:t>
            </w:r>
          </w:p>
        </w:tc>
        <w:tc>
          <w:tcPr>
            <w:tcW w:w="1972" w:type="dxa"/>
            <w:gridSpan w:val="2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 расположе-ния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6252E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Заведующая отделом</w:t>
            </w:r>
          </w:p>
        </w:tc>
      </w:tr>
      <w:tr w:rsidR="00081551" w:rsidRPr="00C811BD" w:rsidTr="000F06DF">
        <w:trPr>
          <w:trHeight w:val="416"/>
        </w:trPr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Литвинова Лариса 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239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511970,0</w:t>
            </w:r>
          </w:p>
        </w:tc>
        <w:tc>
          <w:tcPr>
            <w:tcW w:w="1972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172A1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Pr="00172A1D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081551" w:rsidRPr="0095031B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72A1D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Opel Astra</w:t>
            </w:r>
          </w:p>
        </w:tc>
        <w:tc>
          <w:tcPr>
            <w:tcW w:w="1972" w:type="dxa"/>
            <w:gridSpan w:val="2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</w:tc>
        <w:tc>
          <w:tcPr>
            <w:tcW w:w="1586" w:type="dxa"/>
          </w:tcPr>
          <w:p w:rsidR="00081551" w:rsidRPr="00C811BD" w:rsidRDefault="00081551" w:rsidP="0032457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32276,0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Камаз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прицеп</w:t>
            </w:r>
          </w:p>
        </w:tc>
        <w:tc>
          <w:tcPr>
            <w:tcW w:w="1965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081551" w:rsidRPr="00C811BD" w:rsidRDefault="00081551" w:rsidP="00D038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D038B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заведующего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Ольга 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2396" w:type="dxa"/>
          </w:tcPr>
          <w:p w:rsidR="00081551" w:rsidRPr="0095031B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440175,60</w:t>
            </w:r>
          </w:p>
        </w:tc>
        <w:tc>
          <w:tcPr>
            <w:tcW w:w="1972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Pr="00172A1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72A1D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Pr="00172A1D" w:rsidRDefault="00081551" w:rsidP="00172A1D">
            <w:pPr>
              <w:pStyle w:val="Heading2"/>
              <w:keepNext w:val="0"/>
              <w:keepLines w:val="0"/>
              <w:spacing w:before="0" w:line="240" w:lineRule="auto"/>
              <w:textAlignment w:val="baseline"/>
              <w:rPr>
                <w:rFonts w:ascii="Arial" w:hAnsi="Arial" w:cs="Arial"/>
                <w:b w:val="0"/>
                <w:bCs w:val="0"/>
                <w:color w:val="auto"/>
                <w:sz w:val="19"/>
                <w:szCs w:val="19"/>
              </w:rPr>
            </w:pPr>
            <w:hyperlink r:id="rId5" w:tgtFrame="_blank" w:history="1">
              <w:r w:rsidRPr="00172A1D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Citroen</w:t>
              </w:r>
              <w:r w:rsidRPr="00172A1D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172A1D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C3</w:t>
              </w:r>
              <w:r w:rsidRPr="00172A1D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  <w:p w:rsidR="00081551" w:rsidRPr="00172A1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D2583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312408,26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875,0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704D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081551" w:rsidRPr="00C811BD" w:rsidRDefault="00081551" w:rsidP="00704D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1551" w:rsidRPr="00C811BD" w:rsidRDefault="00081551" w:rsidP="00704D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B25CC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подразделения по делам ветеранов, назначению выплат  участникам ЧАЭС,инвалидов и нестационарных форм обслуживания, работе по опеке и попечительству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Демьянович 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Георгиевна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229519,62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B25C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31480,20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1551" w:rsidRPr="00C811BD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B25CC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бухгалтерского учета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Дроздова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266959,91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9D51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9D51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ВАЗ-211440 «Самара»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60797,73</w:t>
            </w:r>
          </w:p>
        </w:tc>
        <w:tc>
          <w:tcPr>
            <w:tcW w:w="197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9D51A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адресного предоставления льгот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Катькалова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Сергеевна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211152,01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114799,64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135,7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519,0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0F2213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F2213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</w:p>
          <w:p w:rsidR="00081551" w:rsidRPr="000F2213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0F2213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081551" w:rsidRPr="000F2213" w:rsidRDefault="00081551" w:rsidP="000F2213">
            <w:pPr>
              <w:pStyle w:val="Heading2"/>
              <w:keepNext w:val="0"/>
              <w:keepLines w:val="0"/>
              <w:spacing w:before="0" w:line="240" w:lineRule="auto"/>
              <w:textAlignment w:val="baseline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hyperlink r:id="rId6" w:tgtFrame="_blank" w:history="1">
              <w:r w:rsidRPr="000F2213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Ford</w:t>
              </w:r>
              <w:r w:rsidRPr="000F2213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0F2213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Focus</w:t>
              </w:r>
              <w:r w:rsidRPr="000F2213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  <w:r w:rsidRPr="000F2213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967C6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по вопросам жилищных субсидий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967C6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Королькова Ольга</w:t>
            </w:r>
          </w:p>
          <w:p w:rsidR="00081551" w:rsidRDefault="00081551" w:rsidP="00967C6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307659,14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212466,05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0F2213" w:rsidRDefault="00081551" w:rsidP="000F2213">
            <w:pPr>
              <w:pStyle w:val="Heading2"/>
              <w:keepNext w:val="0"/>
              <w:keepLines w:val="0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0F2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легковой автомобиль </w:t>
            </w:r>
            <w:hyperlink r:id="rId7" w:tgtFrame="_blank" w:history="1">
              <w:r w:rsidRPr="000F2213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Mazda</w:t>
              </w:r>
              <w:r w:rsidRPr="000F2213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0F2213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3</w:t>
              </w:r>
            </w:hyperlink>
          </w:p>
          <w:p w:rsidR="00081551" w:rsidRPr="000F2213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967C6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бухгалтерского учета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Лободина Марина Анатольевна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372622,62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3A207A" w:rsidRDefault="00081551" w:rsidP="00967C6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Миличкина Ирина Евгеньевна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1076720,73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114137,00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21213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автоприцеп КМЗ828420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8400,00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05182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сектора по вопросам жилищных субсидий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Милютина Любовь Витальевна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312087,94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1080,0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7A081F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7A081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7A081F">
            <w:pPr>
              <w:pStyle w:val="Heading2"/>
              <w:spacing w:before="0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hyperlink r:id="rId8" w:tgtFrame="_blank" w:history="1"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Hyundai</w:t>
              </w:r>
              <w:r w:rsidRPr="007A081F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Solaris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24"/>
                  <w:szCs w:val="24"/>
                </w:rPr>
                <w:t xml:space="preserve"> </w:t>
              </w:r>
            </w:hyperlink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477295,64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Pr="007A081F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7A081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Pr="007A081F" w:rsidRDefault="00081551" w:rsidP="007A081F">
            <w:pPr>
              <w:pStyle w:val="Heading2"/>
              <w:keepNext w:val="0"/>
              <w:keepLines w:val="0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hyperlink r:id="rId9" w:tgtFrame="_blank" w:history="1"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Hyundai</w:t>
              </w:r>
              <w:r w:rsidRPr="007A081F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Accent</w:t>
              </w:r>
            </w:hyperlink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586" w:type="dxa"/>
          </w:tcPr>
          <w:p w:rsidR="00081551" w:rsidRPr="00C811BD" w:rsidRDefault="00081551" w:rsidP="004046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05182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Виктор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181464,61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729132,10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кухня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546,0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21104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AF6C3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сектора адресного предоставления льгот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AF6C3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 Эмма Анатольевна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305804,23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AF6C3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Осадчая Наталья Павловна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185970,65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412225,40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210740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AF6C3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адресного предоставления льгот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222050,90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 ½ доли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100000,0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11183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815A2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автоматизации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Радченко Сергей 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256650,57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-2170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96FC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19818,0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815A2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Разина Инна Борисовна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241751,96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gtFrame="_blank" w:history="1">
              <w:r w:rsidRPr="000F2213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Mazda</w:t>
              </w:r>
              <w:r w:rsidRPr="000F2213">
                <w:rPr>
                  <w:rStyle w:val="Hyperlink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0F2213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3</w:t>
              </w:r>
            </w:hyperlink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815A2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адресного предоставления льгот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Рябушенко Наталья Алексеевна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544007,64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73968000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279355,09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FF4A33">
            <w:pPr>
              <w:pStyle w:val="Heading2"/>
              <w:spacing w:before="0"/>
              <w:rPr>
                <w:rFonts w:ascii="Arial" w:hAnsi="Arial" w:cs="Arial"/>
                <w:b w:val="0"/>
                <w:bCs w:val="0"/>
                <w:color w:val="000000"/>
                <w:sz w:val="19"/>
                <w:szCs w:val="19"/>
              </w:rPr>
            </w:pPr>
            <w:hyperlink r:id="rId11" w:tgtFrame="_blank" w:history="1"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Hyundai</w:t>
              </w:r>
              <w:r w:rsidRPr="007A081F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7A081F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Solaris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24"/>
                  <w:szCs w:val="24"/>
                </w:rPr>
                <w:t xml:space="preserve"> </w:t>
              </w:r>
            </w:hyperlink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E47D4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Марина Леонидовна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196017,72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AC0167" w:rsidRDefault="00081551" w:rsidP="008B1CC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по вопросам жилищных субсидий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Туркина Валентина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228777,29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доля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27096,0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доля</w:t>
            </w:r>
          </w:p>
        </w:tc>
        <w:tc>
          <w:tcPr>
            <w:tcW w:w="1308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58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72A1D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Opel Astra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1F273A" w:rsidRDefault="00081551" w:rsidP="008B1CC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73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по вопросам жилищных субсидий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136046,0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доля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274639,15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доля</w:t>
            </w:r>
          </w:p>
        </w:tc>
        <w:tc>
          <w:tcPr>
            <w:tcW w:w="1308" w:type="dxa"/>
          </w:tcPr>
          <w:p w:rsidR="00081551" w:rsidRPr="00C811BD" w:rsidRDefault="00081551" w:rsidP="008B1CC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8A1A1A" w:rsidRDefault="00081551" w:rsidP="008A1A1A">
            <w:pPr>
              <w:pStyle w:val="Heading2"/>
              <w:keepNext w:val="0"/>
              <w:keepLines w:val="0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8A1A1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легковой автомобиль </w:t>
            </w:r>
            <w:hyperlink r:id="rId12" w:tgtFrame="_blank" w:history="1">
              <w:r w:rsidRPr="008A1A1A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Renault</w:t>
              </w:r>
              <w:r w:rsidRPr="008A1A1A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8A1A1A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Sandero</w:t>
              </w:r>
              <w:r w:rsidRPr="008A1A1A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  <w:p w:rsidR="00081551" w:rsidRPr="008A1A1A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3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704D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36" w:type="dxa"/>
          </w:tcPr>
          <w:p w:rsidR="00081551" w:rsidRPr="00C811BD" w:rsidRDefault="00081551" w:rsidP="00704DA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586" w:type="dxa"/>
          </w:tcPr>
          <w:p w:rsidR="00081551" w:rsidRPr="00C811BD" w:rsidRDefault="00081551" w:rsidP="00D266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16287" w:type="dxa"/>
            <w:gridSpan w:val="10"/>
          </w:tcPr>
          <w:p w:rsidR="00081551" w:rsidRPr="001F273A" w:rsidRDefault="00081551" w:rsidP="000F06D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73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сектора бухгалтерского учета, контроля, финансирования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Шевцова Оксана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402374,68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</w:tc>
        <w:tc>
          <w:tcPr>
            <w:tcW w:w="1308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143,3</w:t>
            </w:r>
          </w:p>
        </w:tc>
        <w:tc>
          <w:tcPr>
            <w:tcW w:w="1586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427618,25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пай </w:t>
            </w:r>
          </w:p>
        </w:tc>
        <w:tc>
          <w:tcPr>
            <w:tcW w:w="1308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143,3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10,5(га)</w:t>
            </w:r>
          </w:p>
        </w:tc>
        <w:tc>
          <w:tcPr>
            <w:tcW w:w="158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551" w:rsidRPr="00C811BD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1551" w:rsidRPr="001662AE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662AE"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  <w:p w:rsidR="00081551" w:rsidRPr="001662AE" w:rsidRDefault="00081551" w:rsidP="001662AE">
            <w:pPr>
              <w:pStyle w:val="Heading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662A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ВАЗ 21111,ВАЗ 21103,</w:t>
            </w:r>
            <w:r w:rsidRPr="001662A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hyperlink r:id="rId13" w:tgtFrame="_blank" w:history="1">
              <w:r w:rsidRPr="001662AE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Chevrolet</w:t>
              </w:r>
              <w:r w:rsidRPr="001662AE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1662AE">
                <w:rPr>
                  <w:rStyle w:val="Hyperlink"/>
                  <w:rFonts w:ascii="Times New Roman" w:hAnsi="Times New Roman"/>
                  <w:b w:val="0"/>
                  <w:color w:val="auto"/>
                  <w:sz w:val="28"/>
                  <w:szCs w:val="28"/>
                  <w:u w:val="none"/>
                </w:rPr>
                <w:t>Lacetti</w:t>
              </w:r>
              <w:r w:rsidRPr="001662AE">
                <w:rPr>
                  <w:rStyle w:val="Hyperlink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1551" w:rsidRPr="00C811BD" w:rsidTr="000F06DF">
        <w:tc>
          <w:tcPr>
            <w:tcW w:w="2062" w:type="dxa"/>
          </w:tcPr>
          <w:p w:rsidR="00081551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Подопечная</w:t>
            </w:r>
          </w:p>
        </w:tc>
        <w:tc>
          <w:tcPr>
            <w:tcW w:w="2396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87987,45</w:t>
            </w:r>
          </w:p>
        </w:tc>
        <w:tc>
          <w:tcPr>
            <w:tcW w:w="1972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1551" w:rsidRDefault="00081551" w:rsidP="000F06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илой дом</w:t>
            </w:r>
          </w:p>
        </w:tc>
        <w:tc>
          <w:tcPr>
            <w:tcW w:w="133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586" w:type="dxa"/>
          </w:tcPr>
          <w:p w:rsidR="00081551" w:rsidRPr="00C811BD" w:rsidRDefault="00081551" w:rsidP="008F19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081551" w:rsidRDefault="00081551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81551" w:rsidRDefault="00081551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81551" w:rsidRDefault="00081551" w:rsidP="005E6484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sectPr w:rsidR="00081551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1E8B"/>
    <w:multiLevelType w:val="multilevel"/>
    <w:tmpl w:val="D298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15862"/>
    <w:multiLevelType w:val="multilevel"/>
    <w:tmpl w:val="E0DE5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E422DD"/>
    <w:multiLevelType w:val="multilevel"/>
    <w:tmpl w:val="426C7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04F79F1"/>
    <w:multiLevelType w:val="multilevel"/>
    <w:tmpl w:val="D7F08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1D01451"/>
    <w:multiLevelType w:val="multilevel"/>
    <w:tmpl w:val="1732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04150"/>
    <w:rsid w:val="000142E3"/>
    <w:rsid w:val="000341BC"/>
    <w:rsid w:val="00043605"/>
    <w:rsid w:val="00046473"/>
    <w:rsid w:val="0005182C"/>
    <w:rsid w:val="0008099E"/>
    <w:rsid w:val="00081551"/>
    <w:rsid w:val="000818F7"/>
    <w:rsid w:val="000A0E10"/>
    <w:rsid w:val="000C641F"/>
    <w:rsid w:val="000E195B"/>
    <w:rsid w:val="000F0669"/>
    <w:rsid w:val="000F06DF"/>
    <w:rsid w:val="000F116C"/>
    <w:rsid w:val="000F2213"/>
    <w:rsid w:val="000F3615"/>
    <w:rsid w:val="000F7113"/>
    <w:rsid w:val="00102B7E"/>
    <w:rsid w:val="00112D6F"/>
    <w:rsid w:val="00145759"/>
    <w:rsid w:val="001662AE"/>
    <w:rsid w:val="00172A1D"/>
    <w:rsid w:val="00180BCB"/>
    <w:rsid w:val="00185F72"/>
    <w:rsid w:val="00190C5E"/>
    <w:rsid w:val="00192B90"/>
    <w:rsid w:val="001B1004"/>
    <w:rsid w:val="001C306A"/>
    <w:rsid w:val="001D0B15"/>
    <w:rsid w:val="001E2C49"/>
    <w:rsid w:val="001F273A"/>
    <w:rsid w:val="001F7585"/>
    <w:rsid w:val="00230F8B"/>
    <w:rsid w:val="00241F6F"/>
    <w:rsid w:val="0025311D"/>
    <w:rsid w:val="002629BB"/>
    <w:rsid w:val="00272519"/>
    <w:rsid w:val="002A2DEF"/>
    <w:rsid w:val="002B3FB7"/>
    <w:rsid w:val="002C4D75"/>
    <w:rsid w:val="003142FC"/>
    <w:rsid w:val="0032457F"/>
    <w:rsid w:val="003524D1"/>
    <w:rsid w:val="00365CF6"/>
    <w:rsid w:val="003A207A"/>
    <w:rsid w:val="003A2822"/>
    <w:rsid w:val="003D3907"/>
    <w:rsid w:val="003E446D"/>
    <w:rsid w:val="003E6A37"/>
    <w:rsid w:val="00404612"/>
    <w:rsid w:val="00414E4E"/>
    <w:rsid w:val="00422F87"/>
    <w:rsid w:val="0044277F"/>
    <w:rsid w:val="00447279"/>
    <w:rsid w:val="004C0F66"/>
    <w:rsid w:val="004F3371"/>
    <w:rsid w:val="004F7C97"/>
    <w:rsid w:val="00502CE6"/>
    <w:rsid w:val="00525469"/>
    <w:rsid w:val="0054437E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252EC"/>
    <w:rsid w:val="0062557C"/>
    <w:rsid w:val="0064145C"/>
    <w:rsid w:val="00673E58"/>
    <w:rsid w:val="00680EC6"/>
    <w:rsid w:val="006C1878"/>
    <w:rsid w:val="00704DAD"/>
    <w:rsid w:val="00711006"/>
    <w:rsid w:val="007200B2"/>
    <w:rsid w:val="00721AA6"/>
    <w:rsid w:val="007238E5"/>
    <w:rsid w:val="0073580C"/>
    <w:rsid w:val="0075372D"/>
    <w:rsid w:val="00765ECF"/>
    <w:rsid w:val="00790548"/>
    <w:rsid w:val="007926BF"/>
    <w:rsid w:val="00793B43"/>
    <w:rsid w:val="007A0707"/>
    <w:rsid w:val="007A081F"/>
    <w:rsid w:val="007C646A"/>
    <w:rsid w:val="007D5CF3"/>
    <w:rsid w:val="007F7749"/>
    <w:rsid w:val="008106DD"/>
    <w:rsid w:val="00815A2F"/>
    <w:rsid w:val="00816321"/>
    <w:rsid w:val="008531C1"/>
    <w:rsid w:val="00863240"/>
    <w:rsid w:val="00871263"/>
    <w:rsid w:val="00871602"/>
    <w:rsid w:val="00896FC5"/>
    <w:rsid w:val="008A1A1A"/>
    <w:rsid w:val="008B1CCF"/>
    <w:rsid w:val="008B34E3"/>
    <w:rsid w:val="008D3536"/>
    <w:rsid w:val="008F1908"/>
    <w:rsid w:val="00931A5D"/>
    <w:rsid w:val="0095031B"/>
    <w:rsid w:val="00967C63"/>
    <w:rsid w:val="00975F0F"/>
    <w:rsid w:val="009D51AD"/>
    <w:rsid w:val="009F07ED"/>
    <w:rsid w:val="009F38C4"/>
    <w:rsid w:val="00A059F4"/>
    <w:rsid w:val="00A342A5"/>
    <w:rsid w:val="00A40A3C"/>
    <w:rsid w:val="00A8468F"/>
    <w:rsid w:val="00AC0167"/>
    <w:rsid w:val="00AC5A59"/>
    <w:rsid w:val="00AF6C38"/>
    <w:rsid w:val="00B11156"/>
    <w:rsid w:val="00B25CCB"/>
    <w:rsid w:val="00B33CD5"/>
    <w:rsid w:val="00B506AC"/>
    <w:rsid w:val="00B52748"/>
    <w:rsid w:val="00B62E11"/>
    <w:rsid w:val="00B717CB"/>
    <w:rsid w:val="00BB417F"/>
    <w:rsid w:val="00BD381F"/>
    <w:rsid w:val="00BE57F2"/>
    <w:rsid w:val="00C12529"/>
    <w:rsid w:val="00C24F3E"/>
    <w:rsid w:val="00C40A4D"/>
    <w:rsid w:val="00C442A2"/>
    <w:rsid w:val="00C44718"/>
    <w:rsid w:val="00C77F5B"/>
    <w:rsid w:val="00C811BD"/>
    <w:rsid w:val="00C816AB"/>
    <w:rsid w:val="00C927F3"/>
    <w:rsid w:val="00CA431F"/>
    <w:rsid w:val="00CB6726"/>
    <w:rsid w:val="00CF07FB"/>
    <w:rsid w:val="00CF6C8A"/>
    <w:rsid w:val="00D038BE"/>
    <w:rsid w:val="00D2583A"/>
    <w:rsid w:val="00D26653"/>
    <w:rsid w:val="00D75308"/>
    <w:rsid w:val="00DB351D"/>
    <w:rsid w:val="00E16726"/>
    <w:rsid w:val="00E42B49"/>
    <w:rsid w:val="00E47D41"/>
    <w:rsid w:val="00E5246F"/>
    <w:rsid w:val="00E53A03"/>
    <w:rsid w:val="00E75D1A"/>
    <w:rsid w:val="00E92CC1"/>
    <w:rsid w:val="00EB46D7"/>
    <w:rsid w:val="00EE39B0"/>
    <w:rsid w:val="00EE5B08"/>
    <w:rsid w:val="00F01E6E"/>
    <w:rsid w:val="00F13DDF"/>
    <w:rsid w:val="00F20BFB"/>
    <w:rsid w:val="00F61705"/>
    <w:rsid w:val="00F76286"/>
    <w:rsid w:val="00F91157"/>
    <w:rsid w:val="00FA0886"/>
    <w:rsid w:val="00FB14CB"/>
    <w:rsid w:val="00FB17A6"/>
    <w:rsid w:val="00FC0952"/>
    <w:rsid w:val="00FF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B506AC"/>
    <w:rPr>
      <w:rFonts w:cs="Calibri"/>
    </w:rPr>
  </w:style>
  <w:style w:type="paragraph" w:styleId="BodyTextIndent">
    <w:name w:val="Body Text Indent"/>
    <w:basedOn w:val="Normal"/>
    <w:link w:val="BodyTextIndentChar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3B43"/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">
    <w:name w:val="Цветовое выделение"/>
    <w:uiPriority w:val="99"/>
    <w:rsid w:val="00E92CC1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E92CC1"/>
    <w:rPr>
      <w:rFonts w:cs="Times New Roman"/>
      <w:bCs/>
      <w:color w:val="008000"/>
    </w:rPr>
  </w:style>
  <w:style w:type="paragraph" w:customStyle="1" w:styleId="a1">
    <w:name w:val="Заголовок статьи"/>
    <w:basedOn w:val="Normal"/>
    <w:next w:val="Normal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Комментарий"/>
    <w:basedOn w:val="Normal"/>
    <w:next w:val="Normal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8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18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18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18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8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8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18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8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8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18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bs.yandex.ru/count/RiHf9eHXF2440000ZhxkBHm5KfK1cm9kGxS193E8kbb_K0I9gcRovfXZdQvthm6Ih5uBmwP4YgWI2skg0QMjymm2ZG6HiRP8O0MJ9va5GeoWJz81eA2Gq0Ele4_I0QUU5nQei41PSmUai00000sk-1e8Gp6-azy4iG6o1BlzvO4unnZOEGPw3m00" TargetMode="External"/><Relationship Id="rId13" Type="http://schemas.openxmlformats.org/officeDocument/2006/relationships/hyperlink" Target="http://yabs.yandex.ru/count/GADER7HIm_m40000Zht_BHm5KfK1cm9kGxS193A8ll1rG0E9fXjrNPY74vsaAjW7agKQItYcCugYjFmcgW6bhZX90Oq1aRUOSNS3aoUP1KACa0Ice92CkQ-G1AQdbRmNgAkYQY-ai00000sk-auOArREazy4iG6o1BlzvO4unnZOEGP_3W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to.yandex.ru/search.xml?from=wizard&amp;text=%D0%9C%D0%B0%D0%B7%D0%B4%D0%B0-3&amp;rid=39" TargetMode="External"/><Relationship Id="rId12" Type="http://schemas.openxmlformats.org/officeDocument/2006/relationships/hyperlink" Target="http://auto.yandex.ru/search.xml?from=wizard&amp;text=%D0%A0%D0%B5%D0%BD%D0%BE+%D0%A1%D0%B0%D0%BD%D0%B4%D0%B5%D1%80%D0%BE&amp;rid=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to.yandex.ru/search.xml?from=wizard&amp;text=%D1%84%D0%BE%D1%80%D0%B4+%D1%84%D0%BE%D0%BA%D1%83%D1%81+2&amp;rid=39" TargetMode="External"/><Relationship Id="rId11" Type="http://schemas.openxmlformats.org/officeDocument/2006/relationships/hyperlink" Target="http://yabs.yandex.ru/count/RiHf9eHXF2440000ZhxkBHm5KfK1cm9kGxS193E8kbb_K0I9gcRovfXZdQvthm6Ih5uBmwP4YgWI2skg0QMjymm2ZG6HiRP8O0MJ9va5GeoWJz81eA2Gq0Ele4_I0QUU5nQei41PSmUai00000sk-1e8Gp6-azy4iG6o1BlzvO4unnZOEGPw3m00" TargetMode="External"/><Relationship Id="rId5" Type="http://schemas.openxmlformats.org/officeDocument/2006/relationships/hyperlink" Target="http://auto.yandex.ru/search.xml?from=wizard&amp;text=%D1%81%D0%B8%D1%82%D1%80%D0%BE%D0%B5%D0%BD+%D1%813&amp;rid=3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uto.yandex.ru/search.xml?from=wizard&amp;text=%D0%9C%D0%B0%D0%B7%D0%B4%D0%B0-3&amp;rid=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redir/AiuY0DBWFJ4ePaEse6rgeAjgs2pI3DW99KUdgowt9XvoT-twMUKrgCbXY9MpaLOeV9t4nqz742_FpVqku3aWrlcYhu4NEbpdjMGmjXyjLgwc6f8fNqdAsxzOYK1tA5n3l4Nm4arsNb9fUwY5m0xEqPhEHxwbeWPPH9U8_HQcRsXUE9NW_fPTqBhkcl8dH20h?data=UlNrNmk5WktYejR0eWJFYk1LdmtxcV9Kb1RYQzQ4dENpcVg2eGhHNV9CcjhhME9rX0dKYUJOdG9xSTZ2OVlSODF6YUtOQTFPem9YRkJuY0djQ2hDTmNIdWNhdGx1RDBqRmI5VEdKU2htc0dzRGtGM25DZ1pqYlBJMWhCMVNSNzU&amp;b64e=2&amp;sign=ef59d3123cec03419b9862748d8102d4&amp;keyno=0&amp;l10n=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315</TotalTime>
  <Pages>7</Pages>
  <Words>1274</Words>
  <Characters>7264</Characters>
  <Application>Microsoft Office Outlook</Application>
  <DocSecurity>0</DocSecurity>
  <Lines>0</Lines>
  <Paragraphs>0</Paragraphs>
  <ScaleCrop>false</ScaleCrop>
  <Company>Ростовская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1</cp:lastModifiedBy>
  <cp:revision>14</cp:revision>
  <cp:lastPrinted>2012-08-24T13:00:00Z</cp:lastPrinted>
  <dcterms:created xsi:type="dcterms:W3CDTF">2013-05-17T07:22:00Z</dcterms:created>
  <dcterms:modified xsi:type="dcterms:W3CDTF">2013-06-20T10:42:00Z</dcterms:modified>
</cp:coreProperties>
</file>