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C44" w:rsidRPr="00544F45" w:rsidRDefault="00EE1C44" w:rsidP="00096A7F">
      <w:pPr>
        <w:jc w:val="center"/>
        <w:rPr>
          <w:b/>
        </w:rPr>
      </w:pPr>
      <w:r w:rsidRPr="00544F45">
        <w:rPr>
          <w:b/>
        </w:rPr>
        <w:t>СВЕДЕНИЯ</w:t>
      </w:r>
    </w:p>
    <w:p w:rsidR="00EE1C44" w:rsidRPr="006852BC" w:rsidRDefault="00EE1C44" w:rsidP="006852BC">
      <w:pPr>
        <w:jc w:val="center"/>
        <w:rPr>
          <w:b/>
        </w:rPr>
      </w:pPr>
      <w:r w:rsidRPr="00544F45">
        <w:rPr>
          <w:b/>
        </w:rPr>
        <w:t xml:space="preserve">о доходах, имуществе и обязательствах имущественного характера </w:t>
      </w:r>
      <w:r w:rsidRPr="006852BC">
        <w:rPr>
          <w:b/>
        </w:rPr>
        <w:t>руководителей муниципальных учреждений сферы культуры</w:t>
      </w:r>
    </w:p>
    <w:p w:rsidR="00EE1C44" w:rsidRPr="00544F45" w:rsidRDefault="00EE1C44" w:rsidP="00096A7F">
      <w:pPr>
        <w:jc w:val="center"/>
        <w:rPr>
          <w:b/>
        </w:rPr>
      </w:pPr>
      <w:r w:rsidRPr="006852BC">
        <w:rPr>
          <w:b/>
        </w:rPr>
        <w:t>Ермишинского муниципального района</w:t>
      </w:r>
      <w:r>
        <w:t xml:space="preserve"> </w:t>
      </w:r>
      <w:r>
        <w:rPr>
          <w:b/>
        </w:rPr>
        <w:t xml:space="preserve">и членов их семей </w:t>
      </w:r>
      <w:r w:rsidRPr="00544F45">
        <w:rPr>
          <w:b/>
        </w:rPr>
        <w:t>за период с 1 января по 31 декабря 2013 года</w:t>
      </w:r>
    </w:p>
    <w:p w:rsidR="00EE1C44" w:rsidRPr="002D2FAC" w:rsidRDefault="00EE1C44" w:rsidP="00096A7F">
      <w:pPr>
        <w:jc w:val="center"/>
        <w:rPr>
          <w:sz w:val="18"/>
          <w:szCs w:val="18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7"/>
        <w:gridCol w:w="1382"/>
        <w:gridCol w:w="1539"/>
        <w:gridCol w:w="1155"/>
        <w:gridCol w:w="1842"/>
        <w:gridCol w:w="993"/>
        <w:gridCol w:w="1134"/>
        <w:gridCol w:w="1275"/>
        <w:gridCol w:w="1134"/>
        <w:gridCol w:w="851"/>
        <w:gridCol w:w="1276"/>
        <w:gridCol w:w="1134"/>
        <w:gridCol w:w="1559"/>
      </w:tblGrid>
      <w:tr w:rsidR="00EE1C44" w:rsidRPr="00A95964" w:rsidTr="0016271A">
        <w:trPr>
          <w:trHeight w:val="255"/>
        </w:trPr>
        <w:tc>
          <w:tcPr>
            <w:tcW w:w="427" w:type="dxa"/>
            <w:vMerge w:val="restart"/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  <w:r w:rsidRPr="0016271A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1382" w:type="dxa"/>
            <w:vMerge w:val="restart"/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  <w:r w:rsidRPr="0016271A">
              <w:rPr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539" w:type="dxa"/>
            <w:vMerge w:val="restart"/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  <w:r w:rsidRPr="0016271A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5124" w:type="dxa"/>
            <w:gridSpan w:val="4"/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  <w:r w:rsidRPr="0016271A">
              <w:rPr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bottom w:val="nil"/>
            </w:tcBorders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  <w:r w:rsidRPr="0016271A">
              <w:rPr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extDirection w:val="btLr"/>
          </w:tcPr>
          <w:p w:rsidR="00EE1C44" w:rsidRPr="0016271A" w:rsidRDefault="00EE1C44" w:rsidP="0016271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6271A">
              <w:rPr>
                <w:b/>
                <w:sz w:val="18"/>
                <w:szCs w:val="18"/>
              </w:rPr>
              <w:t>Транспортные средства</w:t>
            </w:r>
          </w:p>
        </w:tc>
        <w:tc>
          <w:tcPr>
            <w:tcW w:w="1134" w:type="dxa"/>
            <w:vMerge w:val="restart"/>
            <w:textDirection w:val="btLr"/>
          </w:tcPr>
          <w:p w:rsidR="00EE1C44" w:rsidRPr="0016271A" w:rsidRDefault="00EE1C44" w:rsidP="0016271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6271A">
              <w:rPr>
                <w:b/>
                <w:sz w:val="18"/>
                <w:szCs w:val="18"/>
              </w:rPr>
              <w:t>Декларированный  годовой доход (руб)</w:t>
            </w:r>
          </w:p>
        </w:tc>
        <w:tc>
          <w:tcPr>
            <w:tcW w:w="1559" w:type="dxa"/>
            <w:vMerge w:val="restart"/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  <w:r w:rsidRPr="0016271A">
              <w:rPr>
                <w:b/>
                <w:sz w:val="18"/>
                <w:szCs w:val="18"/>
              </w:rPr>
              <w:t>Сведения об источниках получения средств за счет которых совершена сделка &lt;2&gt; (вид приобретенного имущества, источники)</w:t>
            </w:r>
          </w:p>
        </w:tc>
      </w:tr>
      <w:tr w:rsidR="00EE1C44" w:rsidRPr="00A95964" w:rsidTr="0016271A">
        <w:trPr>
          <w:trHeight w:val="570"/>
        </w:trPr>
        <w:tc>
          <w:tcPr>
            <w:tcW w:w="427" w:type="dxa"/>
            <w:vMerge/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82" w:type="dxa"/>
            <w:vMerge/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39" w:type="dxa"/>
            <w:vMerge/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55" w:type="dxa"/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  <w:r w:rsidRPr="0016271A">
              <w:rPr>
                <w:b/>
                <w:sz w:val="18"/>
                <w:szCs w:val="18"/>
              </w:rPr>
              <w:t xml:space="preserve">вид объекта </w:t>
            </w:r>
          </w:p>
        </w:tc>
        <w:tc>
          <w:tcPr>
            <w:tcW w:w="1842" w:type="dxa"/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  <w:r w:rsidRPr="0016271A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993" w:type="dxa"/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  <w:r w:rsidRPr="0016271A">
              <w:rPr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1134" w:type="dxa"/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  <w:r w:rsidRPr="0016271A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275" w:type="dxa"/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  <w:r w:rsidRPr="0016271A">
              <w:rPr>
                <w:b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134" w:type="dxa"/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  <w:r w:rsidRPr="0016271A">
              <w:rPr>
                <w:b/>
                <w:sz w:val="18"/>
                <w:szCs w:val="18"/>
              </w:rPr>
              <w:t>Площадь (кв.м .)</w:t>
            </w:r>
          </w:p>
        </w:tc>
        <w:tc>
          <w:tcPr>
            <w:tcW w:w="851" w:type="dxa"/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  <w:r w:rsidRPr="0016271A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E1C44" w:rsidRPr="00A95964" w:rsidTr="0016271A">
        <w:trPr>
          <w:trHeight w:val="291"/>
        </w:trPr>
        <w:tc>
          <w:tcPr>
            <w:tcW w:w="427" w:type="dxa"/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  <w:r w:rsidRPr="0016271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382" w:type="dxa"/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  <w:r w:rsidRPr="0016271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39" w:type="dxa"/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  <w:r w:rsidRPr="0016271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55" w:type="dxa"/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  <w:r w:rsidRPr="0016271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842" w:type="dxa"/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  <w:r w:rsidRPr="0016271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  <w:r w:rsidRPr="0016271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  <w:r w:rsidRPr="0016271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75" w:type="dxa"/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  <w:r w:rsidRPr="0016271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  <w:r w:rsidRPr="0016271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  <w:r w:rsidRPr="0016271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  <w:r w:rsidRPr="0016271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  <w:r w:rsidRPr="0016271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559" w:type="dxa"/>
          </w:tcPr>
          <w:p w:rsidR="00EE1C44" w:rsidRPr="0016271A" w:rsidRDefault="00EE1C44" w:rsidP="0016271A">
            <w:pPr>
              <w:jc w:val="center"/>
              <w:rPr>
                <w:b/>
                <w:sz w:val="18"/>
                <w:szCs w:val="18"/>
              </w:rPr>
            </w:pPr>
            <w:r w:rsidRPr="0016271A">
              <w:rPr>
                <w:b/>
                <w:sz w:val="18"/>
                <w:szCs w:val="18"/>
              </w:rPr>
              <w:t>13</w:t>
            </w:r>
          </w:p>
        </w:tc>
      </w:tr>
      <w:tr w:rsidR="00EE1C44" w:rsidRPr="00A95964" w:rsidTr="0016271A">
        <w:trPr>
          <w:trHeight w:val="482"/>
        </w:trPr>
        <w:tc>
          <w:tcPr>
            <w:tcW w:w="427" w:type="dxa"/>
            <w:vMerge w:val="restart"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382" w:type="dxa"/>
            <w:vMerge w:val="restart"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Круглова Любовь Андреевна</w:t>
            </w:r>
          </w:p>
        </w:tc>
        <w:tc>
          <w:tcPr>
            <w:tcW w:w="1539" w:type="dxa"/>
            <w:vMerge w:val="restart"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Директор МУК  «ЦРБ Ермишинского муниципального района»</w:t>
            </w:r>
          </w:p>
        </w:tc>
        <w:tc>
          <w:tcPr>
            <w:tcW w:w="1155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- земельный участок;</w:t>
            </w:r>
          </w:p>
        </w:tc>
        <w:tc>
          <w:tcPr>
            <w:tcW w:w="1842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индивидуальная</w:t>
            </w:r>
          </w:p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700</w:t>
            </w:r>
          </w:p>
        </w:tc>
        <w:tc>
          <w:tcPr>
            <w:tcW w:w="1134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261 157</w:t>
            </w:r>
            <w:r w:rsidRPr="0016271A">
              <w:rPr>
                <w:sz w:val="18"/>
                <w:szCs w:val="18"/>
                <w:lang w:val="en-US"/>
              </w:rPr>
              <w:t>-</w:t>
            </w:r>
            <w:r w:rsidRPr="0016271A">
              <w:rPr>
                <w:sz w:val="18"/>
                <w:szCs w:val="18"/>
              </w:rPr>
              <w:t>23</w:t>
            </w:r>
          </w:p>
        </w:tc>
        <w:tc>
          <w:tcPr>
            <w:tcW w:w="1559" w:type="dxa"/>
            <w:vMerge w:val="restart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</w:tr>
      <w:tr w:rsidR="00EE1C44" w:rsidRPr="00A95964" w:rsidTr="0016271A">
        <w:trPr>
          <w:trHeight w:val="330"/>
        </w:trPr>
        <w:tc>
          <w:tcPr>
            <w:tcW w:w="427" w:type="dxa"/>
            <w:vMerge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382" w:type="dxa"/>
            <w:vMerge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39" w:type="dxa"/>
            <w:vMerge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квартира</w:t>
            </w:r>
          </w:p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 xml:space="preserve">долевая </w:t>
            </w:r>
          </w:p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(1/3 доля в праве)</w:t>
            </w:r>
          </w:p>
        </w:tc>
        <w:tc>
          <w:tcPr>
            <w:tcW w:w="993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68,5</w:t>
            </w:r>
          </w:p>
        </w:tc>
        <w:tc>
          <w:tcPr>
            <w:tcW w:w="1134" w:type="dxa"/>
          </w:tcPr>
          <w:p w:rsidR="00EE1C44" w:rsidRDefault="00EE1C44" w:rsidP="0016271A">
            <w:pPr>
              <w:jc w:val="center"/>
            </w:pPr>
            <w:r w:rsidRPr="0016271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vMerge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</w:tr>
      <w:tr w:rsidR="00EE1C44" w:rsidRPr="00A95964" w:rsidTr="0016271A">
        <w:trPr>
          <w:trHeight w:val="439"/>
        </w:trPr>
        <w:tc>
          <w:tcPr>
            <w:tcW w:w="427" w:type="dxa"/>
            <w:vMerge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382" w:type="dxa"/>
            <w:vMerge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39" w:type="dxa"/>
            <w:vMerge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 xml:space="preserve">долевая </w:t>
            </w:r>
          </w:p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(1/2 доля в праве)</w:t>
            </w:r>
          </w:p>
        </w:tc>
        <w:tc>
          <w:tcPr>
            <w:tcW w:w="993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13,1</w:t>
            </w:r>
          </w:p>
        </w:tc>
        <w:tc>
          <w:tcPr>
            <w:tcW w:w="1134" w:type="dxa"/>
          </w:tcPr>
          <w:p w:rsidR="00EE1C44" w:rsidRDefault="00EE1C44" w:rsidP="0016271A">
            <w:pPr>
              <w:jc w:val="center"/>
            </w:pPr>
            <w:r w:rsidRPr="0016271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vMerge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</w:tr>
      <w:tr w:rsidR="00EE1C44" w:rsidRPr="00A95964" w:rsidTr="0016271A">
        <w:trPr>
          <w:trHeight w:val="417"/>
        </w:trPr>
        <w:tc>
          <w:tcPr>
            <w:tcW w:w="427" w:type="dxa"/>
            <w:vMerge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82" w:type="dxa"/>
            <w:vMerge w:val="restart"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 xml:space="preserve">Супруг </w:t>
            </w:r>
          </w:p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39" w:type="dxa"/>
            <w:vMerge w:val="restart"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- земельный участок;</w:t>
            </w:r>
          </w:p>
        </w:tc>
        <w:tc>
          <w:tcPr>
            <w:tcW w:w="1842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индивидуальная</w:t>
            </w:r>
          </w:p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400</w:t>
            </w:r>
          </w:p>
        </w:tc>
        <w:tc>
          <w:tcPr>
            <w:tcW w:w="1134" w:type="dxa"/>
          </w:tcPr>
          <w:p w:rsidR="00EE1C44" w:rsidRDefault="00EE1C44" w:rsidP="0016271A">
            <w:pPr>
              <w:jc w:val="center"/>
            </w:pPr>
            <w:r w:rsidRPr="0016271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EE1C44" w:rsidRPr="0016271A" w:rsidRDefault="00EE1C44" w:rsidP="00873458">
            <w:pPr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-легковые автомобили: - Москвич 2141;</w:t>
            </w:r>
          </w:p>
          <w:p w:rsidR="00EE1C44" w:rsidRPr="0016271A" w:rsidRDefault="00EE1C44" w:rsidP="00A376ED">
            <w:pPr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 xml:space="preserve">- Шевроле –Нива </w:t>
            </w:r>
          </w:p>
        </w:tc>
        <w:tc>
          <w:tcPr>
            <w:tcW w:w="1134" w:type="dxa"/>
            <w:vMerge w:val="restart"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309 770-00</w:t>
            </w:r>
          </w:p>
        </w:tc>
        <w:tc>
          <w:tcPr>
            <w:tcW w:w="1559" w:type="dxa"/>
            <w:vMerge w:val="restart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</w:tr>
      <w:tr w:rsidR="00EE1C44" w:rsidRPr="00A95964" w:rsidTr="0016271A">
        <w:trPr>
          <w:trHeight w:val="291"/>
        </w:trPr>
        <w:tc>
          <w:tcPr>
            <w:tcW w:w="427" w:type="dxa"/>
            <w:vMerge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82" w:type="dxa"/>
            <w:vMerge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39" w:type="dxa"/>
            <w:vMerge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квартира</w:t>
            </w:r>
          </w:p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 xml:space="preserve">долевая </w:t>
            </w:r>
          </w:p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(1/3 доля в праве)</w:t>
            </w:r>
          </w:p>
        </w:tc>
        <w:tc>
          <w:tcPr>
            <w:tcW w:w="993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68,5</w:t>
            </w:r>
          </w:p>
        </w:tc>
        <w:tc>
          <w:tcPr>
            <w:tcW w:w="1134" w:type="dxa"/>
          </w:tcPr>
          <w:p w:rsidR="00EE1C44" w:rsidRDefault="00EE1C44" w:rsidP="0016271A">
            <w:pPr>
              <w:jc w:val="center"/>
            </w:pPr>
            <w:r w:rsidRPr="0016271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vMerge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</w:p>
        </w:tc>
      </w:tr>
      <w:tr w:rsidR="00EE1C44" w:rsidRPr="00A95964" w:rsidTr="0016271A">
        <w:trPr>
          <w:trHeight w:val="291"/>
        </w:trPr>
        <w:tc>
          <w:tcPr>
            <w:tcW w:w="427" w:type="dxa"/>
            <w:vMerge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82" w:type="dxa"/>
            <w:vMerge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39" w:type="dxa"/>
            <w:vMerge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квартира</w:t>
            </w:r>
          </w:p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долевая</w:t>
            </w:r>
          </w:p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(1/2 доля в праве)</w:t>
            </w:r>
          </w:p>
        </w:tc>
        <w:tc>
          <w:tcPr>
            <w:tcW w:w="993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13,1</w:t>
            </w:r>
          </w:p>
        </w:tc>
        <w:tc>
          <w:tcPr>
            <w:tcW w:w="1134" w:type="dxa"/>
          </w:tcPr>
          <w:p w:rsidR="00EE1C44" w:rsidRDefault="00EE1C44" w:rsidP="0016271A">
            <w:pPr>
              <w:jc w:val="center"/>
            </w:pPr>
            <w:r w:rsidRPr="0016271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vMerge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</w:p>
        </w:tc>
      </w:tr>
      <w:tr w:rsidR="00EE1C44" w:rsidRPr="00A95964" w:rsidTr="0016271A">
        <w:trPr>
          <w:trHeight w:val="291"/>
        </w:trPr>
        <w:tc>
          <w:tcPr>
            <w:tcW w:w="427" w:type="dxa"/>
            <w:vMerge w:val="restart"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2</w:t>
            </w:r>
          </w:p>
        </w:tc>
        <w:tc>
          <w:tcPr>
            <w:tcW w:w="1382" w:type="dxa"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Шаменкова Ольга Николаевна</w:t>
            </w:r>
          </w:p>
        </w:tc>
        <w:tc>
          <w:tcPr>
            <w:tcW w:w="1539" w:type="dxa"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Директор МОУДОД Ермишинская ДШИ</w:t>
            </w:r>
          </w:p>
        </w:tc>
        <w:tc>
          <w:tcPr>
            <w:tcW w:w="1155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EE1C44" w:rsidRPr="0016271A" w:rsidRDefault="00EE1C44" w:rsidP="0087345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60,0</w:t>
            </w:r>
          </w:p>
        </w:tc>
        <w:tc>
          <w:tcPr>
            <w:tcW w:w="851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  <w:lang w:val="en-US"/>
              </w:rPr>
              <w:t>195 090-22</w:t>
            </w:r>
          </w:p>
        </w:tc>
        <w:tc>
          <w:tcPr>
            <w:tcW w:w="1559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</w:tr>
      <w:tr w:rsidR="00EE1C44" w:rsidRPr="00A95964" w:rsidTr="0016271A">
        <w:trPr>
          <w:trHeight w:val="291"/>
        </w:trPr>
        <w:tc>
          <w:tcPr>
            <w:tcW w:w="427" w:type="dxa"/>
            <w:vMerge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82" w:type="dxa"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 xml:space="preserve">Супруг </w:t>
            </w:r>
          </w:p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60,0</w:t>
            </w:r>
          </w:p>
        </w:tc>
        <w:tc>
          <w:tcPr>
            <w:tcW w:w="851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- легковые автомобили:</w:t>
            </w:r>
          </w:p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- ВАЗ 21053;</w:t>
            </w:r>
          </w:p>
          <w:p w:rsidR="00EE1C44" w:rsidRPr="0016271A" w:rsidRDefault="00EE1C44" w:rsidP="00873458">
            <w:pPr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 xml:space="preserve">- </w:t>
            </w:r>
            <w:r w:rsidRPr="0016271A">
              <w:rPr>
                <w:sz w:val="18"/>
                <w:szCs w:val="18"/>
                <w:lang w:val="en-US"/>
              </w:rPr>
              <w:t>NISSAN</w:t>
            </w:r>
            <w:r w:rsidRPr="0016271A">
              <w:rPr>
                <w:sz w:val="18"/>
                <w:szCs w:val="18"/>
              </w:rPr>
              <w:t xml:space="preserve"> </w:t>
            </w:r>
            <w:r w:rsidRPr="0016271A">
              <w:rPr>
                <w:sz w:val="18"/>
                <w:szCs w:val="18"/>
                <w:lang w:val="en-US"/>
              </w:rPr>
              <w:t>PRIMERA</w:t>
            </w:r>
          </w:p>
        </w:tc>
        <w:tc>
          <w:tcPr>
            <w:tcW w:w="1134" w:type="dxa"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  <w:lang w:val="en-US"/>
              </w:rPr>
              <w:t>151 071-20</w:t>
            </w:r>
          </w:p>
        </w:tc>
        <w:tc>
          <w:tcPr>
            <w:tcW w:w="1559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</w:tr>
      <w:tr w:rsidR="00EE1C44" w:rsidRPr="00A95964" w:rsidTr="0016271A">
        <w:trPr>
          <w:trHeight w:val="291"/>
        </w:trPr>
        <w:tc>
          <w:tcPr>
            <w:tcW w:w="427" w:type="dxa"/>
            <w:vMerge w:val="restart"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3</w:t>
            </w:r>
          </w:p>
        </w:tc>
        <w:tc>
          <w:tcPr>
            <w:tcW w:w="1382" w:type="dxa"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Сизых Марина Владимировна</w:t>
            </w:r>
          </w:p>
        </w:tc>
        <w:tc>
          <w:tcPr>
            <w:tcW w:w="1539" w:type="dxa"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Директор МУК «Ермишинский МРДК»</w:t>
            </w:r>
          </w:p>
        </w:tc>
        <w:tc>
          <w:tcPr>
            <w:tcW w:w="1155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47,5</w:t>
            </w:r>
          </w:p>
        </w:tc>
        <w:tc>
          <w:tcPr>
            <w:tcW w:w="1134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277 829-77</w:t>
            </w:r>
          </w:p>
        </w:tc>
        <w:tc>
          <w:tcPr>
            <w:tcW w:w="1559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</w:tr>
      <w:tr w:rsidR="00EE1C44" w:rsidRPr="00A95964" w:rsidTr="0016271A">
        <w:trPr>
          <w:trHeight w:val="291"/>
        </w:trPr>
        <w:tc>
          <w:tcPr>
            <w:tcW w:w="427" w:type="dxa"/>
            <w:vMerge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82" w:type="dxa"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539" w:type="dxa"/>
          </w:tcPr>
          <w:p w:rsidR="00EE1C44" w:rsidRPr="0016271A" w:rsidRDefault="00EE1C44" w:rsidP="0016271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55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47,5</w:t>
            </w:r>
          </w:p>
        </w:tc>
        <w:tc>
          <w:tcPr>
            <w:tcW w:w="851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  <w:r w:rsidRPr="0016271A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EE1C44" w:rsidRPr="0016271A" w:rsidRDefault="00EE1C44" w:rsidP="0016271A">
            <w:pPr>
              <w:jc w:val="center"/>
              <w:rPr>
                <w:sz w:val="18"/>
                <w:szCs w:val="18"/>
              </w:rPr>
            </w:pPr>
          </w:p>
        </w:tc>
      </w:tr>
    </w:tbl>
    <w:p w:rsidR="00EE1C44" w:rsidRDefault="00EE1C44">
      <w:r>
        <w:t xml:space="preserve">    </w:t>
      </w:r>
    </w:p>
    <w:sectPr w:rsidR="00EE1C44" w:rsidSect="00E81990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00C1"/>
    <w:rsid w:val="00050A8E"/>
    <w:rsid w:val="00096A7F"/>
    <w:rsid w:val="001164DB"/>
    <w:rsid w:val="0016271A"/>
    <w:rsid w:val="00181995"/>
    <w:rsid w:val="001C1923"/>
    <w:rsid w:val="001F30CA"/>
    <w:rsid w:val="00224DCF"/>
    <w:rsid w:val="00253061"/>
    <w:rsid w:val="002D2FAC"/>
    <w:rsid w:val="00415498"/>
    <w:rsid w:val="00482DD2"/>
    <w:rsid w:val="00542384"/>
    <w:rsid w:val="00544F45"/>
    <w:rsid w:val="0054567A"/>
    <w:rsid w:val="0066025A"/>
    <w:rsid w:val="006852BC"/>
    <w:rsid w:val="00686CF5"/>
    <w:rsid w:val="006A697E"/>
    <w:rsid w:val="006D5EFA"/>
    <w:rsid w:val="006E19E3"/>
    <w:rsid w:val="007010C4"/>
    <w:rsid w:val="0071268F"/>
    <w:rsid w:val="0075211F"/>
    <w:rsid w:val="007700F1"/>
    <w:rsid w:val="007832B1"/>
    <w:rsid w:val="00803DF7"/>
    <w:rsid w:val="00822A00"/>
    <w:rsid w:val="00873458"/>
    <w:rsid w:val="00892F74"/>
    <w:rsid w:val="009026AD"/>
    <w:rsid w:val="00960185"/>
    <w:rsid w:val="00985546"/>
    <w:rsid w:val="0099603A"/>
    <w:rsid w:val="009C3C74"/>
    <w:rsid w:val="009D77D0"/>
    <w:rsid w:val="00A051BF"/>
    <w:rsid w:val="00A376ED"/>
    <w:rsid w:val="00A95964"/>
    <w:rsid w:val="00AA3BFD"/>
    <w:rsid w:val="00AD3596"/>
    <w:rsid w:val="00B30512"/>
    <w:rsid w:val="00B444AD"/>
    <w:rsid w:val="00C9280C"/>
    <w:rsid w:val="00CC6CBA"/>
    <w:rsid w:val="00D078DE"/>
    <w:rsid w:val="00D500C1"/>
    <w:rsid w:val="00D633FA"/>
    <w:rsid w:val="00D72857"/>
    <w:rsid w:val="00D73604"/>
    <w:rsid w:val="00D94103"/>
    <w:rsid w:val="00DA5FB7"/>
    <w:rsid w:val="00E22FDD"/>
    <w:rsid w:val="00E33787"/>
    <w:rsid w:val="00E5174B"/>
    <w:rsid w:val="00E81990"/>
    <w:rsid w:val="00E82395"/>
    <w:rsid w:val="00E8659A"/>
    <w:rsid w:val="00EE1C44"/>
    <w:rsid w:val="00F81BAE"/>
    <w:rsid w:val="00FA1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0C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00C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A05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051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08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434</TotalTime>
  <Pages>1</Pages>
  <Words>244</Words>
  <Characters>1391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1</cp:lastModifiedBy>
  <cp:revision>22</cp:revision>
  <cp:lastPrinted>2014-05-08T05:27:00Z</cp:lastPrinted>
  <dcterms:created xsi:type="dcterms:W3CDTF">2013-04-30T07:07:00Z</dcterms:created>
  <dcterms:modified xsi:type="dcterms:W3CDTF">2014-05-14T11:38:00Z</dcterms:modified>
</cp:coreProperties>
</file>