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служащих контрольно-счетной комиссии муниципального образования – 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Скопинский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 </w:t>
      </w:r>
    </w:p>
    <w:p w:rsidR="001715DD" w:rsidRDefault="001715DD" w:rsidP="001715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г. по 31 декабря 2013 г.</w:t>
      </w:r>
    </w:p>
    <w:tbl>
      <w:tblPr>
        <w:tblStyle w:val="a3"/>
        <w:tblW w:w="15876" w:type="dxa"/>
        <w:tblInd w:w="-459" w:type="dxa"/>
        <w:tblLayout w:type="fixed"/>
        <w:tblLook w:val="04A0"/>
      </w:tblPr>
      <w:tblGrid>
        <w:gridCol w:w="503"/>
        <w:gridCol w:w="1482"/>
        <w:gridCol w:w="1170"/>
        <w:gridCol w:w="1381"/>
        <w:gridCol w:w="1418"/>
        <w:gridCol w:w="709"/>
        <w:gridCol w:w="992"/>
        <w:gridCol w:w="1417"/>
        <w:gridCol w:w="709"/>
        <w:gridCol w:w="992"/>
        <w:gridCol w:w="1418"/>
        <w:gridCol w:w="1701"/>
        <w:gridCol w:w="1984"/>
      </w:tblGrid>
      <w:tr w:rsidR="001715DD" w:rsidRPr="001A0334" w:rsidTr="00864D43">
        <w:trPr>
          <w:trHeight w:val="555"/>
        </w:trPr>
        <w:tc>
          <w:tcPr>
            <w:tcW w:w="503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482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170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4500" w:type="dxa"/>
            <w:gridSpan w:val="4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</w:t>
            </w:r>
          </w:p>
        </w:tc>
        <w:tc>
          <w:tcPr>
            <w:tcW w:w="1701" w:type="dxa"/>
            <w:vMerge w:val="restart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Декларированный годовой доход (руб.)</w:t>
            </w:r>
          </w:p>
        </w:tc>
        <w:tc>
          <w:tcPr>
            <w:tcW w:w="1984" w:type="dxa"/>
            <w:vMerge w:val="restart"/>
          </w:tcPr>
          <w:p w:rsidR="001715DD" w:rsidRPr="001A0334" w:rsidRDefault="001715DD" w:rsidP="00864D43">
            <w:pPr>
              <w:ind w:left="-250" w:firstLine="2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источники) *</w:t>
            </w:r>
          </w:p>
        </w:tc>
      </w:tr>
      <w:tr w:rsidR="001715DD" w:rsidRPr="009476F4" w:rsidTr="00864D43">
        <w:trPr>
          <w:trHeight w:val="555"/>
        </w:trPr>
        <w:tc>
          <w:tcPr>
            <w:tcW w:w="503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  <w:vMerge/>
          </w:tcPr>
          <w:p w:rsidR="001715DD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0" w:type="dxa"/>
            <w:vMerge/>
          </w:tcPr>
          <w:p w:rsidR="001715DD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1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собственности</w:t>
            </w:r>
          </w:p>
        </w:tc>
        <w:tc>
          <w:tcPr>
            <w:tcW w:w="709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7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Вид объекта</w:t>
            </w:r>
          </w:p>
        </w:tc>
        <w:tc>
          <w:tcPr>
            <w:tcW w:w="709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Площадь (кв</w:t>
            </w:r>
            <w:proofErr w:type="gramStart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</w:tcPr>
          <w:p w:rsidR="001715DD" w:rsidRPr="001A0334" w:rsidRDefault="001715DD" w:rsidP="00864D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033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1715DD" w:rsidRPr="009476F4" w:rsidRDefault="001715DD" w:rsidP="00864D4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5DD" w:rsidRPr="001715DD" w:rsidTr="00864D43">
        <w:trPr>
          <w:trHeight w:val="555"/>
        </w:trPr>
        <w:tc>
          <w:tcPr>
            <w:tcW w:w="503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8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715DD">
              <w:rPr>
                <w:rFonts w:ascii="Times New Roman" w:hAnsi="Times New Roman" w:cs="Times New Roman"/>
              </w:rPr>
              <w:t>Фуртова</w:t>
            </w:r>
            <w:proofErr w:type="spellEnd"/>
            <w:r w:rsidRPr="001715DD">
              <w:rPr>
                <w:rFonts w:ascii="Times New Roman" w:hAnsi="Times New Roman" w:cs="Times New Roman"/>
              </w:rPr>
              <w:t xml:space="preserve"> Тамара Васильевна</w:t>
            </w:r>
          </w:p>
        </w:tc>
        <w:tc>
          <w:tcPr>
            <w:tcW w:w="1170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 xml:space="preserve">Руководитель контрольно-счетной комиссии </w:t>
            </w:r>
          </w:p>
        </w:tc>
        <w:tc>
          <w:tcPr>
            <w:tcW w:w="1381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8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709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99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417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Жилой дом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Земельный участок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71,0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1500,0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92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</w:tc>
        <w:tc>
          <w:tcPr>
            <w:tcW w:w="1418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241742,49</w:t>
            </w:r>
          </w:p>
        </w:tc>
        <w:tc>
          <w:tcPr>
            <w:tcW w:w="1984" w:type="dxa"/>
          </w:tcPr>
          <w:p w:rsidR="001715DD" w:rsidRPr="001715DD" w:rsidRDefault="001715D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нет</w:t>
            </w:r>
          </w:p>
        </w:tc>
      </w:tr>
      <w:tr w:rsidR="00507BFD" w:rsidRPr="001715DD" w:rsidTr="00864D43">
        <w:trPr>
          <w:trHeight w:val="555"/>
        </w:trPr>
        <w:tc>
          <w:tcPr>
            <w:tcW w:w="503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82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супруг</w:t>
            </w:r>
          </w:p>
        </w:tc>
        <w:tc>
          <w:tcPr>
            <w:tcW w:w="1170" w:type="dxa"/>
          </w:tcPr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Временно не работающий</w:t>
            </w:r>
          </w:p>
        </w:tc>
        <w:tc>
          <w:tcPr>
            <w:tcW w:w="1381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Жилой дом</w:t>
            </w:r>
          </w:p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Земельный участок</w:t>
            </w:r>
          </w:p>
          <w:p w:rsidR="00507BFD" w:rsidRPr="001715DD" w:rsidRDefault="00507BFD" w:rsidP="00507B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07BF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  <w:p w:rsidR="00507BF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индивид.</w:t>
            </w:r>
          </w:p>
        </w:tc>
        <w:tc>
          <w:tcPr>
            <w:tcW w:w="709" w:type="dxa"/>
          </w:tcPr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71,0</w:t>
            </w: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1500,0</w:t>
            </w:r>
          </w:p>
        </w:tc>
        <w:tc>
          <w:tcPr>
            <w:tcW w:w="992" w:type="dxa"/>
          </w:tcPr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</w:p>
          <w:p w:rsidR="00507BFD" w:rsidRPr="001715DD" w:rsidRDefault="00507BFD" w:rsidP="00507BFD">
            <w:pPr>
              <w:jc w:val="center"/>
              <w:rPr>
                <w:rFonts w:ascii="Times New Roman" w:hAnsi="Times New Roman" w:cs="Times New Roman"/>
              </w:rPr>
            </w:pPr>
            <w:r w:rsidRPr="001715DD">
              <w:rPr>
                <w:rFonts w:ascii="Times New Roman" w:hAnsi="Times New Roman" w:cs="Times New Roman"/>
              </w:rPr>
              <w:t>Россия</w:t>
            </w:r>
          </w:p>
          <w:p w:rsidR="00507BFD" w:rsidRPr="001715DD" w:rsidRDefault="00507BFD" w:rsidP="00507B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квартира</w:t>
            </w:r>
          </w:p>
        </w:tc>
        <w:tc>
          <w:tcPr>
            <w:tcW w:w="709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42,5</w:t>
            </w:r>
          </w:p>
        </w:tc>
        <w:tc>
          <w:tcPr>
            <w:tcW w:w="992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Россия </w:t>
            </w:r>
          </w:p>
        </w:tc>
        <w:tc>
          <w:tcPr>
            <w:tcW w:w="1418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701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0.00</w:t>
            </w:r>
          </w:p>
        </w:tc>
        <w:tc>
          <w:tcPr>
            <w:tcW w:w="1984" w:type="dxa"/>
          </w:tcPr>
          <w:p w:rsidR="00507BFD" w:rsidRPr="001715DD" w:rsidRDefault="00507BFD" w:rsidP="00864D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</w:tbl>
    <w:p w:rsidR="00E45A0B" w:rsidRDefault="00E45A0B"/>
    <w:sectPr w:rsidR="00E45A0B" w:rsidSect="001715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15DD"/>
    <w:rsid w:val="00000278"/>
    <w:rsid w:val="00000438"/>
    <w:rsid w:val="00000673"/>
    <w:rsid w:val="000009CC"/>
    <w:rsid w:val="00001890"/>
    <w:rsid w:val="0000189D"/>
    <w:rsid w:val="000018D3"/>
    <w:rsid w:val="00001BA9"/>
    <w:rsid w:val="00001C21"/>
    <w:rsid w:val="00001EE1"/>
    <w:rsid w:val="000022B4"/>
    <w:rsid w:val="000025A2"/>
    <w:rsid w:val="000029CC"/>
    <w:rsid w:val="00002A80"/>
    <w:rsid w:val="00002FC4"/>
    <w:rsid w:val="00003835"/>
    <w:rsid w:val="00003A92"/>
    <w:rsid w:val="00003C15"/>
    <w:rsid w:val="00003F0D"/>
    <w:rsid w:val="0000453D"/>
    <w:rsid w:val="00004715"/>
    <w:rsid w:val="00004C0A"/>
    <w:rsid w:val="00004CA6"/>
    <w:rsid w:val="00005076"/>
    <w:rsid w:val="00005518"/>
    <w:rsid w:val="0000563E"/>
    <w:rsid w:val="00006135"/>
    <w:rsid w:val="0000663C"/>
    <w:rsid w:val="00006991"/>
    <w:rsid w:val="00006A8A"/>
    <w:rsid w:val="00006AC8"/>
    <w:rsid w:val="0000719A"/>
    <w:rsid w:val="00007741"/>
    <w:rsid w:val="000077DC"/>
    <w:rsid w:val="00007EF6"/>
    <w:rsid w:val="00010627"/>
    <w:rsid w:val="00010831"/>
    <w:rsid w:val="00010CC5"/>
    <w:rsid w:val="00010E3A"/>
    <w:rsid w:val="00011320"/>
    <w:rsid w:val="00011431"/>
    <w:rsid w:val="000118A7"/>
    <w:rsid w:val="00011B31"/>
    <w:rsid w:val="00012278"/>
    <w:rsid w:val="0001249F"/>
    <w:rsid w:val="000126F5"/>
    <w:rsid w:val="00012983"/>
    <w:rsid w:val="0001307B"/>
    <w:rsid w:val="0001372A"/>
    <w:rsid w:val="00013848"/>
    <w:rsid w:val="00013CF4"/>
    <w:rsid w:val="00013F9A"/>
    <w:rsid w:val="00014697"/>
    <w:rsid w:val="000146DD"/>
    <w:rsid w:val="00014C19"/>
    <w:rsid w:val="00014EA8"/>
    <w:rsid w:val="00014ECE"/>
    <w:rsid w:val="00014FDD"/>
    <w:rsid w:val="0001502E"/>
    <w:rsid w:val="0001578D"/>
    <w:rsid w:val="00015B2E"/>
    <w:rsid w:val="00015BAA"/>
    <w:rsid w:val="00015C97"/>
    <w:rsid w:val="00015F91"/>
    <w:rsid w:val="00016129"/>
    <w:rsid w:val="0001649F"/>
    <w:rsid w:val="00016620"/>
    <w:rsid w:val="0001698F"/>
    <w:rsid w:val="00016BD1"/>
    <w:rsid w:val="000172CD"/>
    <w:rsid w:val="0001783B"/>
    <w:rsid w:val="000178B8"/>
    <w:rsid w:val="00017A59"/>
    <w:rsid w:val="00017B50"/>
    <w:rsid w:val="00020710"/>
    <w:rsid w:val="0002073B"/>
    <w:rsid w:val="00020E18"/>
    <w:rsid w:val="00020E63"/>
    <w:rsid w:val="00020E9D"/>
    <w:rsid w:val="000213E0"/>
    <w:rsid w:val="00021B24"/>
    <w:rsid w:val="00021BA6"/>
    <w:rsid w:val="00021E6A"/>
    <w:rsid w:val="00022358"/>
    <w:rsid w:val="0002249C"/>
    <w:rsid w:val="00022C3E"/>
    <w:rsid w:val="00022EC0"/>
    <w:rsid w:val="000233A2"/>
    <w:rsid w:val="000233C8"/>
    <w:rsid w:val="000235B4"/>
    <w:rsid w:val="00023902"/>
    <w:rsid w:val="0002399C"/>
    <w:rsid w:val="00023EB3"/>
    <w:rsid w:val="000246B4"/>
    <w:rsid w:val="000247CC"/>
    <w:rsid w:val="000249E4"/>
    <w:rsid w:val="00024BC4"/>
    <w:rsid w:val="000254A0"/>
    <w:rsid w:val="00025523"/>
    <w:rsid w:val="000259B7"/>
    <w:rsid w:val="000266D6"/>
    <w:rsid w:val="00026B94"/>
    <w:rsid w:val="00026F96"/>
    <w:rsid w:val="00027569"/>
    <w:rsid w:val="0003036D"/>
    <w:rsid w:val="000306FF"/>
    <w:rsid w:val="00031179"/>
    <w:rsid w:val="000311D2"/>
    <w:rsid w:val="00031386"/>
    <w:rsid w:val="000315CD"/>
    <w:rsid w:val="000317CB"/>
    <w:rsid w:val="00031854"/>
    <w:rsid w:val="0003230F"/>
    <w:rsid w:val="000327ED"/>
    <w:rsid w:val="00032F76"/>
    <w:rsid w:val="00033191"/>
    <w:rsid w:val="0003338B"/>
    <w:rsid w:val="000338D2"/>
    <w:rsid w:val="00034103"/>
    <w:rsid w:val="000342B9"/>
    <w:rsid w:val="00034567"/>
    <w:rsid w:val="000346D6"/>
    <w:rsid w:val="000347C1"/>
    <w:rsid w:val="0003562B"/>
    <w:rsid w:val="00035E6C"/>
    <w:rsid w:val="00035E6F"/>
    <w:rsid w:val="00035F85"/>
    <w:rsid w:val="000362C0"/>
    <w:rsid w:val="000362F4"/>
    <w:rsid w:val="000367BA"/>
    <w:rsid w:val="000368A1"/>
    <w:rsid w:val="00036B4F"/>
    <w:rsid w:val="000372FC"/>
    <w:rsid w:val="00037FCA"/>
    <w:rsid w:val="00040338"/>
    <w:rsid w:val="000410D6"/>
    <w:rsid w:val="00041296"/>
    <w:rsid w:val="000419CC"/>
    <w:rsid w:val="00041CE1"/>
    <w:rsid w:val="00041DE7"/>
    <w:rsid w:val="00041E0F"/>
    <w:rsid w:val="00042E66"/>
    <w:rsid w:val="00043199"/>
    <w:rsid w:val="000436F9"/>
    <w:rsid w:val="0004394C"/>
    <w:rsid w:val="0004420C"/>
    <w:rsid w:val="00044567"/>
    <w:rsid w:val="00044624"/>
    <w:rsid w:val="000446C5"/>
    <w:rsid w:val="00044778"/>
    <w:rsid w:val="00044918"/>
    <w:rsid w:val="000449B1"/>
    <w:rsid w:val="00045999"/>
    <w:rsid w:val="00045D91"/>
    <w:rsid w:val="00045DF7"/>
    <w:rsid w:val="0004627E"/>
    <w:rsid w:val="000465BC"/>
    <w:rsid w:val="00046689"/>
    <w:rsid w:val="00046908"/>
    <w:rsid w:val="00046CF8"/>
    <w:rsid w:val="00046DBB"/>
    <w:rsid w:val="00046DCA"/>
    <w:rsid w:val="00046EDA"/>
    <w:rsid w:val="00047327"/>
    <w:rsid w:val="000477E5"/>
    <w:rsid w:val="000477F9"/>
    <w:rsid w:val="000500CC"/>
    <w:rsid w:val="000502E2"/>
    <w:rsid w:val="00050557"/>
    <w:rsid w:val="000506FF"/>
    <w:rsid w:val="00050D26"/>
    <w:rsid w:val="00050F0F"/>
    <w:rsid w:val="00050F15"/>
    <w:rsid w:val="00050F98"/>
    <w:rsid w:val="00050FDD"/>
    <w:rsid w:val="0005108F"/>
    <w:rsid w:val="00051248"/>
    <w:rsid w:val="000512AD"/>
    <w:rsid w:val="00051374"/>
    <w:rsid w:val="00051488"/>
    <w:rsid w:val="00051538"/>
    <w:rsid w:val="00051643"/>
    <w:rsid w:val="0005177E"/>
    <w:rsid w:val="00051A0C"/>
    <w:rsid w:val="00051A0E"/>
    <w:rsid w:val="00051C83"/>
    <w:rsid w:val="000521B9"/>
    <w:rsid w:val="00052292"/>
    <w:rsid w:val="000522AB"/>
    <w:rsid w:val="00052AD1"/>
    <w:rsid w:val="00052C3F"/>
    <w:rsid w:val="000530F6"/>
    <w:rsid w:val="00053AD7"/>
    <w:rsid w:val="00053C7D"/>
    <w:rsid w:val="00054928"/>
    <w:rsid w:val="0005493D"/>
    <w:rsid w:val="00055031"/>
    <w:rsid w:val="00055203"/>
    <w:rsid w:val="0005544D"/>
    <w:rsid w:val="00055A3B"/>
    <w:rsid w:val="00055BCE"/>
    <w:rsid w:val="00055C7D"/>
    <w:rsid w:val="000561C0"/>
    <w:rsid w:val="00056580"/>
    <w:rsid w:val="0005664A"/>
    <w:rsid w:val="0005694E"/>
    <w:rsid w:val="00056A2F"/>
    <w:rsid w:val="00056D1A"/>
    <w:rsid w:val="00057599"/>
    <w:rsid w:val="000577C5"/>
    <w:rsid w:val="00057EAE"/>
    <w:rsid w:val="00057EC1"/>
    <w:rsid w:val="00057F27"/>
    <w:rsid w:val="000601BB"/>
    <w:rsid w:val="00060878"/>
    <w:rsid w:val="00060A9E"/>
    <w:rsid w:val="00060C50"/>
    <w:rsid w:val="0006187D"/>
    <w:rsid w:val="000620C2"/>
    <w:rsid w:val="00062F47"/>
    <w:rsid w:val="00062FF0"/>
    <w:rsid w:val="000637C2"/>
    <w:rsid w:val="000638F5"/>
    <w:rsid w:val="0006398D"/>
    <w:rsid w:val="00063B2F"/>
    <w:rsid w:val="00063D2E"/>
    <w:rsid w:val="000640EA"/>
    <w:rsid w:val="000647B6"/>
    <w:rsid w:val="00064B51"/>
    <w:rsid w:val="0006524E"/>
    <w:rsid w:val="00065507"/>
    <w:rsid w:val="000655EB"/>
    <w:rsid w:val="00065F08"/>
    <w:rsid w:val="00066333"/>
    <w:rsid w:val="00066D0B"/>
    <w:rsid w:val="00066D6C"/>
    <w:rsid w:val="000673CF"/>
    <w:rsid w:val="00067476"/>
    <w:rsid w:val="00067496"/>
    <w:rsid w:val="00067911"/>
    <w:rsid w:val="00067980"/>
    <w:rsid w:val="00067B6D"/>
    <w:rsid w:val="00067F97"/>
    <w:rsid w:val="000701CA"/>
    <w:rsid w:val="00070229"/>
    <w:rsid w:val="00070E2B"/>
    <w:rsid w:val="00071662"/>
    <w:rsid w:val="00071737"/>
    <w:rsid w:val="000718EE"/>
    <w:rsid w:val="00071981"/>
    <w:rsid w:val="000719B0"/>
    <w:rsid w:val="00071A25"/>
    <w:rsid w:val="00071EAC"/>
    <w:rsid w:val="0007243A"/>
    <w:rsid w:val="0007317F"/>
    <w:rsid w:val="00073430"/>
    <w:rsid w:val="00073775"/>
    <w:rsid w:val="00073810"/>
    <w:rsid w:val="00073A67"/>
    <w:rsid w:val="00073AE0"/>
    <w:rsid w:val="00074317"/>
    <w:rsid w:val="00074B43"/>
    <w:rsid w:val="00074CC2"/>
    <w:rsid w:val="0007504B"/>
    <w:rsid w:val="00075190"/>
    <w:rsid w:val="000751F7"/>
    <w:rsid w:val="0007539E"/>
    <w:rsid w:val="00075B2F"/>
    <w:rsid w:val="00075BA4"/>
    <w:rsid w:val="00075DC7"/>
    <w:rsid w:val="00075E09"/>
    <w:rsid w:val="00075E82"/>
    <w:rsid w:val="000766D2"/>
    <w:rsid w:val="000767B4"/>
    <w:rsid w:val="000769FA"/>
    <w:rsid w:val="00076A2B"/>
    <w:rsid w:val="00076D84"/>
    <w:rsid w:val="00076F5A"/>
    <w:rsid w:val="00077072"/>
    <w:rsid w:val="000772BC"/>
    <w:rsid w:val="0007780E"/>
    <w:rsid w:val="00077E9D"/>
    <w:rsid w:val="00080B83"/>
    <w:rsid w:val="00080CCF"/>
    <w:rsid w:val="000815FB"/>
    <w:rsid w:val="00081B0B"/>
    <w:rsid w:val="00081D1C"/>
    <w:rsid w:val="000820F8"/>
    <w:rsid w:val="000823FE"/>
    <w:rsid w:val="000827DA"/>
    <w:rsid w:val="00082EDE"/>
    <w:rsid w:val="0008305E"/>
    <w:rsid w:val="000836E8"/>
    <w:rsid w:val="00083B72"/>
    <w:rsid w:val="000841D8"/>
    <w:rsid w:val="00084C14"/>
    <w:rsid w:val="00084F0A"/>
    <w:rsid w:val="0008563B"/>
    <w:rsid w:val="00085A04"/>
    <w:rsid w:val="00085CDB"/>
    <w:rsid w:val="000864F0"/>
    <w:rsid w:val="00086B75"/>
    <w:rsid w:val="00086E21"/>
    <w:rsid w:val="00087444"/>
    <w:rsid w:val="0008756E"/>
    <w:rsid w:val="0008771A"/>
    <w:rsid w:val="00087AEC"/>
    <w:rsid w:val="00087D7A"/>
    <w:rsid w:val="000900BA"/>
    <w:rsid w:val="000900DB"/>
    <w:rsid w:val="0009111C"/>
    <w:rsid w:val="000911E7"/>
    <w:rsid w:val="000915C7"/>
    <w:rsid w:val="0009221F"/>
    <w:rsid w:val="000923FD"/>
    <w:rsid w:val="000926BC"/>
    <w:rsid w:val="00092DFA"/>
    <w:rsid w:val="0009339E"/>
    <w:rsid w:val="000933FC"/>
    <w:rsid w:val="000936CF"/>
    <w:rsid w:val="0009370E"/>
    <w:rsid w:val="00094068"/>
    <w:rsid w:val="0009484B"/>
    <w:rsid w:val="00094B3E"/>
    <w:rsid w:val="0009523B"/>
    <w:rsid w:val="00095647"/>
    <w:rsid w:val="000958D5"/>
    <w:rsid w:val="00095A72"/>
    <w:rsid w:val="00096FA1"/>
    <w:rsid w:val="0009718C"/>
    <w:rsid w:val="00097618"/>
    <w:rsid w:val="00097B19"/>
    <w:rsid w:val="00097C79"/>
    <w:rsid w:val="000A03F4"/>
    <w:rsid w:val="000A0443"/>
    <w:rsid w:val="000A0816"/>
    <w:rsid w:val="000A08F4"/>
    <w:rsid w:val="000A12B1"/>
    <w:rsid w:val="000A1A90"/>
    <w:rsid w:val="000A1D55"/>
    <w:rsid w:val="000A1F2E"/>
    <w:rsid w:val="000A3083"/>
    <w:rsid w:val="000A3817"/>
    <w:rsid w:val="000A3D9A"/>
    <w:rsid w:val="000A402A"/>
    <w:rsid w:val="000A40AB"/>
    <w:rsid w:val="000A46F2"/>
    <w:rsid w:val="000A4BEB"/>
    <w:rsid w:val="000A4E19"/>
    <w:rsid w:val="000A4EE5"/>
    <w:rsid w:val="000A5427"/>
    <w:rsid w:val="000A5647"/>
    <w:rsid w:val="000A59F9"/>
    <w:rsid w:val="000A5BE5"/>
    <w:rsid w:val="000A5FEF"/>
    <w:rsid w:val="000A6169"/>
    <w:rsid w:val="000A63DC"/>
    <w:rsid w:val="000A6485"/>
    <w:rsid w:val="000A68F2"/>
    <w:rsid w:val="000A6D2B"/>
    <w:rsid w:val="000A6F79"/>
    <w:rsid w:val="000A72CE"/>
    <w:rsid w:val="000A766D"/>
    <w:rsid w:val="000A77CF"/>
    <w:rsid w:val="000A7C35"/>
    <w:rsid w:val="000A7CFF"/>
    <w:rsid w:val="000B0749"/>
    <w:rsid w:val="000B08C5"/>
    <w:rsid w:val="000B0DA3"/>
    <w:rsid w:val="000B1685"/>
    <w:rsid w:val="000B16CB"/>
    <w:rsid w:val="000B21D6"/>
    <w:rsid w:val="000B26DA"/>
    <w:rsid w:val="000B2736"/>
    <w:rsid w:val="000B2F72"/>
    <w:rsid w:val="000B3DAD"/>
    <w:rsid w:val="000B4230"/>
    <w:rsid w:val="000B4274"/>
    <w:rsid w:val="000B4EF5"/>
    <w:rsid w:val="000B4FBF"/>
    <w:rsid w:val="000B51F2"/>
    <w:rsid w:val="000B60D8"/>
    <w:rsid w:val="000B6A28"/>
    <w:rsid w:val="000B6BC6"/>
    <w:rsid w:val="000B6FC8"/>
    <w:rsid w:val="000B715A"/>
    <w:rsid w:val="000B7362"/>
    <w:rsid w:val="000B7AC5"/>
    <w:rsid w:val="000B7CBA"/>
    <w:rsid w:val="000B7FA5"/>
    <w:rsid w:val="000C0394"/>
    <w:rsid w:val="000C0FD0"/>
    <w:rsid w:val="000C190A"/>
    <w:rsid w:val="000C1C27"/>
    <w:rsid w:val="000C1FE0"/>
    <w:rsid w:val="000C20D3"/>
    <w:rsid w:val="000C2727"/>
    <w:rsid w:val="000C2B38"/>
    <w:rsid w:val="000C2B74"/>
    <w:rsid w:val="000C2FD9"/>
    <w:rsid w:val="000C3007"/>
    <w:rsid w:val="000C3327"/>
    <w:rsid w:val="000C345D"/>
    <w:rsid w:val="000C34F4"/>
    <w:rsid w:val="000C35FE"/>
    <w:rsid w:val="000C3972"/>
    <w:rsid w:val="000C3997"/>
    <w:rsid w:val="000C3E77"/>
    <w:rsid w:val="000C489A"/>
    <w:rsid w:val="000C4A6F"/>
    <w:rsid w:val="000C4A7A"/>
    <w:rsid w:val="000C4B1E"/>
    <w:rsid w:val="000C4CA2"/>
    <w:rsid w:val="000C4D34"/>
    <w:rsid w:val="000C53D1"/>
    <w:rsid w:val="000C5414"/>
    <w:rsid w:val="000C54FA"/>
    <w:rsid w:val="000C59CF"/>
    <w:rsid w:val="000C5D65"/>
    <w:rsid w:val="000C5D7F"/>
    <w:rsid w:val="000C63FF"/>
    <w:rsid w:val="000C65A2"/>
    <w:rsid w:val="000C6625"/>
    <w:rsid w:val="000C7156"/>
    <w:rsid w:val="000C7177"/>
    <w:rsid w:val="000C72FC"/>
    <w:rsid w:val="000C75A7"/>
    <w:rsid w:val="000D02B0"/>
    <w:rsid w:val="000D0450"/>
    <w:rsid w:val="000D04F8"/>
    <w:rsid w:val="000D0B60"/>
    <w:rsid w:val="000D13ED"/>
    <w:rsid w:val="000D1F5D"/>
    <w:rsid w:val="000D2301"/>
    <w:rsid w:val="000D2354"/>
    <w:rsid w:val="000D24A8"/>
    <w:rsid w:val="000D2691"/>
    <w:rsid w:val="000D2E34"/>
    <w:rsid w:val="000D32A9"/>
    <w:rsid w:val="000D340D"/>
    <w:rsid w:val="000D3490"/>
    <w:rsid w:val="000D3E6F"/>
    <w:rsid w:val="000D4638"/>
    <w:rsid w:val="000D46ED"/>
    <w:rsid w:val="000D49E0"/>
    <w:rsid w:val="000D4ACE"/>
    <w:rsid w:val="000D50EA"/>
    <w:rsid w:val="000D563C"/>
    <w:rsid w:val="000D57C1"/>
    <w:rsid w:val="000D5A0F"/>
    <w:rsid w:val="000D5C57"/>
    <w:rsid w:val="000D6304"/>
    <w:rsid w:val="000D63DC"/>
    <w:rsid w:val="000D6427"/>
    <w:rsid w:val="000D65BE"/>
    <w:rsid w:val="000D6F70"/>
    <w:rsid w:val="000D71C1"/>
    <w:rsid w:val="000D728B"/>
    <w:rsid w:val="000D752E"/>
    <w:rsid w:val="000D772E"/>
    <w:rsid w:val="000D7C23"/>
    <w:rsid w:val="000D7F21"/>
    <w:rsid w:val="000D7F6F"/>
    <w:rsid w:val="000E0009"/>
    <w:rsid w:val="000E0C4C"/>
    <w:rsid w:val="000E0F34"/>
    <w:rsid w:val="000E1008"/>
    <w:rsid w:val="000E1542"/>
    <w:rsid w:val="000E1550"/>
    <w:rsid w:val="000E1B8B"/>
    <w:rsid w:val="000E20B2"/>
    <w:rsid w:val="000E2331"/>
    <w:rsid w:val="000E251E"/>
    <w:rsid w:val="000E26CD"/>
    <w:rsid w:val="000E2C3F"/>
    <w:rsid w:val="000E2C54"/>
    <w:rsid w:val="000E2F6C"/>
    <w:rsid w:val="000E33C5"/>
    <w:rsid w:val="000E3573"/>
    <w:rsid w:val="000E3792"/>
    <w:rsid w:val="000E3908"/>
    <w:rsid w:val="000E3D7A"/>
    <w:rsid w:val="000E424C"/>
    <w:rsid w:val="000E444C"/>
    <w:rsid w:val="000E44FC"/>
    <w:rsid w:val="000E471E"/>
    <w:rsid w:val="000E4B33"/>
    <w:rsid w:val="000E5060"/>
    <w:rsid w:val="000E5137"/>
    <w:rsid w:val="000E7532"/>
    <w:rsid w:val="000F015A"/>
    <w:rsid w:val="000F0721"/>
    <w:rsid w:val="000F0A7E"/>
    <w:rsid w:val="000F13F3"/>
    <w:rsid w:val="000F1466"/>
    <w:rsid w:val="000F14DF"/>
    <w:rsid w:val="000F1566"/>
    <w:rsid w:val="000F1847"/>
    <w:rsid w:val="000F1BFE"/>
    <w:rsid w:val="000F246E"/>
    <w:rsid w:val="000F251C"/>
    <w:rsid w:val="000F2655"/>
    <w:rsid w:val="000F2C4E"/>
    <w:rsid w:val="000F2D87"/>
    <w:rsid w:val="000F35E6"/>
    <w:rsid w:val="000F39C7"/>
    <w:rsid w:val="000F3AF4"/>
    <w:rsid w:val="000F3EF7"/>
    <w:rsid w:val="000F3F4F"/>
    <w:rsid w:val="000F45D0"/>
    <w:rsid w:val="000F46AC"/>
    <w:rsid w:val="000F4A0A"/>
    <w:rsid w:val="000F4AA4"/>
    <w:rsid w:val="000F4DC7"/>
    <w:rsid w:val="000F4E09"/>
    <w:rsid w:val="000F5029"/>
    <w:rsid w:val="000F523C"/>
    <w:rsid w:val="000F5278"/>
    <w:rsid w:val="000F527A"/>
    <w:rsid w:val="000F57BE"/>
    <w:rsid w:val="000F5BF1"/>
    <w:rsid w:val="000F5CBD"/>
    <w:rsid w:val="000F5EAD"/>
    <w:rsid w:val="000F6C66"/>
    <w:rsid w:val="000F7021"/>
    <w:rsid w:val="000F70F3"/>
    <w:rsid w:val="000F74FE"/>
    <w:rsid w:val="000F7804"/>
    <w:rsid w:val="000F786D"/>
    <w:rsid w:val="001000AB"/>
    <w:rsid w:val="00100485"/>
    <w:rsid w:val="0010093F"/>
    <w:rsid w:val="00100CE9"/>
    <w:rsid w:val="00100F9D"/>
    <w:rsid w:val="00101364"/>
    <w:rsid w:val="001013A9"/>
    <w:rsid w:val="00101CFB"/>
    <w:rsid w:val="0010201C"/>
    <w:rsid w:val="00102094"/>
    <w:rsid w:val="0010211B"/>
    <w:rsid w:val="001021B9"/>
    <w:rsid w:val="00102345"/>
    <w:rsid w:val="001024BC"/>
    <w:rsid w:val="00102AE9"/>
    <w:rsid w:val="00102B7C"/>
    <w:rsid w:val="00102C44"/>
    <w:rsid w:val="00102CA8"/>
    <w:rsid w:val="00102E98"/>
    <w:rsid w:val="00104573"/>
    <w:rsid w:val="0010457C"/>
    <w:rsid w:val="001046BE"/>
    <w:rsid w:val="00104759"/>
    <w:rsid w:val="00104822"/>
    <w:rsid w:val="001055B1"/>
    <w:rsid w:val="001057B5"/>
    <w:rsid w:val="00105802"/>
    <w:rsid w:val="00105B81"/>
    <w:rsid w:val="00105CAA"/>
    <w:rsid w:val="0010641E"/>
    <w:rsid w:val="0010643C"/>
    <w:rsid w:val="00106776"/>
    <w:rsid w:val="00106782"/>
    <w:rsid w:val="0010683F"/>
    <w:rsid w:val="00106878"/>
    <w:rsid w:val="00106969"/>
    <w:rsid w:val="00106D75"/>
    <w:rsid w:val="001072B9"/>
    <w:rsid w:val="00107706"/>
    <w:rsid w:val="00107B67"/>
    <w:rsid w:val="00107C17"/>
    <w:rsid w:val="00107CD9"/>
    <w:rsid w:val="0011014F"/>
    <w:rsid w:val="001102F6"/>
    <w:rsid w:val="00110306"/>
    <w:rsid w:val="0011031E"/>
    <w:rsid w:val="00110511"/>
    <w:rsid w:val="00111141"/>
    <w:rsid w:val="001113DE"/>
    <w:rsid w:val="001118E3"/>
    <w:rsid w:val="00111925"/>
    <w:rsid w:val="001120C3"/>
    <w:rsid w:val="00112278"/>
    <w:rsid w:val="00112321"/>
    <w:rsid w:val="0011244F"/>
    <w:rsid w:val="00113494"/>
    <w:rsid w:val="00113706"/>
    <w:rsid w:val="00114368"/>
    <w:rsid w:val="00114675"/>
    <w:rsid w:val="00114CE9"/>
    <w:rsid w:val="0011561C"/>
    <w:rsid w:val="00116AF2"/>
    <w:rsid w:val="00116BAB"/>
    <w:rsid w:val="00117309"/>
    <w:rsid w:val="00117BE8"/>
    <w:rsid w:val="00117CEF"/>
    <w:rsid w:val="00117D54"/>
    <w:rsid w:val="001200CE"/>
    <w:rsid w:val="001205B5"/>
    <w:rsid w:val="00120AC2"/>
    <w:rsid w:val="00120CF4"/>
    <w:rsid w:val="00120D14"/>
    <w:rsid w:val="00120EBA"/>
    <w:rsid w:val="001212D8"/>
    <w:rsid w:val="00121332"/>
    <w:rsid w:val="001216F4"/>
    <w:rsid w:val="00121722"/>
    <w:rsid w:val="001217A7"/>
    <w:rsid w:val="00121913"/>
    <w:rsid w:val="00121C31"/>
    <w:rsid w:val="001220D5"/>
    <w:rsid w:val="00122670"/>
    <w:rsid w:val="00122F66"/>
    <w:rsid w:val="00123063"/>
    <w:rsid w:val="0012309F"/>
    <w:rsid w:val="00123387"/>
    <w:rsid w:val="00123452"/>
    <w:rsid w:val="00123532"/>
    <w:rsid w:val="00123B19"/>
    <w:rsid w:val="00123BA9"/>
    <w:rsid w:val="001245CD"/>
    <w:rsid w:val="00124ED0"/>
    <w:rsid w:val="00125483"/>
    <w:rsid w:val="00125AF1"/>
    <w:rsid w:val="00125E1F"/>
    <w:rsid w:val="0012623D"/>
    <w:rsid w:val="0012651B"/>
    <w:rsid w:val="00126652"/>
    <w:rsid w:val="00126739"/>
    <w:rsid w:val="00126A92"/>
    <w:rsid w:val="0012703C"/>
    <w:rsid w:val="001277EE"/>
    <w:rsid w:val="001305C5"/>
    <w:rsid w:val="0013067D"/>
    <w:rsid w:val="0013074E"/>
    <w:rsid w:val="00130CBE"/>
    <w:rsid w:val="001315A6"/>
    <w:rsid w:val="001315E0"/>
    <w:rsid w:val="001322E1"/>
    <w:rsid w:val="001325AC"/>
    <w:rsid w:val="00132A33"/>
    <w:rsid w:val="00133290"/>
    <w:rsid w:val="0013407F"/>
    <w:rsid w:val="00134C44"/>
    <w:rsid w:val="0013540D"/>
    <w:rsid w:val="001354BA"/>
    <w:rsid w:val="00135AB2"/>
    <w:rsid w:val="00135CD9"/>
    <w:rsid w:val="00135DBF"/>
    <w:rsid w:val="001360BA"/>
    <w:rsid w:val="001364F6"/>
    <w:rsid w:val="00136B40"/>
    <w:rsid w:val="00136C75"/>
    <w:rsid w:val="00136E0C"/>
    <w:rsid w:val="00137103"/>
    <w:rsid w:val="001373C4"/>
    <w:rsid w:val="00137435"/>
    <w:rsid w:val="001404A9"/>
    <w:rsid w:val="0014067E"/>
    <w:rsid w:val="001406EE"/>
    <w:rsid w:val="001408B6"/>
    <w:rsid w:val="00140D5F"/>
    <w:rsid w:val="0014146C"/>
    <w:rsid w:val="001417CD"/>
    <w:rsid w:val="001417DA"/>
    <w:rsid w:val="00141A0D"/>
    <w:rsid w:val="00141C6A"/>
    <w:rsid w:val="001425E6"/>
    <w:rsid w:val="00142ABE"/>
    <w:rsid w:val="00142D2E"/>
    <w:rsid w:val="00142F6D"/>
    <w:rsid w:val="00142FF4"/>
    <w:rsid w:val="0014317E"/>
    <w:rsid w:val="001436A4"/>
    <w:rsid w:val="001437C6"/>
    <w:rsid w:val="001441EA"/>
    <w:rsid w:val="001442ED"/>
    <w:rsid w:val="00144393"/>
    <w:rsid w:val="0014458A"/>
    <w:rsid w:val="001445AD"/>
    <w:rsid w:val="00144947"/>
    <w:rsid w:val="001454CF"/>
    <w:rsid w:val="001455A7"/>
    <w:rsid w:val="00145A8F"/>
    <w:rsid w:val="00145C75"/>
    <w:rsid w:val="00145F97"/>
    <w:rsid w:val="001464A4"/>
    <w:rsid w:val="00146D47"/>
    <w:rsid w:val="00146DBE"/>
    <w:rsid w:val="00146DFA"/>
    <w:rsid w:val="00146EFA"/>
    <w:rsid w:val="00150335"/>
    <w:rsid w:val="00150483"/>
    <w:rsid w:val="0015048D"/>
    <w:rsid w:val="0015062C"/>
    <w:rsid w:val="00150BC9"/>
    <w:rsid w:val="00150C13"/>
    <w:rsid w:val="00150C85"/>
    <w:rsid w:val="001512AF"/>
    <w:rsid w:val="0015156C"/>
    <w:rsid w:val="00151E10"/>
    <w:rsid w:val="00151EAA"/>
    <w:rsid w:val="0015268C"/>
    <w:rsid w:val="00152863"/>
    <w:rsid w:val="00152927"/>
    <w:rsid w:val="00152D18"/>
    <w:rsid w:val="00152F0C"/>
    <w:rsid w:val="00152FB6"/>
    <w:rsid w:val="001530A0"/>
    <w:rsid w:val="001531C8"/>
    <w:rsid w:val="00153853"/>
    <w:rsid w:val="00153A81"/>
    <w:rsid w:val="00153AD7"/>
    <w:rsid w:val="00153BF1"/>
    <w:rsid w:val="0015479A"/>
    <w:rsid w:val="001549E9"/>
    <w:rsid w:val="00154BF7"/>
    <w:rsid w:val="00154C8D"/>
    <w:rsid w:val="00155BA7"/>
    <w:rsid w:val="00155BBB"/>
    <w:rsid w:val="00155D5A"/>
    <w:rsid w:val="00156039"/>
    <w:rsid w:val="001578D4"/>
    <w:rsid w:val="00157919"/>
    <w:rsid w:val="00157B66"/>
    <w:rsid w:val="00157D8A"/>
    <w:rsid w:val="00160F14"/>
    <w:rsid w:val="00161B51"/>
    <w:rsid w:val="00161BEE"/>
    <w:rsid w:val="00161C3C"/>
    <w:rsid w:val="00162386"/>
    <w:rsid w:val="0016268B"/>
    <w:rsid w:val="00162BCE"/>
    <w:rsid w:val="00163600"/>
    <w:rsid w:val="00163B11"/>
    <w:rsid w:val="00163BA9"/>
    <w:rsid w:val="001643B8"/>
    <w:rsid w:val="00164677"/>
    <w:rsid w:val="00164B4A"/>
    <w:rsid w:val="00164D36"/>
    <w:rsid w:val="001650E8"/>
    <w:rsid w:val="0016598D"/>
    <w:rsid w:val="00165F89"/>
    <w:rsid w:val="00166053"/>
    <w:rsid w:val="0016605C"/>
    <w:rsid w:val="00166351"/>
    <w:rsid w:val="00166828"/>
    <w:rsid w:val="00166E97"/>
    <w:rsid w:val="00166F63"/>
    <w:rsid w:val="00167092"/>
    <w:rsid w:val="00167220"/>
    <w:rsid w:val="001674B0"/>
    <w:rsid w:val="00167BDF"/>
    <w:rsid w:val="00167CA6"/>
    <w:rsid w:val="00167E19"/>
    <w:rsid w:val="00167E27"/>
    <w:rsid w:val="001706F2"/>
    <w:rsid w:val="001708F3"/>
    <w:rsid w:val="0017091F"/>
    <w:rsid w:val="00170CF9"/>
    <w:rsid w:val="00170E8C"/>
    <w:rsid w:val="00170F32"/>
    <w:rsid w:val="00170F69"/>
    <w:rsid w:val="0017112F"/>
    <w:rsid w:val="001713CF"/>
    <w:rsid w:val="001714C5"/>
    <w:rsid w:val="001715DD"/>
    <w:rsid w:val="001717F5"/>
    <w:rsid w:val="001719C3"/>
    <w:rsid w:val="00171BDC"/>
    <w:rsid w:val="00172917"/>
    <w:rsid w:val="00172A78"/>
    <w:rsid w:val="00173360"/>
    <w:rsid w:val="00173388"/>
    <w:rsid w:val="001735D7"/>
    <w:rsid w:val="00173850"/>
    <w:rsid w:val="00173965"/>
    <w:rsid w:val="00173A2B"/>
    <w:rsid w:val="00173C20"/>
    <w:rsid w:val="00173C96"/>
    <w:rsid w:val="00173E39"/>
    <w:rsid w:val="00174095"/>
    <w:rsid w:val="0017418C"/>
    <w:rsid w:val="001741D9"/>
    <w:rsid w:val="001741F1"/>
    <w:rsid w:val="00174EEF"/>
    <w:rsid w:val="001752FD"/>
    <w:rsid w:val="00175494"/>
    <w:rsid w:val="001756DC"/>
    <w:rsid w:val="00175B1B"/>
    <w:rsid w:val="00175F6E"/>
    <w:rsid w:val="001761A0"/>
    <w:rsid w:val="00176E98"/>
    <w:rsid w:val="00176F00"/>
    <w:rsid w:val="001770CC"/>
    <w:rsid w:val="001770E4"/>
    <w:rsid w:val="00177467"/>
    <w:rsid w:val="001775A3"/>
    <w:rsid w:val="001776E1"/>
    <w:rsid w:val="0018005A"/>
    <w:rsid w:val="00180279"/>
    <w:rsid w:val="00180422"/>
    <w:rsid w:val="001809BC"/>
    <w:rsid w:val="00181351"/>
    <w:rsid w:val="00181450"/>
    <w:rsid w:val="001818A8"/>
    <w:rsid w:val="00182075"/>
    <w:rsid w:val="0018238C"/>
    <w:rsid w:val="001832BF"/>
    <w:rsid w:val="00183725"/>
    <w:rsid w:val="00183FEF"/>
    <w:rsid w:val="0018401A"/>
    <w:rsid w:val="00184203"/>
    <w:rsid w:val="00184CBD"/>
    <w:rsid w:val="00184E46"/>
    <w:rsid w:val="00185389"/>
    <w:rsid w:val="00185619"/>
    <w:rsid w:val="0018595F"/>
    <w:rsid w:val="00185A37"/>
    <w:rsid w:val="00185BA7"/>
    <w:rsid w:val="00185D9D"/>
    <w:rsid w:val="00186A92"/>
    <w:rsid w:val="0018723E"/>
    <w:rsid w:val="0018757D"/>
    <w:rsid w:val="001875B4"/>
    <w:rsid w:val="0018772A"/>
    <w:rsid w:val="00187D64"/>
    <w:rsid w:val="00190209"/>
    <w:rsid w:val="00190A6E"/>
    <w:rsid w:val="0019183B"/>
    <w:rsid w:val="00192031"/>
    <w:rsid w:val="001921C3"/>
    <w:rsid w:val="0019234C"/>
    <w:rsid w:val="0019251F"/>
    <w:rsid w:val="00192C48"/>
    <w:rsid w:val="00193269"/>
    <w:rsid w:val="00193850"/>
    <w:rsid w:val="001939E8"/>
    <w:rsid w:val="00193AFA"/>
    <w:rsid w:val="00193AFE"/>
    <w:rsid w:val="00193D14"/>
    <w:rsid w:val="001947E5"/>
    <w:rsid w:val="001953F6"/>
    <w:rsid w:val="00195955"/>
    <w:rsid w:val="00195B21"/>
    <w:rsid w:val="001960A3"/>
    <w:rsid w:val="001961D8"/>
    <w:rsid w:val="00196646"/>
    <w:rsid w:val="00196665"/>
    <w:rsid w:val="00196A8A"/>
    <w:rsid w:val="00196E25"/>
    <w:rsid w:val="001970D3"/>
    <w:rsid w:val="0019726E"/>
    <w:rsid w:val="0019731B"/>
    <w:rsid w:val="001973FF"/>
    <w:rsid w:val="0019745B"/>
    <w:rsid w:val="001975E9"/>
    <w:rsid w:val="0019762E"/>
    <w:rsid w:val="00197714"/>
    <w:rsid w:val="00197953"/>
    <w:rsid w:val="001A0767"/>
    <w:rsid w:val="001A08A9"/>
    <w:rsid w:val="001A09E4"/>
    <w:rsid w:val="001A0C19"/>
    <w:rsid w:val="001A140C"/>
    <w:rsid w:val="001A1449"/>
    <w:rsid w:val="001A19BF"/>
    <w:rsid w:val="001A1EE5"/>
    <w:rsid w:val="001A2381"/>
    <w:rsid w:val="001A23B6"/>
    <w:rsid w:val="001A2431"/>
    <w:rsid w:val="001A2723"/>
    <w:rsid w:val="001A2803"/>
    <w:rsid w:val="001A283E"/>
    <w:rsid w:val="001A2B7E"/>
    <w:rsid w:val="001A3227"/>
    <w:rsid w:val="001A3455"/>
    <w:rsid w:val="001A3562"/>
    <w:rsid w:val="001A3E2A"/>
    <w:rsid w:val="001A3ED9"/>
    <w:rsid w:val="001A4243"/>
    <w:rsid w:val="001A42EB"/>
    <w:rsid w:val="001A431C"/>
    <w:rsid w:val="001A46DF"/>
    <w:rsid w:val="001A4825"/>
    <w:rsid w:val="001A4C5C"/>
    <w:rsid w:val="001A4F6F"/>
    <w:rsid w:val="001A5A2D"/>
    <w:rsid w:val="001A5CCD"/>
    <w:rsid w:val="001A6230"/>
    <w:rsid w:val="001A6756"/>
    <w:rsid w:val="001A6C30"/>
    <w:rsid w:val="001A6DBB"/>
    <w:rsid w:val="001A743C"/>
    <w:rsid w:val="001A7CC2"/>
    <w:rsid w:val="001B0692"/>
    <w:rsid w:val="001B06FF"/>
    <w:rsid w:val="001B1E9C"/>
    <w:rsid w:val="001B2058"/>
    <w:rsid w:val="001B22A0"/>
    <w:rsid w:val="001B2475"/>
    <w:rsid w:val="001B29DD"/>
    <w:rsid w:val="001B2D28"/>
    <w:rsid w:val="001B30AB"/>
    <w:rsid w:val="001B30E5"/>
    <w:rsid w:val="001B344C"/>
    <w:rsid w:val="001B3611"/>
    <w:rsid w:val="001B369A"/>
    <w:rsid w:val="001B36CB"/>
    <w:rsid w:val="001B37C1"/>
    <w:rsid w:val="001B3A92"/>
    <w:rsid w:val="001B3C41"/>
    <w:rsid w:val="001B41B1"/>
    <w:rsid w:val="001B42C2"/>
    <w:rsid w:val="001B45B1"/>
    <w:rsid w:val="001B4B8D"/>
    <w:rsid w:val="001B4DA8"/>
    <w:rsid w:val="001B5299"/>
    <w:rsid w:val="001B53E5"/>
    <w:rsid w:val="001B575B"/>
    <w:rsid w:val="001B5A4C"/>
    <w:rsid w:val="001B61A9"/>
    <w:rsid w:val="001B634B"/>
    <w:rsid w:val="001B7B9A"/>
    <w:rsid w:val="001B7BDA"/>
    <w:rsid w:val="001B7F27"/>
    <w:rsid w:val="001C04BB"/>
    <w:rsid w:val="001C070C"/>
    <w:rsid w:val="001C0908"/>
    <w:rsid w:val="001C1474"/>
    <w:rsid w:val="001C172B"/>
    <w:rsid w:val="001C1B32"/>
    <w:rsid w:val="001C27D9"/>
    <w:rsid w:val="001C2F92"/>
    <w:rsid w:val="001C3309"/>
    <w:rsid w:val="001C3798"/>
    <w:rsid w:val="001C38FC"/>
    <w:rsid w:val="001C3C02"/>
    <w:rsid w:val="001C3E19"/>
    <w:rsid w:val="001C42BC"/>
    <w:rsid w:val="001C45F8"/>
    <w:rsid w:val="001C4ABD"/>
    <w:rsid w:val="001C4CB3"/>
    <w:rsid w:val="001C4EE6"/>
    <w:rsid w:val="001C4F41"/>
    <w:rsid w:val="001C5103"/>
    <w:rsid w:val="001C536F"/>
    <w:rsid w:val="001C554A"/>
    <w:rsid w:val="001C5596"/>
    <w:rsid w:val="001C610E"/>
    <w:rsid w:val="001C6177"/>
    <w:rsid w:val="001C621D"/>
    <w:rsid w:val="001C67F6"/>
    <w:rsid w:val="001C6AFF"/>
    <w:rsid w:val="001C7785"/>
    <w:rsid w:val="001C7981"/>
    <w:rsid w:val="001C7CBB"/>
    <w:rsid w:val="001D0D0F"/>
    <w:rsid w:val="001D0F87"/>
    <w:rsid w:val="001D134B"/>
    <w:rsid w:val="001D17A8"/>
    <w:rsid w:val="001D18E4"/>
    <w:rsid w:val="001D1A02"/>
    <w:rsid w:val="001D2E33"/>
    <w:rsid w:val="001D3303"/>
    <w:rsid w:val="001D33B7"/>
    <w:rsid w:val="001D34B6"/>
    <w:rsid w:val="001D404F"/>
    <w:rsid w:val="001D48FF"/>
    <w:rsid w:val="001D4909"/>
    <w:rsid w:val="001D4CAB"/>
    <w:rsid w:val="001D4E0E"/>
    <w:rsid w:val="001D5305"/>
    <w:rsid w:val="001D59EC"/>
    <w:rsid w:val="001D5B7E"/>
    <w:rsid w:val="001D5D8E"/>
    <w:rsid w:val="001D6419"/>
    <w:rsid w:val="001D6624"/>
    <w:rsid w:val="001D6C45"/>
    <w:rsid w:val="001D6F1A"/>
    <w:rsid w:val="001D70DA"/>
    <w:rsid w:val="001D73AA"/>
    <w:rsid w:val="001D7686"/>
    <w:rsid w:val="001D7A44"/>
    <w:rsid w:val="001D7E08"/>
    <w:rsid w:val="001D7F4F"/>
    <w:rsid w:val="001E0032"/>
    <w:rsid w:val="001E05DE"/>
    <w:rsid w:val="001E0842"/>
    <w:rsid w:val="001E0BCF"/>
    <w:rsid w:val="001E0C30"/>
    <w:rsid w:val="001E0CA5"/>
    <w:rsid w:val="001E0CBF"/>
    <w:rsid w:val="001E1125"/>
    <w:rsid w:val="001E1405"/>
    <w:rsid w:val="001E1457"/>
    <w:rsid w:val="001E1884"/>
    <w:rsid w:val="001E1910"/>
    <w:rsid w:val="001E1EB9"/>
    <w:rsid w:val="001E1FB0"/>
    <w:rsid w:val="001E33B9"/>
    <w:rsid w:val="001E36A1"/>
    <w:rsid w:val="001E3ADB"/>
    <w:rsid w:val="001E3B04"/>
    <w:rsid w:val="001E3BCD"/>
    <w:rsid w:val="001E406C"/>
    <w:rsid w:val="001E492C"/>
    <w:rsid w:val="001E5051"/>
    <w:rsid w:val="001E55B0"/>
    <w:rsid w:val="001E563E"/>
    <w:rsid w:val="001E5843"/>
    <w:rsid w:val="001E5A78"/>
    <w:rsid w:val="001E5D8A"/>
    <w:rsid w:val="001E6348"/>
    <w:rsid w:val="001E6443"/>
    <w:rsid w:val="001E65CB"/>
    <w:rsid w:val="001E69B8"/>
    <w:rsid w:val="001E6C8C"/>
    <w:rsid w:val="001E6E00"/>
    <w:rsid w:val="001E6FF9"/>
    <w:rsid w:val="001E71EA"/>
    <w:rsid w:val="001E7A7F"/>
    <w:rsid w:val="001F00BF"/>
    <w:rsid w:val="001F00FE"/>
    <w:rsid w:val="001F079C"/>
    <w:rsid w:val="001F099C"/>
    <w:rsid w:val="001F108F"/>
    <w:rsid w:val="001F13B4"/>
    <w:rsid w:val="001F14BB"/>
    <w:rsid w:val="001F159A"/>
    <w:rsid w:val="001F16C4"/>
    <w:rsid w:val="001F2239"/>
    <w:rsid w:val="001F23FE"/>
    <w:rsid w:val="001F2485"/>
    <w:rsid w:val="001F2669"/>
    <w:rsid w:val="001F2A1D"/>
    <w:rsid w:val="001F2E4B"/>
    <w:rsid w:val="001F33AA"/>
    <w:rsid w:val="001F3BE4"/>
    <w:rsid w:val="001F3E3B"/>
    <w:rsid w:val="001F41D8"/>
    <w:rsid w:val="001F4B85"/>
    <w:rsid w:val="001F4C03"/>
    <w:rsid w:val="001F50A5"/>
    <w:rsid w:val="001F51EA"/>
    <w:rsid w:val="001F528F"/>
    <w:rsid w:val="001F5363"/>
    <w:rsid w:val="001F5389"/>
    <w:rsid w:val="001F5465"/>
    <w:rsid w:val="001F54AD"/>
    <w:rsid w:val="001F5767"/>
    <w:rsid w:val="001F5A00"/>
    <w:rsid w:val="001F61EF"/>
    <w:rsid w:val="001F6296"/>
    <w:rsid w:val="001F6C98"/>
    <w:rsid w:val="001F6DDA"/>
    <w:rsid w:val="001F73A6"/>
    <w:rsid w:val="001F799A"/>
    <w:rsid w:val="001F7B92"/>
    <w:rsid w:val="001F7C95"/>
    <w:rsid w:val="00200189"/>
    <w:rsid w:val="00200351"/>
    <w:rsid w:val="002003A9"/>
    <w:rsid w:val="0020040A"/>
    <w:rsid w:val="002004F0"/>
    <w:rsid w:val="00200771"/>
    <w:rsid w:val="0020099A"/>
    <w:rsid w:val="00200E27"/>
    <w:rsid w:val="0020136B"/>
    <w:rsid w:val="002014DF"/>
    <w:rsid w:val="00201546"/>
    <w:rsid w:val="00201761"/>
    <w:rsid w:val="00201813"/>
    <w:rsid w:val="00201850"/>
    <w:rsid w:val="0020233D"/>
    <w:rsid w:val="002023C8"/>
    <w:rsid w:val="00202621"/>
    <w:rsid w:val="00202931"/>
    <w:rsid w:val="00203039"/>
    <w:rsid w:val="0020382D"/>
    <w:rsid w:val="00203963"/>
    <w:rsid w:val="00203B60"/>
    <w:rsid w:val="00203D42"/>
    <w:rsid w:val="0020417B"/>
    <w:rsid w:val="002041E4"/>
    <w:rsid w:val="002044CD"/>
    <w:rsid w:val="00204B86"/>
    <w:rsid w:val="00204ED4"/>
    <w:rsid w:val="00205293"/>
    <w:rsid w:val="00205334"/>
    <w:rsid w:val="002056F7"/>
    <w:rsid w:val="00205E70"/>
    <w:rsid w:val="00205F0A"/>
    <w:rsid w:val="00205F8D"/>
    <w:rsid w:val="002060D4"/>
    <w:rsid w:val="0020624D"/>
    <w:rsid w:val="002062E0"/>
    <w:rsid w:val="00206B20"/>
    <w:rsid w:val="00206C2A"/>
    <w:rsid w:val="00206CAF"/>
    <w:rsid w:val="00207060"/>
    <w:rsid w:val="00207158"/>
    <w:rsid w:val="00207EC1"/>
    <w:rsid w:val="0021032A"/>
    <w:rsid w:val="00210615"/>
    <w:rsid w:val="002118FD"/>
    <w:rsid w:val="00211912"/>
    <w:rsid w:val="0021191E"/>
    <w:rsid w:val="00211B1B"/>
    <w:rsid w:val="00211B5E"/>
    <w:rsid w:val="0021207A"/>
    <w:rsid w:val="0021239C"/>
    <w:rsid w:val="002123C6"/>
    <w:rsid w:val="00212836"/>
    <w:rsid w:val="00212BA6"/>
    <w:rsid w:val="002131CA"/>
    <w:rsid w:val="00213297"/>
    <w:rsid w:val="002135EE"/>
    <w:rsid w:val="002135F2"/>
    <w:rsid w:val="002142AA"/>
    <w:rsid w:val="002143FB"/>
    <w:rsid w:val="00214ADF"/>
    <w:rsid w:val="00214DEB"/>
    <w:rsid w:val="00214F49"/>
    <w:rsid w:val="002151E0"/>
    <w:rsid w:val="00215327"/>
    <w:rsid w:val="00215A05"/>
    <w:rsid w:val="00215BD9"/>
    <w:rsid w:val="00215CAD"/>
    <w:rsid w:val="00215D44"/>
    <w:rsid w:val="00215FE5"/>
    <w:rsid w:val="0021608F"/>
    <w:rsid w:val="00216221"/>
    <w:rsid w:val="00216315"/>
    <w:rsid w:val="00216660"/>
    <w:rsid w:val="002169DC"/>
    <w:rsid w:val="00216B34"/>
    <w:rsid w:val="00217366"/>
    <w:rsid w:val="00217573"/>
    <w:rsid w:val="002178FA"/>
    <w:rsid w:val="00217CD2"/>
    <w:rsid w:val="00217D13"/>
    <w:rsid w:val="00217D91"/>
    <w:rsid w:val="00217E73"/>
    <w:rsid w:val="002207F5"/>
    <w:rsid w:val="00220995"/>
    <w:rsid w:val="00220C9A"/>
    <w:rsid w:val="00220D40"/>
    <w:rsid w:val="00220DC0"/>
    <w:rsid w:val="00220F93"/>
    <w:rsid w:val="0022101C"/>
    <w:rsid w:val="0022102F"/>
    <w:rsid w:val="0022121F"/>
    <w:rsid w:val="00221443"/>
    <w:rsid w:val="00221A57"/>
    <w:rsid w:val="00221D4D"/>
    <w:rsid w:val="00222251"/>
    <w:rsid w:val="00222ADB"/>
    <w:rsid w:val="00222B1D"/>
    <w:rsid w:val="00222DF9"/>
    <w:rsid w:val="00222F89"/>
    <w:rsid w:val="002231CE"/>
    <w:rsid w:val="0022335B"/>
    <w:rsid w:val="00223A95"/>
    <w:rsid w:val="002240FE"/>
    <w:rsid w:val="00224224"/>
    <w:rsid w:val="002245B2"/>
    <w:rsid w:val="002245FD"/>
    <w:rsid w:val="00224730"/>
    <w:rsid w:val="00224D0D"/>
    <w:rsid w:val="00224F10"/>
    <w:rsid w:val="00225328"/>
    <w:rsid w:val="00225F28"/>
    <w:rsid w:val="002262E8"/>
    <w:rsid w:val="00226318"/>
    <w:rsid w:val="002268E9"/>
    <w:rsid w:val="002269C8"/>
    <w:rsid w:val="00226AC2"/>
    <w:rsid w:val="002272E4"/>
    <w:rsid w:val="002276B6"/>
    <w:rsid w:val="00227B42"/>
    <w:rsid w:val="00227C3A"/>
    <w:rsid w:val="00227F51"/>
    <w:rsid w:val="002305DD"/>
    <w:rsid w:val="00230A52"/>
    <w:rsid w:val="00230EBF"/>
    <w:rsid w:val="002311C2"/>
    <w:rsid w:val="0023192F"/>
    <w:rsid w:val="00231C46"/>
    <w:rsid w:val="0023258B"/>
    <w:rsid w:val="002325BB"/>
    <w:rsid w:val="0023290E"/>
    <w:rsid w:val="00232BFE"/>
    <w:rsid w:val="00232D9E"/>
    <w:rsid w:val="00232DEB"/>
    <w:rsid w:val="00232E1F"/>
    <w:rsid w:val="00233566"/>
    <w:rsid w:val="00233F7C"/>
    <w:rsid w:val="0023456D"/>
    <w:rsid w:val="00234797"/>
    <w:rsid w:val="00234AAA"/>
    <w:rsid w:val="00234D7B"/>
    <w:rsid w:val="00235082"/>
    <w:rsid w:val="0023530F"/>
    <w:rsid w:val="0023531B"/>
    <w:rsid w:val="00235A1C"/>
    <w:rsid w:val="00235A82"/>
    <w:rsid w:val="00235BCD"/>
    <w:rsid w:val="00236163"/>
    <w:rsid w:val="002362A1"/>
    <w:rsid w:val="002367D5"/>
    <w:rsid w:val="00236852"/>
    <w:rsid w:val="002372A1"/>
    <w:rsid w:val="0023754A"/>
    <w:rsid w:val="00237AA8"/>
    <w:rsid w:val="00237C59"/>
    <w:rsid w:val="00237E83"/>
    <w:rsid w:val="00237EF5"/>
    <w:rsid w:val="00240016"/>
    <w:rsid w:val="00240073"/>
    <w:rsid w:val="0024009C"/>
    <w:rsid w:val="0024018E"/>
    <w:rsid w:val="002401C5"/>
    <w:rsid w:val="00240643"/>
    <w:rsid w:val="00240C3F"/>
    <w:rsid w:val="002414BE"/>
    <w:rsid w:val="0024182C"/>
    <w:rsid w:val="002418DA"/>
    <w:rsid w:val="0024245C"/>
    <w:rsid w:val="002425B9"/>
    <w:rsid w:val="00242677"/>
    <w:rsid w:val="00242D6E"/>
    <w:rsid w:val="0024319F"/>
    <w:rsid w:val="002433F8"/>
    <w:rsid w:val="002433FB"/>
    <w:rsid w:val="00243486"/>
    <w:rsid w:val="002434CD"/>
    <w:rsid w:val="00243538"/>
    <w:rsid w:val="00243A29"/>
    <w:rsid w:val="00244522"/>
    <w:rsid w:val="00244691"/>
    <w:rsid w:val="00244EE0"/>
    <w:rsid w:val="00244FA8"/>
    <w:rsid w:val="00245208"/>
    <w:rsid w:val="00245260"/>
    <w:rsid w:val="0024544E"/>
    <w:rsid w:val="002454D4"/>
    <w:rsid w:val="00245A0D"/>
    <w:rsid w:val="00245C55"/>
    <w:rsid w:val="00245F4C"/>
    <w:rsid w:val="00246021"/>
    <w:rsid w:val="0024610A"/>
    <w:rsid w:val="0024612A"/>
    <w:rsid w:val="00246210"/>
    <w:rsid w:val="0024630F"/>
    <w:rsid w:val="0024638C"/>
    <w:rsid w:val="00246640"/>
    <w:rsid w:val="00246A11"/>
    <w:rsid w:val="00246B9B"/>
    <w:rsid w:val="00246F6E"/>
    <w:rsid w:val="00247329"/>
    <w:rsid w:val="002474D2"/>
    <w:rsid w:val="00247570"/>
    <w:rsid w:val="002476DD"/>
    <w:rsid w:val="00247EFC"/>
    <w:rsid w:val="00250317"/>
    <w:rsid w:val="0025068D"/>
    <w:rsid w:val="0025075E"/>
    <w:rsid w:val="00250802"/>
    <w:rsid w:val="00250A78"/>
    <w:rsid w:val="002510B4"/>
    <w:rsid w:val="00251755"/>
    <w:rsid w:val="00251CFD"/>
    <w:rsid w:val="0025286B"/>
    <w:rsid w:val="00252AA9"/>
    <w:rsid w:val="00252DDE"/>
    <w:rsid w:val="002539CF"/>
    <w:rsid w:val="0025421D"/>
    <w:rsid w:val="002547B8"/>
    <w:rsid w:val="00254C8C"/>
    <w:rsid w:val="00254E5E"/>
    <w:rsid w:val="00254F87"/>
    <w:rsid w:val="002562EF"/>
    <w:rsid w:val="00256D9A"/>
    <w:rsid w:val="00260140"/>
    <w:rsid w:val="0026019B"/>
    <w:rsid w:val="002607E5"/>
    <w:rsid w:val="002607F0"/>
    <w:rsid w:val="00260959"/>
    <w:rsid w:val="00260F4F"/>
    <w:rsid w:val="00260FCC"/>
    <w:rsid w:val="00261317"/>
    <w:rsid w:val="0026151F"/>
    <w:rsid w:val="002618E4"/>
    <w:rsid w:val="00261D30"/>
    <w:rsid w:val="0026251F"/>
    <w:rsid w:val="00262C67"/>
    <w:rsid w:val="00262EC0"/>
    <w:rsid w:val="00262F73"/>
    <w:rsid w:val="002640E4"/>
    <w:rsid w:val="0026439F"/>
    <w:rsid w:val="00264434"/>
    <w:rsid w:val="00264C26"/>
    <w:rsid w:val="00266026"/>
    <w:rsid w:val="002660DA"/>
    <w:rsid w:val="0026623D"/>
    <w:rsid w:val="002662FA"/>
    <w:rsid w:val="00266473"/>
    <w:rsid w:val="002667ED"/>
    <w:rsid w:val="00266D07"/>
    <w:rsid w:val="00266FA9"/>
    <w:rsid w:val="00267031"/>
    <w:rsid w:val="002670A8"/>
    <w:rsid w:val="002671E9"/>
    <w:rsid w:val="00267299"/>
    <w:rsid w:val="00267310"/>
    <w:rsid w:val="00270246"/>
    <w:rsid w:val="0027045E"/>
    <w:rsid w:val="00270553"/>
    <w:rsid w:val="00270928"/>
    <w:rsid w:val="00270992"/>
    <w:rsid w:val="00270B56"/>
    <w:rsid w:val="00270C36"/>
    <w:rsid w:val="00270F96"/>
    <w:rsid w:val="00270FE4"/>
    <w:rsid w:val="0027119C"/>
    <w:rsid w:val="002717ED"/>
    <w:rsid w:val="00271B59"/>
    <w:rsid w:val="00271D06"/>
    <w:rsid w:val="00271D6D"/>
    <w:rsid w:val="00271EA1"/>
    <w:rsid w:val="002721E6"/>
    <w:rsid w:val="0027224C"/>
    <w:rsid w:val="00272262"/>
    <w:rsid w:val="00272747"/>
    <w:rsid w:val="0027279D"/>
    <w:rsid w:val="00272C76"/>
    <w:rsid w:val="00273487"/>
    <w:rsid w:val="0027390A"/>
    <w:rsid w:val="00273D06"/>
    <w:rsid w:val="0027409C"/>
    <w:rsid w:val="002740FE"/>
    <w:rsid w:val="0027432B"/>
    <w:rsid w:val="002748EB"/>
    <w:rsid w:val="00274AA2"/>
    <w:rsid w:val="00274F85"/>
    <w:rsid w:val="002753A7"/>
    <w:rsid w:val="00275431"/>
    <w:rsid w:val="002756B9"/>
    <w:rsid w:val="00275C76"/>
    <w:rsid w:val="00275DC4"/>
    <w:rsid w:val="00275DD9"/>
    <w:rsid w:val="00275DF8"/>
    <w:rsid w:val="00275FBE"/>
    <w:rsid w:val="0027636A"/>
    <w:rsid w:val="002764B0"/>
    <w:rsid w:val="0027664E"/>
    <w:rsid w:val="00276DDD"/>
    <w:rsid w:val="00277256"/>
    <w:rsid w:val="00277598"/>
    <w:rsid w:val="00277DAF"/>
    <w:rsid w:val="00277E66"/>
    <w:rsid w:val="00280E15"/>
    <w:rsid w:val="00280F64"/>
    <w:rsid w:val="002813EA"/>
    <w:rsid w:val="00281607"/>
    <w:rsid w:val="002816F7"/>
    <w:rsid w:val="00281A14"/>
    <w:rsid w:val="00281C38"/>
    <w:rsid w:val="0028210D"/>
    <w:rsid w:val="00282163"/>
    <w:rsid w:val="00282AD2"/>
    <w:rsid w:val="00282C22"/>
    <w:rsid w:val="0028344F"/>
    <w:rsid w:val="00283692"/>
    <w:rsid w:val="00283AAF"/>
    <w:rsid w:val="00283B2C"/>
    <w:rsid w:val="00284AD1"/>
    <w:rsid w:val="0028614B"/>
    <w:rsid w:val="002864C4"/>
    <w:rsid w:val="0028654A"/>
    <w:rsid w:val="002866B8"/>
    <w:rsid w:val="00286B5C"/>
    <w:rsid w:val="00286C39"/>
    <w:rsid w:val="00286F47"/>
    <w:rsid w:val="0028725A"/>
    <w:rsid w:val="0028745E"/>
    <w:rsid w:val="002875E1"/>
    <w:rsid w:val="00287614"/>
    <w:rsid w:val="00287724"/>
    <w:rsid w:val="002879D4"/>
    <w:rsid w:val="0029055F"/>
    <w:rsid w:val="00290977"/>
    <w:rsid w:val="00290BFB"/>
    <w:rsid w:val="00291114"/>
    <w:rsid w:val="00291AB9"/>
    <w:rsid w:val="00291DB5"/>
    <w:rsid w:val="00291F18"/>
    <w:rsid w:val="0029233F"/>
    <w:rsid w:val="00292427"/>
    <w:rsid w:val="00292CA2"/>
    <w:rsid w:val="00293605"/>
    <w:rsid w:val="00293EC3"/>
    <w:rsid w:val="002944C8"/>
    <w:rsid w:val="002950AD"/>
    <w:rsid w:val="00295205"/>
    <w:rsid w:val="002954A3"/>
    <w:rsid w:val="00295878"/>
    <w:rsid w:val="002963A3"/>
    <w:rsid w:val="00296AB6"/>
    <w:rsid w:val="00296E80"/>
    <w:rsid w:val="00297569"/>
    <w:rsid w:val="002975EE"/>
    <w:rsid w:val="00297687"/>
    <w:rsid w:val="002977A1"/>
    <w:rsid w:val="00297B34"/>
    <w:rsid w:val="002A0475"/>
    <w:rsid w:val="002A08EC"/>
    <w:rsid w:val="002A0D32"/>
    <w:rsid w:val="002A1020"/>
    <w:rsid w:val="002A13E3"/>
    <w:rsid w:val="002A175C"/>
    <w:rsid w:val="002A1870"/>
    <w:rsid w:val="002A1F50"/>
    <w:rsid w:val="002A21ED"/>
    <w:rsid w:val="002A227E"/>
    <w:rsid w:val="002A29CC"/>
    <w:rsid w:val="002A2A2D"/>
    <w:rsid w:val="002A31F0"/>
    <w:rsid w:val="002A3368"/>
    <w:rsid w:val="002A3AEF"/>
    <w:rsid w:val="002A3C93"/>
    <w:rsid w:val="002A45BD"/>
    <w:rsid w:val="002A4A55"/>
    <w:rsid w:val="002A4A82"/>
    <w:rsid w:val="002A4F0B"/>
    <w:rsid w:val="002A4F8E"/>
    <w:rsid w:val="002A556F"/>
    <w:rsid w:val="002A5828"/>
    <w:rsid w:val="002A5CAE"/>
    <w:rsid w:val="002A61F9"/>
    <w:rsid w:val="002A637F"/>
    <w:rsid w:val="002A63CC"/>
    <w:rsid w:val="002A6F03"/>
    <w:rsid w:val="002A6F5F"/>
    <w:rsid w:val="002A70A5"/>
    <w:rsid w:val="002A7382"/>
    <w:rsid w:val="002A7621"/>
    <w:rsid w:val="002A7E93"/>
    <w:rsid w:val="002B03C8"/>
    <w:rsid w:val="002B04C3"/>
    <w:rsid w:val="002B0859"/>
    <w:rsid w:val="002B08C6"/>
    <w:rsid w:val="002B09AA"/>
    <w:rsid w:val="002B0AF4"/>
    <w:rsid w:val="002B0B1D"/>
    <w:rsid w:val="002B0DBF"/>
    <w:rsid w:val="002B1004"/>
    <w:rsid w:val="002B13E6"/>
    <w:rsid w:val="002B1501"/>
    <w:rsid w:val="002B18DD"/>
    <w:rsid w:val="002B19E8"/>
    <w:rsid w:val="002B1A76"/>
    <w:rsid w:val="002B1DC8"/>
    <w:rsid w:val="002B1EC3"/>
    <w:rsid w:val="002B20C8"/>
    <w:rsid w:val="002B2335"/>
    <w:rsid w:val="002B2DB4"/>
    <w:rsid w:val="002B360C"/>
    <w:rsid w:val="002B37F3"/>
    <w:rsid w:val="002B44E7"/>
    <w:rsid w:val="002B4861"/>
    <w:rsid w:val="002B4ACF"/>
    <w:rsid w:val="002B4E70"/>
    <w:rsid w:val="002B4FBD"/>
    <w:rsid w:val="002B521E"/>
    <w:rsid w:val="002B59E2"/>
    <w:rsid w:val="002B5FAB"/>
    <w:rsid w:val="002B611D"/>
    <w:rsid w:val="002B68F8"/>
    <w:rsid w:val="002B6D1E"/>
    <w:rsid w:val="002B6D88"/>
    <w:rsid w:val="002B6F5C"/>
    <w:rsid w:val="002B72CD"/>
    <w:rsid w:val="002B75F6"/>
    <w:rsid w:val="002B7816"/>
    <w:rsid w:val="002B7E85"/>
    <w:rsid w:val="002B7F34"/>
    <w:rsid w:val="002C07E8"/>
    <w:rsid w:val="002C0947"/>
    <w:rsid w:val="002C10D2"/>
    <w:rsid w:val="002C138D"/>
    <w:rsid w:val="002C16DA"/>
    <w:rsid w:val="002C19C7"/>
    <w:rsid w:val="002C212D"/>
    <w:rsid w:val="002C2390"/>
    <w:rsid w:val="002C2D4C"/>
    <w:rsid w:val="002C34EC"/>
    <w:rsid w:val="002C3B3F"/>
    <w:rsid w:val="002C3B4F"/>
    <w:rsid w:val="002C3CAC"/>
    <w:rsid w:val="002C3D15"/>
    <w:rsid w:val="002C4045"/>
    <w:rsid w:val="002C47F2"/>
    <w:rsid w:val="002C4CA6"/>
    <w:rsid w:val="002C5223"/>
    <w:rsid w:val="002C54D2"/>
    <w:rsid w:val="002C562D"/>
    <w:rsid w:val="002C597E"/>
    <w:rsid w:val="002C5DB0"/>
    <w:rsid w:val="002C61CB"/>
    <w:rsid w:val="002C64CC"/>
    <w:rsid w:val="002C6572"/>
    <w:rsid w:val="002C665B"/>
    <w:rsid w:val="002C6D9B"/>
    <w:rsid w:val="002C6DD5"/>
    <w:rsid w:val="002C799B"/>
    <w:rsid w:val="002D00DC"/>
    <w:rsid w:val="002D070B"/>
    <w:rsid w:val="002D0742"/>
    <w:rsid w:val="002D0CE5"/>
    <w:rsid w:val="002D0F3D"/>
    <w:rsid w:val="002D1288"/>
    <w:rsid w:val="002D1434"/>
    <w:rsid w:val="002D164E"/>
    <w:rsid w:val="002D1A96"/>
    <w:rsid w:val="002D1CA7"/>
    <w:rsid w:val="002D1DA9"/>
    <w:rsid w:val="002D20CF"/>
    <w:rsid w:val="002D284E"/>
    <w:rsid w:val="002D2B21"/>
    <w:rsid w:val="002D3064"/>
    <w:rsid w:val="002D353A"/>
    <w:rsid w:val="002D3A0A"/>
    <w:rsid w:val="002D3E85"/>
    <w:rsid w:val="002D425A"/>
    <w:rsid w:val="002D4703"/>
    <w:rsid w:val="002D4866"/>
    <w:rsid w:val="002D4AF1"/>
    <w:rsid w:val="002D4CA9"/>
    <w:rsid w:val="002D537E"/>
    <w:rsid w:val="002D5470"/>
    <w:rsid w:val="002D55DB"/>
    <w:rsid w:val="002D5622"/>
    <w:rsid w:val="002D5646"/>
    <w:rsid w:val="002D5949"/>
    <w:rsid w:val="002D5B2D"/>
    <w:rsid w:val="002D5D46"/>
    <w:rsid w:val="002D66D3"/>
    <w:rsid w:val="002D6D3E"/>
    <w:rsid w:val="002D7572"/>
    <w:rsid w:val="002D79F0"/>
    <w:rsid w:val="002D7B6F"/>
    <w:rsid w:val="002D7C70"/>
    <w:rsid w:val="002D7DAA"/>
    <w:rsid w:val="002E0162"/>
    <w:rsid w:val="002E0187"/>
    <w:rsid w:val="002E09A6"/>
    <w:rsid w:val="002E0A87"/>
    <w:rsid w:val="002E0E3C"/>
    <w:rsid w:val="002E0F4D"/>
    <w:rsid w:val="002E0F5E"/>
    <w:rsid w:val="002E116F"/>
    <w:rsid w:val="002E139A"/>
    <w:rsid w:val="002E146D"/>
    <w:rsid w:val="002E1557"/>
    <w:rsid w:val="002E19E0"/>
    <w:rsid w:val="002E2043"/>
    <w:rsid w:val="002E27C5"/>
    <w:rsid w:val="002E28A8"/>
    <w:rsid w:val="002E2943"/>
    <w:rsid w:val="002E29DD"/>
    <w:rsid w:val="002E2AB9"/>
    <w:rsid w:val="002E318E"/>
    <w:rsid w:val="002E320A"/>
    <w:rsid w:val="002E39BD"/>
    <w:rsid w:val="002E3BA4"/>
    <w:rsid w:val="002E3BE3"/>
    <w:rsid w:val="002E3E52"/>
    <w:rsid w:val="002E418A"/>
    <w:rsid w:val="002E459F"/>
    <w:rsid w:val="002E49E4"/>
    <w:rsid w:val="002E4B33"/>
    <w:rsid w:val="002E4CD7"/>
    <w:rsid w:val="002E56FA"/>
    <w:rsid w:val="002E5828"/>
    <w:rsid w:val="002E5829"/>
    <w:rsid w:val="002E5A34"/>
    <w:rsid w:val="002E5E17"/>
    <w:rsid w:val="002E5EC7"/>
    <w:rsid w:val="002E63B3"/>
    <w:rsid w:val="002E6AD7"/>
    <w:rsid w:val="002E6E3A"/>
    <w:rsid w:val="002E6E4C"/>
    <w:rsid w:val="002E728E"/>
    <w:rsid w:val="002E76E1"/>
    <w:rsid w:val="002E7A1F"/>
    <w:rsid w:val="002E7AD5"/>
    <w:rsid w:val="002E7B61"/>
    <w:rsid w:val="002E7E29"/>
    <w:rsid w:val="002F039C"/>
    <w:rsid w:val="002F04AB"/>
    <w:rsid w:val="002F0570"/>
    <w:rsid w:val="002F0572"/>
    <w:rsid w:val="002F1AF3"/>
    <w:rsid w:val="002F1C3C"/>
    <w:rsid w:val="002F2686"/>
    <w:rsid w:val="002F27A1"/>
    <w:rsid w:val="002F2B78"/>
    <w:rsid w:val="002F36F7"/>
    <w:rsid w:val="002F384E"/>
    <w:rsid w:val="002F427C"/>
    <w:rsid w:val="002F45B3"/>
    <w:rsid w:val="002F460E"/>
    <w:rsid w:val="002F4616"/>
    <w:rsid w:val="002F4F9B"/>
    <w:rsid w:val="002F5102"/>
    <w:rsid w:val="002F5580"/>
    <w:rsid w:val="002F5987"/>
    <w:rsid w:val="002F59EE"/>
    <w:rsid w:val="002F661A"/>
    <w:rsid w:val="002F6712"/>
    <w:rsid w:val="002F67FE"/>
    <w:rsid w:val="002F681B"/>
    <w:rsid w:val="002F698D"/>
    <w:rsid w:val="002F6A99"/>
    <w:rsid w:val="002F6F31"/>
    <w:rsid w:val="002F747D"/>
    <w:rsid w:val="002F79AB"/>
    <w:rsid w:val="002F7BBA"/>
    <w:rsid w:val="002F7C76"/>
    <w:rsid w:val="003008DC"/>
    <w:rsid w:val="00301879"/>
    <w:rsid w:val="00301B10"/>
    <w:rsid w:val="00301CA3"/>
    <w:rsid w:val="003021CC"/>
    <w:rsid w:val="00302238"/>
    <w:rsid w:val="00302953"/>
    <w:rsid w:val="00302AB6"/>
    <w:rsid w:val="00302B48"/>
    <w:rsid w:val="00302D30"/>
    <w:rsid w:val="00302FE2"/>
    <w:rsid w:val="00303A07"/>
    <w:rsid w:val="00303C40"/>
    <w:rsid w:val="0030401C"/>
    <w:rsid w:val="00304098"/>
    <w:rsid w:val="00304812"/>
    <w:rsid w:val="00304B7E"/>
    <w:rsid w:val="003056A8"/>
    <w:rsid w:val="00305760"/>
    <w:rsid w:val="00305BBC"/>
    <w:rsid w:val="00305E86"/>
    <w:rsid w:val="00305EC6"/>
    <w:rsid w:val="00306142"/>
    <w:rsid w:val="0030685F"/>
    <w:rsid w:val="00306904"/>
    <w:rsid w:val="00306AFE"/>
    <w:rsid w:val="00307280"/>
    <w:rsid w:val="00307399"/>
    <w:rsid w:val="00307A8F"/>
    <w:rsid w:val="00307E5D"/>
    <w:rsid w:val="00310E20"/>
    <w:rsid w:val="00311128"/>
    <w:rsid w:val="0031125E"/>
    <w:rsid w:val="00311447"/>
    <w:rsid w:val="003114B9"/>
    <w:rsid w:val="003116E6"/>
    <w:rsid w:val="00311751"/>
    <w:rsid w:val="00311F24"/>
    <w:rsid w:val="00312088"/>
    <w:rsid w:val="003125A8"/>
    <w:rsid w:val="0031268C"/>
    <w:rsid w:val="00312B42"/>
    <w:rsid w:val="003136E3"/>
    <w:rsid w:val="003138D5"/>
    <w:rsid w:val="00313C28"/>
    <w:rsid w:val="00314192"/>
    <w:rsid w:val="00314607"/>
    <w:rsid w:val="00314823"/>
    <w:rsid w:val="003148A7"/>
    <w:rsid w:val="00314D14"/>
    <w:rsid w:val="0031546D"/>
    <w:rsid w:val="003156F8"/>
    <w:rsid w:val="00315738"/>
    <w:rsid w:val="003157D5"/>
    <w:rsid w:val="00315D33"/>
    <w:rsid w:val="00315E38"/>
    <w:rsid w:val="0031672B"/>
    <w:rsid w:val="0031688D"/>
    <w:rsid w:val="00316BE4"/>
    <w:rsid w:val="00317300"/>
    <w:rsid w:val="00317387"/>
    <w:rsid w:val="003177F9"/>
    <w:rsid w:val="00317865"/>
    <w:rsid w:val="003202D0"/>
    <w:rsid w:val="0032071B"/>
    <w:rsid w:val="00320E2E"/>
    <w:rsid w:val="00320FDE"/>
    <w:rsid w:val="00321256"/>
    <w:rsid w:val="00321441"/>
    <w:rsid w:val="003214A9"/>
    <w:rsid w:val="003218EA"/>
    <w:rsid w:val="00321BD2"/>
    <w:rsid w:val="00321C70"/>
    <w:rsid w:val="00321DB6"/>
    <w:rsid w:val="003222C8"/>
    <w:rsid w:val="00322568"/>
    <w:rsid w:val="00322E06"/>
    <w:rsid w:val="0032309B"/>
    <w:rsid w:val="003232C3"/>
    <w:rsid w:val="003237FA"/>
    <w:rsid w:val="00323880"/>
    <w:rsid w:val="00323DEE"/>
    <w:rsid w:val="00324480"/>
    <w:rsid w:val="00324951"/>
    <w:rsid w:val="00324ACC"/>
    <w:rsid w:val="00324E34"/>
    <w:rsid w:val="00324F97"/>
    <w:rsid w:val="0032508D"/>
    <w:rsid w:val="003256C2"/>
    <w:rsid w:val="00325776"/>
    <w:rsid w:val="003259E2"/>
    <w:rsid w:val="00325FA2"/>
    <w:rsid w:val="0032614F"/>
    <w:rsid w:val="003269B8"/>
    <w:rsid w:val="00326AB1"/>
    <w:rsid w:val="00326CA8"/>
    <w:rsid w:val="00327125"/>
    <w:rsid w:val="0032759B"/>
    <w:rsid w:val="003279F0"/>
    <w:rsid w:val="00327A4C"/>
    <w:rsid w:val="00327CE5"/>
    <w:rsid w:val="0033013F"/>
    <w:rsid w:val="00330A03"/>
    <w:rsid w:val="00330BBE"/>
    <w:rsid w:val="00330D85"/>
    <w:rsid w:val="00330E9A"/>
    <w:rsid w:val="00330F55"/>
    <w:rsid w:val="003313CC"/>
    <w:rsid w:val="00331786"/>
    <w:rsid w:val="003318F8"/>
    <w:rsid w:val="00331AC4"/>
    <w:rsid w:val="00331C17"/>
    <w:rsid w:val="00331DF5"/>
    <w:rsid w:val="00331F10"/>
    <w:rsid w:val="003326C8"/>
    <w:rsid w:val="00332972"/>
    <w:rsid w:val="00332E59"/>
    <w:rsid w:val="00332F95"/>
    <w:rsid w:val="00332FBB"/>
    <w:rsid w:val="003330DB"/>
    <w:rsid w:val="003330DE"/>
    <w:rsid w:val="003332F6"/>
    <w:rsid w:val="003337A2"/>
    <w:rsid w:val="0033426F"/>
    <w:rsid w:val="003342CE"/>
    <w:rsid w:val="0033433A"/>
    <w:rsid w:val="003343F4"/>
    <w:rsid w:val="0033466D"/>
    <w:rsid w:val="00334C35"/>
    <w:rsid w:val="00335B57"/>
    <w:rsid w:val="00335B5C"/>
    <w:rsid w:val="00335EDE"/>
    <w:rsid w:val="00336188"/>
    <w:rsid w:val="00336591"/>
    <w:rsid w:val="00336715"/>
    <w:rsid w:val="00336750"/>
    <w:rsid w:val="00336A5F"/>
    <w:rsid w:val="00337106"/>
    <w:rsid w:val="003371EB"/>
    <w:rsid w:val="003400B4"/>
    <w:rsid w:val="003403A2"/>
    <w:rsid w:val="003407E0"/>
    <w:rsid w:val="00340941"/>
    <w:rsid w:val="00340A1A"/>
    <w:rsid w:val="00340E0F"/>
    <w:rsid w:val="00340F17"/>
    <w:rsid w:val="00341017"/>
    <w:rsid w:val="00341608"/>
    <w:rsid w:val="00342634"/>
    <w:rsid w:val="00342AE3"/>
    <w:rsid w:val="00342E8A"/>
    <w:rsid w:val="003431DE"/>
    <w:rsid w:val="00343650"/>
    <w:rsid w:val="00343AD9"/>
    <w:rsid w:val="00343AFE"/>
    <w:rsid w:val="00344BC7"/>
    <w:rsid w:val="00344BED"/>
    <w:rsid w:val="00345099"/>
    <w:rsid w:val="00345160"/>
    <w:rsid w:val="003452A1"/>
    <w:rsid w:val="003457AA"/>
    <w:rsid w:val="00345BAF"/>
    <w:rsid w:val="003463CD"/>
    <w:rsid w:val="00346891"/>
    <w:rsid w:val="00346991"/>
    <w:rsid w:val="00347333"/>
    <w:rsid w:val="00347503"/>
    <w:rsid w:val="003476C7"/>
    <w:rsid w:val="00347D7C"/>
    <w:rsid w:val="00347F0F"/>
    <w:rsid w:val="003507E4"/>
    <w:rsid w:val="00350990"/>
    <w:rsid w:val="00350C72"/>
    <w:rsid w:val="00351117"/>
    <w:rsid w:val="00351636"/>
    <w:rsid w:val="00351819"/>
    <w:rsid w:val="0035195D"/>
    <w:rsid w:val="00351999"/>
    <w:rsid w:val="00351B73"/>
    <w:rsid w:val="00351BD0"/>
    <w:rsid w:val="00351BD7"/>
    <w:rsid w:val="00351FE2"/>
    <w:rsid w:val="00352166"/>
    <w:rsid w:val="003525BF"/>
    <w:rsid w:val="00352B8F"/>
    <w:rsid w:val="00352E6E"/>
    <w:rsid w:val="00352FDF"/>
    <w:rsid w:val="00353102"/>
    <w:rsid w:val="00353130"/>
    <w:rsid w:val="0035320E"/>
    <w:rsid w:val="00353626"/>
    <w:rsid w:val="003536CC"/>
    <w:rsid w:val="00353E6F"/>
    <w:rsid w:val="0035413D"/>
    <w:rsid w:val="0035437D"/>
    <w:rsid w:val="003543B5"/>
    <w:rsid w:val="0035483E"/>
    <w:rsid w:val="003548D6"/>
    <w:rsid w:val="00354C7D"/>
    <w:rsid w:val="003552FB"/>
    <w:rsid w:val="00355556"/>
    <w:rsid w:val="0035570A"/>
    <w:rsid w:val="00355989"/>
    <w:rsid w:val="00355B50"/>
    <w:rsid w:val="00355B6F"/>
    <w:rsid w:val="00355BAA"/>
    <w:rsid w:val="00356269"/>
    <w:rsid w:val="003564C0"/>
    <w:rsid w:val="00356969"/>
    <w:rsid w:val="00356B4D"/>
    <w:rsid w:val="00356CEF"/>
    <w:rsid w:val="00357147"/>
    <w:rsid w:val="00357340"/>
    <w:rsid w:val="00357346"/>
    <w:rsid w:val="00357489"/>
    <w:rsid w:val="0035764B"/>
    <w:rsid w:val="00357727"/>
    <w:rsid w:val="00357C8A"/>
    <w:rsid w:val="00357CF3"/>
    <w:rsid w:val="00357EF1"/>
    <w:rsid w:val="00360ADC"/>
    <w:rsid w:val="00360D2F"/>
    <w:rsid w:val="00361599"/>
    <w:rsid w:val="003615E2"/>
    <w:rsid w:val="003618B8"/>
    <w:rsid w:val="00361CF2"/>
    <w:rsid w:val="00361D8A"/>
    <w:rsid w:val="00362A91"/>
    <w:rsid w:val="00362D7F"/>
    <w:rsid w:val="00362E8E"/>
    <w:rsid w:val="00363E63"/>
    <w:rsid w:val="003640D3"/>
    <w:rsid w:val="003640E1"/>
    <w:rsid w:val="003645A9"/>
    <w:rsid w:val="00364A0C"/>
    <w:rsid w:val="003651DF"/>
    <w:rsid w:val="00365366"/>
    <w:rsid w:val="0036576B"/>
    <w:rsid w:val="00365877"/>
    <w:rsid w:val="00365AAD"/>
    <w:rsid w:val="00365D25"/>
    <w:rsid w:val="00365D57"/>
    <w:rsid w:val="003661E2"/>
    <w:rsid w:val="003664CF"/>
    <w:rsid w:val="0036650A"/>
    <w:rsid w:val="00366587"/>
    <w:rsid w:val="00366835"/>
    <w:rsid w:val="00366FF2"/>
    <w:rsid w:val="00367244"/>
    <w:rsid w:val="003674AC"/>
    <w:rsid w:val="003674CE"/>
    <w:rsid w:val="0036769B"/>
    <w:rsid w:val="00367963"/>
    <w:rsid w:val="003679FD"/>
    <w:rsid w:val="00370190"/>
    <w:rsid w:val="00370668"/>
    <w:rsid w:val="00370A45"/>
    <w:rsid w:val="003714A3"/>
    <w:rsid w:val="00371F13"/>
    <w:rsid w:val="0037238F"/>
    <w:rsid w:val="00372540"/>
    <w:rsid w:val="003725B7"/>
    <w:rsid w:val="00372C01"/>
    <w:rsid w:val="0037308D"/>
    <w:rsid w:val="0037321D"/>
    <w:rsid w:val="003736B6"/>
    <w:rsid w:val="00373B8E"/>
    <w:rsid w:val="00373E81"/>
    <w:rsid w:val="0037440E"/>
    <w:rsid w:val="00374444"/>
    <w:rsid w:val="0037444D"/>
    <w:rsid w:val="00374921"/>
    <w:rsid w:val="00374ADA"/>
    <w:rsid w:val="00374F3E"/>
    <w:rsid w:val="0037524A"/>
    <w:rsid w:val="003755C6"/>
    <w:rsid w:val="00375955"/>
    <w:rsid w:val="00375ED9"/>
    <w:rsid w:val="00376098"/>
    <w:rsid w:val="0037617C"/>
    <w:rsid w:val="003761BF"/>
    <w:rsid w:val="003761C7"/>
    <w:rsid w:val="003764C3"/>
    <w:rsid w:val="003764D4"/>
    <w:rsid w:val="00376804"/>
    <w:rsid w:val="00377130"/>
    <w:rsid w:val="003773D3"/>
    <w:rsid w:val="00377BF7"/>
    <w:rsid w:val="003800BC"/>
    <w:rsid w:val="00380237"/>
    <w:rsid w:val="00380DBC"/>
    <w:rsid w:val="00380DFC"/>
    <w:rsid w:val="00380E18"/>
    <w:rsid w:val="003810EC"/>
    <w:rsid w:val="00381119"/>
    <w:rsid w:val="0038140E"/>
    <w:rsid w:val="003814D6"/>
    <w:rsid w:val="00381647"/>
    <w:rsid w:val="003817F7"/>
    <w:rsid w:val="00381FB1"/>
    <w:rsid w:val="00382B0F"/>
    <w:rsid w:val="00382BC5"/>
    <w:rsid w:val="00382F3E"/>
    <w:rsid w:val="003830FF"/>
    <w:rsid w:val="0038333D"/>
    <w:rsid w:val="00383FD4"/>
    <w:rsid w:val="003840CA"/>
    <w:rsid w:val="003846A6"/>
    <w:rsid w:val="00384AD8"/>
    <w:rsid w:val="00384BE0"/>
    <w:rsid w:val="0038535C"/>
    <w:rsid w:val="003858D8"/>
    <w:rsid w:val="003859AE"/>
    <w:rsid w:val="00385B50"/>
    <w:rsid w:val="00385BE5"/>
    <w:rsid w:val="00385FF2"/>
    <w:rsid w:val="003861CD"/>
    <w:rsid w:val="00386290"/>
    <w:rsid w:val="00386759"/>
    <w:rsid w:val="003869C6"/>
    <w:rsid w:val="00386D51"/>
    <w:rsid w:val="00386E6E"/>
    <w:rsid w:val="00386FEB"/>
    <w:rsid w:val="003872AA"/>
    <w:rsid w:val="00387381"/>
    <w:rsid w:val="00387599"/>
    <w:rsid w:val="00387795"/>
    <w:rsid w:val="00387FE4"/>
    <w:rsid w:val="003900F7"/>
    <w:rsid w:val="00390DC4"/>
    <w:rsid w:val="00390FED"/>
    <w:rsid w:val="003910C7"/>
    <w:rsid w:val="00391286"/>
    <w:rsid w:val="003913F9"/>
    <w:rsid w:val="00391417"/>
    <w:rsid w:val="003914DC"/>
    <w:rsid w:val="003915A5"/>
    <w:rsid w:val="003919C1"/>
    <w:rsid w:val="00391CF3"/>
    <w:rsid w:val="003921EC"/>
    <w:rsid w:val="00392231"/>
    <w:rsid w:val="003923DD"/>
    <w:rsid w:val="00392C08"/>
    <w:rsid w:val="00392E11"/>
    <w:rsid w:val="0039318A"/>
    <w:rsid w:val="00393238"/>
    <w:rsid w:val="003932B2"/>
    <w:rsid w:val="0039339B"/>
    <w:rsid w:val="00393464"/>
    <w:rsid w:val="00393601"/>
    <w:rsid w:val="00393EE9"/>
    <w:rsid w:val="00394134"/>
    <w:rsid w:val="00394166"/>
    <w:rsid w:val="00394311"/>
    <w:rsid w:val="00394358"/>
    <w:rsid w:val="0039485B"/>
    <w:rsid w:val="003948BF"/>
    <w:rsid w:val="00394C10"/>
    <w:rsid w:val="00394E5A"/>
    <w:rsid w:val="00394F0A"/>
    <w:rsid w:val="00395033"/>
    <w:rsid w:val="00395458"/>
    <w:rsid w:val="003954F4"/>
    <w:rsid w:val="0039560C"/>
    <w:rsid w:val="0039564F"/>
    <w:rsid w:val="00395670"/>
    <w:rsid w:val="00395A78"/>
    <w:rsid w:val="0039601F"/>
    <w:rsid w:val="00396412"/>
    <w:rsid w:val="00396673"/>
    <w:rsid w:val="00396B28"/>
    <w:rsid w:val="00397027"/>
    <w:rsid w:val="003973F5"/>
    <w:rsid w:val="00397773"/>
    <w:rsid w:val="0039799F"/>
    <w:rsid w:val="00397CA9"/>
    <w:rsid w:val="00397CAA"/>
    <w:rsid w:val="00397F42"/>
    <w:rsid w:val="003A086C"/>
    <w:rsid w:val="003A0987"/>
    <w:rsid w:val="003A0A03"/>
    <w:rsid w:val="003A0A6B"/>
    <w:rsid w:val="003A0C1F"/>
    <w:rsid w:val="003A130E"/>
    <w:rsid w:val="003A14A6"/>
    <w:rsid w:val="003A15A1"/>
    <w:rsid w:val="003A1EF2"/>
    <w:rsid w:val="003A1F5B"/>
    <w:rsid w:val="003A212B"/>
    <w:rsid w:val="003A22EC"/>
    <w:rsid w:val="003A2401"/>
    <w:rsid w:val="003A24F7"/>
    <w:rsid w:val="003A2852"/>
    <w:rsid w:val="003A3711"/>
    <w:rsid w:val="003A3A12"/>
    <w:rsid w:val="003A3B81"/>
    <w:rsid w:val="003A3DCF"/>
    <w:rsid w:val="003A3F52"/>
    <w:rsid w:val="003A40C8"/>
    <w:rsid w:val="003A47EC"/>
    <w:rsid w:val="003A483E"/>
    <w:rsid w:val="003A494F"/>
    <w:rsid w:val="003A4B5B"/>
    <w:rsid w:val="003A4EAE"/>
    <w:rsid w:val="003A551E"/>
    <w:rsid w:val="003A59A3"/>
    <w:rsid w:val="003A59C9"/>
    <w:rsid w:val="003A5D5D"/>
    <w:rsid w:val="003A6365"/>
    <w:rsid w:val="003A6525"/>
    <w:rsid w:val="003A65A6"/>
    <w:rsid w:val="003A6C9A"/>
    <w:rsid w:val="003A6FD0"/>
    <w:rsid w:val="003A71A0"/>
    <w:rsid w:val="003A72F3"/>
    <w:rsid w:val="003B0331"/>
    <w:rsid w:val="003B04E7"/>
    <w:rsid w:val="003B056F"/>
    <w:rsid w:val="003B0CF4"/>
    <w:rsid w:val="003B0D23"/>
    <w:rsid w:val="003B0DCF"/>
    <w:rsid w:val="003B121B"/>
    <w:rsid w:val="003B1A87"/>
    <w:rsid w:val="003B2599"/>
    <w:rsid w:val="003B2C9A"/>
    <w:rsid w:val="003B3054"/>
    <w:rsid w:val="003B343B"/>
    <w:rsid w:val="003B3C80"/>
    <w:rsid w:val="003B3F5B"/>
    <w:rsid w:val="003B4B13"/>
    <w:rsid w:val="003B4B79"/>
    <w:rsid w:val="003B4F45"/>
    <w:rsid w:val="003B50B8"/>
    <w:rsid w:val="003B5AA6"/>
    <w:rsid w:val="003B5CF3"/>
    <w:rsid w:val="003B5D86"/>
    <w:rsid w:val="003B622E"/>
    <w:rsid w:val="003B6745"/>
    <w:rsid w:val="003B6A9D"/>
    <w:rsid w:val="003B6F98"/>
    <w:rsid w:val="003B7436"/>
    <w:rsid w:val="003B7B20"/>
    <w:rsid w:val="003C00AC"/>
    <w:rsid w:val="003C02CD"/>
    <w:rsid w:val="003C05B8"/>
    <w:rsid w:val="003C0A18"/>
    <w:rsid w:val="003C0D8D"/>
    <w:rsid w:val="003C1680"/>
    <w:rsid w:val="003C1EF2"/>
    <w:rsid w:val="003C2196"/>
    <w:rsid w:val="003C21BC"/>
    <w:rsid w:val="003C26A0"/>
    <w:rsid w:val="003C2981"/>
    <w:rsid w:val="003C2B93"/>
    <w:rsid w:val="003C2D99"/>
    <w:rsid w:val="003C30E5"/>
    <w:rsid w:val="003C31B2"/>
    <w:rsid w:val="003C3553"/>
    <w:rsid w:val="003C3590"/>
    <w:rsid w:val="003C3695"/>
    <w:rsid w:val="003C36B5"/>
    <w:rsid w:val="003C36CE"/>
    <w:rsid w:val="003C3A08"/>
    <w:rsid w:val="003C3EBF"/>
    <w:rsid w:val="003C4604"/>
    <w:rsid w:val="003C5862"/>
    <w:rsid w:val="003C5B08"/>
    <w:rsid w:val="003C64A4"/>
    <w:rsid w:val="003C657A"/>
    <w:rsid w:val="003C68C7"/>
    <w:rsid w:val="003C6D35"/>
    <w:rsid w:val="003C6EB1"/>
    <w:rsid w:val="003C72BF"/>
    <w:rsid w:val="003D0205"/>
    <w:rsid w:val="003D068D"/>
    <w:rsid w:val="003D116A"/>
    <w:rsid w:val="003D12C2"/>
    <w:rsid w:val="003D1373"/>
    <w:rsid w:val="003D1456"/>
    <w:rsid w:val="003D15A5"/>
    <w:rsid w:val="003D15AE"/>
    <w:rsid w:val="003D182C"/>
    <w:rsid w:val="003D1894"/>
    <w:rsid w:val="003D1B8A"/>
    <w:rsid w:val="003D2624"/>
    <w:rsid w:val="003D267F"/>
    <w:rsid w:val="003D276C"/>
    <w:rsid w:val="003D29ED"/>
    <w:rsid w:val="003D2B9C"/>
    <w:rsid w:val="003D2C37"/>
    <w:rsid w:val="003D35C6"/>
    <w:rsid w:val="003D38A8"/>
    <w:rsid w:val="003D3B59"/>
    <w:rsid w:val="003D3C17"/>
    <w:rsid w:val="003D43AD"/>
    <w:rsid w:val="003D4B9F"/>
    <w:rsid w:val="003D4C5E"/>
    <w:rsid w:val="003D5051"/>
    <w:rsid w:val="003D528A"/>
    <w:rsid w:val="003D54A4"/>
    <w:rsid w:val="003D5FAF"/>
    <w:rsid w:val="003D62A0"/>
    <w:rsid w:val="003D6725"/>
    <w:rsid w:val="003D6CA3"/>
    <w:rsid w:val="003D6ED2"/>
    <w:rsid w:val="003D70EA"/>
    <w:rsid w:val="003D7180"/>
    <w:rsid w:val="003D78AE"/>
    <w:rsid w:val="003D7AA7"/>
    <w:rsid w:val="003E0259"/>
    <w:rsid w:val="003E03E0"/>
    <w:rsid w:val="003E0915"/>
    <w:rsid w:val="003E0BF7"/>
    <w:rsid w:val="003E0DB5"/>
    <w:rsid w:val="003E1BC4"/>
    <w:rsid w:val="003E1D87"/>
    <w:rsid w:val="003E2339"/>
    <w:rsid w:val="003E25D1"/>
    <w:rsid w:val="003E29E5"/>
    <w:rsid w:val="003E2E6A"/>
    <w:rsid w:val="003E2F89"/>
    <w:rsid w:val="003E2FDB"/>
    <w:rsid w:val="003E3A2F"/>
    <w:rsid w:val="003E41BC"/>
    <w:rsid w:val="003E45C3"/>
    <w:rsid w:val="003E4AAF"/>
    <w:rsid w:val="003E56BA"/>
    <w:rsid w:val="003E57E3"/>
    <w:rsid w:val="003E5DD5"/>
    <w:rsid w:val="003E69A4"/>
    <w:rsid w:val="003E732D"/>
    <w:rsid w:val="003E73EA"/>
    <w:rsid w:val="003E7675"/>
    <w:rsid w:val="003E76FC"/>
    <w:rsid w:val="003E798D"/>
    <w:rsid w:val="003F0086"/>
    <w:rsid w:val="003F00B2"/>
    <w:rsid w:val="003F053C"/>
    <w:rsid w:val="003F0D90"/>
    <w:rsid w:val="003F0EC3"/>
    <w:rsid w:val="003F0FA2"/>
    <w:rsid w:val="003F1231"/>
    <w:rsid w:val="003F13A0"/>
    <w:rsid w:val="003F191E"/>
    <w:rsid w:val="003F1B6B"/>
    <w:rsid w:val="003F1F69"/>
    <w:rsid w:val="003F2D84"/>
    <w:rsid w:val="003F376B"/>
    <w:rsid w:val="003F3EB4"/>
    <w:rsid w:val="003F3F4A"/>
    <w:rsid w:val="003F4D15"/>
    <w:rsid w:val="003F5034"/>
    <w:rsid w:val="003F5251"/>
    <w:rsid w:val="003F53D2"/>
    <w:rsid w:val="003F53F9"/>
    <w:rsid w:val="003F5587"/>
    <w:rsid w:val="003F5BD1"/>
    <w:rsid w:val="003F6966"/>
    <w:rsid w:val="003F75FA"/>
    <w:rsid w:val="003F767B"/>
    <w:rsid w:val="003F7E82"/>
    <w:rsid w:val="00400231"/>
    <w:rsid w:val="004002F9"/>
    <w:rsid w:val="0040068D"/>
    <w:rsid w:val="0040185C"/>
    <w:rsid w:val="0040195A"/>
    <w:rsid w:val="00401A38"/>
    <w:rsid w:val="00401DF1"/>
    <w:rsid w:val="00402D9E"/>
    <w:rsid w:val="00402EF0"/>
    <w:rsid w:val="00402F03"/>
    <w:rsid w:val="00403235"/>
    <w:rsid w:val="00403935"/>
    <w:rsid w:val="00403E82"/>
    <w:rsid w:val="004040FE"/>
    <w:rsid w:val="0040413A"/>
    <w:rsid w:val="00404275"/>
    <w:rsid w:val="00404A8D"/>
    <w:rsid w:val="00404B7D"/>
    <w:rsid w:val="004052D7"/>
    <w:rsid w:val="004054D3"/>
    <w:rsid w:val="00405F8D"/>
    <w:rsid w:val="00405F9C"/>
    <w:rsid w:val="004063F8"/>
    <w:rsid w:val="0040664E"/>
    <w:rsid w:val="0040678D"/>
    <w:rsid w:val="00406956"/>
    <w:rsid w:val="00406C97"/>
    <w:rsid w:val="00406E38"/>
    <w:rsid w:val="00406E4D"/>
    <w:rsid w:val="004070F9"/>
    <w:rsid w:val="00407626"/>
    <w:rsid w:val="0040764E"/>
    <w:rsid w:val="00407B96"/>
    <w:rsid w:val="00407D14"/>
    <w:rsid w:val="004100E2"/>
    <w:rsid w:val="0041022B"/>
    <w:rsid w:val="00410787"/>
    <w:rsid w:val="004108D9"/>
    <w:rsid w:val="00411026"/>
    <w:rsid w:val="00411036"/>
    <w:rsid w:val="004110B6"/>
    <w:rsid w:val="00411792"/>
    <w:rsid w:val="004117D8"/>
    <w:rsid w:val="00411C1B"/>
    <w:rsid w:val="00411D4B"/>
    <w:rsid w:val="00411EFE"/>
    <w:rsid w:val="004123F5"/>
    <w:rsid w:val="004124C6"/>
    <w:rsid w:val="00412887"/>
    <w:rsid w:val="00412C23"/>
    <w:rsid w:val="00412D59"/>
    <w:rsid w:val="00412D9B"/>
    <w:rsid w:val="00413149"/>
    <w:rsid w:val="0041314C"/>
    <w:rsid w:val="00413274"/>
    <w:rsid w:val="004133C0"/>
    <w:rsid w:val="00413F65"/>
    <w:rsid w:val="00414531"/>
    <w:rsid w:val="00414712"/>
    <w:rsid w:val="00414FC2"/>
    <w:rsid w:val="0041524C"/>
    <w:rsid w:val="0041533D"/>
    <w:rsid w:val="00415B22"/>
    <w:rsid w:val="00415BC9"/>
    <w:rsid w:val="004163B3"/>
    <w:rsid w:val="004166DE"/>
    <w:rsid w:val="0041690F"/>
    <w:rsid w:val="004170C1"/>
    <w:rsid w:val="00417117"/>
    <w:rsid w:val="00417235"/>
    <w:rsid w:val="004174CE"/>
    <w:rsid w:val="00417698"/>
    <w:rsid w:val="00417718"/>
    <w:rsid w:val="00417AF1"/>
    <w:rsid w:val="00417D58"/>
    <w:rsid w:val="0042009B"/>
    <w:rsid w:val="004203E1"/>
    <w:rsid w:val="004204E7"/>
    <w:rsid w:val="00420574"/>
    <w:rsid w:val="00421415"/>
    <w:rsid w:val="0042165C"/>
    <w:rsid w:val="00421B3E"/>
    <w:rsid w:val="00421E1C"/>
    <w:rsid w:val="00421FF5"/>
    <w:rsid w:val="00422491"/>
    <w:rsid w:val="00422A64"/>
    <w:rsid w:val="00422B15"/>
    <w:rsid w:val="00422C8A"/>
    <w:rsid w:val="0042304F"/>
    <w:rsid w:val="00423402"/>
    <w:rsid w:val="00423AE2"/>
    <w:rsid w:val="0042447B"/>
    <w:rsid w:val="00424618"/>
    <w:rsid w:val="00424868"/>
    <w:rsid w:val="00424934"/>
    <w:rsid w:val="004249D4"/>
    <w:rsid w:val="00424B93"/>
    <w:rsid w:val="00424E52"/>
    <w:rsid w:val="00425150"/>
    <w:rsid w:val="0042543E"/>
    <w:rsid w:val="00425689"/>
    <w:rsid w:val="004256B3"/>
    <w:rsid w:val="00425BEF"/>
    <w:rsid w:val="00425ED7"/>
    <w:rsid w:val="004269E8"/>
    <w:rsid w:val="00427106"/>
    <w:rsid w:val="004273D2"/>
    <w:rsid w:val="00427470"/>
    <w:rsid w:val="00427656"/>
    <w:rsid w:val="0042776F"/>
    <w:rsid w:val="00427815"/>
    <w:rsid w:val="00427BA8"/>
    <w:rsid w:val="00427EA3"/>
    <w:rsid w:val="00427F41"/>
    <w:rsid w:val="00427F67"/>
    <w:rsid w:val="004300B8"/>
    <w:rsid w:val="00430300"/>
    <w:rsid w:val="00430A2E"/>
    <w:rsid w:val="00430A31"/>
    <w:rsid w:val="00430AC7"/>
    <w:rsid w:val="00430F43"/>
    <w:rsid w:val="00431151"/>
    <w:rsid w:val="00431381"/>
    <w:rsid w:val="004313D2"/>
    <w:rsid w:val="00431B1B"/>
    <w:rsid w:val="00431B5E"/>
    <w:rsid w:val="0043237A"/>
    <w:rsid w:val="0043261F"/>
    <w:rsid w:val="00432862"/>
    <w:rsid w:val="00432BE9"/>
    <w:rsid w:val="00432C15"/>
    <w:rsid w:val="00432F3F"/>
    <w:rsid w:val="00433090"/>
    <w:rsid w:val="004332D3"/>
    <w:rsid w:val="00433933"/>
    <w:rsid w:val="00433B85"/>
    <w:rsid w:val="00433EEC"/>
    <w:rsid w:val="0043453A"/>
    <w:rsid w:val="00434A87"/>
    <w:rsid w:val="00434EDF"/>
    <w:rsid w:val="00435176"/>
    <w:rsid w:val="00435565"/>
    <w:rsid w:val="00435911"/>
    <w:rsid w:val="00435C62"/>
    <w:rsid w:val="00435EB2"/>
    <w:rsid w:val="00436020"/>
    <w:rsid w:val="0043612B"/>
    <w:rsid w:val="004361DE"/>
    <w:rsid w:val="004362AB"/>
    <w:rsid w:val="00436343"/>
    <w:rsid w:val="004368DD"/>
    <w:rsid w:val="00436EF2"/>
    <w:rsid w:val="004370CB"/>
    <w:rsid w:val="004372EB"/>
    <w:rsid w:val="00437AC5"/>
    <w:rsid w:val="00437B8B"/>
    <w:rsid w:val="00437DED"/>
    <w:rsid w:val="0044018F"/>
    <w:rsid w:val="00440588"/>
    <w:rsid w:val="004406C2"/>
    <w:rsid w:val="00440A61"/>
    <w:rsid w:val="00441436"/>
    <w:rsid w:val="00441803"/>
    <w:rsid w:val="00441ECA"/>
    <w:rsid w:val="00441F0F"/>
    <w:rsid w:val="00442060"/>
    <w:rsid w:val="0044246B"/>
    <w:rsid w:val="004426B2"/>
    <w:rsid w:val="004427E4"/>
    <w:rsid w:val="00442C7C"/>
    <w:rsid w:val="00442EA7"/>
    <w:rsid w:val="004430FF"/>
    <w:rsid w:val="00443435"/>
    <w:rsid w:val="00443457"/>
    <w:rsid w:val="00443665"/>
    <w:rsid w:val="00443B57"/>
    <w:rsid w:val="00444F8C"/>
    <w:rsid w:val="004456D4"/>
    <w:rsid w:val="00445802"/>
    <w:rsid w:val="0044633C"/>
    <w:rsid w:val="00446548"/>
    <w:rsid w:val="004465B6"/>
    <w:rsid w:val="004466E5"/>
    <w:rsid w:val="00446800"/>
    <w:rsid w:val="00446842"/>
    <w:rsid w:val="00446ADD"/>
    <w:rsid w:val="0044739F"/>
    <w:rsid w:val="00447667"/>
    <w:rsid w:val="00447D9A"/>
    <w:rsid w:val="004503EF"/>
    <w:rsid w:val="0045070C"/>
    <w:rsid w:val="00450C86"/>
    <w:rsid w:val="00451547"/>
    <w:rsid w:val="00451C1B"/>
    <w:rsid w:val="00451C4A"/>
    <w:rsid w:val="00451E00"/>
    <w:rsid w:val="00451E3E"/>
    <w:rsid w:val="00451EC1"/>
    <w:rsid w:val="00451F0A"/>
    <w:rsid w:val="004520E6"/>
    <w:rsid w:val="004520F9"/>
    <w:rsid w:val="004521D8"/>
    <w:rsid w:val="00452766"/>
    <w:rsid w:val="00452C88"/>
    <w:rsid w:val="004536D2"/>
    <w:rsid w:val="00453C93"/>
    <w:rsid w:val="00454325"/>
    <w:rsid w:val="00455134"/>
    <w:rsid w:val="00455211"/>
    <w:rsid w:val="0045536D"/>
    <w:rsid w:val="00455611"/>
    <w:rsid w:val="004559A0"/>
    <w:rsid w:val="0045603C"/>
    <w:rsid w:val="0045626B"/>
    <w:rsid w:val="004570A4"/>
    <w:rsid w:val="00457559"/>
    <w:rsid w:val="00457753"/>
    <w:rsid w:val="00457B40"/>
    <w:rsid w:val="00460238"/>
    <w:rsid w:val="0046123C"/>
    <w:rsid w:val="0046128E"/>
    <w:rsid w:val="004613C3"/>
    <w:rsid w:val="004614FC"/>
    <w:rsid w:val="004616E5"/>
    <w:rsid w:val="004619D3"/>
    <w:rsid w:val="00462082"/>
    <w:rsid w:val="00462D31"/>
    <w:rsid w:val="00462D7B"/>
    <w:rsid w:val="00462D7D"/>
    <w:rsid w:val="00462E9F"/>
    <w:rsid w:val="0046323B"/>
    <w:rsid w:val="00463337"/>
    <w:rsid w:val="00463982"/>
    <w:rsid w:val="00463B7E"/>
    <w:rsid w:val="00463E20"/>
    <w:rsid w:val="00463E2A"/>
    <w:rsid w:val="00463EA4"/>
    <w:rsid w:val="0046512B"/>
    <w:rsid w:val="00465429"/>
    <w:rsid w:val="00465B85"/>
    <w:rsid w:val="00465CC6"/>
    <w:rsid w:val="00465ED8"/>
    <w:rsid w:val="00466009"/>
    <w:rsid w:val="00466A8E"/>
    <w:rsid w:val="00466AEB"/>
    <w:rsid w:val="00466AFC"/>
    <w:rsid w:val="0046757A"/>
    <w:rsid w:val="00467619"/>
    <w:rsid w:val="004678BA"/>
    <w:rsid w:val="00467B45"/>
    <w:rsid w:val="00470231"/>
    <w:rsid w:val="00470F2A"/>
    <w:rsid w:val="004711C9"/>
    <w:rsid w:val="004713DE"/>
    <w:rsid w:val="004714DD"/>
    <w:rsid w:val="0047181C"/>
    <w:rsid w:val="004728FC"/>
    <w:rsid w:val="00472EB6"/>
    <w:rsid w:val="00473752"/>
    <w:rsid w:val="00473812"/>
    <w:rsid w:val="00473A3A"/>
    <w:rsid w:val="00473BA4"/>
    <w:rsid w:val="00473E8A"/>
    <w:rsid w:val="0047412B"/>
    <w:rsid w:val="004741F5"/>
    <w:rsid w:val="00474380"/>
    <w:rsid w:val="00474976"/>
    <w:rsid w:val="00474C3F"/>
    <w:rsid w:val="004750D4"/>
    <w:rsid w:val="004759C8"/>
    <w:rsid w:val="00475A22"/>
    <w:rsid w:val="00475F1C"/>
    <w:rsid w:val="00476578"/>
    <w:rsid w:val="00476BEB"/>
    <w:rsid w:val="00477496"/>
    <w:rsid w:val="004779AC"/>
    <w:rsid w:val="004803C0"/>
    <w:rsid w:val="0048075E"/>
    <w:rsid w:val="00480AAC"/>
    <w:rsid w:val="00480AD7"/>
    <w:rsid w:val="00480CD7"/>
    <w:rsid w:val="00482FCD"/>
    <w:rsid w:val="004830FC"/>
    <w:rsid w:val="00483194"/>
    <w:rsid w:val="004835D4"/>
    <w:rsid w:val="0048369B"/>
    <w:rsid w:val="0048455A"/>
    <w:rsid w:val="004845A7"/>
    <w:rsid w:val="00484649"/>
    <w:rsid w:val="00484691"/>
    <w:rsid w:val="00484748"/>
    <w:rsid w:val="00484CD9"/>
    <w:rsid w:val="00484F5B"/>
    <w:rsid w:val="004852F1"/>
    <w:rsid w:val="00485408"/>
    <w:rsid w:val="004854B4"/>
    <w:rsid w:val="004854DF"/>
    <w:rsid w:val="004858A1"/>
    <w:rsid w:val="00485E0B"/>
    <w:rsid w:val="00486055"/>
    <w:rsid w:val="00486316"/>
    <w:rsid w:val="004863BB"/>
    <w:rsid w:val="004865DC"/>
    <w:rsid w:val="0048686F"/>
    <w:rsid w:val="00486DB0"/>
    <w:rsid w:val="00486E2A"/>
    <w:rsid w:val="00486EC9"/>
    <w:rsid w:val="004870E5"/>
    <w:rsid w:val="004878B5"/>
    <w:rsid w:val="00487917"/>
    <w:rsid w:val="00487EDC"/>
    <w:rsid w:val="00490133"/>
    <w:rsid w:val="00490A16"/>
    <w:rsid w:val="00490A17"/>
    <w:rsid w:val="00490A7B"/>
    <w:rsid w:val="00490B8D"/>
    <w:rsid w:val="00491AC0"/>
    <w:rsid w:val="00491C77"/>
    <w:rsid w:val="00491D18"/>
    <w:rsid w:val="00491E7A"/>
    <w:rsid w:val="0049256C"/>
    <w:rsid w:val="0049321A"/>
    <w:rsid w:val="00493222"/>
    <w:rsid w:val="00493BF5"/>
    <w:rsid w:val="00493D3A"/>
    <w:rsid w:val="0049413F"/>
    <w:rsid w:val="00494146"/>
    <w:rsid w:val="0049515B"/>
    <w:rsid w:val="004951A4"/>
    <w:rsid w:val="004956DE"/>
    <w:rsid w:val="00495911"/>
    <w:rsid w:val="00495A96"/>
    <w:rsid w:val="00495B9E"/>
    <w:rsid w:val="00495DC6"/>
    <w:rsid w:val="00495F9C"/>
    <w:rsid w:val="00495FAE"/>
    <w:rsid w:val="00496508"/>
    <w:rsid w:val="0049657D"/>
    <w:rsid w:val="004967F2"/>
    <w:rsid w:val="00496D4A"/>
    <w:rsid w:val="00496DFD"/>
    <w:rsid w:val="00497051"/>
    <w:rsid w:val="004971D6"/>
    <w:rsid w:val="004A0594"/>
    <w:rsid w:val="004A0CDA"/>
    <w:rsid w:val="004A0D09"/>
    <w:rsid w:val="004A1B0D"/>
    <w:rsid w:val="004A1C37"/>
    <w:rsid w:val="004A1D4E"/>
    <w:rsid w:val="004A213C"/>
    <w:rsid w:val="004A2162"/>
    <w:rsid w:val="004A29D1"/>
    <w:rsid w:val="004A2B72"/>
    <w:rsid w:val="004A3A19"/>
    <w:rsid w:val="004A3F8A"/>
    <w:rsid w:val="004A41C3"/>
    <w:rsid w:val="004A45C0"/>
    <w:rsid w:val="004A4726"/>
    <w:rsid w:val="004A4948"/>
    <w:rsid w:val="004A4F8F"/>
    <w:rsid w:val="004A505D"/>
    <w:rsid w:val="004A5479"/>
    <w:rsid w:val="004A56DC"/>
    <w:rsid w:val="004A5738"/>
    <w:rsid w:val="004A5B09"/>
    <w:rsid w:val="004A5F60"/>
    <w:rsid w:val="004A728B"/>
    <w:rsid w:val="004A757E"/>
    <w:rsid w:val="004A7608"/>
    <w:rsid w:val="004B08EA"/>
    <w:rsid w:val="004B09AE"/>
    <w:rsid w:val="004B0FE9"/>
    <w:rsid w:val="004B144F"/>
    <w:rsid w:val="004B1821"/>
    <w:rsid w:val="004B1B63"/>
    <w:rsid w:val="004B1B98"/>
    <w:rsid w:val="004B2190"/>
    <w:rsid w:val="004B22A5"/>
    <w:rsid w:val="004B25F4"/>
    <w:rsid w:val="004B2660"/>
    <w:rsid w:val="004B277C"/>
    <w:rsid w:val="004B2BFA"/>
    <w:rsid w:val="004B32D7"/>
    <w:rsid w:val="004B343D"/>
    <w:rsid w:val="004B3ADD"/>
    <w:rsid w:val="004B3B11"/>
    <w:rsid w:val="004B4050"/>
    <w:rsid w:val="004B41A9"/>
    <w:rsid w:val="004B42FD"/>
    <w:rsid w:val="004B47C8"/>
    <w:rsid w:val="004B4E82"/>
    <w:rsid w:val="004B4F9B"/>
    <w:rsid w:val="004B5241"/>
    <w:rsid w:val="004B548A"/>
    <w:rsid w:val="004B56D5"/>
    <w:rsid w:val="004B56EF"/>
    <w:rsid w:val="004B5724"/>
    <w:rsid w:val="004B59DD"/>
    <w:rsid w:val="004B5E25"/>
    <w:rsid w:val="004B622E"/>
    <w:rsid w:val="004B682E"/>
    <w:rsid w:val="004B68B6"/>
    <w:rsid w:val="004B6AA9"/>
    <w:rsid w:val="004B6F6A"/>
    <w:rsid w:val="004B70CD"/>
    <w:rsid w:val="004B76AC"/>
    <w:rsid w:val="004B7B65"/>
    <w:rsid w:val="004B7C99"/>
    <w:rsid w:val="004B7D4B"/>
    <w:rsid w:val="004B7F2A"/>
    <w:rsid w:val="004C0893"/>
    <w:rsid w:val="004C09E2"/>
    <w:rsid w:val="004C0AF9"/>
    <w:rsid w:val="004C0E9F"/>
    <w:rsid w:val="004C0EAA"/>
    <w:rsid w:val="004C120A"/>
    <w:rsid w:val="004C137E"/>
    <w:rsid w:val="004C19CF"/>
    <w:rsid w:val="004C1D0F"/>
    <w:rsid w:val="004C1F94"/>
    <w:rsid w:val="004C21AC"/>
    <w:rsid w:val="004C26C8"/>
    <w:rsid w:val="004C29C5"/>
    <w:rsid w:val="004C3180"/>
    <w:rsid w:val="004C3248"/>
    <w:rsid w:val="004C3589"/>
    <w:rsid w:val="004C3C37"/>
    <w:rsid w:val="004C41A1"/>
    <w:rsid w:val="004C4430"/>
    <w:rsid w:val="004C4861"/>
    <w:rsid w:val="004C558C"/>
    <w:rsid w:val="004C56EF"/>
    <w:rsid w:val="004C571C"/>
    <w:rsid w:val="004C5C71"/>
    <w:rsid w:val="004C5F45"/>
    <w:rsid w:val="004C5FC3"/>
    <w:rsid w:val="004C61F6"/>
    <w:rsid w:val="004C6274"/>
    <w:rsid w:val="004C6443"/>
    <w:rsid w:val="004C65E5"/>
    <w:rsid w:val="004C6825"/>
    <w:rsid w:val="004C6C8B"/>
    <w:rsid w:val="004C6D19"/>
    <w:rsid w:val="004C6FB5"/>
    <w:rsid w:val="004C70B6"/>
    <w:rsid w:val="004C7305"/>
    <w:rsid w:val="004C73E8"/>
    <w:rsid w:val="004C788F"/>
    <w:rsid w:val="004C7E5A"/>
    <w:rsid w:val="004C7EA3"/>
    <w:rsid w:val="004D03BA"/>
    <w:rsid w:val="004D0F06"/>
    <w:rsid w:val="004D1D99"/>
    <w:rsid w:val="004D1DD2"/>
    <w:rsid w:val="004D270E"/>
    <w:rsid w:val="004D275D"/>
    <w:rsid w:val="004D275F"/>
    <w:rsid w:val="004D2852"/>
    <w:rsid w:val="004D305E"/>
    <w:rsid w:val="004D368A"/>
    <w:rsid w:val="004D3B14"/>
    <w:rsid w:val="004D3C22"/>
    <w:rsid w:val="004D3D7D"/>
    <w:rsid w:val="004D3DB3"/>
    <w:rsid w:val="004D4CE5"/>
    <w:rsid w:val="004D507A"/>
    <w:rsid w:val="004D546E"/>
    <w:rsid w:val="004D5E55"/>
    <w:rsid w:val="004D5EF2"/>
    <w:rsid w:val="004D614B"/>
    <w:rsid w:val="004D6182"/>
    <w:rsid w:val="004D622D"/>
    <w:rsid w:val="004D6966"/>
    <w:rsid w:val="004D6B13"/>
    <w:rsid w:val="004D6D66"/>
    <w:rsid w:val="004D6DA9"/>
    <w:rsid w:val="004D722B"/>
    <w:rsid w:val="004D7462"/>
    <w:rsid w:val="004D7687"/>
    <w:rsid w:val="004D78D1"/>
    <w:rsid w:val="004E010C"/>
    <w:rsid w:val="004E01F1"/>
    <w:rsid w:val="004E05F4"/>
    <w:rsid w:val="004E06DE"/>
    <w:rsid w:val="004E107E"/>
    <w:rsid w:val="004E1674"/>
    <w:rsid w:val="004E1858"/>
    <w:rsid w:val="004E1C42"/>
    <w:rsid w:val="004E27B5"/>
    <w:rsid w:val="004E338A"/>
    <w:rsid w:val="004E36FF"/>
    <w:rsid w:val="004E379A"/>
    <w:rsid w:val="004E37EA"/>
    <w:rsid w:val="004E38BD"/>
    <w:rsid w:val="004E38C0"/>
    <w:rsid w:val="004E3A65"/>
    <w:rsid w:val="004E3B09"/>
    <w:rsid w:val="004E3B21"/>
    <w:rsid w:val="004E3F1E"/>
    <w:rsid w:val="004E3F73"/>
    <w:rsid w:val="004E405F"/>
    <w:rsid w:val="004E4119"/>
    <w:rsid w:val="004E41B7"/>
    <w:rsid w:val="004E41F4"/>
    <w:rsid w:val="004E43E9"/>
    <w:rsid w:val="004E44A0"/>
    <w:rsid w:val="004E49E2"/>
    <w:rsid w:val="004E4A79"/>
    <w:rsid w:val="004E51E7"/>
    <w:rsid w:val="004E524E"/>
    <w:rsid w:val="004E5309"/>
    <w:rsid w:val="004E5BC0"/>
    <w:rsid w:val="004E628A"/>
    <w:rsid w:val="004E63DA"/>
    <w:rsid w:val="004E6437"/>
    <w:rsid w:val="004E6D0D"/>
    <w:rsid w:val="004F0878"/>
    <w:rsid w:val="004F087A"/>
    <w:rsid w:val="004F08EA"/>
    <w:rsid w:val="004F09BE"/>
    <w:rsid w:val="004F11E1"/>
    <w:rsid w:val="004F151D"/>
    <w:rsid w:val="004F15F9"/>
    <w:rsid w:val="004F1A55"/>
    <w:rsid w:val="004F1D88"/>
    <w:rsid w:val="004F2214"/>
    <w:rsid w:val="004F23CF"/>
    <w:rsid w:val="004F2850"/>
    <w:rsid w:val="004F29BE"/>
    <w:rsid w:val="004F3AA5"/>
    <w:rsid w:val="004F3C12"/>
    <w:rsid w:val="004F3C2E"/>
    <w:rsid w:val="004F3FE3"/>
    <w:rsid w:val="004F471C"/>
    <w:rsid w:val="004F4B27"/>
    <w:rsid w:val="004F4C70"/>
    <w:rsid w:val="004F4E07"/>
    <w:rsid w:val="004F4F65"/>
    <w:rsid w:val="004F5027"/>
    <w:rsid w:val="004F5096"/>
    <w:rsid w:val="004F581F"/>
    <w:rsid w:val="004F5993"/>
    <w:rsid w:val="004F5CAB"/>
    <w:rsid w:val="004F5CE2"/>
    <w:rsid w:val="004F5D92"/>
    <w:rsid w:val="004F5E93"/>
    <w:rsid w:val="004F6656"/>
    <w:rsid w:val="004F666E"/>
    <w:rsid w:val="004F71FB"/>
    <w:rsid w:val="004F75F5"/>
    <w:rsid w:val="004F7ABC"/>
    <w:rsid w:val="00500015"/>
    <w:rsid w:val="00500040"/>
    <w:rsid w:val="00500321"/>
    <w:rsid w:val="005006AA"/>
    <w:rsid w:val="005006F0"/>
    <w:rsid w:val="00500AB7"/>
    <w:rsid w:val="00500C2F"/>
    <w:rsid w:val="00500E30"/>
    <w:rsid w:val="0050114B"/>
    <w:rsid w:val="005012F2"/>
    <w:rsid w:val="00501546"/>
    <w:rsid w:val="00501C63"/>
    <w:rsid w:val="00501D01"/>
    <w:rsid w:val="00501E41"/>
    <w:rsid w:val="0050202B"/>
    <w:rsid w:val="0050235C"/>
    <w:rsid w:val="00502E11"/>
    <w:rsid w:val="00502E22"/>
    <w:rsid w:val="0050359D"/>
    <w:rsid w:val="00503AAF"/>
    <w:rsid w:val="00503D99"/>
    <w:rsid w:val="00504108"/>
    <w:rsid w:val="00504936"/>
    <w:rsid w:val="00504D7B"/>
    <w:rsid w:val="005053A3"/>
    <w:rsid w:val="005057CE"/>
    <w:rsid w:val="005062BF"/>
    <w:rsid w:val="00506A63"/>
    <w:rsid w:val="005078B5"/>
    <w:rsid w:val="0050790B"/>
    <w:rsid w:val="00507ABA"/>
    <w:rsid w:val="00507BFD"/>
    <w:rsid w:val="00507FF9"/>
    <w:rsid w:val="005101B3"/>
    <w:rsid w:val="00510FD6"/>
    <w:rsid w:val="0051178D"/>
    <w:rsid w:val="005119E9"/>
    <w:rsid w:val="0051212E"/>
    <w:rsid w:val="00512788"/>
    <w:rsid w:val="00512C1D"/>
    <w:rsid w:val="00512C85"/>
    <w:rsid w:val="00512CA0"/>
    <w:rsid w:val="00513742"/>
    <w:rsid w:val="00513BBF"/>
    <w:rsid w:val="00513F7E"/>
    <w:rsid w:val="00513FB6"/>
    <w:rsid w:val="0051421B"/>
    <w:rsid w:val="005144E9"/>
    <w:rsid w:val="005147AE"/>
    <w:rsid w:val="00514BC2"/>
    <w:rsid w:val="0051550E"/>
    <w:rsid w:val="005155C4"/>
    <w:rsid w:val="00516081"/>
    <w:rsid w:val="00516377"/>
    <w:rsid w:val="00516DE8"/>
    <w:rsid w:val="0051722C"/>
    <w:rsid w:val="005174A6"/>
    <w:rsid w:val="00517565"/>
    <w:rsid w:val="0051772B"/>
    <w:rsid w:val="00517F74"/>
    <w:rsid w:val="00520266"/>
    <w:rsid w:val="00520442"/>
    <w:rsid w:val="00520595"/>
    <w:rsid w:val="00520B4A"/>
    <w:rsid w:val="00520CFF"/>
    <w:rsid w:val="00521EBC"/>
    <w:rsid w:val="0052211B"/>
    <w:rsid w:val="005222AB"/>
    <w:rsid w:val="0052318F"/>
    <w:rsid w:val="005231EF"/>
    <w:rsid w:val="00523338"/>
    <w:rsid w:val="0052369E"/>
    <w:rsid w:val="00523B09"/>
    <w:rsid w:val="00523B8C"/>
    <w:rsid w:val="00523BF8"/>
    <w:rsid w:val="00523C87"/>
    <w:rsid w:val="005240E4"/>
    <w:rsid w:val="00524184"/>
    <w:rsid w:val="00524957"/>
    <w:rsid w:val="0052509B"/>
    <w:rsid w:val="00525196"/>
    <w:rsid w:val="0052522E"/>
    <w:rsid w:val="00525948"/>
    <w:rsid w:val="00525D0C"/>
    <w:rsid w:val="00525DFE"/>
    <w:rsid w:val="00526417"/>
    <w:rsid w:val="00526A46"/>
    <w:rsid w:val="00526EE3"/>
    <w:rsid w:val="00527267"/>
    <w:rsid w:val="005272D8"/>
    <w:rsid w:val="005278CE"/>
    <w:rsid w:val="00527C87"/>
    <w:rsid w:val="00530099"/>
    <w:rsid w:val="005302C7"/>
    <w:rsid w:val="00530743"/>
    <w:rsid w:val="00530C28"/>
    <w:rsid w:val="00530FBC"/>
    <w:rsid w:val="00531297"/>
    <w:rsid w:val="005314B9"/>
    <w:rsid w:val="00531534"/>
    <w:rsid w:val="00531541"/>
    <w:rsid w:val="005316B3"/>
    <w:rsid w:val="0053178A"/>
    <w:rsid w:val="005318C3"/>
    <w:rsid w:val="00531C42"/>
    <w:rsid w:val="00531D23"/>
    <w:rsid w:val="00531D3C"/>
    <w:rsid w:val="00531F2E"/>
    <w:rsid w:val="005322E0"/>
    <w:rsid w:val="00532FDA"/>
    <w:rsid w:val="00533554"/>
    <w:rsid w:val="00533763"/>
    <w:rsid w:val="00533A69"/>
    <w:rsid w:val="00533E7E"/>
    <w:rsid w:val="0053438E"/>
    <w:rsid w:val="005344A5"/>
    <w:rsid w:val="00534813"/>
    <w:rsid w:val="00534ABD"/>
    <w:rsid w:val="00534D6D"/>
    <w:rsid w:val="00534F38"/>
    <w:rsid w:val="0053563A"/>
    <w:rsid w:val="00535E94"/>
    <w:rsid w:val="00535FE4"/>
    <w:rsid w:val="0053658B"/>
    <w:rsid w:val="00536B60"/>
    <w:rsid w:val="00536E72"/>
    <w:rsid w:val="0053773C"/>
    <w:rsid w:val="005377C1"/>
    <w:rsid w:val="00537F6F"/>
    <w:rsid w:val="00540A01"/>
    <w:rsid w:val="005416C7"/>
    <w:rsid w:val="0054179E"/>
    <w:rsid w:val="00541A55"/>
    <w:rsid w:val="00541C0F"/>
    <w:rsid w:val="0054213E"/>
    <w:rsid w:val="00542589"/>
    <w:rsid w:val="00542667"/>
    <w:rsid w:val="0054271D"/>
    <w:rsid w:val="00542771"/>
    <w:rsid w:val="00542937"/>
    <w:rsid w:val="005434E5"/>
    <w:rsid w:val="0054361E"/>
    <w:rsid w:val="00544619"/>
    <w:rsid w:val="005447BE"/>
    <w:rsid w:val="00544817"/>
    <w:rsid w:val="005448F1"/>
    <w:rsid w:val="00544A05"/>
    <w:rsid w:val="00544A49"/>
    <w:rsid w:val="00544B2B"/>
    <w:rsid w:val="00545613"/>
    <w:rsid w:val="00545B4B"/>
    <w:rsid w:val="00546528"/>
    <w:rsid w:val="0054690B"/>
    <w:rsid w:val="00546F22"/>
    <w:rsid w:val="00547351"/>
    <w:rsid w:val="005473E0"/>
    <w:rsid w:val="00547AAC"/>
    <w:rsid w:val="00547EF6"/>
    <w:rsid w:val="00550167"/>
    <w:rsid w:val="00550331"/>
    <w:rsid w:val="00550380"/>
    <w:rsid w:val="005505AA"/>
    <w:rsid w:val="00550736"/>
    <w:rsid w:val="0055081F"/>
    <w:rsid w:val="00550C1B"/>
    <w:rsid w:val="00550C50"/>
    <w:rsid w:val="005511F6"/>
    <w:rsid w:val="00551667"/>
    <w:rsid w:val="00551B8F"/>
    <w:rsid w:val="00551BEA"/>
    <w:rsid w:val="00551C41"/>
    <w:rsid w:val="00551DF9"/>
    <w:rsid w:val="005520D9"/>
    <w:rsid w:val="005520F5"/>
    <w:rsid w:val="005523AC"/>
    <w:rsid w:val="005527E9"/>
    <w:rsid w:val="00552ACE"/>
    <w:rsid w:val="00552F34"/>
    <w:rsid w:val="00552F9D"/>
    <w:rsid w:val="0055324F"/>
    <w:rsid w:val="00553562"/>
    <w:rsid w:val="0055364B"/>
    <w:rsid w:val="00553857"/>
    <w:rsid w:val="005538B3"/>
    <w:rsid w:val="00553A4C"/>
    <w:rsid w:val="00553A63"/>
    <w:rsid w:val="00553DA2"/>
    <w:rsid w:val="00553DC7"/>
    <w:rsid w:val="005549AD"/>
    <w:rsid w:val="00554B37"/>
    <w:rsid w:val="00554D20"/>
    <w:rsid w:val="00554FB1"/>
    <w:rsid w:val="00555476"/>
    <w:rsid w:val="0055628C"/>
    <w:rsid w:val="0055675D"/>
    <w:rsid w:val="00556762"/>
    <w:rsid w:val="0055695E"/>
    <w:rsid w:val="00557279"/>
    <w:rsid w:val="00557569"/>
    <w:rsid w:val="005575B6"/>
    <w:rsid w:val="00557991"/>
    <w:rsid w:val="00557B01"/>
    <w:rsid w:val="005603C4"/>
    <w:rsid w:val="005603E9"/>
    <w:rsid w:val="005605F9"/>
    <w:rsid w:val="005606B5"/>
    <w:rsid w:val="0056098F"/>
    <w:rsid w:val="00560DD5"/>
    <w:rsid w:val="00560F8E"/>
    <w:rsid w:val="00560F9E"/>
    <w:rsid w:val="00561183"/>
    <w:rsid w:val="00561286"/>
    <w:rsid w:val="00561355"/>
    <w:rsid w:val="00561ADF"/>
    <w:rsid w:val="00561C1F"/>
    <w:rsid w:val="0056211D"/>
    <w:rsid w:val="005626E9"/>
    <w:rsid w:val="00562DF7"/>
    <w:rsid w:val="00562E30"/>
    <w:rsid w:val="00562FB4"/>
    <w:rsid w:val="0056359F"/>
    <w:rsid w:val="00563685"/>
    <w:rsid w:val="00563A31"/>
    <w:rsid w:val="00563D76"/>
    <w:rsid w:val="00563DD0"/>
    <w:rsid w:val="00563EED"/>
    <w:rsid w:val="00564074"/>
    <w:rsid w:val="005642DF"/>
    <w:rsid w:val="005644E4"/>
    <w:rsid w:val="005649DA"/>
    <w:rsid w:val="00564AF6"/>
    <w:rsid w:val="00564C5E"/>
    <w:rsid w:val="00565381"/>
    <w:rsid w:val="0056596B"/>
    <w:rsid w:val="00565B1A"/>
    <w:rsid w:val="00565FEF"/>
    <w:rsid w:val="00566103"/>
    <w:rsid w:val="005661E5"/>
    <w:rsid w:val="005665E7"/>
    <w:rsid w:val="005666C5"/>
    <w:rsid w:val="00566B62"/>
    <w:rsid w:val="00566C2E"/>
    <w:rsid w:val="00567194"/>
    <w:rsid w:val="00570074"/>
    <w:rsid w:val="00570208"/>
    <w:rsid w:val="00570E34"/>
    <w:rsid w:val="00571271"/>
    <w:rsid w:val="00571613"/>
    <w:rsid w:val="00571863"/>
    <w:rsid w:val="00571D1C"/>
    <w:rsid w:val="00571EDF"/>
    <w:rsid w:val="00572250"/>
    <w:rsid w:val="00572553"/>
    <w:rsid w:val="005727F8"/>
    <w:rsid w:val="00572841"/>
    <w:rsid w:val="0057298C"/>
    <w:rsid w:val="005731E6"/>
    <w:rsid w:val="00573420"/>
    <w:rsid w:val="00573717"/>
    <w:rsid w:val="00573754"/>
    <w:rsid w:val="00573874"/>
    <w:rsid w:val="0057410B"/>
    <w:rsid w:val="00574110"/>
    <w:rsid w:val="0057438D"/>
    <w:rsid w:val="005743FF"/>
    <w:rsid w:val="00574630"/>
    <w:rsid w:val="00574CC3"/>
    <w:rsid w:val="00574E99"/>
    <w:rsid w:val="00575410"/>
    <w:rsid w:val="00575912"/>
    <w:rsid w:val="0057600A"/>
    <w:rsid w:val="0057668C"/>
    <w:rsid w:val="005774B4"/>
    <w:rsid w:val="00577787"/>
    <w:rsid w:val="00577BAD"/>
    <w:rsid w:val="00577C47"/>
    <w:rsid w:val="00580171"/>
    <w:rsid w:val="00580347"/>
    <w:rsid w:val="00580391"/>
    <w:rsid w:val="00580684"/>
    <w:rsid w:val="005808D0"/>
    <w:rsid w:val="0058096B"/>
    <w:rsid w:val="00580BC7"/>
    <w:rsid w:val="00580EC8"/>
    <w:rsid w:val="0058102B"/>
    <w:rsid w:val="0058134D"/>
    <w:rsid w:val="00581535"/>
    <w:rsid w:val="005824A9"/>
    <w:rsid w:val="00582500"/>
    <w:rsid w:val="00582979"/>
    <w:rsid w:val="00582A5E"/>
    <w:rsid w:val="00582CBF"/>
    <w:rsid w:val="00582D37"/>
    <w:rsid w:val="00582D46"/>
    <w:rsid w:val="00582D47"/>
    <w:rsid w:val="0058300A"/>
    <w:rsid w:val="005832AF"/>
    <w:rsid w:val="00583AAD"/>
    <w:rsid w:val="00583BB8"/>
    <w:rsid w:val="00583CE9"/>
    <w:rsid w:val="00583D66"/>
    <w:rsid w:val="0058484F"/>
    <w:rsid w:val="00584A6C"/>
    <w:rsid w:val="00584D3D"/>
    <w:rsid w:val="0058503A"/>
    <w:rsid w:val="00585457"/>
    <w:rsid w:val="005856EF"/>
    <w:rsid w:val="0058641F"/>
    <w:rsid w:val="00586511"/>
    <w:rsid w:val="00586B61"/>
    <w:rsid w:val="00586DB5"/>
    <w:rsid w:val="00586E50"/>
    <w:rsid w:val="005871BB"/>
    <w:rsid w:val="00587777"/>
    <w:rsid w:val="00587990"/>
    <w:rsid w:val="00587AEF"/>
    <w:rsid w:val="00587CB6"/>
    <w:rsid w:val="0059152F"/>
    <w:rsid w:val="0059156E"/>
    <w:rsid w:val="00591AB0"/>
    <w:rsid w:val="00591E72"/>
    <w:rsid w:val="00592523"/>
    <w:rsid w:val="00592911"/>
    <w:rsid w:val="00592A92"/>
    <w:rsid w:val="005930B4"/>
    <w:rsid w:val="005934A8"/>
    <w:rsid w:val="005944C0"/>
    <w:rsid w:val="00594564"/>
    <w:rsid w:val="00594750"/>
    <w:rsid w:val="00594B05"/>
    <w:rsid w:val="00594B3A"/>
    <w:rsid w:val="0059562D"/>
    <w:rsid w:val="00595816"/>
    <w:rsid w:val="00596113"/>
    <w:rsid w:val="005964F1"/>
    <w:rsid w:val="00596A71"/>
    <w:rsid w:val="00596BE2"/>
    <w:rsid w:val="00596D8A"/>
    <w:rsid w:val="00597679"/>
    <w:rsid w:val="00597A1B"/>
    <w:rsid w:val="005A0258"/>
    <w:rsid w:val="005A02D8"/>
    <w:rsid w:val="005A0B13"/>
    <w:rsid w:val="005A0C21"/>
    <w:rsid w:val="005A0DB4"/>
    <w:rsid w:val="005A1322"/>
    <w:rsid w:val="005A1483"/>
    <w:rsid w:val="005A178A"/>
    <w:rsid w:val="005A18E5"/>
    <w:rsid w:val="005A1938"/>
    <w:rsid w:val="005A1B97"/>
    <w:rsid w:val="005A1BC7"/>
    <w:rsid w:val="005A1DD3"/>
    <w:rsid w:val="005A1F5A"/>
    <w:rsid w:val="005A2729"/>
    <w:rsid w:val="005A2CF6"/>
    <w:rsid w:val="005A3196"/>
    <w:rsid w:val="005A33D0"/>
    <w:rsid w:val="005A361C"/>
    <w:rsid w:val="005A3E67"/>
    <w:rsid w:val="005A3EB1"/>
    <w:rsid w:val="005A4087"/>
    <w:rsid w:val="005A4221"/>
    <w:rsid w:val="005A514C"/>
    <w:rsid w:val="005A520D"/>
    <w:rsid w:val="005A5552"/>
    <w:rsid w:val="005A583C"/>
    <w:rsid w:val="005A5EE3"/>
    <w:rsid w:val="005A603D"/>
    <w:rsid w:val="005A605A"/>
    <w:rsid w:val="005A62C3"/>
    <w:rsid w:val="005A66C5"/>
    <w:rsid w:val="005A769A"/>
    <w:rsid w:val="005A793F"/>
    <w:rsid w:val="005A7D4E"/>
    <w:rsid w:val="005B0521"/>
    <w:rsid w:val="005B0E29"/>
    <w:rsid w:val="005B1144"/>
    <w:rsid w:val="005B114F"/>
    <w:rsid w:val="005B1836"/>
    <w:rsid w:val="005B18E0"/>
    <w:rsid w:val="005B1C0F"/>
    <w:rsid w:val="005B2030"/>
    <w:rsid w:val="005B204E"/>
    <w:rsid w:val="005B220A"/>
    <w:rsid w:val="005B225E"/>
    <w:rsid w:val="005B2293"/>
    <w:rsid w:val="005B2386"/>
    <w:rsid w:val="005B256C"/>
    <w:rsid w:val="005B28FF"/>
    <w:rsid w:val="005B2D78"/>
    <w:rsid w:val="005B2EBA"/>
    <w:rsid w:val="005B3A7E"/>
    <w:rsid w:val="005B3C1C"/>
    <w:rsid w:val="005B3D82"/>
    <w:rsid w:val="005B3E0C"/>
    <w:rsid w:val="005B40B7"/>
    <w:rsid w:val="005B41D3"/>
    <w:rsid w:val="005B41D5"/>
    <w:rsid w:val="005B4809"/>
    <w:rsid w:val="005B4BE0"/>
    <w:rsid w:val="005B5837"/>
    <w:rsid w:val="005B5CDF"/>
    <w:rsid w:val="005B625E"/>
    <w:rsid w:val="005B67E8"/>
    <w:rsid w:val="005B6D62"/>
    <w:rsid w:val="005B7646"/>
    <w:rsid w:val="005B76DF"/>
    <w:rsid w:val="005B79B0"/>
    <w:rsid w:val="005B79FF"/>
    <w:rsid w:val="005B7BE9"/>
    <w:rsid w:val="005C06B5"/>
    <w:rsid w:val="005C07DD"/>
    <w:rsid w:val="005C0C2C"/>
    <w:rsid w:val="005C0F9C"/>
    <w:rsid w:val="005C104E"/>
    <w:rsid w:val="005C1596"/>
    <w:rsid w:val="005C20D8"/>
    <w:rsid w:val="005C2AF4"/>
    <w:rsid w:val="005C2E8F"/>
    <w:rsid w:val="005C3139"/>
    <w:rsid w:val="005C326B"/>
    <w:rsid w:val="005C332B"/>
    <w:rsid w:val="005C35D7"/>
    <w:rsid w:val="005C3B85"/>
    <w:rsid w:val="005C3C34"/>
    <w:rsid w:val="005C441F"/>
    <w:rsid w:val="005C487B"/>
    <w:rsid w:val="005C4A10"/>
    <w:rsid w:val="005C4D3D"/>
    <w:rsid w:val="005C4F6B"/>
    <w:rsid w:val="005C5EB2"/>
    <w:rsid w:val="005C6379"/>
    <w:rsid w:val="005C65ED"/>
    <w:rsid w:val="005C68BD"/>
    <w:rsid w:val="005C70EF"/>
    <w:rsid w:val="005C784D"/>
    <w:rsid w:val="005C7C26"/>
    <w:rsid w:val="005C7CB8"/>
    <w:rsid w:val="005C7E54"/>
    <w:rsid w:val="005D099D"/>
    <w:rsid w:val="005D0A23"/>
    <w:rsid w:val="005D0E73"/>
    <w:rsid w:val="005D13B8"/>
    <w:rsid w:val="005D1FB5"/>
    <w:rsid w:val="005D20AB"/>
    <w:rsid w:val="005D24B9"/>
    <w:rsid w:val="005D257F"/>
    <w:rsid w:val="005D2C49"/>
    <w:rsid w:val="005D31B0"/>
    <w:rsid w:val="005D31E1"/>
    <w:rsid w:val="005D321D"/>
    <w:rsid w:val="005D3315"/>
    <w:rsid w:val="005D3508"/>
    <w:rsid w:val="005D37EC"/>
    <w:rsid w:val="005D39DD"/>
    <w:rsid w:val="005D3DA0"/>
    <w:rsid w:val="005D3DCE"/>
    <w:rsid w:val="005D41DD"/>
    <w:rsid w:val="005D41E8"/>
    <w:rsid w:val="005D42F9"/>
    <w:rsid w:val="005D433D"/>
    <w:rsid w:val="005D43A4"/>
    <w:rsid w:val="005D47C4"/>
    <w:rsid w:val="005D48C8"/>
    <w:rsid w:val="005D5463"/>
    <w:rsid w:val="005D5694"/>
    <w:rsid w:val="005D5AAF"/>
    <w:rsid w:val="005D5C11"/>
    <w:rsid w:val="005D5C19"/>
    <w:rsid w:val="005D5D9C"/>
    <w:rsid w:val="005D5F40"/>
    <w:rsid w:val="005D63E4"/>
    <w:rsid w:val="005D65C3"/>
    <w:rsid w:val="005D6609"/>
    <w:rsid w:val="005D69DB"/>
    <w:rsid w:val="005D6A32"/>
    <w:rsid w:val="005D6A6F"/>
    <w:rsid w:val="005D6AB7"/>
    <w:rsid w:val="005D6FED"/>
    <w:rsid w:val="005D70AA"/>
    <w:rsid w:val="005D75A9"/>
    <w:rsid w:val="005E016B"/>
    <w:rsid w:val="005E0299"/>
    <w:rsid w:val="005E047E"/>
    <w:rsid w:val="005E0840"/>
    <w:rsid w:val="005E0963"/>
    <w:rsid w:val="005E0A15"/>
    <w:rsid w:val="005E0BCD"/>
    <w:rsid w:val="005E1237"/>
    <w:rsid w:val="005E14B7"/>
    <w:rsid w:val="005E1DBB"/>
    <w:rsid w:val="005E2918"/>
    <w:rsid w:val="005E2A1E"/>
    <w:rsid w:val="005E2C1A"/>
    <w:rsid w:val="005E2C64"/>
    <w:rsid w:val="005E2D75"/>
    <w:rsid w:val="005E2DC7"/>
    <w:rsid w:val="005E2DFD"/>
    <w:rsid w:val="005E33EA"/>
    <w:rsid w:val="005E3965"/>
    <w:rsid w:val="005E3D99"/>
    <w:rsid w:val="005E40C9"/>
    <w:rsid w:val="005E4342"/>
    <w:rsid w:val="005E472F"/>
    <w:rsid w:val="005E4773"/>
    <w:rsid w:val="005E4B2D"/>
    <w:rsid w:val="005E4B88"/>
    <w:rsid w:val="005E5077"/>
    <w:rsid w:val="005E55B0"/>
    <w:rsid w:val="005E59A7"/>
    <w:rsid w:val="005E5BC5"/>
    <w:rsid w:val="005E5C5D"/>
    <w:rsid w:val="005E5D64"/>
    <w:rsid w:val="005E610B"/>
    <w:rsid w:val="005E689D"/>
    <w:rsid w:val="005E6B6E"/>
    <w:rsid w:val="005E6BB7"/>
    <w:rsid w:val="005E70DB"/>
    <w:rsid w:val="005E71F1"/>
    <w:rsid w:val="005E7F10"/>
    <w:rsid w:val="005F0605"/>
    <w:rsid w:val="005F0720"/>
    <w:rsid w:val="005F09C6"/>
    <w:rsid w:val="005F0BD4"/>
    <w:rsid w:val="005F0C10"/>
    <w:rsid w:val="005F0CDA"/>
    <w:rsid w:val="005F1505"/>
    <w:rsid w:val="005F1A2C"/>
    <w:rsid w:val="005F1DAA"/>
    <w:rsid w:val="005F1FA5"/>
    <w:rsid w:val="005F2ABF"/>
    <w:rsid w:val="005F300E"/>
    <w:rsid w:val="005F32BE"/>
    <w:rsid w:val="005F32EB"/>
    <w:rsid w:val="005F3675"/>
    <w:rsid w:val="005F39BE"/>
    <w:rsid w:val="005F4495"/>
    <w:rsid w:val="005F45E1"/>
    <w:rsid w:val="005F470A"/>
    <w:rsid w:val="005F47DD"/>
    <w:rsid w:val="005F500F"/>
    <w:rsid w:val="005F51E2"/>
    <w:rsid w:val="005F52E7"/>
    <w:rsid w:val="005F540D"/>
    <w:rsid w:val="005F55F3"/>
    <w:rsid w:val="005F5C18"/>
    <w:rsid w:val="005F5DC8"/>
    <w:rsid w:val="005F5E17"/>
    <w:rsid w:val="005F6054"/>
    <w:rsid w:val="005F6472"/>
    <w:rsid w:val="005F67EA"/>
    <w:rsid w:val="005F6819"/>
    <w:rsid w:val="005F68C5"/>
    <w:rsid w:val="005F71D5"/>
    <w:rsid w:val="005F7FAA"/>
    <w:rsid w:val="006003BE"/>
    <w:rsid w:val="00600945"/>
    <w:rsid w:val="00600C4F"/>
    <w:rsid w:val="00600D0F"/>
    <w:rsid w:val="00600D44"/>
    <w:rsid w:val="006010E4"/>
    <w:rsid w:val="00601427"/>
    <w:rsid w:val="00601531"/>
    <w:rsid w:val="0060185B"/>
    <w:rsid w:val="006018A8"/>
    <w:rsid w:val="006018B4"/>
    <w:rsid w:val="00601FB6"/>
    <w:rsid w:val="0060317C"/>
    <w:rsid w:val="0060368F"/>
    <w:rsid w:val="00603711"/>
    <w:rsid w:val="00603948"/>
    <w:rsid w:val="006039D1"/>
    <w:rsid w:val="00603A1F"/>
    <w:rsid w:val="00603AFD"/>
    <w:rsid w:val="00603B08"/>
    <w:rsid w:val="00604184"/>
    <w:rsid w:val="0060463B"/>
    <w:rsid w:val="00604EE4"/>
    <w:rsid w:val="006061A4"/>
    <w:rsid w:val="0060624E"/>
    <w:rsid w:val="00606565"/>
    <w:rsid w:val="00606C4B"/>
    <w:rsid w:val="00606CAD"/>
    <w:rsid w:val="00606EFB"/>
    <w:rsid w:val="006073F1"/>
    <w:rsid w:val="006075FA"/>
    <w:rsid w:val="006079AA"/>
    <w:rsid w:val="00607A30"/>
    <w:rsid w:val="00607B16"/>
    <w:rsid w:val="00607C02"/>
    <w:rsid w:val="00607E97"/>
    <w:rsid w:val="0061015A"/>
    <w:rsid w:val="00610164"/>
    <w:rsid w:val="0061016F"/>
    <w:rsid w:val="00610625"/>
    <w:rsid w:val="006108D2"/>
    <w:rsid w:val="0061170E"/>
    <w:rsid w:val="00611D37"/>
    <w:rsid w:val="00611E69"/>
    <w:rsid w:val="00612426"/>
    <w:rsid w:val="0061247F"/>
    <w:rsid w:val="00612508"/>
    <w:rsid w:val="006125AD"/>
    <w:rsid w:val="00612930"/>
    <w:rsid w:val="0061357A"/>
    <w:rsid w:val="006137CB"/>
    <w:rsid w:val="00613814"/>
    <w:rsid w:val="00613DC3"/>
    <w:rsid w:val="00613FB2"/>
    <w:rsid w:val="0061418E"/>
    <w:rsid w:val="00614952"/>
    <w:rsid w:val="00614C12"/>
    <w:rsid w:val="00614D99"/>
    <w:rsid w:val="00614FBD"/>
    <w:rsid w:val="006151A9"/>
    <w:rsid w:val="00615521"/>
    <w:rsid w:val="0061578B"/>
    <w:rsid w:val="00615AF2"/>
    <w:rsid w:val="00615F6E"/>
    <w:rsid w:val="00615FDC"/>
    <w:rsid w:val="006164BE"/>
    <w:rsid w:val="0061673A"/>
    <w:rsid w:val="00616754"/>
    <w:rsid w:val="00616FD4"/>
    <w:rsid w:val="00617CCB"/>
    <w:rsid w:val="006201F2"/>
    <w:rsid w:val="0062023D"/>
    <w:rsid w:val="00620757"/>
    <w:rsid w:val="00620ACB"/>
    <w:rsid w:val="00620B3B"/>
    <w:rsid w:val="00620F7C"/>
    <w:rsid w:val="006210DC"/>
    <w:rsid w:val="00621261"/>
    <w:rsid w:val="006212E9"/>
    <w:rsid w:val="006217F7"/>
    <w:rsid w:val="00621D80"/>
    <w:rsid w:val="00621F63"/>
    <w:rsid w:val="0062249A"/>
    <w:rsid w:val="006226EB"/>
    <w:rsid w:val="00622B87"/>
    <w:rsid w:val="00622BA9"/>
    <w:rsid w:val="00622FEF"/>
    <w:rsid w:val="00623334"/>
    <w:rsid w:val="0062333D"/>
    <w:rsid w:val="0062341F"/>
    <w:rsid w:val="00623463"/>
    <w:rsid w:val="006237A2"/>
    <w:rsid w:val="006238F3"/>
    <w:rsid w:val="006241F8"/>
    <w:rsid w:val="00624E9C"/>
    <w:rsid w:val="00625118"/>
    <w:rsid w:val="00625350"/>
    <w:rsid w:val="006258E7"/>
    <w:rsid w:val="00625C5F"/>
    <w:rsid w:val="00625FF7"/>
    <w:rsid w:val="0062627C"/>
    <w:rsid w:val="006265FC"/>
    <w:rsid w:val="006266E4"/>
    <w:rsid w:val="0062701E"/>
    <w:rsid w:val="006274A3"/>
    <w:rsid w:val="006276BB"/>
    <w:rsid w:val="00627847"/>
    <w:rsid w:val="00627D2E"/>
    <w:rsid w:val="00627F2B"/>
    <w:rsid w:val="0063009D"/>
    <w:rsid w:val="00630103"/>
    <w:rsid w:val="0063019D"/>
    <w:rsid w:val="00630607"/>
    <w:rsid w:val="00630627"/>
    <w:rsid w:val="00630977"/>
    <w:rsid w:val="0063101A"/>
    <w:rsid w:val="00631209"/>
    <w:rsid w:val="00631398"/>
    <w:rsid w:val="006317FA"/>
    <w:rsid w:val="00631C7C"/>
    <w:rsid w:val="00631F48"/>
    <w:rsid w:val="0063336E"/>
    <w:rsid w:val="00633922"/>
    <w:rsid w:val="00633A4D"/>
    <w:rsid w:val="00633BB5"/>
    <w:rsid w:val="00633ED4"/>
    <w:rsid w:val="0063433A"/>
    <w:rsid w:val="006348B0"/>
    <w:rsid w:val="00634962"/>
    <w:rsid w:val="00634A48"/>
    <w:rsid w:val="00634BB1"/>
    <w:rsid w:val="00634D88"/>
    <w:rsid w:val="00634DAA"/>
    <w:rsid w:val="00635D75"/>
    <w:rsid w:val="00635D9D"/>
    <w:rsid w:val="0063613C"/>
    <w:rsid w:val="00636152"/>
    <w:rsid w:val="006361B0"/>
    <w:rsid w:val="00636344"/>
    <w:rsid w:val="006366C4"/>
    <w:rsid w:val="006366D9"/>
    <w:rsid w:val="0063688D"/>
    <w:rsid w:val="00636B1D"/>
    <w:rsid w:val="00636C97"/>
    <w:rsid w:val="00636F11"/>
    <w:rsid w:val="006370DA"/>
    <w:rsid w:val="00637165"/>
    <w:rsid w:val="00637B53"/>
    <w:rsid w:val="00637C4D"/>
    <w:rsid w:val="00637CE3"/>
    <w:rsid w:val="00637DAA"/>
    <w:rsid w:val="00637DF8"/>
    <w:rsid w:val="0064006C"/>
    <w:rsid w:val="006403FB"/>
    <w:rsid w:val="0064054A"/>
    <w:rsid w:val="006405F9"/>
    <w:rsid w:val="006406D1"/>
    <w:rsid w:val="006406E3"/>
    <w:rsid w:val="00640721"/>
    <w:rsid w:val="006407ED"/>
    <w:rsid w:val="00640D8C"/>
    <w:rsid w:val="006410FA"/>
    <w:rsid w:val="006412EF"/>
    <w:rsid w:val="0064169A"/>
    <w:rsid w:val="006417B8"/>
    <w:rsid w:val="00641B2C"/>
    <w:rsid w:val="00641CCB"/>
    <w:rsid w:val="00642819"/>
    <w:rsid w:val="0064295B"/>
    <w:rsid w:val="006429D9"/>
    <w:rsid w:val="00642B03"/>
    <w:rsid w:val="00642C18"/>
    <w:rsid w:val="0064303C"/>
    <w:rsid w:val="0064306F"/>
    <w:rsid w:val="006432E3"/>
    <w:rsid w:val="00643669"/>
    <w:rsid w:val="00643751"/>
    <w:rsid w:val="00643EEC"/>
    <w:rsid w:val="006445CF"/>
    <w:rsid w:val="006446B4"/>
    <w:rsid w:val="006448A5"/>
    <w:rsid w:val="006448F8"/>
    <w:rsid w:val="006453D1"/>
    <w:rsid w:val="0064563C"/>
    <w:rsid w:val="00645BCB"/>
    <w:rsid w:val="00645D8B"/>
    <w:rsid w:val="006461BE"/>
    <w:rsid w:val="006468EC"/>
    <w:rsid w:val="00647C72"/>
    <w:rsid w:val="00647DF0"/>
    <w:rsid w:val="00647F1F"/>
    <w:rsid w:val="00647F9D"/>
    <w:rsid w:val="006509B3"/>
    <w:rsid w:val="00650F6A"/>
    <w:rsid w:val="00651071"/>
    <w:rsid w:val="0065203F"/>
    <w:rsid w:val="006523DE"/>
    <w:rsid w:val="00652463"/>
    <w:rsid w:val="0065296B"/>
    <w:rsid w:val="00652B09"/>
    <w:rsid w:val="006534C9"/>
    <w:rsid w:val="006539A9"/>
    <w:rsid w:val="006541CE"/>
    <w:rsid w:val="006547CB"/>
    <w:rsid w:val="00654872"/>
    <w:rsid w:val="00654AF1"/>
    <w:rsid w:val="00654D8B"/>
    <w:rsid w:val="00654D9B"/>
    <w:rsid w:val="00654E7C"/>
    <w:rsid w:val="00654F49"/>
    <w:rsid w:val="00655AB2"/>
    <w:rsid w:val="00655D34"/>
    <w:rsid w:val="00655E5F"/>
    <w:rsid w:val="00655F66"/>
    <w:rsid w:val="0065604F"/>
    <w:rsid w:val="0065672D"/>
    <w:rsid w:val="006568C9"/>
    <w:rsid w:val="00656E44"/>
    <w:rsid w:val="006578F1"/>
    <w:rsid w:val="006578F8"/>
    <w:rsid w:val="00657C67"/>
    <w:rsid w:val="00660CAB"/>
    <w:rsid w:val="00660E83"/>
    <w:rsid w:val="006613D0"/>
    <w:rsid w:val="00661994"/>
    <w:rsid w:val="00661DD1"/>
    <w:rsid w:val="00662186"/>
    <w:rsid w:val="006624B0"/>
    <w:rsid w:val="006624D9"/>
    <w:rsid w:val="00662F6E"/>
    <w:rsid w:val="00662FDB"/>
    <w:rsid w:val="0066300A"/>
    <w:rsid w:val="00663255"/>
    <w:rsid w:val="00663391"/>
    <w:rsid w:val="00663698"/>
    <w:rsid w:val="00663C00"/>
    <w:rsid w:val="00663E89"/>
    <w:rsid w:val="00663F56"/>
    <w:rsid w:val="00664512"/>
    <w:rsid w:val="00664818"/>
    <w:rsid w:val="0066497F"/>
    <w:rsid w:val="00664A2F"/>
    <w:rsid w:val="00664AA7"/>
    <w:rsid w:val="00664DD0"/>
    <w:rsid w:val="00664F74"/>
    <w:rsid w:val="0066588B"/>
    <w:rsid w:val="00665F09"/>
    <w:rsid w:val="006664E3"/>
    <w:rsid w:val="0066687E"/>
    <w:rsid w:val="00666DC0"/>
    <w:rsid w:val="006671CD"/>
    <w:rsid w:val="0066731C"/>
    <w:rsid w:val="00667466"/>
    <w:rsid w:val="00667A6D"/>
    <w:rsid w:val="006702C7"/>
    <w:rsid w:val="00670447"/>
    <w:rsid w:val="006706B9"/>
    <w:rsid w:val="00671790"/>
    <w:rsid w:val="00671830"/>
    <w:rsid w:val="00672287"/>
    <w:rsid w:val="006723A7"/>
    <w:rsid w:val="00672DA7"/>
    <w:rsid w:val="00672F20"/>
    <w:rsid w:val="006735FE"/>
    <w:rsid w:val="006737BD"/>
    <w:rsid w:val="00673F5C"/>
    <w:rsid w:val="00674576"/>
    <w:rsid w:val="006745C5"/>
    <w:rsid w:val="0067474F"/>
    <w:rsid w:val="0067479D"/>
    <w:rsid w:val="00674F5B"/>
    <w:rsid w:val="00674FA9"/>
    <w:rsid w:val="006750AD"/>
    <w:rsid w:val="006751D4"/>
    <w:rsid w:val="00675B1B"/>
    <w:rsid w:val="00676404"/>
    <w:rsid w:val="00676628"/>
    <w:rsid w:val="00676840"/>
    <w:rsid w:val="00676B25"/>
    <w:rsid w:val="00677327"/>
    <w:rsid w:val="006777D2"/>
    <w:rsid w:val="00677D1D"/>
    <w:rsid w:val="00680252"/>
    <w:rsid w:val="006802CF"/>
    <w:rsid w:val="006803E7"/>
    <w:rsid w:val="006807B6"/>
    <w:rsid w:val="00680C6B"/>
    <w:rsid w:val="006816D8"/>
    <w:rsid w:val="0068179C"/>
    <w:rsid w:val="00682852"/>
    <w:rsid w:val="006828CA"/>
    <w:rsid w:val="00683290"/>
    <w:rsid w:val="00683B51"/>
    <w:rsid w:val="006843E4"/>
    <w:rsid w:val="00684920"/>
    <w:rsid w:val="00684A94"/>
    <w:rsid w:val="00684F46"/>
    <w:rsid w:val="00685364"/>
    <w:rsid w:val="006853F4"/>
    <w:rsid w:val="00685FEC"/>
    <w:rsid w:val="0068642A"/>
    <w:rsid w:val="00686484"/>
    <w:rsid w:val="006864A3"/>
    <w:rsid w:val="00686512"/>
    <w:rsid w:val="00686625"/>
    <w:rsid w:val="0068671A"/>
    <w:rsid w:val="006869BA"/>
    <w:rsid w:val="00686AAA"/>
    <w:rsid w:val="006873C2"/>
    <w:rsid w:val="00687649"/>
    <w:rsid w:val="006878AF"/>
    <w:rsid w:val="00690583"/>
    <w:rsid w:val="0069077A"/>
    <w:rsid w:val="00690A78"/>
    <w:rsid w:val="00690A95"/>
    <w:rsid w:val="00690C5E"/>
    <w:rsid w:val="00691449"/>
    <w:rsid w:val="006915AE"/>
    <w:rsid w:val="00691CFD"/>
    <w:rsid w:val="006925CB"/>
    <w:rsid w:val="00692912"/>
    <w:rsid w:val="00692A4C"/>
    <w:rsid w:val="00692D9D"/>
    <w:rsid w:val="00692DDD"/>
    <w:rsid w:val="0069312D"/>
    <w:rsid w:val="006935AE"/>
    <w:rsid w:val="00693BD0"/>
    <w:rsid w:val="00694228"/>
    <w:rsid w:val="00694495"/>
    <w:rsid w:val="0069477F"/>
    <w:rsid w:val="00694E67"/>
    <w:rsid w:val="00695489"/>
    <w:rsid w:val="00695661"/>
    <w:rsid w:val="006957A3"/>
    <w:rsid w:val="006962D5"/>
    <w:rsid w:val="00696841"/>
    <w:rsid w:val="006968ED"/>
    <w:rsid w:val="0069691B"/>
    <w:rsid w:val="00696D3B"/>
    <w:rsid w:val="00696D59"/>
    <w:rsid w:val="0069713B"/>
    <w:rsid w:val="006972AE"/>
    <w:rsid w:val="006973D7"/>
    <w:rsid w:val="00697640"/>
    <w:rsid w:val="0069770E"/>
    <w:rsid w:val="006979F6"/>
    <w:rsid w:val="00697A55"/>
    <w:rsid w:val="00697B81"/>
    <w:rsid w:val="006A00ED"/>
    <w:rsid w:val="006A0202"/>
    <w:rsid w:val="006A03EF"/>
    <w:rsid w:val="006A044F"/>
    <w:rsid w:val="006A0B3D"/>
    <w:rsid w:val="006A101E"/>
    <w:rsid w:val="006A10DE"/>
    <w:rsid w:val="006A1207"/>
    <w:rsid w:val="006A121B"/>
    <w:rsid w:val="006A1799"/>
    <w:rsid w:val="006A1924"/>
    <w:rsid w:val="006A25FB"/>
    <w:rsid w:val="006A2BE3"/>
    <w:rsid w:val="006A2EB4"/>
    <w:rsid w:val="006A3692"/>
    <w:rsid w:val="006A3826"/>
    <w:rsid w:val="006A3997"/>
    <w:rsid w:val="006A3CF4"/>
    <w:rsid w:val="006A3E33"/>
    <w:rsid w:val="006A453A"/>
    <w:rsid w:val="006A4CAC"/>
    <w:rsid w:val="006A54BA"/>
    <w:rsid w:val="006A5551"/>
    <w:rsid w:val="006A5FB1"/>
    <w:rsid w:val="006A6057"/>
    <w:rsid w:val="006A64E9"/>
    <w:rsid w:val="006A65D5"/>
    <w:rsid w:val="006A6757"/>
    <w:rsid w:val="006A69A3"/>
    <w:rsid w:val="006A6A83"/>
    <w:rsid w:val="006A7142"/>
    <w:rsid w:val="006A7257"/>
    <w:rsid w:val="006A793E"/>
    <w:rsid w:val="006A7DD6"/>
    <w:rsid w:val="006B0525"/>
    <w:rsid w:val="006B091C"/>
    <w:rsid w:val="006B0C72"/>
    <w:rsid w:val="006B187A"/>
    <w:rsid w:val="006B19DF"/>
    <w:rsid w:val="006B1A0B"/>
    <w:rsid w:val="006B2743"/>
    <w:rsid w:val="006B3138"/>
    <w:rsid w:val="006B3272"/>
    <w:rsid w:val="006B34A6"/>
    <w:rsid w:val="006B369E"/>
    <w:rsid w:val="006B398C"/>
    <w:rsid w:val="006B39CF"/>
    <w:rsid w:val="006B3AAF"/>
    <w:rsid w:val="006B3D08"/>
    <w:rsid w:val="006B3F35"/>
    <w:rsid w:val="006B4003"/>
    <w:rsid w:val="006B45F2"/>
    <w:rsid w:val="006B4CAE"/>
    <w:rsid w:val="006B4F11"/>
    <w:rsid w:val="006B50F0"/>
    <w:rsid w:val="006B5532"/>
    <w:rsid w:val="006B56F1"/>
    <w:rsid w:val="006B61D2"/>
    <w:rsid w:val="006B635C"/>
    <w:rsid w:val="006B637B"/>
    <w:rsid w:val="006B6685"/>
    <w:rsid w:val="006B68F4"/>
    <w:rsid w:val="006B6DA8"/>
    <w:rsid w:val="006B6E20"/>
    <w:rsid w:val="006B7259"/>
    <w:rsid w:val="006B7645"/>
    <w:rsid w:val="006B7F9F"/>
    <w:rsid w:val="006C02DD"/>
    <w:rsid w:val="006C09CF"/>
    <w:rsid w:val="006C0A77"/>
    <w:rsid w:val="006C0FCD"/>
    <w:rsid w:val="006C1066"/>
    <w:rsid w:val="006C1414"/>
    <w:rsid w:val="006C1643"/>
    <w:rsid w:val="006C1AB4"/>
    <w:rsid w:val="006C2231"/>
    <w:rsid w:val="006C2821"/>
    <w:rsid w:val="006C3174"/>
    <w:rsid w:val="006C3311"/>
    <w:rsid w:val="006C33DD"/>
    <w:rsid w:val="006C38D1"/>
    <w:rsid w:val="006C3DA0"/>
    <w:rsid w:val="006C3E55"/>
    <w:rsid w:val="006C3F05"/>
    <w:rsid w:val="006C4031"/>
    <w:rsid w:val="006C46FB"/>
    <w:rsid w:val="006C481A"/>
    <w:rsid w:val="006C49B7"/>
    <w:rsid w:val="006C5689"/>
    <w:rsid w:val="006C5718"/>
    <w:rsid w:val="006C65D7"/>
    <w:rsid w:val="006C6ABA"/>
    <w:rsid w:val="006C6D4A"/>
    <w:rsid w:val="006C6D64"/>
    <w:rsid w:val="006C6E40"/>
    <w:rsid w:val="006C6F64"/>
    <w:rsid w:val="006C70A1"/>
    <w:rsid w:val="006C7235"/>
    <w:rsid w:val="006C7384"/>
    <w:rsid w:val="006C7588"/>
    <w:rsid w:val="006C77E5"/>
    <w:rsid w:val="006C7947"/>
    <w:rsid w:val="006C795E"/>
    <w:rsid w:val="006D001B"/>
    <w:rsid w:val="006D0748"/>
    <w:rsid w:val="006D0936"/>
    <w:rsid w:val="006D0E40"/>
    <w:rsid w:val="006D1129"/>
    <w:rsid w:val="006D12AA"/>
    <w:rsid w:val="006D1578"/>
    <w:rsid w:val="006D1ACE"/>
    <w:rsid w:val="006D1B69"/>
    <w:rsid w:val="006D2218"/>
    <w:rsid w:val="006D263A"/>
    <w:rsid w:val="006D2A28"/>
    <w:rsid w:val="006D2B2E"/>
    <w:rsid w:val="006D2B7B"/>
    <w:rsid w:val="006D313E"/>
    <w:rsid w:val="006D3188"/>
    <w:rsid w:val="006D31BC"/>
    <w:rsid w:val="006D3360"/>
    <w:rsid w:val="006D369D"/>
    <w:rsid w:val="006D38BC"/>
    <w:rsid w:val="006D38EC"/>
    <w:rsid w:val="006D3A3B"/>
    <w:rsid w:val="006D3EE7"/>
    <w:rsid w:val="006D4052"/>
    <w:rsid w:val="006D4209"/>
    <w:rsid w:val="006D4C0D"/>
    <w:rsid w:val="006D4CD7"/>
    <w:rsid w:val="006D5804"/>
    <w:rsid w:val="006D5C19"/>
    <w:rsid w:val="006D5FB7"/>
    <w:rsid w:val="006D650C"/>
    <w:rsid w:val="006D66A1"/>
    <w:rsid w:val="006D7128"/>
    <w:rsid w:val="006D715A"/>
    <w:rsid w:val="006D7370"/>
    <w:rsid w:val="006D74FD"/>
    <w:rsid w:val="006D7884"/>
    <w:rsid w:val="006E010D"/>
    <w:rsid w:val="006E037A"/>
    <w:rsid w:val="006E0454"/>
    <w:rsid w:val="006E04ED"/>
    <w:rsid w:val="006E08C6"/>
    <w:rsid w:val="006E08F6"/>
    <w:rsid w:val="006E0BB2"/>
    <w:rsid w:val="006E0C1B"/>
    <w:rsid w:val="006E0C27"/>
    <w:rsid w:val="006E0D4D"/>
    <w:rsid w:val="006E0D70"/>
    <w:rsid w:val="006E24DC"/>
    <w:rsid w:val="006E28B3"/>
    <w:rsid w:val="006E28ED"/>
    <w:rsid w:val="006E2C79"/>
    <w:rsid w:val="006E2DCA"/>
    <w:rsid w:val="006E323D"/>
    <w:rsid w:val="006E3795"/>
    <w:rsid w:val="006E3860"/>
    <w:rsid w:val="006E3D2F"/>
    <w:rsid w:val="006E3E0B"/>
    <w:rsid w:val="006E3F36"/>
    <w:rsid w:val="006E42B3"/>
    <w:rsid w:val="006E4527"/>
    <w:rsid w:val="006E47E6"/>
    <w:rsid w:val="006E4953"/>
    <w:rsid w:val="006E4B1C"/>
    <w:rsid w:val="006E569A"/>
    <w:rsid w:val="006E56C3"/>
    <w:rsid w:val="006E57F8"/>
    <w:rsid w:val="006E5A53"/>
    <w:rsid w:val="006E5F55"/>
    <w:rsid w:val="006E620D"/>
    <w:rsid w:val="006E6338"/>
    <w:rsid w:val="006E6620"/>
    <w:rsid w:val="006E6F59"/>
    <w:rsid w:val="006E702F"/>
    <w:rsid w:val="006E72E9"/>
    <w:rsid w:val="006E75AD"/>
    <w:rsid w:val="006E766E"/>
    <w:rsid w:val="006E7806"/>
    <w:rsid w:val="006E7A78"/>
    <w:rsid w:val="006E7CAC"/>
    <w:rsid w:val="006E7D45"/>
    <w:rsid w:val="006F01D5"/>
    <w:rsid w:val="006F06E6"/>
    <w:rsid w:val="006F0711"/>
    <w:rsid w:val="006F0749"/>
    <w:rsid w:val="006F0EFF"/>
    <w:rsid w:val="006F12C3"/>
    <w:rsid w:val="006F131D"/>
    <w:rsid w:val="006F143F"/>
    <w:rsid w:val="006F177D"/>
    <w:rsid w:val="006F184B"/>
    <w:rsid w:val="006F1E71"/>
    <w:rsid w:val="006F1EF0"/>
    <w:rsid w:val="006F21CF"/>
    <w:rsid w:val="006F259D"/>
    <w:rsid w:val="006F2700"/>
    <w:rsid w:val="006F2FC1"/>
    <w:rsid w:val="006F39AA"/>
    <w:rsid w:val="006F3C9A"/>
    <w:rsid w:val="006F4019"/>
    <w:rsid w:val="006F4957"/>
    <w:rsid w:val="006F4B8D"/>
    <w:rsid w:val="006F50D9"/>
    <w:rsid w:val="006F5286"/>
    <w:rsid w:val="006F532D"/>
    <w:rsid w:val="006F53EE"/>
    <w:rsid w:val="006F5687"/>
    <w:rsid w:val="006F5822"/>
    <w:rsid w:val="006F58D4"/>
    <w:rsid w:val="006F5A51"/>
    <w:rsid w:val="006F5B3B"/>
    <w:rsid w:val="006F5EA4"/>
    <w:rsid w:val="006F5FC3"/>
    <w:rsid w:val="006F6147"/>
    <w:rsid w:val="006F6627"/>
    <w:rsid w:val="006F6D31"/>
    <w:rsid w:val="006F72D4"/>
    <w:rsid w:val="006F7555"/>
    <w:rsid w:val="006F7562"/>
    <w:rsid w:val="006F771D"/>
    <w:rsid w:val="006F7A09"/>
    <w:rsid w:val="006F7B4E"/>
    <w:rsid w:val="0070012C"/>
    <w:rsid w:val="00700236"/>
    <w:rsid w:val="00700437"/>
    <w:rsid w:val="007005C6"/>
    <w:rsid w:val="00700A31"/>
    <w:rsid w:val="00700C9E"/>
    <w:rsid w:val="00701C1A"/>
    <w:rsid w:val="00702492"/>
    <w:rsid w:val="007027C5"/>
    <w:rsid w:val="00702C40"/>
    <w:rsid w:val="00702D64"/>
    <w:rsid w:val="00703613"/>
    <w:rsid w:val="00703721"/>
    <w:rsid w:val="0070439F"/>
    <w:rsid w:val="007048FF"/>
    <w:rsid w:val="00705240"/>
    <w:rsid w:val="00705467"/>
    <w:rsid w:val="007057BB"/>
    <w:rsid w:val="0070589F"/>
    <w:rsid w:val="007059A0"/>
    <w:rsid w:val="00705A0C"/>
    <w:rsid w:val="00705A7C"/>
    <w:rsid w:val="00705DC5"/>
    <w:rsid w:val="00705F95"/>
    <w:rsid w:val="00706229"/>
    <w:rsid w:val="00706319"/>
    <w:rsid w:val="007063E2"/>
    <w:rsid w:val="00706689"/>
    <w:rsid w:val="00706940"/>
    <w:rsid w:val="00706E44"/>
    <w:rsid w:val="007071F2"/>
    <w:rsid w:val="0070725C"/>
    <w:rsid w:val="00707555"/>
    <w:rsid w:val="00707755"/>
    <w:rsid w:val="007079D7"/>
    <w:rsid w:val="00707DD2"/>
    <w:rsid w:val="00707E06"/>
    <w:rsid w:val="00707EBB"/>
    <w:rsid w:val="0071003B"/>
    <w:rsid w:val="0071025B"/>
    <w:rsid w:val="0071032B"/>
    <w:rsid w:val="007103AE"/>
    <w:rsid w:val="007105B0"/>
    <w:rsid w:val="007112AE"/>
    <w:rsid w:val="007114AB"/>
    <w:rsid w:val="00711806"/>
    <w:rsid w:val="007118BD"/>
    <w:rsid w:val="00711C65"/>
    <w:rsid w:val="00711C70"/>
    <w:rsid w:val="00711F8E"/>
    <w:rsid w:val="00712064"/>
    <w:rsid w:val="007121DA"/>
    <w:rsid w:val="007121FB"/>
    <w:rsid w:val="00712408"/>
    <w:rsid w:val="00712B8B"/>
    <w:rsid w:val="00712FFD"/>
    <w:rsid w:val="00713595"/>
    <w:rsid w:val="0071368A"/>
    <w:rsid w:val="00713940"/>
    <w:rsid w:val="00713B37"/>
    <w:rsid w:val="00713C23"/>
    <w:rsid w:val="00713C5C"/>
    <w:rsid w:val="00713F66"/>
    <w:rsid w:val="007142F2"/>
    <w:rsid w:val="0071482A"/>
    <w:rsid w:val="0071494C"/>
    <w:rsid w:val="00714C4C"/>
    <w:rsid w:val="00714E41"/>
    <w:rsid w:val="0071512E"/>
    <w:rsid w:val="007155AE"/>
    <w:rsid w:val="0071562A"/>
    <w:rsid w:val="00715C82"/>
    <w:rsid w:val="00715E7C"/>
    <w:rsid w:val="007163E9"/>
    <w:rsid w:val="007166F5"/>
    <w:rsid w:val="00716BD9"/>
    <w:rsid w:val="00717004"/>
    <w:rsid w:val="007171BF"/>
    <w:rsid w:val="007171F0"/>
    <w:rsid w:val="00717236"/>
    <w:rsid w:val="007173D8"/>
    <w:rsid w:val="00717AA1"/>
    <w:rsid w:val="00717AAE"/>
    <w:rsid w:val="00717EB4"/>
    <w:rsid w:val="00720AF9"/>
    <w:rsid w:val="00720EA7"/>
    <w:rsid w:val="007210A6"/>
    <w:rsid w:val="00721148"/>
    <w:rsid w:val="007211B6"/>
    <w:rsid w:val="00721229"/>
    <w:rsid w:val="0072165A"/>
    <w:rsid w:val="0072173E"/>
    <w:rsid w:val="007217D3"/>
    <w:rsid w:val="00721AD3"/>
    <w:rsid w:val="00722171"/>
    <w:rsid w:val="00722EB3"/>
    <w:rsid w:val="0072313C"/>
    <w:rsid w:val="00723209"/>
    <w:rsid w:val="007232A8"/>
    <w:rsid w:val="00723317"/>
    <w:rsid w:val="00723CF7"/>
    <w:rsid w:val="00723F64"/>
    <w:rsid w:val="007240E2"/>
    <w:rsid w:val="007241E2"/>
    <w:rsid w:val="00724643"/>
    <w:rsid w:val="00724B24"/>
    <w:rsid w:val="00724CA3"/>
    <w:rsid w:val="00724D6E"/>
    <w:rsid w:val="00724FF0"/>
    <w:rsid w:val="007262DA"/>
    <w:rsid w:val="00726306"/>
    <w:rsid w:val="007263CE"/>
    <w:rsid w:val="007264EF"/>
    <w:rsid w:val="007267B6"/>
    <w:rsid w:val="00726CC1"/>
    <w:rsid w:val="00726D38"/>
    <w:rsid w:val="00726E08"/>
    <w:rsid w:val="007271F4"/>
    <w:rsid w:val="007279F2"/>
    <w:rsid w:val="00727F68"/>
    <w:rsid w:val="00730579"/>
    <w:rsid w:val="00730581"/>
    <w:rsid w:val="007306B9"/>
    <w:rsid w:val="00730A0B"/>
    <w:rsid w:val="00730DFB"/>
    <w:rsid w:val="00730E02"/>
    <w:rsid w:val="00730E9C"/>
    <w:rsid w:val="00730FD1"/>
    <w:rsid w:val="0073150D"/>
    <w:rsid w:val="00731851"/>
    <w:rsid w:val="00731A08"/>
    <w:rsid w:val="00731C8C"/>
    <w:rsid w:val="00731F9F"/>
    <w:rsid w:val="007320AC"/>
    <w:rsid w:val="00732647"/>
    <w:rsid w:val="00732661"/>
    <w:rsid w:val="007326F2"/>
    <w:rsid w:val="00732D50"/>
    <w:rsid w:val="0073349A"/>
    <w:rsid w:val="007338C6"/>
    <w:rsid w:val="00733C9C"/>
    <w:rsid w:val="00733F57"/>
    <w:rsid w:val="007344DA"/>
    <w:rsid w:val="00734A76"/>
    <w:rsid w:val="00734C32"/>
    <w:rsid w:val="00734CBF"/>
    <w:rsid w:val="0073567F"/>
    <w:rsid w:val="00735C38"/>
    <w:rsid w:val="00735CB4"/>
    <w:rsid w:val="00735D66"/>
    <w:rsid w:val="00735E9C"/>
    <w:rsid w:val="0073668A"/>
    <w:rsid w:val="00736AD5"/>
    <w:rsid w:val="00737051"/>
    <w:rsid w:val="00737891"/>
    <w:rsid w:val="00737A2A"/>
    <w:rsid w:val="00737B12"/>
    <w:rsid w:val="007400BE"/>
    <w:rsid w:val="00740236"/>
    <w:rsid w:val="0074044E"/>
    <w:rsid w:val="007406D9"/>
    <w:rsid w:val="00740948"/>
    <w:rsid w:val="00740CA9"/>
    <w:rsid w:val="007413CF"/>
    <w:rsid w:val="00741943"/>
    <w:rsid w:val="00741A2C"/>
    <w:rsid w:val="00742143"/>
    <w:rsid w:val="00742204"/>
    <w:rsid w:val="00742305"/>
    <w:rsid w:val="00742ADA"/>
    <w:rsid w:val="00742FB3"/>
    <w:rsid w:val="007436DC"/>
    <w:rsid w:val="007439DE"/>
    <w:rsid w:val="00743C8C"/>
    <w:rsid w:val="00744074"/>
    <w:rsid w:val="0074430C"/>
    <w:rsid w:val="00744462"/>
    <w:rsid w:val="007445DE"/>
    <w:rsid w:val="00744A05"/>
    <w:rsid w:val="00744DC0"/>
    <w:rsid w:val="00745186"/>
    <w:rsid w:val="007451CC"/>
    <w:rsid w:val="007453A7"/>
    <w:rsid w:val="00745518"/>
    <w:rsid w:val="00745628"/>
    <w:rsid w:val="007458EC"/>
    <w:rsid w:val="00745BFB"/>
    <w:rsid w:val="00746742"/>
    <w:rsid w:val="00746CEC"/>
    <w:rsid w:val="00746FAB"/>
    <w:rsid w:val="007470B7"/>
    <w:rsid w:val="0074728B"/>
    <w:rsid w:val="0074757E"/>
    <w:rsid w:val="00747B72"/>
    <w:rsid w:val="0075085E"/>
    <w:rsid w:val="00750C25"/>
    <w:rsid w:val="00750F40"/>
    <w:rsid w:val="00751575"/>
    <w:rsid w:val="007518DA"/>
    <w:rsid w:val="00751AFA"/>
    <w:rsid w:val="00751B40"/>
    <w:rsid w:val="00751E5A"/>
    <w:rsid w:val="00751FA1"/>
    <w:rsid w:val="00752045"/>
    <w:rsid w:val="007520CD"/>
    <w:rsid w:val="00752833"/>
    <w:rsid w:val="00752977"/>
    <w:rsid w:val="00752C49"/>
    <w:rsid w:val="00752EA2"/>
    <w:rsid w:val="00752F24"/>
    <w:rsid w:val="00753082"/>
    <w:rsid w:val="00753BBC"/>
    <w:rsid w:val="00753BD4"/>
    <w:rsid w:val="00754262"/>
    <w:rsid w:val="0075473A"/>
    <w:rsid w:val="00754ABE"/>
    <w:rsid w:val="00754D9A"/>
    <w:rsid w:val="00754DBE"/>
    <w:rsid w:val="007552ED"/>
    <w:rsid w:val="007554FE"/>
    <w:rsid w:val="00755765"/>
    <w:rsid w:val="00755DC6"/>
    <w:rsid w:val="00755F5F"/>
    <w:rsid w:val="00756047"/>
    <w:rsid w:val="0075606F"/>
    <w:rsid w:val="007560DB"/>
    <w:rsid w:val="007562C3"/>
    <w:rsid w:val="00756567"/>
    <w:rsid w:val="007565D4"/>
    <w:rsid w:val="00756E37"/>
    <w:rsid w:val="0075744A"/>
    <w:rsid w:val="007578FA"/>
    <w:rsid w:val="00757A5D"/>
    <w:rsid w:val="00757A5F"/>
    <w:rsid w:val="00757BB4"/>
    <w:rsid w:val="007600BB"/>
    <w:rsid w:val="007601D3"/>
    <w:rsid w:val="00760A52"/>
    <w:rsid w:val="00760AC7"/>
    <w:rsid w:val="00761064"/>
    <w:rsid w:val="0076109C"/>
    <w:rsid w:val="0076115F"/>
    <w:rsid w:val="0076159F"/>
    <w:rsid w:val="007619E5"/>
    <w:rsid w:val="00761B7B"/>
    <w:rsid w:val="00761C07"/>
    <w:rsid w:val="00762075"/>
    <w:rsid w:val="007627E1"/>
    <w:rsid w:val="00762961"/>
    <w:rsid w:val="00763374"/>
    <w:rsid w:val="0076362E"/>
    <w:rsid w:val="0076373F"/>
    <w:rsid w:val="00763853"/>
    <w:rsid w:val="00763A4F"/>
    <w:rsid w:val="00764099"/>
    <w:rsid w:val="00764CA1"/>
    <w:rsid w:val="00764DA0"/>
    <w:rsid w:val="00765001"/>
    <w:rsid w:val="007650CF"/>
    <w:rsid w:val="007650FD"/>
    <w:rsid w:val="00765272"/>
    <w:rsid w:val="007654FE"/>
    <w:rsid w:val="00765708"/>
    <w:rsid w:val="0076586D"/>
    <w:rsid w:val="007658AC"/>
    <w:rsid w:val="00765C25"/>
    <w:rsid w:val="00765E14"/>
    <w:rsid w:val="00765F95"/>
    <w:rsid w:val="00766330"/>
    <w:rsid w:val="0076654D"/>
    <w:rsid w:val="00766700"/>
    <w:rsid w:val="007667F2"/>
    <w:rsid w:val="00766C97"/>
    <w:rsid w:val="00766D8E"/>
    <w:rsid w:val="0076783A"/>
    <w:rsid w:val="00767939"/>
    <w:rsid w:val="007679D6"/>
    <w:rsid w:val="00770456"/>
    <w:rsid w:val="0077047E"/>
    <w:rsid w:val="0077089C"/>
    <w:rsid w:val="00770A3B"/>
    <w:rsid w:val="00770B92"/>
    <w:rsid w:val="00770DA9"/>
    <w:rsid w:val="00770DC9"/>
    <w:rsid w:val="00770E03"/>
    <w:rsid w:val="0077228C"/>
    <w:rsid w:val="0077243E"/>
    <w:rsid w:val="00772C11"/>
    <w:rsid w:val="007734EE"/>
    <w:rsid w:val="007735E7"/>
    <w:rsid w:val="00773874"/>
    <w:rsid w:val="00773970"/>
    <w:rsid w:val="00773DD6"/>
    <w:rsid w:val="0077407A"/>
    <w:rsid w:val="0077452D"/>
    <w:rsid w:val="007746A9"/>
    <w:rsid w:val="007746BD"/>
    <w:rsid w:val="00774737"/>
    <w:rsid w:val="00774847"/>
    <w:rsid w:val="00774A1B"/>
    <w:rsid w:val="00774A31"/>
    <w:rsid w:val="00774CEA"/>
    <w:rsid w:val="00774E32"/>
    <w:rsid w:val="007751DB"/>
    <w:rsid w:val="007759A8"/>
    <w:rsid w:val="007759FE"/>
    <w:rsid w:val="00775C29"/>
    <w:rsid w:val="0077620E"/>
    <w:rsid w:val="0077631A"/>
    <w:rsid w:val="00776502"/>
    <w:rsid w:val="00776BAC"/>
    <w:rsid w:val="00776F71"/>
    <w:rsid w:val="00777506"/>
    <w:rsid w:val="00777771"/>
    <w:rsid w:val="007779C2"/>
    <w:rsid w:val="00777D44"/>
    <w:rsid w:val="00777E89"/>
    <w:rsid w:val="007803E4"/>
    <w:rsid w:val="0078106E"/>
    <w:rsid w:val="00781290"/>
    <w:rsid w:val="0078185B"/>
    <w:rsid w:val="00782706"/>
    <w:rsid w:val="00782E6D"/>
    <w:rsid w:val="00782F41"/>
    <w:rsid w:val="007830D4"/>
    <w:rsid w:val="007834F5"/>
    <w:rsid w:val="00783756"/>
    <w:rsid w:val="00783D59"/>
    <w:rsid w:val="007840D0"/>
    <w:rsid w:val="00784333"/>
    <w:rsid w:val="0078438D"/>
    <w:rsid w:val="007844EA"/>
    <w:rsid w:val="007846AE"/>
    <w:rsid w:val="007846EE"/>
    <w:rsid w:val="007847A2"/>
    <w:rsid w:val="00784B10"/>
    <w:rsid w:val="00784EA9"/>
    <w:rsid w:val="0078526F"/>
    <w:rsid w:val="00785318"/>
    <w:rsid w:val="00785BA8"/>
    <w:rsid w:val="00785C55"/>
    <w:rsid w:val="00786605"/>
    <w:rsid w:val="0078697F"/>
    <w:rsid w:val="00786F6E"/>
    <w:rsid w:val="0078718B"/>
    <w:rsid w:val="007871E7"/>
    <w:rsid w:val="00787260"/>
    <w:rsid w:val="00787888"/>
    <w:rsid w:val="00787BBF"/>
    <w:rsid w:val="00787F34"/>
    <w:rsid w:val="00787F61"/>
    <w:rsid w:val="00790137"/>
    <w:rsid w:val="007904AD"/>
    <w:rsid w:val="00790713"/>
    <w:rsid w:val="007908AF"/>
    <w:rsid w:val="0079116A"/>
    <w:rsid w:val="00791380"/>
    <w:rsid w:val="0079164E"/>
    <w:rsid w:val="007925AE"/>
    <w:rsid w:val="007931B4"/>
    <w:rsid w:val="007932DC"/>
    <w:rsid w:val="00793754"/>
    <w:rsid w:val="00793867"/>
    <w:rsid w:val="00793BCD"/>
    <w:rsid w:val="00793DB7"/>
    <w:rsid w:val="00793DBE"/>
    <w:rsid w:val="00794409"/>
    <w:rsid w:val="00794D99"/>
    <w:rsid w:val="00794FE8"/>
    <w:rsid w:val="00795650"/>
    <w:rsid w:val="007956C7"/>
    <w:rsid w:val="00795707"/>
    <w:rsid w:val="007959FA"/>
    <w:rsid w:val="00795EC8"/>
    <w:rsid w:val="00795EFE"/>
    <w:rsid w:val="007963B9"/>
    <w:rsid w:val="007968CC"/>
    <w:rsid w:val="00796E5B"/>
    <w:rsid w:val="00797021"/>
    <w:rsid w:val="00797593"/>
    <w:rsid w:val="00797B56"/>
    <w:rsid w:val="00797F05"/>
    <w:rsid w:val="007A01A5"/>
    <w:rsid w:val="007A0B24"/>
    <w:rsid w:val="007A110F"/>
    <w:rsid w:val="007A1670"/>
    <w:rsid w:val="007A16E4"/>
    <w:rsid w:val="007A1724"/>
    <w:rsid w:val="007A276E"/>
    <w:rsid w:val="007A2A15"/>
    <w:rsid w:val="007A2AC4"/>
    <w:rsid w:val="007A2F29"/>
    <w:rsid w:val="007A3065"/>
    <w:rsid w:val="007A31F5"/>
    <w:rsid w:val="007A36A9"/>
    <w:rsid w:val="007A38C1"/>
    <w:rsid w:val="007A411A"/>
    <w:rsid w:val="007A44AB"/>
    <w:rsid w:val="007A44B2"/>
    <w:rsid w:val="007A4C2E"/>
    <w:rsid w:val="007A4F55"/>
    <w:rsid w:val="007A539A"/>
    <w:rsid w:val="007A53D7"/>
    <w:rsid w:val="007A5457"/>
    <w:rsid w:val="007A63DD"/>
    <w:rsid w:val="007A683B"/>
    <w:rsid w:val="007A6B38"/>
    <w:rsid w:val="007A7EE1"/>
    <w:rsid w:val="007B0228"/>
    <w:rsid w:val="007B0C64"/>
    <w:rsid w:val="007B1417"/>
    <w:rsid w:val="007B157C"/>
    <w:rsid w:val="007B191C"/>
    <w:rsid w:val="007B1BC4"/>
    <w:rsid w:val="007B2086"/>
    <w:rsid w:val="007B20F1"/>
    <w:rsid w:val="007B2236"/>
    <w:rsid w:val="007B232B"/>
    <w:rsid w:val="007B27D2"/>
    <w:rsid w:val="007B2DAC"/>
    <w:rsid w:val="007B2F8D"/>
    <w:rsid w:val="007B30FF"/>
    <w:rsid w:val="007B35DB"/>
    <w:rsid w:val="007B3A79"/>
    <w:rsid w:val="007B417D"/>
    <w:rsid w:val="007B41A3"/>
    <w:rsid w:val="007B4AA9"/>
    <w:rsid w:val="007B4CF3"/>
    <w:rsid w:val="007B4E22"/>
    <w:rsid w:val="007B500D"/>
    <w:rsid w:val="007B5043"/>
    <w:rsid w:val="007B50A5"/>
    <w:rsid w:val="007B5419"/>
    <w:rsid w:val="007B56DF"/>
    <w:rsid w:val="007B59B7"/>
    <w:rsid w:val="007B5F4A"/>
    <w:rsid w:val="007B5F62"/>
    <w:rsid w:val="007B5F8D"/>
    <w:rsid w:val="007B61E7"/>
    <w:rsid w:val="007B6718"/>
    <w:rsid w:val="007B6C5C"/>
    <w:rsid w:val="007B6DF4"/>
    <w:rsid w:val="007B7819"/>
    <w:rsid w:val="007B789A"/>
    <w:rsid w:val="007B7BB0"/>
    <w:rsid w:val="007C00B4"/>
    <w:rsid w:val="007C08F4"/>
    <w:rsid w:val="007C0BF9"/>
    <w:rsid w:val="007C0E2B"/>
    <w:rsid w:val="007C127A"/>
    <w:rsid w:val="007C137C"/>
    <w:rsid w:val="007C1522"/>
    <w:rsid w:val="007C1531"/>
    <w:rsid w:val="007C16E5"/>
    <w:rsid w:val="007C1736"/>
    <w:rsid w:val="007C182D"/>
    <w:rsid w:val="007C1BC4"/>
    <w:rsid w:val="007C1CA8"/>
    <w:rsid w:val="007C1F36"/>
    <w:rsid w:val="007C303B"/>
    <w:rsid w:val="007C308B"/>
    <w:rsid w:val="007C3229"/>
    <w:rsid w:val="007C3433"/>
    <w:rsid w:val="007C38E2"/>
    <w:rsid w:val="007C3A03"/>
    <w:rsid w:val="007C3A40"/>
    <w:rsid w:val="007C4802"/>
    <w:rsid w:val="007C4880"/>
    <w:rsid w:val="007C49B2"/>
    <w:rsid w:val="007C4D09"/>
    <w:rsid w:val="007C4FF1"/>
    <w:rsid w:val="007C5045"/>
    <w:rsid w:val="007C514D"/>
    <w:rsid w:val="007C5473"/>
    <w:rsid w:val="007C5837"/>
    <w:rsid w:val="007C5A13"/>
    <w:rsid w:val="007C5B6F"/>
    <w:rsid w:val="007C5BE0"/>
    <w:rsid w:val="007C5E5C"/>
    <w:rsid w:val="007C6D6D"/>
    <w:rsid w:val="007C7507"/>
    <w:rsid w:val="007C7722"/>
    <w:rsid w:val="007C7B74"/>
    <w:rsid w:val="007D0070"/>
    <w:rsid w:val="007D04AC"/>
    <w:rsid w:val="007D07DB"/>
    <w:rsid w:val="007D0B05"/>
    <w:rsid w:val="007D0DE3"/>
    <w:rsid w:val="007D0E0E"/>
    <w:rsid w:val="007D1666"/>
    <w:rsid w:val="007D1832"/>
    <w:rsid w:val="007D1CBD"/>
    <w:rsid w:val="007D1DB9"/>
    <w:rsid w:val="007D23A4"/>
    <w:rsid w:val="007D2558"/>
    <w:rsid w:val="007D2C87"/>
    <w:rsid w:val="007D38F0"/>
    <w:rsid w:val="007D3C47"/>
    <w:rsid w:val="007D3F50"/>
    <w:rsid w:val="007D4CD6"/>
    <w:rsid w:val="007D4EB0"/>
    <w:rsid w:val="007D4FBA"/>
    <w:rsid w:val="007D5115"/>
    <w:rsid w:val="007D551D"/>
    <w:rsid w:val="007D552B"/>
    <w:rsid w:val="007D5CD4"/>
    <w:rsid w:val="007D5E72"/>
    <w:rsid w:val="007D5E7B"/>
    <w:rsid w:val="007D5ED4"/>
    <w:rsid w:val="007D5F50"/>
    <w:rsid w:val="007D610C"/>
    <w:rsid w:val="007D654C"/>
    <w:rsid w:val="007D667C"/>
    <w:rsid w:val="007D66E8"/>
    <w:rsid w:val="007D6837"/>
    <w:rsid w:val="007D6C32"/>
    <w:rsid w:val="007D7282"/>
    <w:rsid w:val="007D7C1E"/>
    <w:rsid w:val="007D7DFD"/>
    <w:rsid w:val="007D7F9E"/>
    <w:rsid w:val="007E07A1"/>
    <w:rsid w:val="007E0A0D"/>
    <w:rsid w:val="007E0B29"/>
    <w:rsid w:val="007E105B"/>
    <w:rsid w:val="007E13E1"/>
    <w:rsid w:val="007E1D39"/>
    <w:rsid w:val="007E1F77"/>
    <w:rsid w:val="007E21C0"/>
    <w:rsid w:val="007E2EB0"/>
    <w:rsid w:val="007E336F"/>
    <w:rsid w:val="007E3639"/>
    <w:rsid w:val="007E39E5"/>
    <w:rsid w:val="007E3A8B"/>
    <w:rsid w:val="007E3C8E"/>
    <w:rsid w:val="007E3DFC"/>
    <w:rsid w:val="007E3E47"/>
    <w:rsid w:val="007E3EBF"/>
    <w:rsid w:val="007E428A"/>
    <w:rsid w:val="007E492F"/>
    <w:rsid w:val="007E5926"/>
    <w:rsid w:val="007E5C13"/>
    <w:rsid w:val="007E5F45"/>
    <w:rsid w:val="007E6432"/>
    <w:rsid w:val="007E6C02"/>
    <w:rsid w:val="007E6C59"/>
    <w:rsid w:val="007E6F74"/>
    <w:rsid w:val="007E7A39"/>
    <w:rsid w:val="007E7D9F"/>
    <w:rsid w:val="007F016C"/>
    <w:rsid w:val="007F03E3"/>
    <w:rsid w:val="007F1125"/>
    <w:rsid w:val="007F1BED"/>
    <w:rsid w:val="007F226C"/>
    <w:rsid w:val="007F2535"/>
    <w:rsid w:val="007F2708"/>
    <w:rsid w:val="007F2DB4"/>
    <w:rsid w:val="007F369A"/>
    <w:rsid w:val="007F3D4F"/>
    <w:rsid w:val="007F420D"/>
    <w:rsid w:val="007F44E3"/>
    <w:rsid w:val="007F48DA"/>
    <w:rsid w:val="007F4AEB"/>
    <w:rsid w:val="007F5F13"/>
    <w:rsid w:val="007F6254"/>
    <w:rsid w:val="007F641B"/>
    <w:rsid w:val="007F6B2A"/>
    <w:rsid w:val="007F76D7"/>
    <w:rsid w:val="007F781F"/>
    <w:rsid w:val="008001AE"/>
    <w:rsid w:val="0080069F"/>
    <w:rsid w:val="00800ABA"/>
    <w:rsid w:val="00800C29"/>
    <w:rsid w:val="008015D9"/>
    <w:rsid w:val="00801863"/>
    <w:rsid w:val="008018C1"/>
    <w:rsid w:val="00801EC8"/>
    <w:rsid w:val="00802140"/>
    <w:rsid w:val="008025B9"/>
    <w:rsid w:val="00802684"/>
    <w:rsid w:val="0080382A"/>
    <w:rsid w:val="008039D0"/>
    <w:rsid w:val="00803F41"/>
    <w:rsid w:val="0080456D"/>
    <w:rsid w:val="00804617"/>
    <w:rsid w:val="008047C0"/>
    <w:rsid w:val="00804835"/>
    <w:rsid w:val="00804D03"/>
    <w:rsid w:val="00804D2E"/>
    <w:rsid w:val="00804E54"/>
    <w:rsid w:val="00804F26"/>
    <w:rsid w:val="00804FE4"/>
    <w:rsid w:val="0080563E"/>
    <w:rsid w:val="0080572E"/>
    <w:rsid w:val="00805BBE"/>
    <w:rsid w:val="00805E8D"/>
    <w:rsid w:val="0080649B"/>
    <w:rsid w:val="008067E6"/>
    <w:rsid w:val="00806A22"/>
    <w:rsid w:val="00806A43"/>
    <w:rsid w:val="00806B50"/>
    <w:rsid w:val="00806C94"/>
    <w:rsid w:val="00806F78"/>
    <w:rsid w:val="00807611"/>
    <w:rsid w:val="0080768C"/>
    <w:rsid w:val="00807BC6"/>
    <w:rsid w:val="00807E53"/>
    <w:rsid w:val="0081025A"/>
    <w:rsid w:val="00810457"/>
    <w:rsid w:val="008107BD"/>
    <w:rsid w:val="00810CB6"/>
    <w:rsid w:val="00811055"/>
    <w:rsid w:val="008110CA"/>
    <w:rsid w:val="0081115A"/>
    <w:rsid w:val="008111EF"/>
    <w:rsid w:val="00811278"/>
    <w:rsid w:val="0081173D"/>
    <w:rsid w:val="00811DE6"/>
    <w:rsid w:val="00811E85"/>
    <w:rsid w:val="00812292"/>
    <w:rsid w:val="008125EF"/>
    <w:rsid w:val="008127B3"/>
    <w:rsid w:val="008128BB"/>
    <w:rsid w:val="00812909"/>
    <w:rsid w:val="00812BA9"/>
    <w:rsid w:val="008131CE"/>
    <w:rsid w:val="00813362"/>
    <w:rsid w:val="0081377A"/>
    <w:rsid w:val="008137C5"/>
    <w:rsid w:val="00813B74"/>
    <w:rsid w:val="00813DBA"/>
    <w:rsid w:val="00813F9A"/>
    <w:rsid w:val="00814077"/>
    <w:rsid w:val="008143C2"/>
    <w:rsid w:val="0081467C"/>
    <w:rsid w:val="008147AA"/>
    <w:rsid w:val="008148A6"/>
    <w:rsid w:val="008149A1"/>
    <w:rsid w:val="00814AA5"/>
    <w:rsid w:val="00814CA1"/>
    <w:rsid w:val="00814DCD"/>
    <w:rsid w:val="008152D4"/>
    <w:rsid w:val="0081588B"/>
    <w:rsid w:val="008159B9"/>
    <w:rsid w:val="00815FF0"/>
    <w:rsid w:val="0081602E"/>
    <w:rsid w:val="0081609B"/>
    <w:rsid w:val="008160CB"/>
    <w:rsid w:val="00816208"/>
    <w:rsid w:val="00816745"/>
    <w:rsid w:val="00816B17"/>
    <w:rsid w:val="008175A5"/>
    <w:rsid w:val="00817D69"/>
    <w:rsid w:val="008201FD"/>
    <w:rsid w:val="00820223"/>
    <w:rsid w:val="00820457"/>
    <w:rsid w:val="00820902"/>
    <w:rsid w:val="00820A9D"/>
    <w:rsid w:val="0082146D"/>
    <w:rsid w:val="00821645"/>
    <w:rsid w:val="00821742"/>
    <w:rsid w:val="008217DE"/>
    <w:rsid w:val="00821C3C"/>
    <w:rsid w:val="00821E7E"/>
    <w:rsid w:val="0082207D"/>
    <w:rsid w:val="008222ED"/>
    <w:rsid w:val="0082247D"/>
    <w:rsid w:val="00822521"/>
    <w:rsid w:val="00822790"/>
    <w:rsid w:val="00822BB5"/>
    <w:rsid w:val="00823538"/>
    <w:rsid w:val="0082390D"/>
    <w:rsid w:val="00823A59"/>
    <w:rsid w:val="00823DF5"/>
    <w:rsid w:val="00823FCE"/>
    <w:rsid w:val="008246E6"/>
    <w:rsid w:val="00824952"/>
    <w:rsid w:val="00824DCB"/>
    <w:rsid w:val="008250D1"/>
    <w:rsid w:val="008253DD"/>
    <w:rsid w:val="0082567A"/>
    <w:rsid w:val="00825793"/>
    <w:rsid w:val="008258BB"/>
    <w:rsid w:val="00825A74"/>
    <w:rsid w:val="008265DA"/>
    <w:rsid w:val="00826AA2"/>
    <w:rsid w:val="00826BCC"/>
    <w:rsid w:val="008274D7"/>
    <w:rsid w:val="00827870"/>
    <w:rsid w:val="00827B56"/>
    <w:rsid w:val="00827B6C"/>
    <w:rsid w:val="00827B8C"/>
    <w:rsid w:val="00827DAD"/>
    <w:rsid w:val="00830085"/>
    <w:rsid w:val="0083027B"/>
    <w:rsid w:val="008302CD"/>
    <w:rsid w:val="0083059A"/>
    <w:rsid w:val="00831098"/>
    <w:rsid w:val="00831944"/>
    <w:rsid w:val="00831D22"/>
    <w:rsid w:val="0083299B"/>
    <w:rsid w:val="00832B75"/>
    <w:rsid w:val="00833037"/>
    <w:rsid w:val="008330FE"/>
    <w:rsid w:val="008333CA"/>
    <w:rsid w:val="00833456"/>
    <w:rsid w:val="00833467"/>
    <w:rsid w:val="0083349E"/>
    <w:rsid w:val="008335BA"/>
    <w:rsid w:val="008338D2"/>
    <w:rsid w:val="00833A2F"/>
    <w:rsid w:val="00833B3F"/>
    <w:rsid w:val="00833C7D"/>
    <w:rsid w:val="008341E4"/>
    <w:rsid w:val="00834735"/>
    <w:rsid w:val="00834868"/>
    <w:rsid w:val="00834D1A"/>
    <w:rsid w:val="00834EE1"/>
    <w:rsid w:val="0083508B"/>
    <w:rsid w:val="008352BB"/>
    <w:rsid w:val="008352DB"/>
    <w:rsid w:val="008357A0"/>
    <w:rsid w:val="00835D73"/>
    <w:rsid w:val="00835F28"/>
    <w:rsid w:val="00836131"/>
    <w:rsid w:val="008361A5"/>
    <w:rsid w:val="0083625D"/>
    <w:rsid w:val="008364A5"/>
    <w:rsid w:val="00836558"/>
    <w:rsid w:val="00836C1B"/>
    <w:rsid w:val="00836D26"/>
    <w:rsid w:val="00836E97"/>
    <w:rsid w:val="00836F48"/>
    <w:rsid w:val="008402B0"/>
    <w:rsid w:val="008407CF"/>
    <w:rsid w:val="00840AC9"/>
    <w:rsid w:val="00840C4F"/>
    <w:rsid w:val="008412F7"/>
    <w:rsid w:val="0084141A"/>
    <w:rsid w:val="008415A9"/>
    <w:rsid w:val="008420BA"/>
    <w:rsid w:val="008427DF"/>
    <w:rsid w:val="0084281D"/>
    <w:rsid w:val="008429AA"/>
    <w:rsid w:val="008429FD"/>
    <w:rsid w:val="00842D3A"/>
    <w:rsid w:val="00842E45"/>
    <w:rsid w:val="00842EAC"/>
    <w:rsid w:val="00843084"/>
    <w:rsid w:val="0084322C"/>
    <w:rsid w:val="008437EF"/>
    <w:rsid w:val="00843ADA"/>
    <w:rsid w:val="00844AAA"/>
    <w:rsid w:val="00844BA0"/>
    <w:rsid w:val="00844BE2"/>
    <w:rsid w:val="0084563D"/>
    <w:rsid w:val="00845E9B"/>
    <w:rsid w:val="00845F29"/>
    <w:rsid w:val="0084647B"/>
    <w:rsid w:val="00847750"/>
    <w:rsid w:val="00847C72"/>
    <w:rsid w:val="00847C9C"/>
    <w:rsid w:val="00847E4D"/>
    <w:rsid w:val="0085003C"/>
    <w:rsid w:val="008500A7"/>
    <w:rsid w:val="00850304"/>
    <w:rsid w:val="00850321"/>
    <w:rsid w:val="008505D4"/>
    <w:rsid w:val="00850DFE"/>
    <w:rsid w:val="00850E38"/>
    <w:rsid w:val="00850F14"/>
    <w:rsid w:val="008510AA"/>
    <w:rsid w:val="0085140C"/>
    <w:rsid w:val="00851D16"/>
    <w:rsid w:val="00852037"/>
    <w:rsid w:val="00852147"/>
    <w:rsid w:val="00852232"/>
    <w:rsid w:val="00852584"/>
    <w:rsid w:val="00852889"/>
    <w:rsid w:val="00852E8B"/>
    <w:rsid w:val="00852F29"/>
    <w:rsid w:val="0085377A"/>
    <w:rsid w:val="0085409F"/>
    <w:rsid w:val="0085414D"/>
    <w:rsid w:val="0085441A"/>
    <w:rsid w:val="00854576"/>
    <w:rsid w:val="00854A57"/>
    <w:rsid w:val="00854B5D"/>
    <w:rsid w:val="00854C18"/>
    <w:rsid w:val="00854C95"/>
    <w:rsid w:val="00854FB1"/>
    <w:rsid w:val="0085502F"/>
    <w:rsid w:val="008553E4"/>
    <w:rsid w:val="00855467"/>
    <w:rsid w:val="008559CB"/>
    <w:rsid w:val="00855A26"/>
    <w:rsid w:val="008561C4"/>
    <w:rsid w:val="008562E4"/>
    <w:rsid w:val="00856825"/>
    <w:rsid w:val="00856ADD"/>
    <w:rsid w:val="00856ECF"/>
    <w:rsid w:val="00857016"/>
    <w:rsid w:val="0085738A"/>
    <w:rsid w:val="0085755E"/>
    <w:rsid w:val="008577CA"/>
    <w:rsid w:val="00857BCE"/>
    <w:rsid w:val="00860836"/>
    <w:rsid w:val="00860A31"/>
    <w:rsid w:val="0086145D"/>
    <w:rsid w:val="008615B5"/>
    <w:rsid w:val="00861600"/>
    <w:rsid w:val="00861606"/>
    <w:rsid w:val="0086202C"/>
    <w:rsid w:val="008621FE"/>
    <w:rsid w:val="00862437"/>
    <w:rsid w:val="00862624"/>
    <w:rsid w:val="0086298C"/>
    <w:rsid w:val="00862C52"/>
    <w:rsid w:val="008630CD"/>
    <w:rsid w:val="00863860"/>
    <w:rsid w:val="00863907"/>
    <w:rsid w:val="008640C1"/>
    <w:rsid w:val="00864410"/>
    <w:rsid w:val="008644A9"/>
    <w:rsid w:val="00864728"/>
    <w:rsid w:val="0086487C"/>
    <w:rsid w:val="00864987"/>
    <w:rsid w:val="00864DD3"/>
    <w:rsid w:val="008656BF"/>
    <w:rsid w:val="00865898"/>
    <w:rsid w:val="008658C9"/>
    <w:rsid w:val="008659DA"/>
    <w:rsid w:val="00865A82"/>
    <w:rsid w:val="008661B9"/>
    <w:rsid w:val="008669F6"/>
    <w:rsid w:val="008674B7"/>
    <w:rsid w:val="008675B1"/>
    <w:rsid w:val="00867ACB"/>
    <w:rsid w:val="0087076E"/>
    <w:rsid w:val="00870974"/>
    <w:rsid w:val="00870ECD"/>
    <w:rsid w:val="0087134F"/>
    <w:rsid w:val="008716E7"/>
    <w:rsid w:val="008718A6"/>
    <w:rsid w:val="00872247"/>
    <w:rsid w:val="00872435"/>
    <w:rsid w:val="00872751"/>
    <w:rsid w:val="00872827"/>
    <w:rsid w:val="00872E82"/>
    <w:rsid w:val="00873081"/>
    <w:rsid w:val="0087396A"/>
    <w:rsid w:val="00873B4E"/>
    <w:rsid w:val="00873CC9"/>
    <w:rsid w:val="00873CE5"/>
    <w:rsid w:val="008745BD"/>
    <w:rsid w:val="00874A11"/>
    <w:rsid w:val="008750CF"/>
    <w:rsid w:val="008752A6"/>
    <w:rsid w:val="00875653"/>
    <w:rsid w:val="00876157"/>
    <w:rsid w:val="00876190"/>
    <w:rsid w:val="008768D6"/>
    <w:rsid w:val="008769D3"/>
    <w:rsid w:val="00876AF8"/>
    <w:rsid w:val="00876F3A"/>
    <w:rsid w:val="008770EC"/>
    <w:rsid w:val="00877118"/>
    <w:rsid w:val="00877C6F"/>
    <w:rsid w:val="00880F68"/>
    <w:rsid w:val="008817F3"/>
    <w:rsid w:val="00881CEC"/>
    <w:rsid w:val="00881D33"/>
    <w:rsid w:val="00882614"/>
    <w:rsid w:val="00882918"/>
    <w:rsid w:val="00882A1A"/>
    <w:rsid w:val="00882A2C"/>
    <w:rsid w:val="00882CB6"/>
    <w:rsid w:val="00882E70"/>
    <w:rsid w:val="00883016"/>
    <w:rsid w:val="008833F2"/>
    <w:rsid w:val="008837EE"/>
    <w:rsid w:val="008839C1"/>
    <w:rsid w:val="00883B49"/>
    <w:rsid w:val="00883CBC"/>
    <w:rsid w:val="00883D6C"/>
    <w:rsid w:val="00883E96"/>
    <w:rsid w:val="008840B0"/>
    <w:rsid w:val="0088434B"/>
    <w:rsid w:val="0088442A"/>
    <w:rsid w:val="008844B9"/>
    <w:rsid w:val="0088488C"/>
    <w:rsid w:val="00884D66"/>
    <w:rsid w:val="00884FC8"/>
    <w:rsid w:val="00885833"/>
    <w:rsid w:val="00885BA7"/>
    <w:rsid w:val="00885C26"/>
    <w:rsid w:val="00886174"/>
    <w:rsid w:val="00886461"/>
    <w:rsid w:val="008865B3"/>
    <w:rsid w:val="00886798"/>
    <w:rsid w:val="00886D78"/>
    <w:rsid w:val="00886E9C"/>
    <w:rsid w:val="00887C4E"/>
    <w:rsid w:val="00890335"/>
    <w:rsid w:val="00890719"/>
    <w:rsid w:val="00890C69"/>
    <w:rsid w:val="00890DFB"/>
    <w:rsid w:val="008910FA"/>
    <w:rsid w:val="0089120D"/>
    <w:rsid w:val="0089182A"/>
    <w:rsid w:val="00891A1D"/>
    <w:rsid w:val="00891D60"/>
    <w:rsid w:val="008921F4"/>
    <w:rsid w:val="00892558"/>
    <w:rsid w:val="00892B61"/>
    <w:rsid w:val="00893308"/>
    <w:rsid w:val="008934BC"/>
    <w:rsid w:val="00893A81"/>
    <w:rsid w:val="00893F1E"/>
    <w:rsid w:val="00893F55"/>
    <w:rsid w:val="00893F66"/>
    <w:rsid w:val="00894478"/>
    <w:rsid w:val="008946FB"/>
    <w:rsid w:val="00894D8E"/>
    <w:rsid w:val="00894FB0"/>
    <w:rsid w:val="00895105"/>
    <w:rsid w:val="00895263"/>
    <w:rsid w:val="00895E54"/>
    <w:rsid w:val="00895EC0"/>
    <w:rsid w:val="00895FB7"/>
    <w:rsid w:val="0089653F"/>
    <w:rsid w:val="00896C7D"/>
    <w:rsid w:val="0089701E"/>
    <w:rsid w:val="008975AC"/>
    <w:rsid w:val="00897833"/>
    <w:rsid w:val="00897B50"/>
    <w:rsid w:val="008A0609"/>
    <w:rsid w:val="008A0A06"/>
    <w:rsid w:val="008A0A45"/>
    <w:rsid w:val="008A0DA3"/>
    <w:rsid w:val="008A0E8B"/>
    <w:rsid w:val="008A10A7"/>
    <w:rsid w:val="008A13AE"/>
    <w:rsid w:val="008A1523"/>
    <w:rsid w:val="008A1571"/>
    <w:rsid w:val="008A19D2"/>
    <w:rsid w:val="008A1BC0"/>
    <w:rsid w:val="008A256F"/>
    <w:rsid w:val="008A259A"/>
    <w:rsid w:val="008A25F0"/>
    <w:rsid w:val="008A2CC4"/>
    <w:rsid w:val="008A3867"/>
    <w:rsid w:val="008A38FD"/>
    <w:rsid w:val="008A3997"/>
    <w:rsid w:val="008A3AC7"/>
    <w:rsid w:val="008A3B36"/>
    <w:rsid w:val="008A3CC0"/>
    <w:rsid w:val="008A3D92"/>
    <w:rsid w:val="008A3E67"/>
    <w:rsid w:val="008A3F43"/>
    <w:rsid w:val="008A4184"/>
    <w:rsid w:val="008A4199"/>
    <w:rsid w:val="008A426D"/>
    <w:rsid w:val="008A44B2"/>
    <w:rsid w:val="008A44B6"/>
    <w:rsid w:val="008A49A4"/>
    <w:rsid w:val="008A4B0C"/>
    <w:rsid w:val="008A50A6"/>
    <w:rsid w:val="008A5BD1"/>
    <w:rsid w:val="008A5DAF"/>
    <w:rsid w:val="008A6859"/>
    <w:rsid w:val="008A6D2D"/>
    <w:rsid w:val="008A6E45"/>
    <w:rsid w:val="008A72BC"/>
    <w:rsid w:val="008A7459"/>
    <w:rsid w:val="008A782D"/>
    <w:rsid w:val="008A7F2B"/>
    <w:rsid w:val="008A7F53"/>
    <w:rsid w:val="008B009F"/>
    <w:rsid w:val="008B027C"/>
    <w:rsid w:val="008B07CD"/>
    <w:rsid w:val="008B0D24"/>
    <w:rsid w:val="008B0E1D"/>
    <w:rsid w:val="008B1016"/>
    <w:rsid w:val="008B105B"/>
    <w:rsid w:val="008B1B94"/>
    <w:rsid w:val="008B1FC5"/>
    <w:rsid w:val="008B2066"/>
    <w:rsid w:val="008B2BE9"/>
    <w:rsid w:val="008B2DE1"/>
    <w:rsid w:val="008B2E02"/>
    <w:rsid w:val="008B2EBA"/>
    <w:rsid w:val="008B425D"/>
    <w:rsid w:val="008B4268"/>
    <w:rsid w:val="008B42E6"/>
    <w:rsid w:val="008B42F9"/>
    <w:rsid w:val="008B479B"/>
    <w:rsid w:val="008B49E8"/>
    <w:rsid w:val="008B4D6C"/>
    <w:rsid w:val="008B53D2"/>
    <w:rsid w:val="008B5611"/>
    <w:rsid w:val="008B5A4C"/>
    <w:rsid w:val="008B5DA1"/>
    <w:rsid w:val="008B65FA"/>
    <w:rsid w:val="008B6A01"/>
    <w:rsid w:val="008B7C18"/>
    <w:rsid w:val="008C041F"/>
    <w:rsid w:val="008C0C73"/>
    <w:rsid w:val="008C0FF2"/>
    <w:rsid w:val="008C11C5"/>
    <w:rsid w:val="008C14E1"/>
    <w:rsid w:val="008C1703"/>
    <w:rsid w:val="008C186A"/>
    <w:rsid w:val="008C1C4A"/>
    <w:rsid w:val="008C1D67"/>
    <w:rsid w:val="008C24E7"/>
    <w:rsid w:val="008C24FE"/>
    <w:rsid w:val="008C265E"/>
    <w:rsid w:val="008C2B89"/>
    <w:rsid w:val="008C2EED"/>
    <w:rsid w:val="008C2EF9"/>
    <w:rsid w:val="008C2F87"/>
    <w:rsid w:val="008C3017"/>
    <w:rsid w:val="008C3180"/>
    <w:rsid w:val="008C32FD"/>
    <w:rsid w:val="008C343C"/>
    <w:rsid w:val="008C3F2B"/>
    <w:rsid w:val="008C44A2"/>
    <w:rsid w:val="008C44D9"/>
    <w:rsid w:val="008C45A0"/>
    <w:rsid w:val="008C4634"/>
    <w:rsid w:val="008C4DC5"/>
    <w:rsid w:val="008C4F93"/>
    <w:rsid w:val="008C5432"/>
    <w:rsid w:val="008C5815"/>
    <w:rsid w:val="008C5C7A"/>
    <w:rsid w:val="008C66B8"/>
    <w:rsid w:val="008C6D37"/>
    <w:rsid w:val="008C70CA"/>
    <w:rsid w:val="008C72E7"/>
    <w:rsid w:val="008C7304"/>
    <w:rsid w:val="008C73C7"/>
    <w:rsid w:val="008C7937"/>
    <w:rsid w:val="008D0586"/>
    <w:rsid w:val="008D0858"/>
    <w:rsid w:val="008D09B2"/>
    <w:rsid w:val="008D0BE6"/>
    <w:rsid w:val="008D0D6D"/>
    <w:rsid w:val="008D1372"/>
    <w:rsid w:val="008D1396"/>
    <w:rsid w:val="008D1662"/>
    <w:rsid w:val="008D174B"/>
    <w:rsid w:val="008D1808"/>
    <w:rsid w:val="008D1962"/>
    <w:rsid w:val="008D1F6B"/>
    <w:rsid w:val="008D2256"/>
    <w:rsid w:val="008D2FBB"/>
    <w:rsid w:val="008D320D"/>
    <w:rsid w:val="008D3576"/>
    <w:rsid w:val="008D35E1"/>
    <w:rsid w:val="008D3769"/>
    <w:rsid w:val="008D3C37"/>
    <w:rsid w:val="008D3FC0"/>
    <w:rsid w:val="008D404F"/>
    <w:rsid w:val="008D49A8"/>
    <w:rsid w:val="008D4A18"/>
    <w:rsid w:val="008D4D9D"/>
    <w:rsid w:val="008D4F80"/>
    <w:rsid w:val="008D506C"/>
    <w:rsid w:val="008D5CFF"/>
    <w:rsid w:val="008D6315"/>
    <w:rsid w:val="008D6971"/>
    <w:rsid w:val="008D73A9"/>
    <w:rsid w:val="008D73D2"/>
    <w:rsid w:val="008D7690"/>
    <w:rsid w:val="008D76BD"/>
    <w:rsid w:val="008D7E80"/>
    <w:rsid w:val="008D7F1D"/>
    <w:rsid w:val="008D7F6D"/>
    <w:rsid w:val="008E020C"/>
    <w:rsid w:val="008E03E8"/>
    <w:rsid w:val="008E0952"/>
    <w:rsid w:val="008E09FE"/>
    <w:rsid w:val="008E0AD3"/>
    <w:rsid w:val="008E0BF2"/>
    <w:rsid w:val="008E0E20"/>
    <w:rsid w:val="008E1ADB"/>
    <w:rsid w:val="008E2860"/>
    <w:rsid w:val="008E29A6"/>
    <w:rsid w:val="008E2CF1"/>
    <w:rsid w:val="008E2EA1"/>
    <w:rsid w:val="008E3D75"/>
    <w:rsid w:val="008E402D"/>
    <w:rsid w:val="008E45BE"/>
    <w:rsid w:val="008E476C"/>
    <w:rsid w:val="008E4ADF"/>
    <w:rsid w:val="008E51FC"/>
    <w:rsid w:val="008E54FB"/>
    <w:rsid w:val="008E5DF8"/>
    <w:rsid w:val="008E5E24"/>
    <w:rsid w:val="008E5E57"/>
    <w:rsid w:val="008E6146"/>
    <w:rsid w:val="008E6F04"/>
    <w:rsid w:val="008E708B"/>
    <w:rsid w:val="008E721D"/>
    <w:rsid w:val="008E72AA"/>
    <w:rsid w:val="008E7EBF"/>
    <w:rsid w:val="008F0449"/>
    <w:rsid w:val="008F12AF"/>
    <w:rsid w:val="008F1566"/>
    <w:rsid w:val="008F16B7"/>
    <w:rsid w:val="008F1D21"/>
    <w:rsid w:val="008F220B"/>
    <w:rsid w:val="008F2459"/>
    <w:rsid w:val="008F2652"/>
    <w:rsid w:val="008F2684"/>
    <w:rsid w:val="008F2874"/>
    <w:rsid w:val="008F2F08"/>
    <w:rsid w:val="008F3494"/>
    <w:rsid w:val="008F3A5E"/>
    <w:rsid w:val="008F3AD4"/>
    <w:rsid w:val="008F3F4C"/>
    <w:rsid w:val="008F4200"/>
    <w:rsid w:val="008F4676"/>
    <w:rsid w:val="008F46B7"/>
    <w:rsid w:val="008F4877"/>
    <w:rsid w:val="008F4C5A"/>
    <w:rsid w:val="008F4CC4"/>
    <w:rsid w:val="008F4E93"/>
    <w:rsid w:val="008F569E"/>
    <w:rsid w:val="008F57E4"/>
    <w:rsid w:val="008F5804"/>
    <w:rsid w:val="008F5DB9"/>
    <w:rsid w:val="008F60F5"/>
    <w:rsid w:val="008F6609"/>
    <w:rsid w:val="008F69E1"/>
    <w:rsid w:val="008F6A38"/>
    <w:rsid w:val="008F6AB8"/>
    <w:rsid w:val="008F6B05"/>
    <w:rsid w:val="008F6B4D"/>
    <w:rsid w:val="008F6BF0"/>
    <w:rsid w:val="008F7300"/>
    <w:rsid w:val="008F7603"/>
    <w:rsid w:val="008F7891"/>
    <w:rsid w:val="008F7B5F"/>
    <w:rsid w:val="008F7EFD"/>
    <w:rsid w:val="00900888"/>
    <w:rsid w:val="009009DC"/>
    <w:rsid w:val="009011A2"/>
    <w:rsid w:val="0090133B"/>
    <w:rsid w:val="00901761"/>
    <w:rsid w:val="009020DA"/>
    <w:rsid w:val="009024BD"/>
    <w:rsid w:val="009027CD"/>
    <w:rsid w:val="009027D8"/>
    <w:rsid w:val="009029E7"/>
    <w:rsid w:val="009029FC"/>
    <w:rsid w:val="00903111"/>
    <w:rsid w:val="009031F9"/>
    <w:rsid w:val="00903256"/>
    <w:rsid w:val="00903544"/>
    <w:rsid w:val="00903550"/>
    <w:rsid w:val="00903FDF"/>
    <w:rsid w:val="009047B0"/>
    <w:rsid w:val="00904EA1"/>
    <w:rsid w:val="00904EDC"/>
    <w:rsid w:val="00905367"/>
    <w:rsid w:val="0090539C"/>
    <w:rsid w:val="009058B6"/>
    <w:rsid w:val="00905981"/>
    <w:rsid w:val="0090600D"/>
    <w:rsid w:val="00906110"/>
    <w:rsid w:val="00906372"/>
    <w:rsid w:val="0090694B"/>
    <w:rsid w:val="00906C00"/>
    <w:rsid w:val="00906C04"/>
    <w:rsid w:val="00906FE1"/>
    <w:rsid w:val="00906FE7"/>
    <w:rsid w:val="00907252"/>
    <w:rsid w:val="0090740F"/>
    <w:rsid w:val="0090744E"/>
    <w:rsid w:val="0090750F"/>
    <w:rsid w:val="00907A67"/>
    <w:rsid w:val="00907D4D"/>
    <w:rsid w:val="00907EAE"/>
    <w:rsid w:val="0091028A"/>
    <w:rsid w:val="009103D6"/>
    <w:rsid w:val="00910471"/>
    <w:rsid w:val="009106C9"/>
    <w:rsid w:val="00910D3B"/>
    <w:rsid w:val="009111B1"/>
    <w:rsid w:val="009119FE"/>
    <w:rsid w:val="0091211C"/>
    <w:rsid w:val="00912334"/>
    <w:rsid w:val="00912C1D"/>
    <w:rsid w:val="00913058"/>
    <w:rsid w:val="009132EE"/>
    <w:rsid w:val="00913652"/>
    <w:rsid w:val="009138CD"/>
    <w:rsid w:val="0091419C"/>
    <w:rsid w:val="009147D2"/>
    <w:rsid w:val="00914816"/>
    <w:rsid w:val="009148F5"/>
    <w:rsid w:val="00914B04"/>
    <w:rsid w:val="00914D90"/>
    <w:rsid w:val="00914E02"/>
    <w:rsid w:val="0091589B"/>
    <w:rsid w:val="0091615C"/>
    <w:rsid w:val="00916E10"/>
    <w:rsid w:val="00917098"/>
    <w:rsid w:val="009170B9"/>
    <w:rsid w:val="0091719D"/>
    <w:rsid w:val="009174C7"/>
    <w:rsid w:val="009176E7"/>
    <w:rsid w:val="00917783"/>
    <w:rsid w:val="00917BEF"/>
    <w:rsid w:val="00917F1E"/>
    <w:rsid w:val="00920438"/>
    <w:rsid w:val="0092057B"/>
    <w:rsid w:val="0092096D"/>
    <w:rsid w:val="00920A46"/>
    <w:rsid w:val="00920B30"/>
    <w:rsid w:val="00921891"/>
    <w:rsid w:val="00921A49"/>
    <w:rsid w:val="00921E4C"/>
    <w:rsid w:val="00921F02"/>
    <w:rsid w:val="00921FC3"/>
    <w:rsid w:val="009220E1"/>
    <w:rsid w:val="00922A1C"/>
    <w:rsid w:val="00922FA6"/>
    <w:rsid w:val="00923F9E"/>
    <w:rsid w:val="0092424A"/>
    <w:rsid w:val="00924449"/>
    <w:rsid w:val="009245DF"/>
    <w:rsid w:val="00924670"/>
    <w:rsid w:val="00924C12"/>
    <w:rsid w:val="009251E0"/>
    <w:rsid w:val="00925457"/>
    <w:rsid w:val="0092592C"/>
    <w:rsid w:val="00925DCE"/>
    <w:rsid w:val="00925EEE"/>
    <w:rsid w:val="00925F7F"/>
    <w:rsid w:val="00926357"/>
    <w:rsid w:val="00926628"/>
    <w:rsid w:val="00926741"/>
    <w:rsid w:val="0092682E"/>
    <w:rsid w:val="009268CF"/>
    <w:rsid w:val="00926F58"/>
    <w:rsid w:val="00927935"/>
    <w:rsid w:val="00927BE4"/>
    <w:rsid w:val="0093025B"/>
    <w:rsid w:val="009302F9"/>
    <w:rsid w:val="0093073C"/>
    <w:rsid w:val="00930A45"/>
    <w:rsid w:val="00930B04"/>
    <w:rsid w:val="00930BAB"/>
    <w:rsid w:val="00930F15"/>
    <w:rsid w:val="00930FB9"/>
    <w:rsid w:val="00931100"/>
    <w:rsid w:val="00931635"/>
    <w:rsid w:val="009317C6"/>
    <w:rsid w:val="00931967"/>
    <w:rsid w:val="00931994"/>
    <w:rsid w:val="00931CB6"/>
    <w:rsid w:val="009321A9"/>
    <w:rsid w:val="009322EB"/>
    <w:rsid w:val="009325A8"/>
    <w:rsid w:val="00932B74"/>
    <w:rsid w:val="00932EB8"/>
    <w:rsid w:val="009335C3"/>
    <w:rsid w:val="009338E4"/>
    <w:rsid w:val="00933DC7"/>
    <w:rsid w:val="00933EF5"/>
    <w:rsid w:val="00933F76"/>
    <w:rsid w:val="00934873"/>
    <w:rsid w:val="00934A1F"/>
    <w:rsid w:val="00934BA7"/>
    <w:rsid w:val="009355F5"/>
    <w:rsid w:val="009356F2"/>
    <w:rsid w:val="00935CC6"/>
    <w:rsid w:val="00936238"/>
    <w:rsid w:val="00936258"/>
    <w:rsid w:val="009366CB"/>
    <w:rsid w:val="00936C9F"/>
    <w:rsid w:val="00936CFF"/>
    <w:rsid w:val="0093708E"/>
    <w:rsid w:val="009370BA"/>
    <w:rsid w:val="00937241"/>
    <w:rsid w:val="009379EF"/>
    <w:rsid w:val="009403CE"/>
    <w:rsid w:val="009404C5"/>
    <w:rsid w:val="009407C6"/>
    <w:rsid w:val="00941056"/>
    <w:rsid w:val="00941204"/>
    <w:rsid w:val="009414E2"/>
    <w:rsid w:val="00941732"/>
    <w:rsid w:val="009418F5"/>
    <w:rsid w:val="00941E10"/>
    <w:rsid w:val="00942430"/>
    <w:rsid w:val="00942514"/>
    <w:rsid w:val="00942570"/>
    <w:rsid w:val="00942999"/>
    <w:rsid w:val="00942A63"/>
    <w:rsid w:val="00942BC8"/>
    <w:rsid w:val="00942E78"/>
    <w:rsid w:val="009437BA"/>
    <w:rsid w:val="00943840"/>
    <w:rsid w:val="00943B42"/>
    <w:rsid w:val="00943EE5"/>
    <w:rsid w:val="009442B7"/>
    <w:rsid w:val="00944319"/>
    <w:rsid w:val="009443E4"/>
    <w:rsid w:val="009444CF"/>
    <w:rsid w:val="00944CE8"/>
    <w:rsid w:val="00944D7B"/>
    <w:rsid w:val="00944E19"/>
    <w:rsid w:val="00945BA5"/>
    <w:rsid w:val="00946500"/>
    <w:rsid w:val="009465B7"/>
    <w:rsid w:val="009465DC"/>
    <w:rsid w:val="00946DE9"/>
    <w:rsid w:val="0094700D"/>
    <w:rsid w:val="00947028"/>
    <w:rsid w:val="0094709E"/>
    <w:rsid w:val="00947456"/>
    <w:rsid w:val="00947FDD"/>
    <w:rsid w:val="009500C5"/>
    <w:rsid w:val="00950159"/>
    <w:rsid w:val="009502CC"/>
    <w:rsid w:val="009505E6"/>
    <w:rsid w:val="00951071"/>
    <w:rsid w:val="0095128F"/>
    <w:rsid w:val="00951630"/>
    <w:rsid w:val="0095186F"/>
    <w:rsid w:val="009518A6"/>
    <w:rsid w:val="00951924"/>
    <w:rsid w:val="009519B5"/>
    <w:rsid w:val="00951F08"/>
    <w:rsid w:val="00951FA7"/>
    <w:rsid w:val="0095200A"/>
    <w:rsid w:val="009522A8"/>
    <w:rsid w:val="00952621"/>
    <w:rsid w:val="009529BE"/>
    <w:rsid w:val="009530E7"/>
    <w:rsid w:val="009532CC"/>
    <w:rsid w:val="00953432"/>
    <w:rsid w:val="009534F6"/>
    <w:rsid w:val="009538D5"/>
    <w:rsid w:val="00953E4D"/>
    <w:rsid w:val="0095463F"/>
    <w:rsid w:val="009546B2"/>
    <w:rsid w:val="009547EB"/>
    <w:rsid w:val="0095490F"/>
    <w:rsid w:val="0095496D"/>
    <w:rsid w:val="00954B14"/>
    <w:rsid w:val="00954C62"/>
    <w:rsid w:val="00954C86"/>
    <w:rsid w:val="00954D61"/>
    <w:rsid w:val="0095555B"/>
    <w:rsid w:val="0095592A"/>
    <w:rsid w:val="00955DEE"/>
    <w:rsid w:val="009563CC"/>
    <w:rsid w:val="0095655E"/>
    <w:rsid w:val="00956765"/>
    <w:rsid w:val="00956995"/>
    <w:rsid w:val="00956B8F"/>
    <w:rsid w:val="00956E27"/>
    <w:rsid w:val="009578BD"/>
    <w:rsid w:val="00957905"/>
    <w:rsid w:val="00957E09"/>
    <w:rsid w:val="00960162"/>
    <w:rsid w:val="00960433"/>
    <w:rsid w:val="009607AE"/>
    <w:rsid w:val="009613C4"/>
    <w:rsid w:val="00961806"/>
    <w:rsid w:val="00961AA3"/>
    <w:rsid w:val="00962072"/>
    <w:rsid w:val="00962388"/>
    <w:rsid w:val="00962505"/>
    <w:rsid w:val="009625FA"/>
    <w:rsid w:val="009628E8"/>
    <w:rsid w:val="0096294E"/>
    <w:rsid w:val="00962C1D"/>
    <w:rsid w:val="0096310A"/>
    <w:rsid w:val="009634B2"/>
    <w:rsid w:val="00963959"/>
    <w:rsid w:val="00963C24"/>
    <w:rsid w:val="0096435C"/>
    <w:rsid w:val="00964417"/>
    <w:rsid w:val="0096491D"/>
    <w:rsid w:val="00964D06"/>
    <w:rsid w:val="00964DB9"/>
    <w:rsid w:val="009651F8"/>
    <w:rsid w:val="0096520E"/>
    <w:rsid w:val="009655B2"/>
    <w:rsid w:val="0096576B"/>
    <w:rsid w:val="009657F1"/>
    <w:rsid w:val="00965F84"/>
    <w:rsid w:val="0096610C"/>
    <w:rsid w:val="009661A4"/>
    <w:rsid w:val="0096620A"/>
    <w:rsid w:val="009663B5"/>
    <w:rsid w:val="00966957"/>
    <w:rsid w:val="00966D1C"/>
    <w:rsid w:val="00967E9C"/>
    <w:rsid w:val="009706D9"/>
    <w:rsid w:val="00971205"/>
    <w:rsid w:val="009713F3"/>
    <w:rsid w:val="00971625"/>
    <w:rsid w:val="009719C7"/>
    <w:rsid w:val="00971E04"/>
    <w:rsid w:val="009723CC"/>
    <w:rsid w:val="009723F2"/>
    <w:rsid w:val="009725EA"/>
    <w:rsid w:val="0097289C"/>
    <w:rsid w:val="00972F1B"/>
    <w:rsid w:val="00972FCC"/>
    <w:rsid w:val="00973B9A"/>
    <w:rsid w:val="009749E4"/>
    <w:rsid w:val="0097544C"/>
    <w:rsid w:val="00975654"/>
    <w:rsid w:val="0097576E"/>
    <w:rsid w:val="00975969"/>
    <w:rsid w:val="00976618"/>
    <w:rsid w:val="0097721E"/>
    <w:rsid w:val="009773EA"/>
    <w:rsid w:val="00977692"/>
    <w:rsid w:val="009777BA"/>
    <w:rsid w:val="009778FC"/>
    <w:rsid w:val="00977ABF"/>
    <w:rsid w:val="00977C37"/>
    <w:rsid w:val="00977C89"/>
    <w:rsid w:val="009800E4"/>
    <w:rsid w:val="00980798"/>
    <w:rsid w:val="009809D2"/>
    <w:rsid w:val="00980BB1"/>
    <w:rsid w:val="009817B9"/>
    <w:rsid w:val="009818AB"/>
    <w:rsid w:val="00981C11"/>
    <w:rsid w:val="009828FA"/>
    <w:rsid w:val="00982B8A"/>
    <w:rsid w:val="0098338F"/>
    <w:rsid w:val="00983405"/>
    <w:rsid w:val="0098378B"/>
    <w:rsid w:val="009837EA"/>
    <w:rsid w:val="00983F7A"/>
    <w:rsid w:val="00983FEE"/>
    <w:rsid w:val="00984585"/>
    <w:rsid w:val="0098465E"/>
    <w:rsid w:val="00984743"/>
    <w:rsid w:val="00984880"/>
    <w:rsid w:val="009850D9"/>
    <w:rsid w:val="00985181"/>
    <w:rsid w:val="009851E1"/>
    <w:rsid w:val="00985C18"/>
    <w:rsid w:val="00985C6E"/>
    <w:rsid w:val="00987120"/>
    <w:rsid w:val="009879F7"/>
    <w:rsid w:val="00987FF2"/>
    <w:rsid w:val="0099001F"/>
    <w:rsid w:val="00990795"/>
    <w:rsid w:val="00990E25"/>
    <w:rsid w:val="00990E63"/>
    <w:rsid w:val="009913DE"/>
    <w:rsid w:val="009919D9"/>
    <w:rsid w:val="00991D77"/>
    <w:rsid w:val="00992178"/>
    <w:rsid w:val="009922AF"/>
    <w:rsid w:val="009925CD"/>
    <w:rsid w:val="0099271E"/>
    <w:rsid w:val="009934F3"/>
    <w:rsid w:val="009939BF"/>
    <w:rsid w:val="00993A4B"/>
    <w:rsid w:val="00993B72"/>
    <w:rsid w:val="00993D08"/>
    <w:rsid w:val="00993F1D"/>
    <w:rsid w:val="00994061"/>
    <w:rsid w:val="00994085"/>
    <w:rsid w:val="009940C5"/>
    <w:rsid w:val="00994151"/>
    <w:rsid w:val="0099430D"/>
    <w:rsid w:val="009943C7"/>
    <w:rsid w:val="0099492A"/>
    <w:rsid w:val="009949D4"/>
    <w:rsid w:val="00994B2D"/>
    <w:rsid w:val="00994C48"/>
    <w:rsid w:val="0099521D"/>
    <w:rsid w:val="00995308"/>
    <w:rsid w:val="009955FF"/>
    <w:rsid w:val="009956D3"/>
    <w:rsid w:val="00995A9A"/>
    <w:rsid w:val="00995C4C"/>
    <w:rsid w:val="0099619D"/>
    <w:rsid w:val="0099651B"/>
    <w:rsid w:val="0099668B"/>
    <w:rsid w:val="00996E79"/>
    <w:rsid w:val="00997925"/>
    <w:rsid w:val="00997ABE"/>
    <w:rsid w:val="009A025A"/>
    <w:rsid w:val="009A0433"/>
    <w:rsid w:val="009A04D6"/>
    <w:rsid w:val="009A0605"/>
    <w:rsid w:val="009A0D86"/>
    <w:rsid w:val="009A0E02"/>
    <w:rsid w:val="009A0EC9"/>
    <w:rsid w:val="009A0F36"/>
    <w:rsid w:val="009A174C"/>
    <w:rsid w:val="009A1BCE"/>
    <w:rsid w:val="009A2121"/>
    <w:rsid w:val="009A2266"/>
    <w:rsid w:val="009A23BD"/>
    <w:rsid w:val="009A2853"/>
    <w:rsid w:val="009A2AC1"/>
    <w:rsid w:val="009A2E55"/>
    <w:rsid w:val="009A3046"/>
    <w:rsid w:val="009A311C"/>
    <w:rsid w:val="009A3A4D"/>
    <w:rsid w:val="009A3B33"/>
    <w:rsid w:val="009A4113"/>
    <w:rsid w:val="009A4135"/>
    <w:rsid w:val="009A43AB"/>
    <w:rsid w:val="009A4635"/>
    <w:rsid w:val="009A47E7"/>
    <w:rsid w:val="009A48CF"/>
    <w:rsid w:val="009A4D19"/>
    <w:rsid w:val="009A4D4F"/>
    <w:rsid w:val="009A4DDA"/>
    <w:rsid w:val="009A4DED"/>
    <w:rsid w:val="009A61C1"/>
    <w:rsid w:val="009A632E"/>
    <w:rsid w:val="009A6E17"/>
    <w:rsid w:val="009A6F4B"/>
    <w:rsid w:val="009A720E"/>
    <w:rsid w:val="009A7B4E"/>
    <w:rsid w:val="009A7B77"/>
    <w:rsid w:val="009A7D36"/>
    <w:rsid w:val="009B05A9"/>
    <w:rsid w:val="009B1694"/>
    <w:rsid w:val="009B1C02"/>
    <w:rsid w:val="009B1D0C"/>
    <w:rsid w:val="009B1EBF"/>
    <w:rsid w:val="009B2187"/>
    <w:rsid w:val="009B2741"/>
    <w:rsid w:val="009B382D"/>
    <w:rsid w:val="009B38ED"/>
    <w:rsid w:val="009B3AA7"/>
    <w:rsid w:val="009B3E62"/>
    <w:rsid w:val="009B40D6"/>
    <w:rsid w:val="009B43ED"/>
    <w:rsid w:val="009B44A4"/>
    <w:rsid w:val="009B46AE"/>
    <w:rsid w:val="009B4B94"/>
    <w:rsid w:val="009B4BFC"/>
    <w:rsid w:val="009B4DB6"/>
    <w:rsid w:val="009B535D"/>
    <w:rsid w:val="009B557A"/>
    <w:rsid w:val="009B5A6C"/>
    <w:rsid w:val="009B5D6F"/>
    <w:rsid w:val="009B625B"/>
    <w:rsid w:val="009B630F"/>
    <w:rsid w:val="009B64B9"/>
    <w:rsid w:val="009B653A"/>
    <w:rsid w:val="009B666A"/>
    <w:rsid w:val="009B66C6"/>
    <w:rsid w:val="009B6903"/>
    <w:rsid w:val="009B6A90"/>
    <w:rsid w:val="009B6BCC"/>
    <w:rsid w:val="009B6C32"/>
    <w:rsid w:val="009B6FD6"/>
    <w:rsid w:val="009B70A7"/>
    <w:rsid w:val="009B7413"/>
    <w:rsid w:val="009B7F9A"/>
    <w:rsid w:val="009B7FAE"/>
    <w:rsid w:val="009C020B"/>
    <w:rsid w:val="009C060B"/>
    <w:rsid w:val="009C130E"/>
    <w:rsid w:val="009C182F"/>
    <w:rsid w:val="009C19D6"/>
    <w:rsid w:val="009C200C"/>
    <w:rsid w:val="009C2024"/>
    <w:rsid w:val="009C236D"/>
    <w:rsid w:val="009C251F"/>
    <w:rsid w:val="009C26E7"/>
    <w:rsid w:val="009C28A6"/>
    <w:rsid w:val="009C3AC0"/>
    <w:rsid w:val="009C3B35"/>
    <w:rsid w:val="009C4261"/>
    <w:rsid w:val="009C4693"/>
    <w:rsid w:val="009C4BF9"/>
    <w:rsid w:val="009C4C60"/>
    <w:rsid w:val="009C4DCB"/>
    <w:rsid w:val="009C5074"/>
    <w:rsid w:val="009C525C"/>
    <w:rsid w:val="009C5301"/>
    <w:rsid w:val="009C5490"/>
    <w:rsid w:val="009C58BE"/>
    <w:rsid w:val="009C5907"/>
    <w:rsid w:val="009C5CF9"/>
    <w:rsid w:val="009C5D92"/>
    <w:rsid w:val="009C63E8"/>
    <w:rsid w:val="009C64DB"/>
    <w:rsid w:val="009C67D3"/>
    <w:rsid w:val="009C6A88"/>
    <w:rsid w:val="009C708D"/>
    <w:rsid w:val="009C7842"/>
    <w:rsid w:val="009C7973"/>
    <w:rsid w:val="009C7B06"/>
    <w:rsid w:val="009D005F"/>
    <w:rsid w:val="009D0150"/>
    <w:rsid w:val="009D01AD"/>
    <w:rsid w:val="009D0452"/>
    <w:rsid w:val="009D0BAF"/>
    <w:rsid w:val="009D0DF4"/>
    <w:rsid w:val="009D0F4D"/>
    <w:rsid w:val="009D1481"/>
    <w:rsid w:val="009D170E"/>
    <w:rsid w:val="009D172A"/>
    <w:rsid w:val="009D1B60"/>
    <w:rsid w:val="009D24E5"/>
    <w:rsid w:val="009D26A4"/>
    <w:rsid w:val="009D299E"/>
    <w:rsid w:val="009D2D6E"/>
    <w:rsid w:val="009D2FB0"/>
    <w:rsid w:val="009D30FC"/>
    <w:rsid w:val="009D36B0"/>
    <w:rsid w:val="009D383A"/>
    <w:rsid w:val="009D3A73"/>
    <w:rsid w:val="009D3AA8"/>
    <w:rsid w:val="009D3EE4"/>
    <w:rsid w:val="009D3F49"/>
    <w:rsid w:val="009D4069"/>
    <w:rsid w:val="009D46A9"/>
    <w:rsid w:val="009D478B"/>
    <w:rsid w:val="009D4AE2"/>
    <w:rsid w:val="009D4B28"/>
    <w:rsid w:val="009D5092"/>
    <w:rsid w:val="009D5818"/>
    <w:rsid w:val="009D5F65"/>
    <w:rsid w:val="009D63C0"/>
    <w:rsid w:val="009D65FA"/>
    <w:rsid w:val="009D6B7C"/>
    <w:rsid w:val="009D6D43"/>
    <w:rsid w:val="009D72B1"/>
    <w:rsid w:val="009D73D7"/>
    <w:rsid w:val="009D7646"/>
    <w:rsid w:val="009D7973"/>
    <w:rsid w:val="009E0336"/>
    <w:rsid w:val="009E04F7"/>
    <w:rsid w:val="009E0FC7"/>
    <w:rsid w:val="009E1201"/>
    <w:rsid w:val="009E130E"/>
    <w:rsid w:val="009E1369"/>
    <w:rsid w:val="009E16E7"/>
    <w:rsid w:val="009E1B58"/>
    <w:rsid w:val="009E1CB3"/>
    <w:rsid w:val="009E1D1A"/>
    <w:rsid w:val="009E1E73"/>
    <w:rsid w:val="009E207C"/>
    <w:rsid w:val="009E21EE"/>
    <w:rsid w:val="009E2CE8"/>
    <w:rsid w:val="009E2EAB"/>
    <w:rsid w:val="009E363A"/>
    <w:rsid w:val="009E37FE"/>
    <w:rsid w:val="009E3A7E"/>
    <w:rsid w:val="009E3C5C"/>
    <w:rsid w:val="009E453F"/>
    <w:rsid w:val="009E4FF0"/>
    <w:rsid w:val="009E58B3"/>
    <w:rsid w:val="009E5A01"/>
    <w:rsid w:val="009E683F"/>
    <w:rsid w:val="009E6D7A"/>
    <w:rsid w:val="009E6D91"/>
    <w:rsid w:val="009E7076"/>
    <w:rsid w:val="009E7199"/>
    <w:rsid w:val="009E7291"/>
    <w:rsid w:val="009E731A"/>
    <w:rsid w:val="009E75D3"/>
    <w:rsid w:val="009E7DF9"/>
    <w:rsid w:val="009F0180"/>
    <w:rsid w:val="009F04B0"/>
    <w:rsid w:val="009F0C11"/>
    <w:rsid w:val="009F0CDE"/>
    <w:rsid w:val="009F1341"/>
    <w:rsid w:val="009F1A02"/>
    <w:rsid w:val="009F1A5D"/>
    <w:rsid w:val="009F278D"/>
    <w:rsid w:val="009F2B8A"/>
    <w:rsid w:val="009F373E"/>
    <w:rsid w:val="009F37C3"/>
    <w:rsid w:val="009F37FE"/>
    <w:rsid w:val="009F3972"/>
    <w:rsid w:val="009F3CBC"/>
    <w:rsid w:val="009F3FEB"/>
    <w:rsid w:val="009F463C"/>
    <w:rsid w:val="009F4640"/>
    <w:rsid w:val="009F4CE5"/>
    <w:rsid w:val="009F557B"/>
    <w:rsid w:val="009F573F"/>
    <w:rsid w:val="009F5A21"/>
    <w:rsid w:val="009F5B72"/>
    <w:rsid w:val="009F5BEA"/>
    <w:rsid w:val="009F613D"/>
    <w:rsid w:val="009F640D"/>
    <w:rsid w:val="009F66C4"/>
    <w:rsid w:val="009F69B2"/>
    <w:rsid w:val="009F69F7"/>
    <w:rsid w:val="009F6DFF"/>
    <w:rsid w:val="009F79F8"/>
    <w:rsid w:val="00A001CF"/>
    <w:rsid w:val="00A002F3"/>
    <w:rsid w:val="00A00645"/>
    <w:rsid w:val="00A00777"/>
    <w:rsid w:val="00A00D45"/>
    <w:rsid w:val="00A00EA5"/>
    <w:rsid w:val="00A0104D"/>
    <w:rsid w:val="00A01218"/>
    <w:rsid w:val="00A016F6"/>
    <w:rsid w:val="00A01A9A"/>
    <w:rsid w:val="00A01E35"/>
    <w:rsid w:val="00A02198"/>
    <w:rsid w:val="00A0284F"/>
    <w:rsid w:val="00A03461"/>
    <w:rsid w:val="00A03620"/>
    <w:rsid w:val="00A0367C"/>
    <w:rsid w:val="00A037B7"/>
    <w:rsid w:val="00A03845"/>
    <w:rsid w:val="00A03877"/>
    <w:rsid w:val="00A03A8D"/>
    <w:rsid w:val="00A04C7C"/>
    <w:rsid w:val="00A05064"/>
    <w:rsid w:val="00A0507B"/>
    <w:rsid w:val="00A052C0"/>
    <w:rsid w:val="00A056A6"/>
    <w:rsid w:val="00A0584E"/>
    <w:rsid w:val="00A05940"/>
    <w:rsid w:val="00A05EBB"/>
    <w:rsid w:val="00A0698A"/>
    <w:rsid w:val="00A06A92"/>
    <w:rsid w:val="00A06B4B"/>
    <w:rsid w:val="00A07589"/>
    <w:rsid w:val="00A07AE0"/>
    <w:rsid w:val="00A07D61"/>
    <w:rsid w:val="00A10855"/>
    <w:rsid w:val="00A1162F"/>
    <w:rsid w:val="00A117D2"/>
    <w:rsid w:val="00A12938"/>
    <w:rsid w:val="00A12C3D"/>
    <w:rsid w:val="00A13284"/>
    <w:rsid w:val="00A132F1"/>
    <w:rsid w:val="00A133AD"/>
    <w:rsid w:val="00A1381B"/>
    <w:rsid w:val="00A13A52"/>
    <w:rsid w:val="00A13B00"/>
    <w:rsid w:val="00A14393"/>
    <w:rsid w:val="00A1459C"/>
    <w:rsid w:val="00A151C7"/>
    <w:rsid w:val="00A1553A"/>
    <w:rsid w:val="00A15591"/>
    <w:rsid w:val="00A16182"/>
    <w:rsid w:val="00A1620E"/>
    <w:rsid w:val="00A16372"/>
    <w:rsid w:val="00A16A72"/>
    <w:rsid w:val="00A16B38"/>
    <w:rsid w:val="00A16D5D"/>
    <w:rsid w:val="00A16F27"/>
    <w:rsid w:val="00A17119"/>
    <w:rsid w:val="00A17308"/>
    <w:rsid w:val="00A177EC"/>
    <w:rsid w:val="00A17B01"/>
    <w:rsid w:val="00A17D45"/>
    <w:rsid w:val="00A17F7D"/>
    <w:rsid w:val="00A202F6"/>
    <w:rsid w:val="00A20498"/>
    <w:rsid w:val="00A20BE9"/>
    <w:rsid w:val="00A213B3"/>
    <w:rsid w:val="00A213FE"/>
    <w:rsid w:val="00A215F8"/>
    <w:rsid w:val="00A216A1"/>
    <w:rsid w:val="00A216BE"/>
    <w:rsid w:val="00A21BB5"/>
    <w:rsid w:val="00A21D46"/>
    <w:rsid w:val="00A2231E"/>
    <w:rsid w:val="00A22502"/>
    <w:rsid w:val="00A2387E"/>
    <w:rsid w:val="00A23A9F"/>
    <w:rsid w:val="00A249DA"/>
    <w:rsid w:val="00A249E8"/>
    <w:rsid w:val="00A249E9"/>
    <w:rsid w:val="00A24D38"/>
    <w:rsid w:val="00A258F9"/>
    <w:rsid w:val="00A26081"/>
    <w:rsid w:val="00A26990"/>
    <w:rsid w:val="00A26ED3"/>
    <w:rsid w:val="00A27351"/>
    <w:rsid w:val="00A275D7"/>
    <w:rsid w:val="00A27846"/>
    <w:rsid w:val="00A278FB"/>
    <w:rsid w:val="00A27D66"/>
    <w:rsid w:val="00A30408"/>
    <w:rsid w:val="00A306DE"/>
    <w:rsid w:val="00A3075E"/>
    <w:rsid w:val="00A313D8"/>
    <w:rsid w:val="00A314EB"/>
    <w:rsid w:val="00A31B4E"/>
    <w:rsid w:val="00A31DCE"/>
    <w:rsid w:val="00A32249"/>
    <w:rsid w:val="00A322F8"/>
    <w:rsid w:val="00A328A9"/>
    <w:rsid w:val="00A32A8C"/>
    <w:rsid w:val="00A32F64"/>
    <w:rsid w:val="00A3361F"/>
    <w:rsid w:val="00A33781"/>
    <w:rsid w:val="00A33DBF"/>
    <w:rsid w:val="00A34232"/>
    <w:rsid w:val="00A344F6"/>
    <w:rsid w:val="00A345A6"/>
    <w:rsid w:val="00A3470A"/>
    <w:rsid w:val="00A359FE"/>
    <w:rsid w:val="00A35A32"/>
    <w:rsid w:val="00A35BFC"/>
    <w:rsid w:val="00A35D29"/>
    <w:rsid w:val="00A35E2C"/>
    <w:rsid w:val="00A36294"/>
    <w:rsid w:val="00A364DD"/>
    <w:rsid w:val="00A365B0"/>
    <w:rsid w:val="00A36D92"/>
    <w:rsid w:val="00A3726B"/>
    <w:rsid w:val="00A37496"/>
    <w:rsid w:val="00A403AD"/>
    <w:rsid w:val="00A4068B"/>
    <w:rsid w:val="00A407FA"/>
    <w:rsid w:val="00A40A90"/>
    <w:rsid w:val="00A40FAC"/>
    <w:rsid w:val="00A41522"/>
    <w:rsid w:val="00A41A96"/>
    <w:rsid w:val="00A41DF4"/>
    <w:rsid w:val="00A4212F"/>
    <w:rsid w:val="00A42181"/>
    <w:rsid w:val="00A422FC"/>
    <w:rsid w:val="00A42B5F"/>
    <w:rsid w:val="00A4302D"/>
    <w:rsid w:val="00A43144"/>
    <w:rsid w:val="00A43644"/>
    <w:rsid w:val="00A436C1"/>
    <w:rsid w:val="00A438FD"/>
    <w:rsid w:val="00A43D64"/>
    <w:rsid w:val="00A43DD5"/>
    <w:rsid w:val="00A4418E"/>
    <w:rsid w:val="00A447D6"/>
    <w:rsid w:val="00A44857"/>
    <w:rsid w:val="00A44A46"/>
    <w:rsid w:val="00A452CA"/>
    <w:rsid w:val="00A457F9"/>
    <w:rsid w:val="00A45913"/>
    <w:rsid w:val="00A461DE"/>
    <w:rsid w:val="00A46868"/>
    <w:rsid w:val="00A46C86"/>
    <w:rsid w:val="00A46EB0"/>
    <w:rsid w:val="00A472B9"/>
    <w:rsid w:val="00A47907"/>
    <w:rsid w:val="00A47A1F"/>
    <w:rsid w:val="00A47BA1"/>
    <w:rsid w:val="00A47E94"/>
    <w:rsid w:val="00A50096"/>
    <w:rsid w:val="00A5046D"/>
    <w:rsid w:val="00A5088C"/>
    <w:rsid w:val="00A50B85"/>
    <w:rsid w:val="00A5188F"/>
    <w:rsid w:val="00A52183"/>
    <w:rsid w:val="00A522A8"/>
    <w:rsid w:val="00A52910"/>
    <w:rsid w:val="00A529A4"/>
    <w:rsid w:val="00A52A75"/>
    <w:rsid w:val="00A52A85"/>
    <w:rsid w:val="00A52D82"/>
    <w:rsid w:val="00A52D94"/>
    <w:rsid w:val="00A5306D"/>
    <w:rsid w:val="00A532B6"/>
    <w:rsid w:val="00A53474"/>
    <w:rsid w:val="00A53508"/>
    <w:rsid w:val="00A53BCC"/>
    <w:rsid w:val="00A53C1A"/>
    <w:rsid w:val="00A53D9C"/>
    <w:rsid w:val="00A53E32"/>
    <w:rsid w:val="00A54377"/>
    <w:rsid w:val="00A547D4"/>
    <w:rsid w:val="00A5484F"/>
    <w:rsid w:val="00A54C6F"/>
    <w:rsid w:val="00A55326"/>
    <w:rsid w:val="00A55B98"/>
    <w:rsid w:val="00A56075"/>
    <w:rsid w:val="00A5623B"/>
    <w:rsid w:val="00A566B3"/>
    <w:rsid w:val="00A56A81"/>
    <w:rsid w:val="00A5729A"/>
    <w:rsid w:val="00A57850"/>
    <w:rsid w:val="00A578AD"/>
    <w:rsid w:val="00A57D00"/>
    <w:rsid w:val="00A60242"/>
    <w:rsid w:val="00A6032F"/>
    <w:rsid w:val="00A60ECA"/>
    <w:rsid w:val="00A6111A"/>
    <w:rsid w:val="00A61789"/>
    <w:rsid w:val="00A617B3"/>
    <w:rsid w:val="00A61926"/>
    <w:rsid w:val="00A6202C"/>
    <w:rsid w:val="00A625D0"/>
    <w:rsid w:val="00A62B10"/>
    <w:rsid w:val="00A63231"/>
    <w:rsid w:val="00A63B6A"/>
    <w:rsid w:val="00A63C2F"/>
    <w:rsid w:val="00A64202"/>
    <w:rsid w:val="00A643DA"/>
    <w:rsid w:val="00A64713"/>
    <w:rsid w:val="00A64ABA"/>
    <w:rsid w:val="00A64F36"/>
    <w:rsid w:val="00A6548D"/>
    <w:rsid w:val="00A65786"/>
    <w:rsid w:val="00A658D9"/>
    <w:rsid w:val="00A65A78"/>
    <w:rsid w:val="00A65C30"/>
    <w:rsid w:val="00A661B0"/>
    <w:rsid w:val="00A66632"/>
    <w:rsid w:val="00A66E0E"/>
    <w:rsid w:val="00A66EC4"/>
    <w:rsid w:val="00A66EF4"/>
    <w:rsid w:val="00A67435"/>
    <w:rsid w:val="00A67B0F"/>
    <w:rsid w:val="00A67DB0"/>
    <w:rsid w:val="00A7001E"/>
    <w:rsid w:val="00A70164"/>
    <w:rsid w:val="00A707F7"/>
    <w:rsid w:val="00A70C54"/>
    <w:rsid w:val="00A70E89"/>
    <w:rsid w:val="00A710E5"/>
    <w:rsid w:val="00A71135"/>
    <w:rsid w:val="00A7141E"/>
    <w:rsid w:val="00A7165D"/>
    <w:rsid w:val="00A7191C"/>
    <w:rsid w:val="00A71985"/>
    <w:rsid w:val="00A72F5D"/>
    <w:rsid w:val="00A7343D"/>
    <w:rsid w:val="00A73878"/>
    <w:rsid w:val="00A73911"/>
    <w:rsid w:val="00A73CFE"/>
    <w:rsid w:val="00A73F28"/>
    <w:rsid w:val="00A7413C"/>
    <w:rsid w:val="00A74237"/>
    <w:rsid w:val="00A7434D"/>
    <w:rsid w:val="00A7466D"/>
    <w:rsid w:val="00A74862"/>
    <w:rsid w:val="00A74E23"/>
    <w:rsid w:val="00A75818"/>
    <w:rsid w:val="00A758F6"/>
    <w:rsid w:val="00A75BCC"/>
    <w:rsid w:val="00A75ECE"/>
    <w:rsid w:val="00A76804"/>
    <w:rsid w:val="00A7699F"/>
    <w:rsid w:val="00A769E6"/>
    <w:rsid w:val="00A7709B"/>
    <w:rsid w:val="00A77162"/>
    <w:rsid w:val="00A77856"/>
    <w:rsid w:val="00A77B12"/>
    <w:rsid w:val="00A77BC0"/>
    <w:rsid w:val="00A77FB7"/>
    <w:rsid w:val="00A800CE"/>
    <w:rsid w:val="00A8035F"/>
    <w:rsid w:val="00A80CD4"/>
    <w:rsid w:val="00A80E89"/>
    <w:rsid w:val="00A8113A"/>
    <w:rsid w:val="00A8124A"/>
    <w:rsid w:val="00A81AE3"/>
    <w:rsid w:val="00A82313"/>
    <w:rsid w:val="00A823D1"/>
    <w:rsid w:val="00A8265A"/>
    <w:rsid w:val="00A829F5"/>
    <w:rsid w:val="00A82EFF"/>
    <w:rsid w:val="00A8361A"/>
    <w:rsid w:val="00A83728"/>
    <w:rsid w:val="00A83961"/>
    <w:rsid w:val="00A83C99"/>
    <w:rsid w:val="00A84093"/>
    <w:rsid w:val="00A84318"/>
    <w:rsid w:val="00A8497E"/>
    <w:rsid w:val="00A84B38"/>
    <w:rsid w:val="00A84C9F"/>
    <w:rsid w:val="00A84F9F"/>
    <w:rsid w:val="00A8507A"/>
    <w:rsid w:val="00A85375"/>
    <w:rsid w:val="00A8538C"/>
    <w:rsid w:val="00A853EB"/>
    <w:rsid w:val="00A8551D"/>
    <w:rsid w:val="00A856C6"/>
    <w:rsid w:val="00A85D73"/>
    <w:rsid w:val="00A85E42"/>
    <w:rsid w:val="00A85F6F"/>
    <w:rsid w:val="00A86442"/>
    <w:rsid w:val="00A86BF6"/>
    <w:rsid w:val="00A86D1C"/>
    <w:rsid w:val="00A86E56"/>
    <w:rsid w:val="00A86F0E"/>
    <w:rsid w:val="00A870E0"/>
    <w:rsid w:val="00A87799"/>
    <w:rsid w:val="00A877DE"/>
    <w:rsid w:val="00A87DD6"/>
    <w:rsid w:val="00A905EC"/>
    <w:rsid w:val="00A91397"/>
    <w:rsid w:val="00A916A7"/>
    <w:rsid w:val="00A91CCF"/>
    <w:rsid w:val="00A91E5A"/>
    <w:rsid w:val="00A91F19"/>
    <w:rsid w:val="00A92101"/>
    <w:rsid w:val="00A92471"/>
    <w:rsid w:val="00A92569"/>
    <w:rsid w:val="00A9261A"/>
    <w:rsid w:val="00A92763"/>
    <w:rsid w:val="00A92A4B"/>
    <w:rsid w:val="00A932C6"/>
    <w:rsid w:val="00A934B8"/>
    <w:rsid w:val="00A937FB"/>
    <w:rsid w:val="00A93E53"/>
    <w:rsid w:val="00A94269"/>
    <w:rsid w:val="00A9426E"/>
    <w:rsid w:val="00A942A8"/>
    <w:rsid w:val="00A94334"/>
    <w:rsid w:val="00A94766"/>
    <w:rsid w:val="00A94961"/>
    <w:rsid w:val="00A94C3F"/>
    <w:rsid w:val="00A94E38"/>
    <w:rsid w:val="00A950EE"/>
    <w:rsid w:val="00A95698"/>
    <w:rsid w:val="00A9572B"/>
    <w:rsid w:val="00A960BA"/>
    <w:rsid w:val="00A96275"/>
    <w:rsid w:val="00A96307"/>
    <w:rsid w:val="00A963F9"/>
    <w:rsid w:val="00A965AC"/>
    <w:rsid w:val="00A96AD9"/>
    <w:rsid w:val="00A96DA0"/>
    <w:rsid w:val="00A96E2B"/>
    <w:rsid w:val="00A9785A"/>
    <w:rsid w:val="00A97D48"/>
    <w:rsid w:val="00A97E66"/>
    <w:rsid w:val="00AA0339"/>
    <w:rsid w:val="00AA03B4"/>
    <w:rsid w:val="00AA059D"/>
    <w:rsid w:val="00AA0A13"/>
    <w:rsid w:val="00AA0DCD"/>
    <w:rsid w:val="00AA10B6"/>
    <w:rsid w:val="00AA16AD"/>
    <w:rsid w:val="00AA1748"/>
    <w:rsid w:val="00AA20D8"/>
    <w:rsid w:val="00AA216C"/>
    <w:rsid w:val="00AA21C6"/>
    <w:rsid w:val="00AA21DB"/>
    <w:rsid w:val="00AA2459"/>
    <w:rsid w:val="00AA27AF"/>
    <w:rsid w:val="00AA2917"/>
    <w:rsid w:val="00AA2DC2"/>
    <w:rsid w:val="00AA32CB"/>
    <w:rsid w:val="00AA3C2E"/>
    <w:rsid w:val="00AA4493"/>
    <w:rsid w:val="00AA45AB"/>
    <w:rsid w:val="00AA489F"/>
    <w:rsid w:val="00AA51C4"/>
    <w:rsid w:val="00AA5285"/>
    <w:rsid w:val="00AA538E"/>
    <w:rsid w:val="00AA5466"/>
    <w:rsid w:val="00AA5808"/>
    <w:rsid w:val="00AA5B43"/>
    <w:rsid w:val="00AA5B97"/>
    <w:rsid w:val="00AA66FA"/>
    <w:rsid w:val="00AA6E4B"/>
    <w:rsid w:val="00AA702B"/>
    <w:rsid w:val="00AA779F"/>
    <w:rsid w:val="00AA79C8"/>
    <w:rsid w:val="00AA7F8D"/>
    <w:rsid w:val="00AB02D1"/>
    <w:rsid w:val="00AB0A57"/>
    <w:rsid w:val="00AB0F7F"/>
    <w:rsid w:val="00AB15D3"/>
    <w:rsid w:val="00AB1CB5"/>
    <w:rsid w:val="00AB1EB0"/>
    <w:rsid w:val="00AB253A"/>
    <w:rsid w:val="00AB279F"/>
    <w:rsid w:val="00AB33B0"/>
    <w:rsid w:val="00AB37A5"/>
    <w:rsid w:val="00AB3994"/>
    <w:rsid w:val="00AB3CD7"/>
    <w:rsid w:val="00AB3CD9"/>
    <w:rsid w:val="00AB40B3"/>
    <w:rsid w:val="00AB40DA"/>
    <w:rsid w:val="00AB4736"/>
    <w:rsid w:val="00AB477B"/>
    <w:rsid w:val="00AB4845"/>
    <w:rsid w:val="00AB4975"/>
    <w:rsid w:val="00AB49B6"/>
    <w:rsid w:val="00AB49DD"/>
    <w:rsid w:val="00AB4BCA"/>
    <w:rsid w:val="00AB557C"/>
    <w:rsid w:val="00AB561D"/>
    <w:rsid w:val="00AB5646"/>
    <w:rsid w:val="00AB5695"/>
    <w:rsid w:val="00AB57EC"/>
    <w:rsid w:val="00AB5EA7"/>
    <w:rsid w:val="00AB5FDD"/>
    <w:rsid w:val="00AB63E8"/>
    <w:rsid w:val="00AB64AE"/>
    <w:rsid w:val="00AB660C"/>
    <w:rsid w:val="00AB6677"/>
    <w:rsid w:val="00AB6BD4"/>
    <w:rsid w:val="00AB738F"/>
    <w:rsid w:val="00AB76A3"/>
    <w:rsid w:val="00AB7722"/>
    <w:rsid w:val="00AC0231"/>
    <w:rsid w:val="00AC06A2"/>
    <w:rsid w:val="00AC06B7"/>
    <w:rsid w:val="00AC10BF"/>
    <w:rsid w:val="00AC166E"/>
    <w:rsid w:val="00AC19F7"/>
    <w:rsid w:val="00AC2095"/>
    <w:rsid w:val="00AC2D42"/>
    <w:rsid w:val="00AC31B5"/>
    <w:rsid w:val="00AC3394"/>
    <w:rsid w:val="00AC3AF1"/>
    <w:rsid w:val="00AC3F27"/>
    <w:rsid w:val="00AC4486"/>
    <w:rsid w:val="00AC458C"/>
    <w:rsid w:val="00AC49CC"/>
    <w:rsid w:val="00AC4C7E"/>
    <w:rsid w:val="00AC4CB8"/>
    <w:rsid w:val="00AC4F6B"/>
    <w:rsid w:val="00AC4F83"/>
    <w:rsid w:val="00AC5472"/>
    <w:rsid w:val="00AC577C"/>
    <w:rsid w:val="00AC57FE"/>
    <w:rsid w:val="00AC5AEE"/>
    <w:rsid w:val="00AC5B53"/>
    <w:rsid w:val="00AC64C1"/>
    <w:rsid w:val="00AC6500"/>
    <w:rsid w:val="00AC66D6"/>
    <w:rsid w:val="00AC6C33"/>
    <w:rsid w:val="00AC6E78"/>
    <w:rsid w:val="00AC728C"/>
    <w:rsid w:val="00AC738E"/>
    <w:rsid w:val="00AC767F"/>
    <w:rsid w:val="00AC7942"/>
    <w:rsid w:val="00AD04F5"/>
    <w:rsid w:val="00AD0DE1"/>
    <w:rsid w:val="00AD0ECF"/>
    <w:rsid w:val="00AD1078"/>
    <w:rsid w:val="00AD1220"/>
    <w:rsid w:val="00AD170F"/>
    <w:rsid w:val="00AD1AF4"/>
    <w:rsid w:val="00AD1C7D"/>
    <w:rsid w:val="00AD202D"/>
    <w:rsid w:val="00AD212D"/>
    <w:rsid w:val="00AD25CA"/>
    <w:rsid w:val="00AD3434"/>
    <w:rsid w:val="00AD39AA"/>
    <w:rsid w:val="00AD4337"/>
    <w:rsid w:val="00AD447C"/>
    <w:rsid w:val="00AD479B"/>
    <w:rsid w:val="00AD4860"/>
    <w:rsid w:val="00AD505F"/>
    <w:rsid w:val="00AD5301"/>
    <w:rsid w:val="00AD5331"/>
    <w:rsid w:val="00AD5433"/>
    <w:rsid w:val="00AD625D"/>
    <w:rsid w:val="00AD676B"/>
    <w:rsid w:val="00AD69A8"/>
    <w:rsid w:val="00AD6D5E"/>
    <w:rsid w:val="00AD7093"/>
    <w:rsid w:val="00AD728B"/>
    <w:rsid w:val="00AD75C0"/>
    <w:rsid w:val="00AD7A4D"/>
    <w:rsid w:val="00AD7EA1"/>
    <w:rsid w:val="00AE033F"/>
    <w:rsid w:val="00AE0482"/>
    <w:rsid w:val="00AE0614"/>
    <w:rsid w:val="00AE13CE"/>
    <w:rsid w:val="00AE153C"/>
    <w:rsid w:val="00AE1734"/>
    <w:rsid w:val="00AE17D2"/>
    <w:rsid w:val="00AE1AE0"/>
    <w:rsid w:val="00AE1C21"/>
    <w:rsid w:val="00AE22EF"/>
    <w:rsid w:val="00AE2483"/>
    <w:rsid w:val="00AE299D"/>
    <w:rsid w:val="00AE338F"/>
    <w:rsid w:val="00AE381A"/>
    <w:rsid w:val="00AE3C30"/>
    <w:rsid w:val="00AE4506"/>
    <w:rsid w:val="00AE4B05"/>
    <w:rsid w:val="00AE4D30"/>
    <w:rsid w:val="00AE4D89"/>
    <w:rsid w:val="00AE4ED6"/>
    <w:rsid w:val="00AE4F38"/>
    <w:rsid w:val="00AE5552"/>
    <w:rsid w:val="00AE5F58"/>
    <w:rsid w:val="00AE6922"/>
    <w:rsid w:val="00AE6E21"/>
    <w:rsid w:val="00AE6E73"/>
    <w:rsid w:val="00AE6E87"/>
    <w:rsid w:val="00AE7D8F"/>
    <w:rsid w:val="00AF0052"/>
    <w:rsid w:val="00AF017D"/>
    <w:rsid w:val="00AF0309"/>
    <w:rsid w:val="00AF0D65"/>
    <w:rsid w:val="00AF0FC5"/>
    <w:rsid w:val="00AF1916"/>
    <w:rsid w:val="00AF1E67"/>
    <w:rsid w:val="00AF2330"/>
    <w:rsid w:val="00AF2B2A"/>
    <w:rsid w:val="00AF2EF1"/>
    <w:rsid w:val="00AF2F4D"/>
    <w:rsid w:val="00AF30E4"/>
    <w:rsid w:val="00AF31FF"/>
    <w:rsid w:val="00AF38D9"/>
    <w:rsid w:val="00AF3EA7"/>
    <w:rsid w:val="00AF3FB2"/>
    <w:rsid w:val="00AF4040"/>
    <w:rsid w:val="00AF4151"/>
    <w:rsid w:val="00AF4319"/>
    <w:rsid w:val="00AF43EA"/>
    <w:rsid w:val="00AF454D"/>
    <w:rsid w:val="00AF4552"/>
    <w:rsid w:val="00AF4C80"/>
    <w:rsid w:val="00AF4CF5"/>
    <w:rsid w:val="00AF4FD9"/>
    <w:rsid w:val="00AF5529"/>
    <w:rsid w:val="00AF57FE"/>
    <w:rsid w:val="00AF5933"/>
    <w:rsid w:val="00AF5C0E"/>
    <w:rsid w:val="00AF6588"/>
    <w:rsid w:val="00AF6620"/>
    <w:rsid w:val="00AF6767"/>
    <w:rsid w:val="00AF6936"/>
    <w:rsid w:val="00AF6B76"/>
    <w:rsid w:val="00AF6C33"/>
    <w:rsid w:val="00AF6DD5"/>
    <w:rsid w:val="00AF715B"/>
    <w:rsid w:val="00AF7290"/>
    <w:rsid w:val="00AF763A"/>
    <w:rsid w:val="00AF774E"/>
    <w:rsid w:val="00AF77BA"/>
    <w:rsid w:val="00AF799E"/>
    <w:rsid w:val="00AF7A07"/>
    <w:rsid w:val="00AF7CEA"/>
    <w:rsid w:val="00B007EA"/>
    <w:rsid w:val="00B0097D"/>
    <w:rsid w:val="00B00AD6"/>
    <w:rsid w:val="00B00D8C"/>
    <w:rsid w:val="00B01A58"/>
    <w:rsid w:val="00B02017"/>
    <w:rsid w:val="00B021A2"/>
    <w:rsid w:val="00B0293D"/>
    <w:rsid w:val="00B03302"/>
    <w:rsid w:val="00B0345E"/>
    <w:rsid w:val="00B0346C"/>
    <w:rsid w:val="00B03970"/>
    <w:rsid w:val="00B039CC"/>
    <w:rsid w:val="00B03F0B"/>
    <w:rsid w:val="00B04214"/>
    <w:rsid w:val="00B042B2"/>
    <w:rsid w:val="00B047A3"/>
    <w:rsid w:val="00B04AA1"/>
    <w:rsid w:val="00B04E5B"/>
    <w:rsid w:val="00B051D0"/>
    <w:rsid w:val="00B058E0"/>
    <w:rsid w:val="00B05A52"/>
    <w:rsid w:val="00B05D6F"/>
    <w:rsid w:val="00B062B9"/>
    <w:rsid w:val="00B06420"/>
    <w:rsid w:val="00B06646"/>
    <w:rsid w:val="00B068F9"/>
    <w:rsid w:val="00B06B75"/>
    <w:rsid w:val="00B06E82"/>
    <w:rsid w:val="00B06EBA"/>
    <w:rsid w:val="00B077C7"/>
    <w:rsid w:val="00B07B28"/>
    <w:rsid w:val="00B07BA5"/>
    <w:rsid w:val="00B07D26"/>
    <w:rsid w:val="00B10445"/>
    <w:rsid w:val="00B104A9"/>
    <w:rsid w:val="00B109E4"/>
    <w:rsid w:val="00B11524"/>
    <w:rsid w:val="00B115BA"/>
    <w:rsid w:val="00B11734"/>
    <w:rsid w:val="00B1173F"/>
    <w:rsid w:val="00B11898"/>
    <w:rsid w:val="00B11B53"/>
    <w:rsid w:val="00B11ED6"/>
    <w:rsid w:val="00B121AD"/>
    <w:rsid w:val="00B12205"/>
    <w:rsid w:val="00B123A9"/>
    <w:rsid w:val="00B12408"/>
    <w:rsid w:val="00B124A5"/>
    <w:rsid w:val="00B12625"/>
    <w:rsid w:val="00B1289C"/>
    <w:rsid w:val="00B12EB0"/>
    <w:rsid w:val="00B12F90"/>
    <w:rsid w:val="00B12FBB"/>
    <w:rsid w:val="00B12FD1"/>
    <w:rsid w:val="00B13108"/>
    <w:rsid w:val="00B1362C"/>
    <w:rsid w:val="00B13AC3"/>
    <w:rsid w:val="00B13C60"/>
    <w:rsid w:val="00B13D79"/>
    <w:rsid w:val="00B14204"/>
    <w:rsid w:val="00B142AC"/>
    <w:rsid w:val="00B146EF"/>
    <w:rsid w:val="00B15043"/>
    <w:rsid w:val="00B150E0"/>
    <w:rsid w:val="00B157D0"/>
    <w:rsid w:val="00B15B58"/>
    <w:rsid w:val="00B15F69"/>
    <w:rsid w:val="00B15FEF"/>
    <w:rsid w:val="00B163B4"/>
    <w:rsid w:val="00B16F71"/>
    <w:rsid w:val="00B1785B"/>
    <w:rsid w:val="00B179AC"/>
    <w:rsid w:val="00B200E7"/>
    <w:rsid w:val="00B20DEE"/>
    <w:rsid w:val="00B20F11"/>
    <w:rsid w:val="00B21BEC"/>
    <w:rsid w:val="00B22936"/>
    <w:rsid w:val="00B22C54"/>
    <w:rsid w:val="00B22C97"/>
    <w:rsid w:val="00B230BB"/>
    <w:rsid w:val="00B2315B"/>
    <w:rsid w:val="00B231E2"/>
    <w:rsid w:val="00B2337F"/>
    <w:rsid w:val="00B233E6"/>
    <w:rsid w:val="00B23683"/>
    <w:rsid w:val="00B23A1F"/>
    <w:rsid w:val="00B23EC6"/>
    <w:rsid w:val="00B2406C"/>
    <w:rsid w:val="00B2434E"/>
    <w:rsid w:val="00B248E9"/>
    <w:rsid w:val="00B24A39"/>
    <w:rsid w:val="00B24A3E"/>
    <w:rsid w:val="00B24B1C"/>
    <w:rsid w:val="00B24C17"/>
    <w:rsid w:val="00B24CB6"/>
    <w:rsid w:val="00B250CC"/>
    <w:rsid w:val="00B257E6"/>
    <w:rsid w:val="00B25894"/>
    <w:rsid w:val="00B25917"/>
    <w:rsid w:val="00B25CB3"/>
    <w:rsid w:val="00B25F1A"/>
    <w:rsid w:val="00B26094"/>
    <w:rsid w:val="00B262A5"/>
    <w:rsid w:val="00B26C11"/>
    <w:rsid w:val="00B26E26"/>
    <w:rsid w:val="00B26F12"/>
    <w:rsid w:val="00B26F8E"/>
    <w:rsid w:val="00B271F1"/>
    <w:rsid w:val="00B2780A"/>
    <w:rsid w:val="00B27BA0"/>
    <w:rsid w:val="00B27C20"/>
    <w:rsid w:val="00B3005E"/>
    <w:rsid w:val="00B3030A"/>
    <w:rsid w:val="00B3035E"/>
    <w:rsid w:val="00B30672"/>
    <w:rsid w:val="00B307F9"/>
    <w:rsid w:val="00B30CDC"/>
    <w:rsid w:val="00B312A8"/>
    <w:rsid w:val="00B314DE"/>
    <w:rsid w:val="00B316C7"/>
    <w:rsid w:val="00B3198C"/>
    <w:rsid w:val="00B319B1"/>
    <w:rsid w:val="00B31ACA"/>
    <w:rsid w:val="00B31C41"/>
    <w:rsid w:val="00B31D56"/>
    <w:rsid w:val="00B31DC4"/>
    <w:rsid w:val="00B31E8B"/>
    <w:rsid w:val="00B32082"/>
    <w:rsid w:val="00B32682"/>
    <w:rsid w:val="00B32974"/>
    <w:rsid w:val="00B32A44"/>
    <w:rsid w:val="00B32AD0"/>
    <w:rsid w:val="00B32E53"/>
    <w:rsid w:val="00B32FFF"/>
    <w:rsid w:val="00B33685"/>
    <w:rsid w:val="00B33C33"/>
    <w:rsid w:val="00B3449A"/>
    <w:rsid w:val="00B345EB"/>
    <w:rsid w:val="00B34934"/>
    <w:rsid w:val="00B34E76"/>
    <w:rsid w:val="00B350A2"/>
    <w:rsid w:val="00B35352"/>
    <w:rsid w:val="00B3560B"/>
    <w:rsid w:val="00B357C6"/>
    <w:rsid w:val="00B35874"/>
    <w:rsid w:val="00B35883"/>
    <w:rsid w:val="00B361BD"/>
    <w:rsid w:val="00B36C22"/>
    <w:rsid w:val="00B36CA8"/>
    <w:rsid w:val="00B36E91"/>
    <w:rsid w:val="00B3729A"/>
    <w:rsid w:val="00B37A9E"/>
    <w:rsid w:val="00B37B3A"/>
    <w:rsid w:val="00B40504"/>
    <w:rsid w:val="00B4082B"/>
    <w:rsid w:val="00B40BFF"/>
    <w:rsid w:val="00B40C04"/>
    <w:rsid w:val="00B40F62"/>
    <w:rsid w:val="00B412D4"/>
    <w:rsid w:val="00B419F4"/>
    <w:rsid w:val="00B41CE9"/>
    <w:rsid w:val="00B41D51"/>
    <w:rsid w:val="00B41DB7"/>
    <w:rsid w:val="00B41EB1"/>
    <w:rsid w:val="00B42BC7"/>
    <w:rsid w:val="00B431FD"/>
    <w:rsid w:val="00B43637"/>
    <w:rsid w:val="00B43B94"/>
    <w:rsid w:val="00B43EDA"/>
    <w:rsid w:val="00B44092"/>
    <w:rsid w:val="00B445F0"/>
    <w:rsid w:val="00B447F9"/>
    <w:rsid w:val="00B449E1"/>
    <w:rsid w:val="00B44A32"/>
    <w:rsid w:val="00B44A5B"/>
    <w:rsid w:val="00B463BA"/>
    <w:rsid w:val="00B4656F"/>
    <w:rsid w:val="00B46794"/>
    <w:rsid w:val="00B47828"/>
    <w:rsid w:val="00B47C75"/>
    <w:rsid w:val="00B47CAA"/>
    <w:rsid w:val="00B50298"/>
    <w:rsid w:val="00B503C7"/>
    <w:rsid w:val="00B506D6"/>
    <w:rsid w:val="00B51B66"/>
    <w:rsid w:val="00B52290"/>
    <w:rsid w:val="00B52642"/>
    <w:rsid w:val="00B52D5F"/>
    <w:rsid w:val="00B52DF7"/>
    <w:rsid w:val="00B530EE"/>
    <w:rsid w:val="00B534E9"/>
    <w:rsid w:val="00B53561"/>
    <w:rsid w:val="00B535DE"/>
    <w:rsid w:val="00B53709"/>
    <w:rsid w:val="00B53858"/>
    <w:rsid w:val="00B53A2C"/>
    <w:rsid w:val="00B53BD6"/>
    <w:rsid w:val="00B53DA9"/>
    <w:rsid w:val="00B53F67"/>
    <w:rsid w:val="00B54150"/>
    <w:rsid w:val="00B54424"/>
    <w:rsid w:val="00B5489A"/>
    <w:rsid w:val="00B55745"/>
    <w:rsid w:val="00B55C2B"/>
    <w:rsid w:val="00B55E31"/>
    <w:rsid w:val="00B564F5"/>
    <w:rsid w:val="00B565BB"/>
    <w:rsid w:val="00B56C7F"/>
    <w:rsid w:val="00B571C6"/>
    <w:rsid w:val="00B57916"/>
    <w:rsid w:val="00B57AC0"/>
    <w:rsid w:val="00B602F5"/>
    <w:rsid w:val="00B6055B"/>
    <w:rsid w:val="00B606D4"/>
    <w:rsid w:val="00B6070A"/>
    <w:rsid w:val="00B6070D"/>
    <w:rsid w:val="00B607C6"/>
    <w:rsid w:val="00B6082C"/>
    <w:rsid w:val="00B60EAC"/>
    <w:rsid w:val="00B60F76"/>
    <w:rsid w:val="00B61093"/>
    <w:rsid w:val="00B61298"/>
    <w:rsid w:val="00B61711"/>
    <w:rsid w:val="00B61761"/>
    <w:rsid w:val="00B619BA"/>
    <w:rsid w:val="00B61A76"/>
    <w:rsid w:val="00B61F44"/>
    <w:rsid w:val="00B6202A"/>
    <w:rsid w:val="00B62363"/>
    <w:rsid w:val="00B624B8"/>
    <w:rsid w:val="00B62516"/>
    <w:rsid w:val="00B62784"/>
    <w:rsid w:val="00B62902"/>
    <w:rsid w:val="00B62DD7"/>
    <w:rsid w:val="00B6326F"/>
    <w:rsid w:val="00B63638"/>
    <w:rsid w:val="00B636A6"/>
    <w:rsid w:val="00B6398A"/>
    <w:rsid w:val="00B63B36"/>
    <w:rsid w:val="00B63FAD"/>
    <w:rsid w:val="00B64470"/>
    <w:rsid w:val="00B64EA1"/>
    <w:rsid w:val="00B64EC0"/>
    <w:rsid w:val="00B64F9E"/>
    <w:rsid w:val="00B65043"/>
    <w:rsid w:val="00B6543E"/>
    <w:rsid w:val="00B65736"/>
    <w:rsid w:val="00B65D1B"/>
    <w:rsid w:val="00B665CC"/>
    <w:rsid w:val="00B6662C"/>
    <w:rsid w:val="00B668C0"/>
    <w:rsid w:val="00B66B95"/>
    <w:rsid w:val="00B67050"/>
    <w:rsid w:val="00B6711E"/>
    <w:rsid w:val="00B67296"/>
    <w:rsid w:val="00B678C1"/>
    <w:rsid w:val="00B706C0"/>
    <w:rsid w:val="00B70CE6"/>
    <w:rsid w:val="00B7163E"/>
    <w:rsid w:val="00B7177D"/>
    <w:rsid w:val="00B7205D"/>
    <w:rsid w:val="00B7219F"/>
    <w:rsid w:val="00B7227B"/>
    <w:rsid w:val="00B724B9"/>
    <w:rsid w:val="00B729B1"/>
    <w:rsid w:val="00B72E8F"/>
    <w:rsid w:val="00B73024"/>
    <w:rsid w:val="00B73317"/>
    <w:rsid w:val="00B73865"/>
    <w:rsid w:val="00B73998"/>
    <w:rsid w:val="00B74085"/>
    <w:rsid w:val="00B74092"/>
    <w:rsid w:val="00B7436E"/>
    <w:rsid w:val="00B743E6"/>
    <w:rsid w:val="00B747D9"/>
    <w:rsid w:val="00B74A48"/>
    <w:rsid w:val="00B74E42"/>
    <w:rsid w:val="00B74FE1"/>
    <w:rsid w:val="00B753A3"/>
    <w:rsid w:val="00B75F79"/>
    <w:rsid w:val="00B7603A"/>
    <w:rsid w:val="00B76590"/>
    <w:rsid w:val="00B76B71"/>
    <w:rsid w:val="00B76CB4"/>
    <w:rsid w:val="00B7730C"/>
    <w:rsid w:val="00B777CB"/>
    <w:rsid w:val="00B77824"/>
    <w:rsid w:val="00B778C0"/>
    <w:rsid w:val="00B77BE8"/>
    <w:rsid w:val="00B77F45"/>
    <w:rsid w:val="00B80B2D"/>
    <w:rsid w:val="00B80DDD"/>
    <w:rsid w:val="00B80EC9"/>
    <w:rsid w:val="00B81082"/>
    <w:rsid w:val="00B811B7"/>
    <w:rsid w:val="00B81BAC"/>
    <w:rsid w:val="00B81BB5"/>
    <w:rsid w:val="00B81CA2"/>
    <w:rsid w:val="00B81E00"/>
    <w:rsid w:val="00B82384"/>
    <w:rsid w:val="00B823AE"/>
    <w:rsid w:val="00B82DD9"/>
    <w:rsid w:val="00B831A8"/>
    <w:rsid w:val="00B83415"/>
    <w:rsid w:val="00B842B9"/>
    <w:rsid w:val="00B84553"/>
    <w:rsid w:val="00B848C1"/>
    <w:rsid w:val="00B84A80"/>
    <w:rsid w:val="00B85037"/>
    <w:rsid w:val="00B856FE"/>
    <w:rsid w:val="00B857DF"/>
    <w:rsid w:val="00B859AF"/>
    <w:rsid w:val="00B859FC"/>
    <w:rsid w:val="00B85E2B"/>
    <w:rsid w:val="00B86215"/>
    <w:rsid w:val="00B86769"/>
    <w:rsid w:val="00B867CC"/>
    <w:rsid w:val="00B86962"/>
    <w:rsid w:val="00B86C1A"/>
    <w:rsid w:val="00B86C65"/>
    <w:rsid w:val="00B86F77"/>
    <w:rsid w:val="00B90797"/>
    <w:rsid w:val="00B9086E"/>
    <w:rsid w:val="00B9092A"/>
    <w:rsid w:val="00B90C7F"/>
    <w:rsid w:val="00B912A2"/>
    <w:rsid w:val="00B91399"/>
    <w:rsid w:val="00B9148A"/>
    <w:rsid w:val="00B91656"/>
    <w:rsid w:val="00B91F10"/>
    <w:rsid w:val="00B91FDA"/>
    <w:rsid w:val="00B920D6"/>
    <w:rsid w:val="00B9214F"/>
    <w:rsid w:val="00B92574"/>
    <w:rsid w:val="00B92591"/>
    <w:rsid w:val="00B929AE"/>
    <w:rsid w:val="00B92AC8"/>
    <w:rsid w:val="00B93032"/>
    <w:rsid w:val="00B93A95"/>
    <w:rsid w:val="00B93B07"/>
    <w:rsid w:val="00B943FD"/>
    <w:rsid w:val="00B94538"/>
    <w:rsid w:val="00B947C7"/>
    <w:rsid w:val="00B94A95"/>
    <w:rsid w:val="00B95303"/>
    <w:rsid w:val="00B953D2"/>
    <w:rsid w:val="00B95599"/>
    <w:rsid w:val="00B95701"/>
    <w:rsid w:val="00B95A89"/>
    <w:rsid w:val="00B95A99"/>
    <w:rsid w:val="00B95B60"/>
    <w:rsid w:val="00B969B9"/>
    <w:rsid w:val="00B96B83"/>
    <w:rsid w:val="00B96C36"/>
    <w:rsid w:val="00B96CDB"/>
    <w:rsid w:val="00B978F0"/>
    <w:rsid w:val="00B97D78"/>
    <w:rsid w:val="00B97E06"/>
    <w:rsid w:val="00B97ECE"/>
    <w:rsid w:val="00BA0082"/>
    <w:rsid w:val="00BA0148"/>
    <w:rsid w:val="00BA0823"/>
    <w:rsid w:val="00BA08FE"/>
    <w:rsid w:val="00BA0B09"/>
    <w:rsid w:val="00BA0B3A"/>
    <w:rsid w:val="00BA0F02"/>
    <w:rsid w:val="00BA1482"/>
    <w:rsid w:val="00BA18B6"/>
    <w:rsid w:val="00BA19C8"/>
    <w:rsid w:val="00BA1ECD"/>
    <w:rsid w:val="00BA23D7"/>
    <w:rsid w:val="00BA248A"/>
    <w:rsid w:val="00BA261E"/>
    <w:rsid w:val="00BA32B1"/>
    <w:rsid w:val="00BA36CE"/>
    <w:rsid w:val="00BA3891"/>
    <w:rsid w:val="00BA39AB"/>
    <w:rsid w:val="00BA3C19"/>
    <w:rsid w:val="00BA3E83"/>
    <w:rsid w:val="00BA3F5C"/>
    <w:rsid w:val="00BA40BF"/>
    <w:rsid w:val="00BA465F"/>
    <w:rsid w:val="00BA4787"/>
    <w:rsid w:val="00BA4BD7"/>
    <w:rsid w:val="00BA4EDF"/>
    <w:rsid w:val="00BA565C"/>
    <w:rsid w:val="00BA57F5"/>
    <w:rsid w:val="00BA5BB5"/>
    <w:rsid w:val="00BA5C6B"/>
    <w:rsid w:val="00BA5E0E"/>
    <w:rsid w:val="00BA67C9"/>
    <w:rsid w:val="00BA6856"/>
    <w:rsid w:val="00BA695C"/>
    <w:rsid w:val="00BA69B1"/>
    <w:rsid w:val="00BA69CB"/>
    <w:rsid w:val="00BA6CC8"/>
    <w:rsid w:val="00BA7170"/>
    <w:rsid w:val="00BA72CB"/>
    <w:rsid w:val="00BA738C"/>
    <w:rsid w:val="00BA782F"/>
    <w:rsid w:val="00BA7A6B"/>
    <w:rsid w:val="00BA7B9E"/>
    <w:rsid w:val="00BB0670"/>
    <w:rsid w:val="00BB0E10"/>
    <w:rsid w:val="00BB114B"/>
    <w:rsid w:val="00BB149D"/>
    <w:rsid w:val="00BB1A90"/>
    <w:rsid w:val="00BB2772"/>
    <w:rsid w:val="00BB32FF"/>
    <w:rsid w:val="00BB362F"/>
    <w:rsid w:val="00BB3656"/>
    <w:rsid w:val="00BB3700"/>
    <w:rsid w:val="00BB37BD"/>
    <w:rsid w:val="00BB38B5"/>
    <w:rsid w:val="00BB3965"/>
    <w:rsid w:val="00BB3F1F"/>
    <w:rsid w:val="00BB3F37"/>
    <w:rsid w:val="00BB4566"/>
    <w:rsid w:val="00BB45BA"/>
    <w:rsid w:val="00BB48E8"/>
    <w:rsid w:val="00BB4A1D"/>
    <w:rsid w:val="00BB4CF5"/>
    <w:rsid w:val="00BB4D52"/>
    <w:rsid w:val="00BB502C"/>
    <w:rsid w:val="00BB5069"/>
    <w:rsid w:val="00BB54E2"/>
    <w:rsid w:val="00BB55D2"/>
    <w:rsid w:val="00BB57E4"/>
    <w:rsid w:val="00BB591E"/>
    <w:rsid w:val="00BB5A99"/>
    <w:rsid w:val="00BB6571"/>
    <w:rsid w:val="00BB65F1"/>
    <w:rsid w:val="00BB68EA"/>
    <w:rsid w:val="00BB6EA7"/>
    <w:rsid w:val="00BB7533"/>
    <w:rsid w:val="00BB7AD9"/>
    <w:rsid w:val="00BB7E0A"/>
    <w:rsid w:val="00BC04E6"/>
    <w:rsid w:val="00BC067B"/>
    <w:rsid w:val="00BC0A72"/>
    <w:rsid w:val="00BC1901"/>
    <w:rsid w:val="00BC20BE"/>
    <w:rsid w:val="00BC2807"/>
    <w:rsid w:val="00BC2988"/>
    <w:rsid w:val="00BC2E96"/>
    <w:rsid w:val="00BC3626"/>
    <w:rsid w:val="00BC37D7"/>
    <w:rsid w:val="00BC3A55"/>
    <w:rsid w:val="00BC3C90"/>
    <w:rsid w:val="00BC44EC"/>
    <w:rsid w:val="00BC4ACB"/>
    <w:rsid w:val="00BC4AEF"/>
    <w:rsid w:val="00BC5438"/>
    <w:rsid w:val="00BC557C"/>
    <w:rsid w:val="00BC597A"/>
    <w:rsid w:val="00BC5D05"/>
    <w:rsid w:val="00BC61AC"/>
    <w:rsid w:val="00BC6325"/>
    <w:rsid w:val="00BC6737"/>
    <w:rsid w:val="00BC691D"/>
    <w:rsid w:val="00BC6C6C"/>
    <w:rsid w:val="00BC6D18"/>
    <w:rsid w:val="00BC6E3C"/>
    <w:rsid w:val="00BC6FB3"/>
    <w:rsid w:val="00BC7C6E"/>
    <w:rsid w:val="00BD0332"/>
    <w:rsid w:val="00BD0369"/>
    <w:rsid w:val="00BD092F"/>
    <w:rsid w:val="00BD0CDE"/>
    <w:rsid w:val="00BD0D3C"/>
    <w:rsid w:val="00BD0D42"/>
    <w:rsid w:val="00BD1871"/>
    <w:rsid w:val="00BD2045"/>
    <w:rsid w:val="00BD2D8F"/>
    <w:rsid w:val="00BD2E12"/>
    <w:rsid w:val="00BD2E87"/>
    <w:rsid w:val="00BD37D3"/>
    <w:rsid w:val="00BD3B79"/>
    <w:rsid w:val="00BD435D"/>
    <w:rsid w:val="00BD4CE9"/>
    <w:rsid w:val="00BD4E7E"/>
    <w:rsid w:val="00BD58A4"/>
    <w:rsid w:val="00BD59A4"/>
    <w:rsid w:val="00BD5B0C"/>
    <w:rsid w:val="00BD6272"/>
    <w:rsid w:val="00BD6467"/>
    <w:rsid w:val="00BD6ACF"/>
    <w:rsid w:val="00BD6E8A"/>
    <w:rsid w:val="00BD704E"/>
    <w:rsid w:val="00BD74A8"/>
    <w:rsid w:val="00BD7D39"/>
    <w:rsid w:val="00BE014B"/>
    <w:rsid w:val="00BE03C7"/>
    <w:rsid w:val="00BE040B"/>
    <w:rsid w:val="00BE051E"/>
    <w:rsid w:val="00BE0826"/>
    <w:rsid w:val="00BE0B01"/>
    <w:rsid w:val="00BE0BD9"/>
    <w:rsid w:val="00BE1870"/>
    <w:rsid w:val="00BE191A"/>
    <w:rsid w:val="00BE1964"/>
    <w:rsid w:val="00BE1AC8"/>
    <w:rsid w:val="00BE1C9C"/>
    <w:rsid w:val="00BE2186"/>
    <w:rsid w:val="00BE2282"/>
    <w:rsid w:val="00BE2C5E"/>
    <w:rsid w:val="00BE2E5D"/>
    <w:rsid w:val="00BE331C"/>
    <w:rsid w:val="00BE3334"/>
    <w:rsid w:val="00BE3851"/>
    <w:rsid w:val="00BE3B0E"/>
    <w:rsid w:val="00BE3DA1"/>
    <w:rsid w:val="00BE3FBB"/>
    <w:rsid w:val="00BE466A"/>
    <w:rsid w:val="00BE4C29"/>
    <w:rsid w:val="00BE4E57"/>
    <w:rsid w:val="00BE4F05"/>
    <w:rsid w:val="00BE4F24"/>
    <w:rsid w:val="00BE4F9A"/>
    <w:rsid w:val="00BE5242"/>
    <w:rsid w:val="00BE540C"/>
    <w:rsid w:val="00BE6437"/>
    <w:rsid w:val="00BE655F"/>
    <w:rsid w:val="00BE67BF"/>
    <w:rsid w:val="00BE6850"/>
    <w:rsid w:val="00BE7132"/>
    <w:rsid w:val="00BE7304"/>
    <w:rsid w:val="00BE7466"/>
    <w:rsid w:val="00BE758C"/>
    <w:rsid w:val="00BE7695"/>
    <w:rsid w:val="00BE78E2"/>
    <w:rsid w:val="00BE7BDA"/>
    <w:rsid w:val="00BE7C33"/>
    <w:rsid w:val="00BE7D5A"/>
    <w:rsid w:val="00BF0072"/>
    <w:rsid w:val="00BF0232"/>
    <w:rsid w:val="00BF02A3"/>
    <w:rsid w:val="00BF1362"/>
    <w:rsid w:val="00BF1418"/>
    <w:rsid w:val="00BF17A1"/>
    <w:rsid w:val="00BF1C04"/>
    <w:rsid w:val="00BF1C0A"/>
    <w:rsid w:val="00BF1E7C"/>
    <w:rsid w:val="00BF254E"/>
    <w:rsid w:val="00BF27F2"/>
    <w:rsid w:val="00BF2B89"/>
    <w:rsid w:val="00BF2F64"/>
    <w:rsid w:val="00BF366D"/>
    <w:rsid w:val="00BF3784"/>
    <w:rsid w:val="00BF3E42"/>
    <w:rsid w:val="00BF42D1"/>
    <w:rsid w:val="00BF47E5"/>
    <w:rsid w:val="00BF4931"/>
    <w:rsid w:val="00BF4FB3"/>
    <w:rsid w:val="00BF50FC"/>
    <w:rsid w:val="00BF55CC"/>
    <w:rsid w:val="00BF582F"/>
    <w:rsid w:val="00BF5998"/>
    <w:rsid w:val="00BF59AB"/>
    <w:rsid w:val="00BF5DD6"/>
    <w:rsid w:val="00BF600E"/>
    <w:rsid w:val="00BF6830"/>
    <w:rsid w:val="00BF6BD8"/>
    <w:rsid w:val="00BF7839"/>
    <w:rsid w:val="00C00EA0"/>
    <w:rsid w:val="00C00EB7"/>
    <w:rsid w:val="00C0132B"/>
    <w:rsid w:val="00C013D1"/>
    <w:rsid w:val="00C01427"/>
    <w:rsid w:val="00C016C9"/>
    <w:rsid w:val="00C018D2"/>
    <w:rsid w:val="00C01A3C"/>
    <w:rsid w:val="00C01FD9"/>
    <w:rsid w:val="00C021D1"/>
    <w:rsid w:val="00C023BD"/>
    <w:rsid w:val="00C02908"/>
    <w:rsid w:val="00C029BA"/>
    <w:rsid w:val="00C038AA"/>
    <w:rsid w:val="00C03C01"/>
    <w:rsid w:val="00C03C94"/>
    <w:rsid w:val="00C04C1D"/>
    <w:rsid w:val="00C04F58"/>
    <w:rsid w:val="00C0525C"/>
    <w:rsid w:val="00C053B4"/>
    <w:rsid w:val="00C0577E"/>
    <w:rsid w:val="00C05B09"/>
    <w:rsid w:val="00C05D0D"/>
    <w:rsid w:val="00C06497"/>
    <w:rsid w:val="00C067A3"/>
    <w:rsid w:val="00C06809"/>
    <w:rsid w:val="00C069BF"/>
    <w:rsid w:val="00C06A10"/>
    <w:rsid w:val="00C06CF1"/>
    <w:rsid w:val="00C06E3B"/>
    <w:rsid w:val="00C06E8B"/>
    <w:rsid w:val="00C0755A"/>
    <w:rsid w:val="00C0770E"/>
    <w:rsid w:val="00C1075B"/>
    <w:rsid w:val="00C10C2A"/>
    <w:rsid w:val="00C10DF4"/>
    <w:rsid w:val="00C11074"/>
    <w:rsid w:val="00C11287"/>
    <w:rsid w:val="00C116C9"/>
    <w:rsid w:val="00C119B4"/>
    <w:rsid w:val="00C11E04"/>
    <w:rsid w:val="00C11F94"/>
    <w:rsid w:val="00C12302"/>
    <w:rsid w:val="00C125FE"/>
    <w:rsid w:val="00C12937"/>
    <w:rsid w:val="00C12BA4"/>
    <w:rsid w:val="00C1324D"/>
    <w:rsid w:val="00C13344"/>
    <w:rsid w:val="00C13545"/>
    <w:rsid w:val="00C135D0"/>
    <w:rsid w:val="00C1393D"/>
    <w:rsid w:val="00C13BCD"/>
    <w:rsid w:val="00C13C0C"/>
    <w:rsid w:val="00C13E60"/>
    <w:rsid w:val="00C14993"/>
    <w:rsid w:val="00C14D71"/>
    <w:rsid w:val="00C15134"/>
    <w:rsid w:val="00C153CC"/>
    <w:rsid w:val="00C15536"/>
    <w:rsid w:val="00C15BAC"/>
    <w:rsid w:val="00C15BEE"/>
    <w:rsid w:val="00C160E2"/>
    <w:rsid w:val="00C16180"/>
    <w:rsid w:val="00C16203"/>
    <w:rsid w:val="00C16528"/>
    <w:rsid w:val="00C165B6"/>
    <w:rsid w:val="00C16A4F"/>
    <w:rsid w:val="00C17CD4"/>
    <w:rsid w:val="00C20874"/>
    <w:rsid w:val="00C2116F"/>
    <w:rsid w:val="00C21781"/>
    <w:rsid w:val="00C21CED"/>
    <w:rsid w:val="00C2229B"/>
    <w:rsid w:val="00C225CC"/>
    <w:rsid w:val="00C234B4"/>
    <w:rsid w:val="00C235CA"/>
    <w:rsid w:val="00C238E2"/>
    <w:rsid w:val="00C23B82"/>
    <w:rsid w:val="00C241F0"/>
    <w:rsid w:val="00C24654"/>
    <w:rsid w:val="00C246AD"/>
    <w:rsid w:val="00C24A30"/>
    <w:rsid w:val="00C24D11"/>
    <w:rsid w:val="00C251FD"/>
    <w:rsid w:val="00C25979"/>
    <w:rsid w:val="00C25B4F"/>
    <w:rsid w:val="00C25CE1"/>
    <w:rsid w:val="00C25F45"/>
    <w:rsid w:val="00C2601D"/>
    <w:rsid w:val="00C2605E"/>
    <w:rsid w:val="00C2615C"/>
    <w:rsid w:val="00C26B3C"/>
    <w:rsid w:val="00C27012"/>
    <w:rsid w:val="00C2724A"/>
    <w:rsid w:val="00C272E5"/>
    <w:rsid w:val="00C27E65"/>
    <w:rsid w:val="00C3009A"/>
    <w:rsid w:val="00C30915"/>
    <w:rsid w:val="00C30BB0"/>
    <w:rsid w:val="00C311A6"/>
    <w:rsid w:val="00C31537"/>
    <w:rsid w:val="00C31A64"/>
    <w:rsid w:val="00C31C21"/>
    <w:rsid w:val="00C31D89"/>
    <w:rsid w:val="00C31E96"/>
    <w:rsid w:val="00C32124"/>
    <w:rsid w:val="00C321DD"/>
    <w:rsid w:val="00C322C2"/>
    <w:rsid w:val="00C32433"/>
    <w:rsid w:val="00C32F35"/>
    <w:rsid w:val="00C33467"/>
    <w:rsid w:val="00C34072"/>
    <w:rsid w:val="00C34125"/>
    <w:rsid w:val="00C341F1"/>
    <w:rsid w:val="00C345F9"/>
    <w:rsid w:val="00C3476E"/>
    <w:rsid w:val="00C34A15"/>
    <w:rsid w:val="00C34FAC"/>
    <w:rsid w:val="00C35087"/>
    <w:rsid w:val="00C35340"/>
    <w:rsid w:val="00C35F37"/>
    <w:rsid w:val="00C35F41"/>
    <w:rsid w:val="00C367C2"/>
    <w:rsid w:val="00C36AE2"/>
    <w:rsid w:val="00C36D10"/>
    <w:rsid w:val="00C36E06"/>
    <w:rsid w:val="00C37098"/>
    <w:rsid w:val="00C373ED"/>
    <w:rsid w:val="00C37683"/>
    <w:rsid w:val="00C37C29"/>
    <w:rsid w:val="00C40141"/>
    <w:rsid w:val="00C4028F"/>
    <w:rsid w:val="00C403D2"/>
    <w:rsid w:val="00C408EB"/>
    <w:rsid w:val="00C40A41"/>
    <w:rsid w:val="00C41479"/>
    <w:rsid w:val="00C415CB"/>
    <w:rsid w:val="00C41EBC"/>
    <w:rsid w:val="00C42978"/>
    <w:rsid w:val="00C43713"/>
    <w:rsid w:val="00C437C5"/>
    <w:rsid w:val="00C43E69"/>
    <w:rsid w:val="00C43E7B"/>
    <w:rsid w:val="00C43EC1"/>
    <w:rsid w:val="00C43FAD"/>
    <w:rsid w:val="00C440F4"/>
    <w:rsid w:val="00C44A1F"/>
    <w:rsid w:val="00C44AAA"/>
    <w:rsid w:val="00C44D03"/>
    <w:rsid w:val="00C44D68"/>
    <w:rsid w:val="00C44F66"/>
    <w:rsid w:val="00C45128"/>
    <w:rsid w:val="00C459C6"/>
    <w:rsid w:val="00C45C5B"/>
    <w:rsid w:val="00C46434"/>
    <w:rsid w:val="00C46623"/>
    <w:rsid w:val="00C466CB"/>
    <w:rsid w:val="00C46FBC"/>
    <w:rsid w:val="00C47012"/>
    <w:rsid w:val="00C47A31"/>
    <w:rsid w:val="00C47B9D"/>
    <w:rsid w:val="00C502A7"/>
    <w:rsid w:val="00C507DB"/>
    <w:rsid w:val="00C5116D"/>
    <w:rsid w:val="00C51A9C"/>
    <w:rsid w:val="00C51C91"/>
    <w:rsid w:val="00C51D00"/>
    <w:rsid w:val="00C51EBE"/>
    <w:rsid w:val="00C52259"/>
    <w:rsid w:val="00C5233D"/>
    <w:rsid w:val="00C52360"/>
    <w:rsid w:val="00C52515"/>
    <w:rsid w:val="00C52688"/>
    <w:rsid w:val="00C527A3"/>
    <w:rsid w:val="00C5344D"/>
    <w:rsid w:val="00C5345E"/>
    <w:rsid w:val="00C53810"/>
    <w:rsid w:val="00C53CC7"/>
    <w:rsid w:val="00C541CB"/>
    <w:rsid w:val="00C544D5"/>
    <w:rsid w:val="00C544FE"/>
    <w:rsid w:val="00C54AC4"/>
    <w:rsid w:val="00C54F99"/>
    <w:rsid w:val="00C55229"/>
    <w:rsid w:val="00C56BD3"/>
    <w:rsid w:val="00C56D46"/>
    <w:rsid w:val="00C57319"/>
    <w:rsid w:val="00C5789D"/>
    <w:rsid w:val="00C5797F"/>
    <w:rsid w:val="00C57A0D"/>
    <w:rsid w:val="00C6007D"/>
    <w:rsid w:val="00C60306"/>
    <w:rsid w:val="00C60419"/>
    <w:rsid w:val="00C604E3"/>
    <w:rsid w:val="00C606C5"/>
    <w:rsid w:val="00C60808"/>
    <w:rsid w:val="00C610AC"/>
    <w:rsid w:val="00C611D5"/>
    <w:rsid w:val="00C61A54"/>
    <w:rsid w:val="00C61ACE"/>
    <w:rsid w:val="00C61D02"/>
    <w:rsid w:val="00C62D8A"/>
    <w:rsid w:val="00C62F79"/>
    <w:rsid w:val="00C6361C"/>
    <w:rsid w:val="00C639CF"/>
    <w:rsid w:val="00C63A28"/>
    <w:rsid w:val="00C63E7B"/>
    <w:rsid w:val="00C646E0"/>
    <w:rsid w:val="00C64A59"/>
    <w:rsid w:val="00C64B7D"/>
    <w:rsid w:val="00C653B5"/>
    <w:rsid w:val="00C659A2"/>
    <w:rsid w:val="00C65E8D"/>
    <w:rsid w:val="00C65FF5"/>
    <w:rsid w:val="00C662E9"/>
    <w:rsid w:val="00C666DF"/>
    <w:rsid w:val="00C669A8"/>
    <w:rsid w:val="00C66A94"/>
    <w:rsid w:val="00C66DC4"/>
    <w:rsid w:val="00C66F99"/>
    <w:rsid w:val="00C67032"/>
    <w:rsid w:val="00C67366"/>
    <w:rsid w:val="00C674BB"/>
    <w:rsid w:val="00C67CE1"/>
    <w:rsid w:val="00C703F5"/>
    <w:rsid w:val="00C70409"/>
    <w:rsid w:val="00C7079A"/>
    <w:rsid w:val="00C70A74"/>
    <w:rsid w:val="00C70C17"/>
    <w:rsid w:val="00C70EDE"/>
    <w:rsid w:val="00C70FEC"/>
    <w:rsid w:val="00C71086"/>
    <w:rsid w:val="00C713CD"/>
    <w:rsid w:val="00C71500"/>
    <w:rsid w:val="00C71B7A"/>
    <w:rsid w:val="00C71BFB"/>
    <w:rsid w:val="00C72341"/>
    <w:rsid w:val="00C72804"/>
    <w:rsid w:val="00C72AB2"/>
    <w:rsid w:val="00C72C5D"/>
    <w:rsid w:val="00C72DE2"/>
    <w:rsid w:val="00C73EB4"/>
    <w:rsid w:val="00C740B5"/>
    <w:rsid w:val="00C7458B"/>
    <w:rsid w:val="00C752B6"/>
    <w:rsid w:val="00C755B5"/>
    <w:rsid w:val="00C75AF1"/>
    <w:rsid w:val="00C75C64"/>
    <w:rsid w:val="00C7612A"/>
    <w:rsid w:val="00C7648D"/>
    <w:rsid w:val="00C764EC"/>
    <w:rsid w:val="00C7690E"/>
    <w:rsid w:val="00C76AD4"/>
    <w:rsid w:val="00C7734D"/>
    <w:rsid w:val="00C774A8"/>
    <w:rsid w:val="00C777D4"/>
    <w:rsid w:val="00C77BCB"/>
    <w:rsid w:val="00C77ECA"/>
    <w:rsid w:val="00C80375"/>
    <w:rsid w:val="00C805E8"/>
    <w:rsid w:val="00C80832"/>
    <w:rsid w:val="00C8196A"/>
    <w:rsid w:val="00C81C8A"/>
    <w:rsid w:val="00C820DE"/>
    <w:rsid w:val="00C8224F"/>
    <w:rsid w:val="00C82335"/>
    <w:rsid w:val="00C824D0"/>
    <w:rsid w:val="00C8268A"/>
    <w:rsid w:val="00C828D9"/>
    <w:rsid w:val="00C82912"/>
    <w:rsid w:val="00C829F9"/>
    <w:rsid w:val="00C82B39"/>
    <w:rsid w:val="00C82C1D"/>
    <w:rsid w:val="00C82CA0"/>
    <w:rsid w:val="00C82E69"/>
    <w:rsid w:val="00C82E75"/>
    <w:rsid w:val="00C82FE5"/>
    <w:rsid w:val="00C83461"/>
    <w:rsid w:val="00C835C5"/>
    <w:rsid w:val="00C835FD"/>
    <w:rsid w:val="00C838BA"/>
    <w:rsid w:val="00C83A18"/>
    <w:rsid w:val="00C83D78"/>
    <w:rsid w:val="00C84351"/>
    <w:rsid w:val="00C84754"/>
    <w:rsid w:val="00C84A3E"/>
    <w:rsid w:val="00C84FC6"/>
    <w:rsid w:val="00C850E2"/>
    <w:rsid w:val="00C85267"/>
    <w:rsid w:val="00C853EC"/>
    <w:rsid w:val="00C8552C"/>
    <w:rsid w:val="00C85942"/>
    <w:rsid w:val="00C859E4"/>
    <w:rsid w:val="00C8622B"/>
    <w:rsid w:val="00C86397"/>
    <w:rsid w:val="00C86A7E"/>
    <w:rsid w:val="00C872D8"/>
    <w:rsid w:val="00C875E2"/>
    <w:rsid w:val="00C87C8A"/>
    <w:rsid w:val="00C87CD6"/>
    <w:rsid w:val="00C87F43"/>
    <w:rsid w:val="00C90479"/>
    <w:rsid w:val="00C90521"/>
    <w:rsid w:val="00C90D69"/>
    <w:rsid w:val="00C90E74"/>
    <w:rsid w:val="00C91522"/>
    <w:rsid w:val="00C91547"/>
    <w:rsid w:val="00C91BA9"/>
    <w:rsid w:val="00C9224B"/>
    <w:rsid w:val="00C92712"/>
    <w:rsid w:val="00C927EF"/>
    <w:rsid w:val="00C93422"/>
    <w:rsid w:val="00C939C4"/>
    <w:rsid w:val="00C93ED5"/>
    <w:rsid w:val="00C93F03"/>
    <w:rsid w:val="00C93F87"/>
    <w:rsid w:val="00C9426C"/>
    <w:rsid w:val="00C943A0"/>
    <w:rsid w:val="00C948D3"/>
    <w:rsid w:val="00C94A33"/>
    <w:rsid w:val="00C954E9"/>
    <w:rsid w:val="00C95F4B"/>
    <w:rsid w:val="00C96034"/>
    <w:rsid w:val="00C96108"/>
    <w:rsid w:val="00C96159"/>
    <w:rsid w:val="00C9620F"/>
    <w:rsid w:val="00C96442"/>
    <w:rsid w:val="00C9683B"/>
    <w:rsid w:val="00C97798"/>
    <w:rsid w:val="00C97AAB"/>
    <w:rsid w:val="00C97BD6"/>
    <w:rsid w:val="00C97F4A"/>
    <w:rsid w:val="00CA019C"/>
    <w:rsid w:val="00CA0320"/>
    <w:rsid w:val="00CA0526"/>
    <w:rsid w:val="00CA09B7"/>
    <w:rsid w:val="00CA0B59"/>
    <w:rsid w:val="00CA10C5"/>
    <w:rsid w:val="00CA12FC"/>
    <w:rsid w:val="00CA13EB"/>
    <w:rsid w:val="00CA14B1"/>
    <w:rsid w:val="00CA192E"/>
    <w:rsid w:val="00CA25D9"/>
    <w:rsid w:val="00CA27A6"/>
    <w:rsid w:val="00CA2CB6"/>
    <w:rsid w:val="00CA2D2F"/>
    <w:rsid w:val="00CA348C"/>
    <w:rsid w:val="00CA349C"/>
    <w:rsid w:val="00CA36EB"/>
    <w:rsid w:val="00CA3743"/>
    <w:rsid w:val="00CA3B95"/>
    <w:rsid w:val="00CA3C41"/>
    <w:rsid w:val="00CA47B7"/>
    <w:rsid w:val="00CA49D1"/>
    <w:rsid w:val="00CA4A90"/>
    <w:rsid w:val="00CA55ED"/>
    <w:rsid w:val="00CA57C1"/>
    <w:rsid w:val="00CA5A34"/>
    <w:rsid w:val="00CA5CB8"/>
    <w:rsid w:val="00CA5F71"/>
    <w:rsid w:val="00CA632A"/>
    <w:rsid w:val="00CA64DA"/>
    <w:rsid w:val="00CA6879"/>
    <w:rsid w:val="00CA69C5"/>
    <w:rsid w:val="00CA6DDD"/>
    <w:rsid w:val="00CA7268"/>
    <w:rsid w:val="00CA7829"/>
    <w:rsid w:val="00CA7BE7"/>
    <w:rsid w:val="00CA7C5D"/>
    <w:rsid w:val="00CA7F51"/>
    <w:rsid w:val="00CA7F97"/>
    <w:rsid w:val="00CB05F8"/>
    <w:rsid w:val="00CB0977"/>
    <w:rsid w:val="00CB0A8F"/>
    <w:rsid w:val="00CB17E0"/>
    <w:rsid w:val="00CB1B15"/>
    <w:rsid w:val="00CB1D91"/>
    <w:rsid w:val="00CB1F7D"/>
    <w:rsid w:val="00CB2200"/>
    <w:rsid w:val="00CB28EB"/>
    <w:rsid w:val="00CB3146"/>
    <w:rsid w:val="00CB34A4"/>
    <w:rsid w:val="00CB38C7"/>
    <w:rsid w:val="00CB3AB5"/>
    <w:rsid w:val="00CB3CE8"/>
    <w:rsid w:val="00CB3FD6"/>
    <w:rsid w:val="00CB473B"/>
    <w:rsid w:val="00CB48E9"/>
    <w:rsid w:val="00CB4B38"/>
    <w:rsid w:val="00CB4DD6"/>
    <w:rsid w:val="00CB57E4"/>
    <w:rsid w:val="00CB5CA5"/>
    <w:rsid w:val="00CB5CE1"/>
    <w:rsid w:val="00CB5EF5"/>
    <w:rsid w:val="00CB6A62"/>
    <w:rsid w:val="00CB6B7C"/>
    <w:rsid w:val="00CB6F87"/>
    <w:rsid w:val="00CB70D7"/>
    <w:rsid w:val="00CB73CB"/>
    <w:rsid w:val="00CB745C"/>
    <w:rsid w:val="00CB74ED"/>
    <w:rsid w:val="00CC01AC"/>
    <w:rsid w:val="00CC01B3"/>
    <w:rsid w:val="00CC11BD"/>
    <w:rsid w:val="00CC1760"/>
    <w:rsid w:val="00CC1915"/>
    <w:rsid w:val="00CC20E0"/>
    <w:rsid w:val="00CC238B"/>
    <w:rsid w:val="00CC2513"/>
    <w:rsid w:val="00CC269C"/>
    <w:rsid w:val="00CC2CFE"/>
    <w:rsid w:val="00CC35DF"/>
    <w:rsid w:val="00CC378E"/>
    <w:rsid w:val="00CC3B9E"/>
    <w:rsid w:val="00CC3F84"/>
    <w:rsid w:val="00CC41C1"/>
    <w:rsid w:val="00CC42E6"/>
    <w:rsid w:val="00CC45A4"/>
    <w:rsid w:val="00CC4A20"/>
    <w:rsid w:val="00CC53AF"/>
    <w:rsid w:val="00CC54B4"/>
    <w:rsid w:val="00CC60B3"/>
    <w:rsid w:val="00CC6650"/>
    <w:rsid w:val="00CC6BF8"/>
    <w:rsid w:val="00CC7002"/>
    <w:rsid w:val="00CC707E"/>
    <w:rsid w:val="00CC7678"/>
    <w:rsid w:val="00CC76DA"/>
    <w:rsid w:val="00CC796A"/>
    <w:rsid w:val="00CC7EBD"/>
    <w:rsid w:val="00CD0448"/>
    <w:rsid w:val="00CD0548"/>
    <w:rsid w:val="00CD0656"/>
    <w:rsid w:val="00CD06A8"/>
    <w:rsid w:val="00CD0CBF"/>
    <w:rsid w:val="00CD14B5"/>
    <w:rsid w:val="00CD1A96"/>
    <w:rsid w:val="00CD23F0"/>
    <w:rsid w:val="00CD24F7"/>
    <w:rsid w:val="00CD2506"/>
    <w:rsid w:val="00CD25C6"/>
    <w:rsid w:val="00CD2916"/>
    <w:rsid w:val="00CD2D93"/>
    <w:rsid w:val="00CD2EA3"/>
    <w:rsid w:val="00CD303D"/>
    <w:rsid w:val="00CD3DFB"/>
    <w:rsid w:val="00CD42B7"/>
    <w:rsid w:val="00CD4A0B"/>
    <w:rsid w:val="00CD5582"/>
    <w:rsid w:val="00CD56F3"/>
    <w:rsid w:val="00CD603C"/>
    <w:rsid w:val="00CD6823"/>
    <w:rsid w:val="00CD6AA7"/>
    <w:rsid w:val="00CD6BF0"/>
    <w:rsid w:val="00CD6DDB"/>
    <w:rsid w:val="00CD6E7A"/>
    <w:rsid w:val="00CD70EB"/>
    <w:rsid w:val="00CD7781"/>
    <w:rsid w:val="00CD77A7"/>
    <w:rsid w:val="00CD79FB"/>
    <w:rsid w:val="00CE04ED"/>
    <w:rsid w:val="00CE0678"/>
    <w:rsid w:val="00CE0765"/>
    <w:rsid w:val="00CE081F"/>
    <w:rsid w:val="00CE08D2"/>
    <w:rsid w:val="00CE0D8B"/>
    <w:rsid w:val="00CE1B30"/>
    <w:rsid w:val="00CE1E85"/>
    <w:rsid w:val="00CE2489"/>
    <w:rsid w:val="00CE2677"/>
    <w:rsid w:val="00CE27CC"/>
    <w:rsid w:val="00CE2B4A"/>
    <w:rsid w:val="00CE2C45"/>
    <w:rsid w:val="00CE2FD9"/>
    <w:rsid w:val="00CE3087"/>
    <w:rsid w:val="00CE3492"/>
    <w:rsid w:val="00CE364D"/>
    <w:rsid w:val="00CE3BFB"/>
    <w:rsid w:val="00CE3C26"/>
    <w:rsid w:val="00CE3FB7"/>
    <w:rsid w:val="00CE420D"/>
    <w:rsid w:val="00CE44A9"/>
    <w:rsid w:val="00CE4F9E"/>
    <w:rsid w:val="00CE4FDF"/>
    <w:rsid w:val="00CE5DC8"/>
    <w:rsid w:val="00CE640D"/>
    <w:rsid w:val="00CE6594"/>
    <w:rsid w:val="00CE6F7F"/>
    <w:rsid w:val="00CE6FA4"/>
    <w:rsid w:val="00CE7298"/>
    <w:rsid w:val="00CE72C3"/>
    <w:rsid w:val="00CE7CC6"/>
    <w:rsid w:val="00CF00B9"/>
    <w:rsid w:val="00CF0744"/>
    <w:rsid w:val="00CF0DB2"/>
    <w:rsid w:val="00CF0EF1"/>
    <w:rsid w:val="00CF1303"/>
    <w:rsid w:val="00CF132D"/>
    <w:rsid w:val="00CF14C8"/>
    <w:rsid w:val="00CF20C0"/>
    <w:rsid w:val="00CF21C9"/>
    <w:rsid w:val="00CF2386"/>
    <w:rsid w:val="00CF2420"/>
    <w:rsid w:val="00CF2FB2"/>
    <w:rsid w:val="00CF3011"/>
    <w:rsid w:val="00CF325E"/>
    <w:rsid w:val="00CF3450"/>
    <w:rsid w:val="00CF35B7"/>
    <w:rsid w:val="00CF35F7"/>
    <w:rsid w:val="00CF3C16"/>
    <w:rsid w:val="00CF3D9B"/>
    <w:rsid w:val="00CF3E8A"/>
    <w:rsid w:val="00CF4043"/>
    <w:rsid w:val="00CF4D9F"/>
    <w:rsid w:val="00CF50C4"/>
    <w:rsid w:val="00CF52B7"/>
    <w:rsid w:val="00CF54C9"/>
    <w:rsid w:val="00CF54F7"/>
    <w:rsid w:val="00CF55AB"/>
    <w:rsid w:val="00CF5D6A"/>
    <w:rsid w:val="00CF6237"/>
    <w:rsid w:val="00CF6293"/>
    <w:rsid w:val="00CF66F3"/>
    <w:rsid w:val="00CF69CF"/>
    <w:rsid w:val="00CF6D6A"/>
    <w:rsid w:val="00CF7142"/>
    <w:rsid w:val="00CF7369"/>
    <w:rsid w:val="00CF75FA"/>
    <w:rsid w:val="00D00685"/>
    <w:rsid w:val="00D00924"/>
    <w:rsid w:val="00D00F7F"/>
    <w:rsid w:val="00D015E1"/>
    <w:rsid w:val="00D015E4"/>
    <w:rsid w:val="00D01773"/>
    <w:rsid w:val="00D01A99"/>
    <w:rsid w:val="00D01BEE"/>
    <w:rsid w:val="00D01F79"/>
    <w:rsid w:val="00D01F9E"/>
    <w:rsid w:val="00D01FE1"/>
    <w:rsid w:val="00D02333"/>
    <w:rsid w:val="00D02E9E"/>
    <w:rsid w:val="00D0308C"/>
    <w:rsid w:val="00D030B0"/>
    <w:rsid w:val="00D030F6"/>
    <w:rsid w:val="00D03586"/>
    <w:rsid w:val="00D0379C"/>
    <w:rsid w:val="00D038EF"/>
    <w:rsid w:val="00D03D97"/>
    <w:rsid w:val="00D03F3C"/>
    <w:rsid w:val="00D0420F"/>
    <w:rsid w:val="00D0470E"/>
    <w:rsid w:val="00D04B7C"/>
    <w:rsid w:val="00D0515E"/>
    <w:rsid w:val="00D05818"/>
    <w:rsid w:val="00D059EE"/>
    <w:rsid w:val="00D05A93"/>
    <w:rsid w:val="00D05EC8"/>
    <w:rsid w:val="00D069F3"/>
    <w:rsid w:val="00D06ACF"/>
    <w:rsid w:val="00D06EEC"/>
    <w:rsid w:val="00D072AA"/>
    <w:rsid w:val="00D07382"/>
    <w:rsid w:val="00D074D8"/>
    <w:rsid w:val="00D0775A"/>
    <w:rsid w:val="00D07812"/>
    <w:rsid w:val="00D07928"/>
    <w:rsid w:val="00D07F8B"/>
    <w:rsid w:val="00D07FFC"/>
    <w:rsid w:val="00D107E2"/>
    <w:rsid w:val="00D10979"/>
    <w:rsid w:val="00D10A99"/>
    <w:rsid w:val="00D113D2"/>
    <w:rsid w:val="00D11432"/>
    <w:rsid w:val="00D1182A"/>
    <w:rsid w:val="00D11E69"/>
    <w:rsid w:val="00D11FB0"/>
    <w:rsid w:val="00D1210A"/>
    <w:rsid w:val="00D122E5"/>
    <w:rsid w:val="00D12583"/>
    <w:rsid w:val="00D12B59"/>
    <w:rsid w:val="00D12CE0"/>
    <w:rsid w:val="00D12FEC"/>
    <w:rsid w:val="00D1317D"/>
    <w:rsid w:val="00D1328A"/>
    <w:rsid w:val="00D133C8"/>
    <w:rsid w:val="00D136E9"/>
    <w:rsid w:val="00D13819"/>
    <w:rsid w:val="00D13823"/>
    <w:rsid w:val="00D1391D"/>
    <w:rsid w:val="00D13B4C"/>
    <w:rsid w:val="00D13BB2"/>
    <w:rsid w:val="00D147C1"/>
    <w:rsid w:val="00D147EB"/>
    <w:rsid w:val="00D1495E"/>
    <w:rsid w:val="00D14DD7"/>
    <w:rsid w:val="00D14E62"/>
    <w:rsid w:val="00D14EA1"/>
    <w:rsid w:val="00D14F77"/>
    <w:rsid w:val="00D15007"/>
    <w:rsid w:val="00D15A19"/>
    <w:rsid w:val="00D1629B"/>
    <w:rsid w:val="00D16406"/>
    <w:rsid w:val="00D1650F"/>
    <w:rsid w:val="00D1692F"/>
    <w:rsid w:val="00D17013"/>
    <w:rsid w:val="00D17354"/>
    <w:rsid w:val="00D17358"/>
    <w:rsid w:val="00D173C9"/>
    <w:rsid w:val="00D174DF"/>
    <w:rsid w:val="00D17D1C"/>
    <w:rsid w:val="00D17E91"/>
    <w:rsid w:val="00D2006B"/>
    <w:rsid w:val="00D2011F"/>
    <w:rsid w:val="00D20B4E"/>
    <w:rsid w:val="00D215D1"/>
    <w:rsid w:val="00D21D11"/>
    <w:rsid w:val="00D21F94"/>
    <w:rsid w:val="00D227BB"/>
    <w:rsid w:val="00D2280D"/>
    <w:rsid w:val="00D22A16"/>
    <w:rsid w:val="00D22DD2"/>
    <w:rsid w:val="00D232B7"/>
    <w:rsid w:val="00D24109"/>
    <w:rsid w:val="00D24425"/>
    <w:rsid w:val="00D245CA"/>
    <w:rsid w:val="00D24B75"/>
    <w:rsid w:val="00D24BD3"/>
    <w:rsid w:val="00D24C59"/>
    <w:rsid w:val="00D25612"/>
    <w:rsid w:val="00D2563D"/>
    <w:rsid w:val="00D262D4"/>
    <w:rsid w:val="00D26A13"/>
    <w:rsid w:val="00D26DBA"/>
    <w:rsid w:val="00D27092"/>
    <w:rsid w:val="00D27208"/>
    <w:rsid w:val="00D27419"/>
    <w:rsid w:val="00D275A6"/>
    <w:rsid w:val="00D27923"/>
    <w:rsid w:val="00D27D45"/>
    <w:rsid w:val="00D300A8"/>
    <w:rsid w:val="00D301D9"/>
    <w:rsid w:val="00D3021E"/>
    <w:rsid w:val="00D305AA"/>
    <w:rsid w:val="00D30B62"/>
    <w:rsid w:val="00D30BD1"/>
    <w:rsid w:val="00D30DA2"/>
    <w:rsid w:val="00D310A6"/>
    <w:rsid w:val="00D31C9A"/>
    <w:rsid w:val="00D32142"/>
    <w:rsid w:val="00D324AC"/>
    <w:rsid w:val="00D32549"/>
    <w:rsid w:val="00D32A93"/>
    <w:rsid w:val="00D32C2C"/>
    <w:rsid w:val="00D32E59"/>
    <w:rsid w:val="00D32EB8"/>
    <w:rsid w:val="00D33205"/>
    <w:rsid w:val="00D33DEB"/>
    <w:rsid w:val="00D33F9F"/>
    <w:rsid w:val="00D34208"/>
    <w:rsid w:val="00D34792"/>
    <w:rsid w:val="00D34920"/>
    <w:rsid w:val="00D34CCD"/>
    <w:rsid w:val="00D354DF"/>
    <w:rsid w:val="00D36005"/>
    <w:rsid w:val="00D3668A"/>
    <w:rsid w:val="00D36E5E"/>
    <w:rsid w:val="00D3702D"/>
    <w:rsid w:val="00D371F7"/>
    <w:rsid w:val="00D372C3"/>
    <w:rsid w:val="00D3774A"/>
    <w:rsid w:val="00D37BBB"/>
    <w:rsid w:val="00D401F3"/>
    <w:rsid w:val="00D404A9"/>
    <w:rsid w:val="00D4067E"/>
    <w:rsid w:val="00D4086A"/>
    <w:rsid w:val="00D40EBC"/>
    <w:rsid w:val="00D41578"/>
    <w:rsid w:val="00D41661"/>
    <w:rsid w:val="00D41F4D"/>
    <w:rsid w:val="00D42B05"/>
    <w:rsid w:val="00D42DCC"/>
    <w:rsid w:val="00D42FEA"/>
    <w:rsid w:val="00D431FF"/>
    <w:rsid w:val="00D43D17"/>
    <w:rsid w:val="00D43D80"/>
    <w:rsid w:val="00D43EC9"/>
    <w:rsid w:val="00D44258"/>
    <w:rsid w:val="00D446E8"/>
    <w:rsid w:val="00D4507D"/>
    <w:rsid w:val="00D4510E"/>
    <w:rsid w:val="00D45138"/>
    <w:rsid w:val="00D45348"/>
    <w:rsid w:val="00D45D8A"/>
    <w:rsid w:val="00D45E73"/>
    <w:rsid w:val="00D466CB"/>
    <w:rsid w:val="00D46EDA"/>
    <w:rsid w:val="00D47788"/>
    <w:rsid w:val="00D47B77"/>
    <w:rsid w:val="00D47FA6"/>
    <w:rsid w:val="00D500BC"/>
    <w:rsid w:val="00D5011A"/>
    <w:rsid w:val="00D50229"/>
    <w:rsid w:val="00D50340"/>
    <w:rsid w:val="00D50424"/>
    <w:rsid w:val="00D5047B"/>
    <w:rsid w:val="00D507C2"/>
    <w:rsid w:val="00D5092F"/>
    <w:rsid w:val="00D50D07"/>
    <w:rsid w:val="00D510BE"/>
    <w:rsid w:val="00D515BA"/>
    <w:rsid w:val="00D5197B"/>
    <w:rsid w:val="00D519AC"/>
    <w:rsid w:val="00D51C0D"/>
    <w:rsid w:val="00D52CF5"/>
    <w:rsid w:val="00D5315E"/>
    <w:rsid w:val="00D53647"/>
    <w:rsid w:val="00D5364F"/>
    <w:rsid w:val="00D54058"/>
    <w:rsid w:val="00D541EA"/>
    <w:rsid w:val="00D542B1"/>
    <w:rsid w:val="00D547DD"/>
    <w:rsid w:val="00D54CF8"/>
    <w:rsid w:val="00D55111"/>
    <w:rsid w:val="00D55208"/>
    <w:rsid w:val="00D5525B"/>
    <w:rsid w:val="00D5569B"/>
    <w:rsid w:val="00D561AE"/>
    <w:rsid w:val="00D5689E"/>
    <w:rsid w:val="00D56BF9"/>
    <w:rsid w:val="00D57214"/>
    <w:rsid w:val="00D57DD1"/>
    <w:rsid w:val="00D57EA8"/>
    <w:rsid w:val="00D604EB"/>
    <w:rsid w:val="00D6053C"/>
    <w:rsid w:val="00D611DD"/>
    <w:rsid w:val="00D61290"/>
    <w:rsid w:val="00D6149D"/>
    <w:rsid w:val="00D614F5"/>
    <w:rsid w:val="00D61679"/>
    <w:rsid w:val="00D61CD6"/>
    <w:rsid w:val="00D61F03"/>
    <w:rsid w:val="00D624B2"/>
    <w:rsid w:val="00D62FED"/>
    <w:rsid w:val="00D631A8"/>
    <w:rsid w:val="00D636A5"/>
    <w:rsid w:val="00D63774"/>
    <w:rsid w:val="00D63790"/>
    <w:rsid w:val="00D63B8A"/>
    <w:rsid w:val="00D63D63"/>
    <w:rsid w:val="00D63D87"/>
    <w:rsid w:val="00D64547"/>
    <w:rsid w:val="00D6484B"/>
    <w:rsid w:val="00D64C12"/>
    <w:rsid w:val="00D65046"/>
    <w:rsid w:val="00D65F65"/>
    <w:rsid w:val="00D66006"/>
    <w:rsid w:val="00D660BF"/>
    <w:rsid w:val="00D660E1"/>
    <w:rsid w:val="00D661D0"/>
    <w:rsid w:val="00D66D00"/>
    <w:rsid w:val="00D6726F"/>
    <w:rsid w:val="00D6761C"/>
    <w:rsid w:val="00D67808"/>
    <w:rsid w:val="00D6792E"/>
    <w:rsid w:val="00D67F1D"/>
    <w:rsid w:val="00D67F93"/>
    <w:rsid w:val="00D700D6"/>
    <w:rsid w:val="00D704E2"/>
    <w:rsid w:val="00D704F5"/>
    <w:rsid w:val="00D70BBE"/>
    <w:rsid w:val="00D71561"/>
    <w:rsid w:val="00D71637"/>
    <w:rsid w:val="00D716AF"/>
    <w:rsid w:val="00D716DC"/>
    <w:rsid w:val="00D71B30"/>
    <w:rsid w:val="00D71C47"/>
    <w:rsid w:val="00D71CDB"/>
    <w:rsid w:val="00D727CD"/>
    <w:rsid w:val="00D729C2"/>
    <w:rsid w:val="00D72B20"/>
    <w:rsid w:val="00D72D8A"/>
    <w:rsid w:val="00D72D92"/>
    <w:rsid w:val="00D72EE3"/>
    <w:rsid w:val="00D72FB0"/>
    <w:rsid w:val="00D732FB"/>
    <w:rsid w:val="00D7341D"/>
    <w:rsid w:val="00D737B0"/>
    <w:rsid w:val="00D737FD"/>
    <w:rsid w:val="00D73ECD"/>
    <w:rsid w:val="00D73F2B"/>
    <w:rsid w:val="00D74DFA"/>
    <w:rsid w:val="00D74EB0"/>
    <w:rsid w:val="00D74F5C"/>
    <w:rsid w:val="00D750B0"/>
    <w:rsid w:val="00D75408"/>
    <w:rsid w:val="00D754AC"/>
    <w:rsid w:val="00D755EB"/>
    <w:rsid w:val="00D75700"/>
    <w:rsid w:val="00D76535"/>
    <w:rsid w:val="00D7667C"/>
    <w:rsid w:val="00D768D1"/>
    <w:rsid w:val="00D76F75"/>
    <w:rsid w:val="00D77084"/>
    <w:rsid w:val="00D77505"/>
    <w:rsid w:val="00D77A9D"/>
    <w:rsid w:val="00D8007E"/>
    <w:rsid w:val="00D80124"/>
    <w:rsid w:val="00D80AAC"/>
    <w:rsid w:val="00D80AB1"/>
    <w:rsid w:val="00D8190E"/>
    <w:rsid w:val="00D81B8D"/>
    <w:rsid w:val="00D81C21"/>
    <w:rsid w:val="00D81E37"/>
    <w:rsid w:val="00D81E9A"/>
    <w:rsid w:val="00D81EB1"/>
    <w:rsid w:val="00D81FA8"/>
    <w:rsid w:val="00D82000"/>
    <w:rsid w:val="00D820A5"/>
    <w:rsid w:val="00D822F7"/>
    <w:rsid w:val="00D8232E"/>
    <w:rsid w:val="00D829B5"/>
    <w:rsid w:val="00D833E2"/>
    <w:rsid w:val="00D83AB3"/>
    <w:rsid w:val="00D83C01"/>
    <w:rsid w:val="00D83EBA"/>
    <w:rsid w:val="00D83FA0"/>
    <w:rsid w:val="00D84101"/>
    <w:rsid w:val="00D84341"/>
    <w:rsid w:val="00D8484B"/>
    <w:rsid w:val="00D848EF"/>
    <w:rsid w:val="00D84F3D"/>
    <w:rsid w:val="00D850A5"/>
    <w:rsid w:val="00D851D8"/>
    <w:rsid w:val="00D85782"/>
    <w:rsid w:val="00D85B41"/>
    <w:rsid w:val="00D85C86"/>
    <w:rsid w:val="00D85DA9"/>
    <w:rsid w:val="00D85E5A"/>
    <w:rsid w:val="00D87492"/>
    <w:rsid w:val="00D8789E"/>
    <w:rsid w:val="00D878AC"/>
    <w:rsid w:val="00D878B9"/>
    <w:rsid w:val="00D87A2E"/>
    <w:rsid w:val="00D87A85"/>
    <w:rsid w:val="00D90620"/>
    <w:rsid w:val="00D91468"/>
    <w:rsid w:val="00D914FD"/>
    <w:rsid w:val="00D91E25"/>
    <w:rsid w:val="00D9219D"/>
    <w:rsid w:val="00D92286"/>
    <w:rsid w:val="00D92391"/>
    <w:rsid w:val="00D9249D"/>
    <w:rsid w:val="00D924B2"/>
    <w:rsid w:val="00D93961"/>
    <w:rsid w:val="00D93AAB"/>
    <w:rsid w:val="00D93B33"/>
    <w:rsid w:val="00D93C8B"/>
    <w:rsid w:val="00D9406A"/>
    <w:rsid w:val="00D94401"/>
    <w:rsid w:val="00D94724"/>
    <w:rsid w:val="00D95788"/>
    <w:rsid w:val="00D95925"/>
    <w:rsid w:val="00D95B11"/>
    <w:rsid w:val="00D95DFB"/>
    <w:rsid w:val="00D962B0"/>
    <w:rsid w:val="00D964BF"/>
    <w:rsid w:val="00D967E1"/>
    <w:rsid w:val="00D96943"/>
    <w:rsid w:val="00D96E2E"/>
    <w:rsid w:val="00D97344"/>
    <w:rsid w:val="00D973B1"/>
    <w:rsid w:val="00D974F2"/>
    <w:rsid w:val="00D9758B"/>
    <w:rsid w:val="00D976A0"/>
    <w:rsid w:val="00D9779F"/>
    <w:rsid w:val="00DA0047"/>
    <w:rsid w:val="00DA0309"/>
    <w:rsid w:val="00DA035D"/>
    <w:rsid w:val="00DA03B6"/>
    <w:rsid w:val="00DA0436"/>
    <w:rsid w:val="00DA092F"/>
    <w:rsid w:val="00DA0DE9"/>
    <w:rsid w:val="00DA150B"/>
    <w:rsid w:val="00DA19CA"/>
    <w:rsid w:val="00DA1DA4"/>
    <w:rsid w:val="00DA1E65"/>
    <w:rsid w:val="00DA1E7B"/>
    <w:rsid w:val="00DA1F37"/>
    <w:rsid w:val="00DA25D5"/>
    <w:rsid w:val="00DA2EA0"/>
    <w:rsid w:val="00DA2EAB"/>
    <w:rsid w:val="00DA2F24"/>
    <w:rsid w:val="00DA3267"/>
    <w:rsid w:val="00DA3711"/>
    <w:rsid w:val="00DA37D7"/>
    <w:rsid w:val="00DA3A3F"/>
    <w:rsid w:val="00DA3AD3"/>
    <w:rsid w:val="00DA3BFD"/>
    <w:rsid w:val="00DA3C33"/>
    <w:rsid w:val="00DA3FA0"/>
    <w:rsid w:val="00DA433D"/>
    <w:rsid w:val="00DA56C6"/>
    <w:rsid w:val="00DA579A"/>
    <w:rsid w:val="00DA5E4B"/>
    <w:rsid w:val="00DA6B39"/>
    <w:rsid w:val="00DA6CA3"/>
    <w:rsid w:val="00DA707D"/>
    <w:rsid w:val="00DA7945"/>
    <w:rsid w:val="00DA7957"/>
    <w:rsid w:val="00DA7FAF"/>
    <w:rsid w:val="00DB0168"/>
    <w:rsid w:val="00DB01E3"/>
    <w:rsid w:val="00DB0373"/>
    <w:rsid w:val="00DB07E2"/>
    <w:rsid w:val="00DB08E6"/>
    <w:rsid w:val="00DB09A7"/>
    <w:rsid w:val="00DB0A1B"/>
    <w:rsid w:val="00DB0E02"/>
    <w:rsid w:val="00DB11BD"/>
    <w:rsid w:val="00DB154D"/>
    <w:rsid w:val="00DB1ADB"/>
    <w:rsid w:val="00DB1F27"/>
    <w:rsid w:val="00DB2511"/>
    <w:rsid w:val="00DB2658"/>
    <w:rsid w:val="00DB293F"/>
    <w:rsid w:val="00DB29DD"/>
    <w:rsid w:val="00DB2AA1"/>
    <w:rsid w:val="00DB2EA8"/>
    <w:rsid w:val="00DB3ECB"/>
    <w:rsid w:val="00DB40AD"/>
    <w:rsid w:val="00DB4224"/>
    <w:rsid w:val="00DB4DC9"/>
    <w:rsid w:val="00DB4FFF"/>
    <w:rsid w:val="00DB5206"/>
    <w:rsid w:val="00DB589E"/>
    <w:rsid w:val="00DB5A2E"/>
    <w:rsid w:val="00DB6324"/>
    <w:rsid w:val="00DB638B"/>
    <w:rsid w:val="00DB6478"/>
    <w:rsid w:val="00DB64CF"/>
    <w:rsid w:val="00DB64FD"/>
    <w:rsid w:val="00DB6624"/>
    <w:rsid w:val="00DB69F0"/>
    <w:rsid w:val="00DB6C1C"/>
    <w:rsid w:val="00DB6FDC"/>
    <w:rsid w:val="00DB7012"/>
    <w:rsid w:val="00DB72AC"/>
    <w:rsid w:val="00DB7843"/>
    <w:rsid w:val="00DB7D8F"/>
    <w:rsid w:val="00DB7DB5"/>
    <w:rsid w:val="00DC0794"/>
    <w:rsid w:val="00DC07D2"/>
    <w:rsid w:val="00DC0945"/>
    <w:rsid w:val="00DC0E77"/>
    <w:rsid w:val="00DC0F53"/>
    <w:rsid w:val="00DC141A"/>
    <w:rsid w:val="00DC17A6"/>
    <w:rsid w:val="00DC20C5"/>
    <w:rsid w:val="00DC2115"/>
    <w:rsid w:val="00DC219A"/>
    <w:rsid w:val="00DC26E2"/>
    <w:rsid w:val="00DC293D"/>
    <w:rsid w:val="00DC2BB9"/>
    <w:rsid w:val="00DC2C1B"/>
    <w:rsid w:val="00DC2CBF"/>
    <w:rsid w:val="00DC38A1"/>
    <w:rsid w:val="00DC3A9B"/>
    <w:rsid w:val="00DC3BAB"/>
    <w:rsid w:val="00DC3EF9"/>
    <w:rsid w:val="00DC3F09"/>
    <w:rsid w:val="00DC4128"/>
    <w:rsid w:val="00DC49A7"/>
    <w:rsid w:val="00DC4B8E"/>
    <w:rsid w:val="00DC648E"/>
    <w:rsid w:val="00DC65A0"/>
    <w:rsid w:val="00DC6715"/>
    <w:rsid w:val="00DC6BDE"/>
    <w:rsid w:val="00DC6D7A"/>
    <w:rsid w:val="00DC6FD3"/>
    <w:rsid w:val="00DC7136"/>
    <w:rsid w:val="00DC722A"/>
    <w:rsid w:val="00DC7394"/>
    <w:rsid w:val="00DC7CF3"/>
    <w:rsid w:val="00DD078D"/>
    <w:rsid w:val="00DD0CE6"/>
    <w:rsid w:val="00DD1460"/>
    <w:rsid w:val="00DD1527"/>
    <w:rsid w:val="00DD16D8"/>
    <w:rsid w:val="00DD20F4"/>
    <w:rsid w:val="00DD21CE"/>
    <w:rsid w:val="00DD2495"/>
    <w:rsid w:val="00DD2DB9"/>
    <w:rsid w:val="00DD3430"/>
    <w:rsid w:val="00DD35B1"/>
    <w:rsid w:val="00DD39EB"/>
    <w:rsid w:val="00DD3A09"/>
    <w:rsid w:val="00DD3BF7"/>
    <w:rsid w:val="00DD4055"/>
    <w:rsid w:val="00DD4C7D"/>
    <w:rsid w:val="00DD5244"/>
    <w:rsid w:val="00DD5330"/>
    <w:rsid w:val="00DD56FC"/>
    <w:rsid w:val="00DD5767"/>
    <w:rsid w:val="00DD580E"/>
    <w:rsid w:val="00DD5A7B"/>
    <w:rsid w:val="00DD6016"/>
    <w:rsid w:val="00DD6073"/>
    <w:rsid w:val="00DD666D"/>
    <w:rsid w:val="00DD67D6"/>
    <w:rsid w:val="00DD6F2B"/>
    <w:rsid w:val="00DD6F8C"/>
    <w:rsid w:val="00DD75CD"/>
    <w:rsid w:val="00DD7781"/>
    <w:rsid w:val="00DE007E"/>
    <w:rsid w:val="00DE02EE"/>
    <w:rsid w:val="00DE0330"/>
    <w:rsid w:val="00DE082B"/>
    <w:rsid w:val="00DE113E"/>
    <w:rsid w:val="00DE1465"/>
    <w:rsid w:val="00DE2C6D"/>
    <w:rsid w:val="00DE31E1"/>
    <w:rsid w:val="00DE336E"/>
    <w:rsid w:val="00DE339A"/>
    <w:rsid w:val="00DE3765"/>
    <w:rsid w:val="00DE37D5"/>
    <w:rsid w:val="00DE46D5"/>
    <w:rsid w:val="00DE4BD6"/>
    <w:rsid w:val="00DE4E73"/>
    <w:rsid w:val="00DE5049"/>
    <w:rsid w:val="00DE530F"/>
    <w:rsid w:val="00DE5815"/>
    <w:rsid w:val="00DE58A8"/>
    <w:rsid w:val="00DE5DE1"/>
    <w:rsid w:val="00DE5F61"/>
    <w:rsid w:val="00DE641F"/>
    <w:rsid w:val="00DE66E7"/>
    <w:rsid w:val="00DE6BB3"/>
    <w:rsid w:val="00DE6C94"/>
    <w:rsid w:val="00DE7071"/>
    <w:rsid w:val="00DE7084"/>
    <w:rsid w:val="00DE7102"/>
    <w:rsid w:val="00DE794F"/>
    <w:rsid w:val="00DE7BC5"/>
    <w:rsid w:val="00DF065D"/>
    <w:rsid w:val="00DF101D"/>
    <w:rsid w:val="00DF1117"/>
    <w:rsid w:val="00DF125E"/>
    <w:rsid w:val="00DF145B"/>
    <w:rsid w:val="00DF146C"/>
    <w:rsid w:val="00DF165C"/>
    <w:rsid w:val="00DF167F"/>
    <w:rsid w:val="00DF1688"/>
    <w:rsid w:val="00DF214D"/>
    <w:rsid w:val="00DF2918"/>
    <w:rsid w:val="00DF29D6"/>
    <w:rsid w:val="00DF34B4"/>
    <w:rsid w:val="00DF38F4"/>
    <w:rsid w:val="00DF3F09"/>
    <w:rsid w:val="00DF40BF"/>
    <w:rsid w:val="00DF42FA"/>
    <w:rsid w:val="00DF44BA"/>
    <w:rsid w:val="00DF46E2"/>
    <w:rsid w:val="00DF4A9D"/>
    <w:rsid w:val="00DF4ACA"/>
    <w:rsid w:val="00DF4E5B"/>
    <w:rsid w:val="00DF51AF"/>
    <w:rsid w:val="00DF528B"/>
    <w:rsid w:val="00DF53E5"/>
    <w:rsid w:val="00DF5415"/>
    <w:rsid w:val="00DF55BD"/>
    <w:rsid w:val="00DF5615"/>
    <w:rsid w:val="00DF5B41"/>
    <w:rsid w:val="00DF5FCF"/>
    <w:rsid w:val="00DF7160"/>
    <w:rsid w:val="00DF757C"/>
    <w:rsid w:val="00DF7602"/>
    <w:rsid w:val="00DF7BB2"/>
    <w:rsid w:val="00DF7D3E"/>
    <w:rsid w:val="00DF7D91"/>
    <w:rsid w:val="00DF7F9D"/>
    <w:rsid w:val="00E00647"/>
    <w:rsid w:val="00E007FB"/>
    <w:rsid w:val="00E00BF6"/>
    <w:rsid w:val="00E00C80"/>
    <w:rsid w:val="00E00D0F"/>
    <w:rsid w:val="00E00EC0"/>
    <w:rsid w:val="00E01365"/>
    <w:rsid w:val="00E01E51"/>
    <w:rsid w:val="00E02220"/>
    <w:rsid w:val="00E022EC"/>
    <w:rsid w:val="00E028D1"/>
    <w:rsid w:val="00E02C16"/>
    <w:rsid w:val="00E032FE"/>
    <w:rsid w:val="00E037A4"/>
    <w:rsid w:val="00E038A6"/>
    <w:rsid w:val="00E039EA"/>
    <w:rsid w:val="00E03B14"/>
    <w:rsid w:val="00E04C24"/>
    <w:rsid w:val="00E04E7D"/>
    <w:rsid w:val="00E05CA4"/>
    <w:rsid w:val="00E05F8F"/>
    <w:rsid w:val="00E06183"/>
    <w:rsid w:val="00E06309"/>
    <w:rsid w:val="00E0765C"/>
    <w:rsid w:val="00E076A5"/>
    <w:rsid w:val="00E07A38"/>
    <w:rsid w:val="00E07EE0"/>
    <w:rsid w:val="00E10063"/>
    <w:rsid w:val="00E100B1"/>
    <w:rsid w:val="00E10360"/>
    <w:rsid w:val="00E106E0"/>
    <w:rsid w:val="00E1082A"/>
    <w:rsid w:val="00E10900"/>
    <w:rsid w:val="00E10D48"/>
    <w:rsid w:val="00E1124D"/>
    <w:rsid w:val="00E11391"/>
    <w:rsid w:val="00E116C2"/>
    <w:rsid w:val="00E11AB6"/>
    <w:rsid w:val="00E1205B"/>
    <w:rsid w:val="00E12071"/>
    <w:rsid w:val="00E12084"/>
    <w:rsid w:val="00E122E9"/>
    <w:rsid w:val="00E125A5"/>
    <w:rsid w:val="00E128F7"/>
    <w:rsid w:val="00E137AE"/>
    <w:rsid w:val="00E139F6"/>
    <w:rsid w:val="00E13A68"/>
    <w:rsid w:val="00E13C2E"/>
    <w:rsid w:val="00E147C0"/>
    <w:rsid w:val="00E14A9E"/>
    <w:rsid w:val="00E15066"/>
    <w:rsid w:val="00E153ED"/>
    <w:rsid w:val="00E15583"/>
    <w:rsid w:val="00E1560B"/>
    <w:rsid w:val="00E156CA"/>
    <w:rsid w:val="00E1600B"/>
    <w:rsid w:val="00E160A8"/>
    <w:rsid w:val="00E1635C"/>
    <w:rsid w:val="00E17BA9"/>
    <w:rsid w:val="00E17BB1"/>
    <w:rsid w:val="00E17F3A"/>
    <w:rsid w:val="00E202B6"/>
    <w:rsid w:val="00E209D3"/>
    <w:rsid w:val="00E20AC3"/>
    <w:rsid w:val="00E20C1E"/>
    <w:rsid w:val="00E20CB7"/>
    <w:rsid w:val="00E20FB1"/>
    <w:rsid w:val="00E20FF5"/>
    <w:rsid w:val="00E21146"/>
    <w:rsid w:val="00E21989"/>
    <w:rsid w:val="00E219E2"/>
    <w:rsid w:val="00E21D56"/>
    <w:rsid w:val="00E22046"/>
    <w:rsid w:val="00E220C5"/>
    <w:rsid w:val="00E22A17"/>
    <w:rsid w:val="00E22C88"/>
    <w:rsid w:val="00E22FB8"/>
    <w:rsid w:val="00E2391C"/>
    <w:rsid w:val="00E23BF7"/>
    <w:rsid w:val="00E23C76"/>
    <w:rsid w:val="00E241E7"/>
    <w:rsid w:val="00E2452E"/>
    <w:rsid w:val="00E24536"/>
    <w:rsid w:val="00E24805"/>
    <w:rsid w:val="00E24A30"/>
    <w:rsid w:val="00E24A97"/>
    <w:rsid w:val="00E24EA1"/>
    <w:rsid w:val="00E250C7"/>
    <w:rsid w:val="00E2515B"/>
    <w:rsid w:val="00E254FD"/>
    <w:rsid w:val="00E2599B"/>
    <w:rsid w:val="00E25A02"/>
    <w:rsid w:val="00E25A69"/>
    <w:rsid w:val="00E25B8D"/>
    <w:rsid w:val="00E25E63"/>
    <w:rsid w:val="00E269E8"/>
    <w:rsid w:val="00E27375"/>
    <w:rsid w:val="00E2751A"/>
    <w:rsid w:val="00E275EA"/>
    <w:rsid w:val="00E27B79"/>
    <w:rsid w:val="00E27E03"/>
    <w:rsid w:val="00E27FAD"/>
    <w:rsid w:val="00E301B0"/>
    <w:rsid w:val="00E30AD7"/>
    <w:rsid w:val="00E30D05"/>
    <w:rsid w:val="00E30F98"/>
    <w:rsid w:val="00E30FB6"/>
    <w:rsid w:val="00E313D3"/>
    <w:rsid w:val="00E3150D"/>
    <w:rsid w:val="00E31621"/>
    <w:rsid w:val="00E3163F"/>
    <w:rsid w:val="00E31DF9"/>
    <w:rsid w:val="00E321C1"/>
    <w:rsid w:val="00E32766"/>
    <w:rsid w:val="00E3290D"/>
    <w:rsid w:val="00E32DBF"/>
    <w:rsid w:val="00E32FE3"/>
    <w:rsid w:val="00E3336B"/>
    <w:rsid w:val="00E333A9"/>
    <w:rsid w:val="00E33595"/>
    <w:rsid w:val="00E335EB"/>
    <w:rsid w:val="00E33653"/>
    <w:rsid w:val="00E3391B"/>
    <w:rsid w:val="00E339BC"/>
    <w:rsid w:val="00E33D68"/>
    <w:rsid w:val="00E341D9"/>
    <w:rsid w:val="00E345C9"/>
    <w:rsid w:val="00E34BBF"/>
    <w:rsid w:val="00E34D9C"/>
    <w:rsid w:val="00E354A7"/>
    <w:rsid w:val="00E35D5E"/>
    <w:rsid w:val="00E35DCA"/>
    <w:rsid w:val="00E36411"/>
    <w:rsid w:val="00E36822"/>
    <w:rsid w:val="00E369B8"/>
    <w:rsid w:val="00E36C3E"/>
    <w:rsid w:val="00E36DF4"/>
    <w:rsid w:val="00E36E0A"/>
    <w:rsid w:val="00E36E9B"/>
    <w:rsid w:val="00E37366"/>
    <w:rsid w:val="00E37639"/>
    <w:rsid w:val="00E37641"/>
    <w:rsid w:val="00E37D31"/>
    <w:rsid w:val="00E37EB2"/>
    <w:rsid w:val="00E40115"/>
    <w:rsid w:val="00E40F32"/>
    <w:rsid w:val="00E413F8"/>
    <w:rsid w:val="00E41C30"/>
    <w:rsid w:val="00E41E68"/>
    <w:rsid w:val="00E41EDC"/>
    <w:rsid w:val="00E41F26"/>
    <w:rsid w:val="00E421D8"/>
    <w:rsid w:val="00E424AD"/>
    <w:rsid w:val="00E42992"/>
    <w:rsid w:val="00E42E4F"/>
    <w:rsid w:val="00E43271"/>
    <w:rsid w:val="00E4348F"/>
    <w:rsid w:val="00E436D1"/>
    <w:rsid w:val="00E439DD"/>
    <w:rsid w:val="00E43C5A"/>
    <w:rsid w:val="00E43E00"/>
    <w:rsid w:val="00E43E60"/>
    <w:rsid w:val="00E43F5F"/>
    <w:rsid w:val="00E440E7"/>
    <w:rsid w:val="00E44308"/>
    <w:rsid w:val="00E4440F"/>
    <w:rsid w:val="00E44A6C"/>
    <w:rsid w:val="00E44BEA"/>
    <w:rsid w:val="00E44C8D"/>
    <w:rsid w:val="00E456ED"/>
    <w:rsid w:val="00E457EC"/>
    <w:rsid w:val="00E45A0B"/>
    <w:rsid w:val="00E4609E"/>
    <w:rsid w:val="00E46171"/>
    <w:rsid w:val="00E46D3A"/>
    <w:rsid w:val="00E46D5E"/>
    <w:rsid w:val="00E47134"/>
    <w:rsid w:val="00E4797B"/>
    <w:rsid w:val="00E50352"/>
    <w:rsid w:val="00E50412"/>
    <w:rsid w:val="00E509AA"/>
    <w:rsid w:val="00E509FE"/>
    <w:rsid w:val="00E50A15"/>
    <w:rsid w:val="00E50AA8"/>
    <w:rsid w:val="00E50CE0"/>
    <w:rsid w:val="00E5168A"/>
    <w:rsid w:val="00E51968"/>
    <w:rsid w:val="00E52477"/>
    <w:rsid w:val="00E5288D"/>
    <w:rsid w:val="00E52BB1"/>
    <w:rsid w:val="00E52D2C"/>
    <w:rsid w:val="00E52EEA"/>
    <w:rsid w:val="00E53108"/>
    <w:rsid w:val="00E533C3"/>
    <w:rsid w:val="00E5383C"/>
    <w:rsid w:val="00E53B56"/>
    <w:rsid w:val="00E5485D"/>
    <w:rsid w:val="00E54A0B"/>
    <w:rsid w:val="00E5531D"/>
    <w:rsid w:val="00E55369"/>
    <w:rsid w:val="00E5574F"/>
    <w:rsid w:val="00E55B4F"/>
    <w:rsid w:val="00E562E5"/>
    <w:rsid w:val="00E562FE"/>
    <w:rsid w:val="00E56342"/>
    <w:rsid w:val="00E56642"/>
    <w:rsid w:val="00E56769"/>
    <w:rsid w:val="00E567F5"/>
    <w:rsid w:val="00E569B9"/>
    <w:rsid w:val="00E570E0"/>
    <w:rsid w:val="00E578BA"/>
    <w:rsid w:val="00E5796A"/>
    <w:rsid w:val="00E57D14"/>
    <w:rsid w:val="00E57F0F"/>
    <w:rsid w:val="00E57F62"/>
    <w:rsid w:val="00E600DA"/>
    <w:rsid w:val="00E602F9"/>
    <w:rsid w:val="00E60478"/>
    <w:rsid w:val="00E6092B"/>
    <w:rsid w:val="00E60BF4"/>
    <w:rsid w:val="00E61470"/>
    <w:rsid w:val="00E617A0"/>
    <w:rsid w:val="00E61D12"/>
    <w:rsid w:val="00E61DFE"/>
    <w:rsid w:val="00E61E39"/>
    <w:rsid w:val="00E61F1F"/>
    <w:rsid w:val="00E61FCB"/>
    <w:rsid w:val="00E6238C"/>
    <w:rsid w:val="00E624E4"/>
    <w:rsid w:val="00E62593"/>
    <w:rsid w:val="00E62760"/>
    <w:rsid w:val="00E63696"/>
    <w:rsid w:val="00E63A38"/>
    <w:rsid w:val="00E63D04"/>
    <w:rsid w:val="00E64265"/>
    <w:rsid w:val="00E64B89"/>
    <w:rsid w:val="00E64D10"/>
    <w:rsid w:val="00E653E7"/>
    <w:rsid w:val="00E65F86"/>
    <w:rsid w:val="00E66950"/>
    <w:rsid w:val="00E6712B"/>
    <w:rsid w:val="00E672FB"/>
    <w:rsid w:val="00E675AC"/>
    <w:rsid w:val="00E678D6"/>
    <w:rsid w:val="00E67D39"/>
    <w:rsid w:val="00E67F9E"/>
    <w:rsid w:val="00E7044F"/>
    <w:rsid w:val="00E70823"/>
    <w:rsid w:val="00E71204"/>
    <w:rsid w:val="00E7126E"/>
    <w:rsid w:val="00E713A4"/>
    <w:rsid w:val="00E7158E"/>
    <w:rsid w:val="00E71A92"/>
    <w:rsid w:val="00E71D12"/>
    <w:rsid w:val="00E71D3A"/>
    <w:rsid w:val="00E71DA9"/>
    <w:rsid w:val="00E722D2"/>
    <w:rsid w:val="00E7246D"/>
    <w:rsid w:val="00E7250F"/>
    <w:rsid w:val="00E728BD"/>
    <w:rsid w:val="00E72A23"/>
    <w:rsid w:val="00E72AEC"/>
    <w:rsid w:val="00E72B27"/>
    <w:rsid w:val="00E72E2D"/>
    <w:rsid w:val="00E732AD"/>
    <w:rsid w:val="00E7476B"/>
    <w:rsid w:val="00E75092"/>
    <w:rsid w:val="00E7525C"/>
    <w:rsid w:val="00E752FD"/>
    <w:rsid w:val="00E753B7"/>
    <w:rsid w:val="00E76764"/>
    <w:rsid w:val="00E76967"/>
    <w:rsid w:val="00E76C3D"/>
    <w:rsid w:val="00E76CCF"/>
    <w:rsid w:val="00E76E97"/>
    <w:rsid w:val="00E76F7B"/>
    <w:rsid w:val="00E77539"/>
    <w:rsid w:val="00E7761B"/>
    <w:rsid w:val="00E77A2A"/>
    <w:rsid w:val="00E77B7E"/>
    <w:rsid w:val="00E8022D"/>
    <w:rsid w:val="00E805FD"/>
    <w:rsid w:val="00E80DC1"/>
    <w:rsid w:val="00E8151A"/>
    <w:rsid w:val="00E816F1"/>
    <w:rsid w:val="00E81C9A"/>
    <w:rsid w:val="00E820A8"/>
    <w:rsid w:val="00E821FC"/>
    <w:rsid w:val="00E82255"/>
    <w:rsid w:val="00E82288"/>
    <w:rsid w:val="00E82450"/>
    <w:rsid w:val="00E82506"/>
    <w:rsid w:val="00E825B8"/>
    <w:rsid w:val="00E83585"/>
    <w:rsid w:val="00E8366F"/>
    <w:rsid w:val="00E84CE5"/>
    <w:rsid w:val="00E84E6E"/>
    <w:rsid w:val="00E84EC6"/>
    <w:rsid w:val="00E85C0A"/>
    <w:rsid w:val="00E86473"/>
    <w:rsid w:val="00E8678A"/>
    <w:rsid w:val="00E86B2B"/>
    <w:rsid w:val="00E86B8A"/>
    <w:rsid w:val="00E86F65"/>
    <w:rsid w:val="00E8724A"/>
    <w:rsid w:val="00E87CA7"/>
    <w:rsid w:val="00E9007F"/>
    <w:rsid w:val="00E908C7"/>
    <w:rsid w:val="00E913CB"/>
    <w:rsid w:val="00E91B50"/>
    <w:rsid w:val="00E91D1B"/>
    <w:rsid w:val="00E9254F"/>
    <w:rsid w:val="00E925AD"/>
    <w:rsid w:val="00E92917"/>
    <w:rsid w:val="00E9291D"/>
    <w:rsid w:val="00E92DD9"/>
    <w:rsid w:val="00E938BD"/>
    <w:rsid w:val="00E93ABB"/>
    <w:rsid w:val="00E93C34"/>
    <w:rsid w:val="00E94C69"/>
    <w:rsid w:val="00E95B5B"/>
    <w:rsid w:val="00E95BC4"/>
    <w:rsid w:val="00E96744"/>
    <w:rsid w:val="00E968FC"/>
    <w:rsid w:val="00E96B50"/>
    <w:rsid w:val="00E96BBA"/>
    <w:rsid w:val="00E97400"/>
    <w:rsid w:val="00E97725"/>
    <w:rsid w:val="00E97E43"/>
    <w:rsid w:val="00E97E4E"/>
    <w:rsid w:val="00EA0382"/>
    <w:rsid w:val="00EA1411"/>
    <w:rsid w:val="00EA1B95"/>
    <w:rsid w:val="00EA1CC3"/>
    <w:rsid w:val="00EA2217"/>
    <w:rsid w:val="00EA24CF"/>
    <w:rsid w:val="00EA2618"/>
    <w:rsid w:val="00EA266A"/>
    <w:rsid w:val="00EA2737"/>
    <w:rsid w:val="00EA2D0D"/>
    <w:rsid w:val="00EA2F5F"/>
    <w:rsid w:val="00EA319E"/>
    <w:rsid w:val="00EA33C2"/>
    <w:rsid w:val="00EA391E"/>
    <w:rsid w:val="00EA39C9"/>
    <w:rsid w:val="00EA3B32"/>
    <w:rsid w:val="00EA41C0"/>
    <w:rsid w:val="00EA42EE"/>
    <w:rsid w:val="00EA4D72"/>
    <w:rsid w:val="00EA63CD"/>
    <w:rsid w:val="00EA63E0"/>
    <w:rsid w:val="00EA6730"/>
    <w:rsid w:val="00EA67AA"/>
    <w:rsid w:val="00EA7188"/>
    <w:rsid w:val="00EA733D"/>
    <w:rsid w:val="00EA7778"/>
    <w:rsid w:val="00EA77FD"/>
    <w:rsid w:val="00EA7EF7"/>
    <w:rsid w:val="00EB0951"/>
    <w:rsid w:val="00EB0AB6"/>
    <w:rsid w:val="00EB0BEE"/>
    <w:rsid w:val="00EB191E"/>
    <w:rsid w:val="00EB1FFD"/>
    <w:rsid w:val="00EB210C"/>
    <w:rsid w:val="00EB2BAF"/>
    <w:rsid w:val="00EB2BD2"/>
    <w:rsid w:val="00EB304A"/>
    <w:rsid w:val="00EB30A6"/>
    <w:rsid w:val="00EB3353"/>
    <w:rsid w:val="00EB3741"/>
    <w:rsid w:val="00EB3923"/>
    <w:rsid w:val="00EB3C8E"/>
    <w:rsid w:val="00EB4485"/>
    <w:rsid w:val="00EB4561"/>
    <w:rsid w:val="00EB45D4"/>
    <w:rsid w:val="00EB48C6"/>
    <w:rsid w:val="00EB4E3B"/>
    <w:rsid w:val="00EB4F46"/>
    <w:rsid w:val="00EB5356"/>
    <w:rsid w:val="00EB55D9"/>
    <w:rsid w:val="00EB6057"/>
    <w:rsid w:val="00EB6270"/>
    <w:rsid w:val="00EB66BB"/>
    <w:rsid w:val="00EB6BF1"/>
    <w:rsid w:val="00EB7294"/>
    <w:rsid w:val="00EB7544"/>
    <w:rsid w:val="00EB7D8E"/>
    <w:rsid w:val="00EC0031"/>
    <w:rsid w:val="00EC045C"/>
    <w:rsid w:val="00EC065F"/>
    <w:rsid w:val="00EC091D"/>
    <w:rsid w:val="00EC094A"/>
    <w:rsid w:val="00EC0E44"/>
    <w:rsid w:val="00EC0F78"/>
    <w:rsid w:val="00EC0F84"/>
    <w:rsid w:val="00EC1713"/>
    <w:rsid w:val="00EC1CB2"/>
    <w:rsid w:val="00EC1D7D"/>
    <w:rsid w:val="00EC1EFA"/>
    <w:rsid w:val="00EC2268"/>
    <w:rsid w:val="00EC233E"/>
    <w:rsid w:val="00EC2464"/>
    <w:rsid w:val="00EC2666"/>
    <w:rsid w:val="00EC316E"/>
    <w:rsid w:val="00EC367C"/>
    <w:rsid w:val="00EC3803"/>
    <w:rsid w:val="00EC38C4"/>
    <w:rsid w:val="00EC39EF"/>
    <w:rsid w:val="00EC3A53"/>
    <w:rsid w:val="00EC4150"/>
    <w:rsid w:val="00EC422A"/>
    <w:rsid w:val="00EC4394"/>
    <w:rsid w:val="00EC4C88"/>
    <w:rsid w:val="00EC4D88"/>
    <w:rsid w:val="00EC5F4E"/>
    <w:rsid w:val="00EC60AE"/>
    <w:rsid w:val="00EC656C"/>
    <w:rsid w:val="00EC6719"/>
    <w:rsid w:val="00EC6750"/>
    <w:rsid w:val="00EC6E8F"/>
    <w:rsid w:val="00EC756F"/>
    <w:rsid w:val="00EC77FD"/>
    <w:rsid w:val="00EC798F"/>
    <w:rsid w:val="00EC7A20"/>
    <w:rsid w:val="00ED0256"/>
    <w:rsid w:val="00ED0F68"/>
    <w:rsid w:val="00ED0F6C"/>
    <w:rsid w:val="00ED0F71"/>
    <w:rsid w:val="00ED1130"/>
    <w:rsid w:val="00ED16C6"/>
    <w:rsid w:val="00ED18D3"/>
    <w:rsid w:val="00ED26DD"/>
    <w:rsid w:val="00ED27EF"/>
    <w:rsid w:val="00ED27F3"/>
    <w:rsid w:val="00ED28A8"/>
    <w:rsid w:val="00ED2C74"/>
    <w:rsid w:val="00ED2F79"/>
    <w:rsid w:val="00ED3754"/>
    <w:rsid w:val="00ED389B"/>
    <w:rsid w:val="00ED3A5F"/>
    <w:rsid w:val="00ED4398"/>
    <w:rsid w:val="00ED44FF"/>
    <w:rsid w:val="00ED509A"/>
    <w:rsid w:val="00ED5360"/>
    <w:rsid w:val="00ED549D"/>
    <w:rsid w:val="00ED62B7"/>
    <w:rsid w:val="00ED63BC"/>
    <w:rsid w:val="00ED649C"/>
    <w:rsid w:val="00ED695F"/>
    <w:rsid w:val="00ED6973"/>
    <w:rsid w:val="00ED6A17"/>
    <w:rsid w:val="00ED6A8F"/>
    <w:rsid w:val="00ED6BBD"/>
    <w:rsid w:val="00ED6CAA"/>
    <w:rsid w:val="00ED6D3C"/>
    <w:rsid w:val="00ED6FDC"/>
    <w:rsid w:val="00ED7994"/>
    <w:rsid w:val="00ED7F71"/>
    <w:rsid w:val="00EE0033"/>
    <w:rsid w:val="00EE02E8"/>
    <w:rsid w:val="00EE02F9"/>
    <w:rsid w:val="00EE03F8"/>
    <w:rsid w:val="00EE0EFF"/>
    <w:rsid w:val="00EE141F"/>
    <w:rsid w:val="00EE14FD"/>
    <w:rsid w:val="00EE19C2"/>
    <w:rsid w:val="00EE1EEB"/>
    <w:rsid w:val="00EE2170"/>
    <w:rsid w:val="00EE21A8"/>
    <w:rsid w:val="00EE226F"/>
    <w:rsid w:val="00EE2290"/>
    <w:rsid w:val="00EE229A"/>
    <w:rsid w:val="00EE2956"/>
    <w:rsid w:val="00EE2A2F"/>
    <w:rsid w:val="00EE2D27"/>
    <w:rsid w:val="00EE2E6D"/>
    <w:rsid w:val="00EE2E7A"/>
    <w:rsid w:val="00EE301A"/>
    <w:rsid w:val="00EE322F"/>
    <w:rsid w:val="00EE3476"/>
    <w:rsid w:val="00EE3522"/>
    <w:rsid w:val="00EE391D"/>
    <w:rsid w:val="00EE3C78"/>
    <w:rsid w:val="00EE4054"/>
    <w:rsid w:val="00EE40BE"/>
    <w:rsid w:val="00EE41B8"/>
    <w:rsid w:val="00EE4E8F"/>
    <w:rsid w:val="00EE53B2"/>
    <w:rsid w:val="00EE5E42"/>
    <w:rsid w:val="00EE6A44"/>
    <w:rsid w:val="00EE7324"/>
    <w:rsid w:val="00EE73B3"/>
    <w:rsid w:val="00EE7448"/>
    <w:rsid w:val="00EE74C3"/>
    <w:rsid w:val="00EE7578"/>
    <w:rsid w:val="00EE78D4"/>
    <w:rsid w:val="00EE7968"/>
    <w:rsid w:val="00EE7AD9"/>
    <w:rsid w:val="00EF0286"/>
    <w:rsid w:val="00EF0617"/>
    <w:rsid w:val="00EF06DC"/>
    <w:rsid w:val="00EF0766"/>
    <w:rsid w:val="00EF08E0"/>
    <w:rsid w:val="00EF0B7A"/>
    <w:rsid w:val="00EF0CC2"/>
    <w:rsid w:val="00EF163D"/>
    <w:rsid w:val="00EF1FE1"/>
    <w:rsid w:val="00EF20EB"/>
    <w:rsid w:val="00EF221B"/>
    <w:rsid w:val="00EF2A9F"/>
    <w:rsid w:val="00EF343A"/>
    <w:rsid w:val="00EF360D"/>
    <w:rsid w:val="00EF3BE4"/>
    <w:rsid w:val="00EF3D21"/>
    <w:rsid w:val="00EF3EF8"/>
    <w:rsid w:val="00EF3F07"/>
    <w:rsid w:val="00EF4037"/>
    <w:rsid w:val="00EF46E4"/>
    <w:rsid w:val="00EF4AAF"/>
    <w:rsid w:val="00EF51E1"/>
    <w:rsid w:val="00EF61E6"/>
    <w:rsid w:val="00EF64DC"/>
    <w:rsid w:val="00EF684A"/>
    <w:rsid w:val="00EF69A0"/>
    <w:rsid w:val="00EF71CE"/>
    <w:rsid w:val="00EF7224"/>
    <w:rsid w:val="00EF79CF"/>
    <w:rsid w:val="00F0000A"/>
    <w:rsid w:val="00F00136"/>
    <w:rsid w:val="00F001D4"/>
    <w:rsid w:val="00F006BE"/>
    <w:rsid w:val="00F00941"/>
    <w:rsid w:val="00F00A4D"/>
    <w:rsid w:val="00F0115F"/>
    <w:rsid w:val="00F019DF"/>
    <w:rsid w:val="00F019F9"/>
    <w:rsid w:val="00F01C35"/>
    <w:rsid w:val="00F022AD"/>
    <w:rsid w:val="00F0246B"/>
    <w:rsid w:val="00F027AE"/>
    <w:rsid w:val="00F02992"/>
    <w:rsid w:val="00F02CD8"/>
    <w:rsid w:val="00F02DFA"/>
    <w:rsid w:val="00F03136"/>
    <w:rsid w:val="00F034A2"/>
    <w:rsid w:val="00F036FD"/>
    <w:rsid w:val="00F03CF4"/>
    <w:rsid w:val="00F04710"/>
    <w:rsid w:val="00F04BB6"/>
    <w:rsid w:val="00F058B0"/>
    <w:rsid w:val="00F05BDA"/>
    <w:rsid w:val="00F05E4F"/>
    <w:rsid w:val="00F06F90"/>
    <w:rsid w:val="00F076CB"/>
    <w:rsid w:val="00F101E6"/>
    <w:rsid w:val="00F10467"/>
    <w:rsid w:val="00F10AF0"/>
    <w:rsid w:val="00F10B38"/>
    <w:rsid w:val="00F10EB0"/>
    <w:rsid w:val="00F111C5"/>
    <w:rsid w:val="00F1165E"/>
    <w:rsid w:val="00F116F5"/>
    <w:rsid w:val="00F1175A"/>
    <w:rsid w:val="00F11D2B"/>
    <w:rsid w:val="00F11D3D"/>
    <w:rsid w:val="00F11F69"/>
    <w:rsid w:val="00F12039"/>
    <w:rsid w:val="00F12527"/>
    <w:rsid w:val="00F12690"/>
    <w:rsid w:val="00F12C5F"/>
    <w:rsid w:val="00F12DD9"/>
    <w:rsid w:val="00F13719"/>
    <w:rsid w:val="00F1387B"/>
    <w:rsid w:val="00F138AE"/>
    <w:rsid w:val="00F13F0D"/>
    <w:rsid w:val="00F14005"/>
    <w:rsid w:val="00F15052"/>
    <w:rsid w:val="00F15A2A"/>
    <w:rsid w:val="00F16CBF"/>
    <w:rsid w:val="00F1712B"/>
    <w:rsid w:val="00F17666"/>
    <w:rsid w:val="00F20089"/>
    <w:rsid w:val="00F20099"/>
    <w:rsid w:val="00F205C3"/>
    <w:rsid w:val="00F2094D"/>
    <w:rsid w:val="00F21096"/>
    <w:rsid w:val="00F21600"/>
    <w:rsid w:val="00F21D36"/>
    <w:rsid w:val="00F22118"/>
    <w:rsid w:val="00F2235C"/>
    <w:rsid w:val="00F22463"/>
    <w:rsid w:val="00F22772"/>
    <w:rsid w:val="00F22A20"/>
    <w:rsid w:val="00F2340B"/>
    <w:rsid w:val="00F234E2"/>
    <w:rsid w:val="00F23900"/>
    <w:rsid w:val="00F23933"/>
    <w:rsid w:val="00F2443F"/>
    <w:rsid w:val="00F244ED"/>
    <w:rsid w:val="00F24542"/>
    <w:rsid w:val="00F24AE5"/>
    <w:rsid w:val="00F251E3"/>
    <w:rsid w:val="00F25269"/>
    <w:rsid w:val="00F256B8"/>
    <w:rsid w:val="00F26017"/>
    <w:rsid w:val="00F2640C"/>
    <w:rsid w:val="00F26A72"/>
    <w:rsid w:val="00F26EA8"/>
    <w:rsid w:val="00F27CFB"/>
    <w:rsid w:val="00F27D00"/>
    <w:rsid w:val="00F27DDE"/>
    <w:rsid w:val="00F30753"/>
    <w:rsid w:val="00F30A3F"/>
    <w:rsid w:val="00F30B02"/>
    <w:rsid w:val="00F30B4C"/>
    <w:rsid w:val="00F30BD4"/>
    <w:rsid w:val="00F30CCF"/>
    <w:rsid w:val="00F30D6A"/>
    <w:rsid w:val="00F30E7B"/>
    <w:rsid w:val="00F311CF"/>
    <w:rsid w:val="00F3152C"/>
    <w:rsid w:val="00F315B6"/>
    <w:rsid w:val="00F315E2"/>
    <w:rsid w:val="00F31E06"/>
    <w:rsid w:val="00F3235E"/>
    <w:rsid w:val="00F3236E"/>
    <w:rsid w:val="00F323BC"/>
    <w:rsid w:val="00F32447"/>
    <w:rsid w:val="00F325CF"/>
    <w:rsid w:val="00F328ED"/>
    <w:rsid w:val="00F32915"/>
    <w:rsid w:val="00F329B0"/>
    <w:rsid w:val="00F32A84"/>
    <w:rsid w:val="00F32C5D"/>
    <w:rsid w:val="00F32CED"/>
    <w:rsid w:val="00F3307C"/>
    <w:rsid w:val="00F332E5"/>
    <w:rsid w:val="00F33AFA"/>
    <w:rsid w:val="00F33B3B"/>
    <w:rsid w:val="00F33FA5"/>
    <w:rsid w:val="00F34A89"/>
    <w:rsid w:val="00F34B2F"/>
    <w:rsid w:val="00F34BD6"/>
    <w:rsid w:val="00F360DB"/>
    <w:rsid w:val="00F36129"/>
    <w:rsid w:val="00F36759"/>
    <w:rsid w:val="00F36859"/>
    <w:rsid w:val="00F36B3D"/>
    <w:rsid w:val="00F37222"/>
    <w:rsid w:val="00F3747D"/>
    <w:rsid w:val="00F3750E"/>
    <w:rsid w:val="00F37D93"/>
    <w:rsid w:val="00F37DEF"/>
    <w:rsid w:val="00F37EC7"/>
    <w:rsid w:val="00F37F68"/>
    <w:rsid w:val="00F40300"/>
    <w:rsid w:val="00F40740"/>
    <w:rsid w:val="00F40828"/>
    <w:rsid w:val="00F40FDE"/>
    <w:rsid w:val="00F41107"/>
    <w:rsid w:val="00F41AE6"/>
    <w:rsid w:val="00F428BB"/>
    <w:rsid w:val="00F42A43"/>
    <w:rsid w:val="00F42B56"/>
    <w:rsid w:val="00F42D28"/>
    <w:rsid w:val="00F42D75"/>
    <w:rsid w:val="00F431D5"/>
    <w:rsid w:val="00F43774"/>
    <w:rsid w:val="00F43A02"/>
    <w:rsid w:val="00F43E08"/>
    <w:rsid w:val="00F440BF"/>
    <w:rsid w:val="00F441AA"/>
    <w:rsid w:val="00F444A4"/>
    <w:rsid w:val="00F44656"/>
    <w:rsid w:val="00F4474F"/>
    <w:rsid w:val="00F44EC2"/>
    <w:rsid w:val="00F45055"/>
    <w:rsid w:val="00F451CD"/>
    <w:rsid w:val="00F4535B"/>
    <w:rsid w:val="00F45A65"/>
    <w:rsid w:val="00F45EC4"/>
    <w:rsid w:val="00F46094"/>
    <w:rsid w:val="00F46604"/>
    <w:rsid w:val="00F4670E"/>
    <w:rsid w:val="00F46770"/>
    <w:rsid w:val="00F46B7F"/>
    <w:rsid w:val="00F47706"/>
    <w:rsid w:val="00F477FE"/>
    <w:rsid w:val="00F4790E"/>
    <w:rsid w:val="00F50209"/>
    <w:rsid w:val="00F50603"/>
    <w:rsid w:val="00F506AD"/>
    <w:rsid w:val="00F508AD"/>
    <w:rsid w:val="00F50D8B"/>
    <w:rsid w:val="00F50E77"/>
    <w:rsid w:val="00F50FD0"/>
    <w:rsid w:val="00F5116A"/>
    <w:rsid w:val="00F515F9"/>
    <w:rsid w:val="00F5191B"/>
    <w:rsid w:val="00F51B67"/>
    <w:rsid w:val="00F51CDE"/>
    <w:rsid w:val="00F523DF"/>
    <w:rsid w:val="00F52B61"/>
    <w:rsid w:val="00F53024"/>
    <w:rsid w:val="00F53198"/>
    <w:rsid w:val="00F5331A"/>
    <w:rsid w:val="00F53746"/>
    <w:rsid w:val="00F53812"/>
    <w:rsid w:val="00F53A26"/>
    <w:rsid w:val="00F53C03"/>
    <w:rsid w:val="00F53D52"/>
    <w:rsid w:val="00F53D5E"/>
    <w:rsid w:val="00F544E4"/>
    <w:rsid w:val="00F5490B"/>
    <w:rsid w:val="00F54C6F"/>
    <w:rsid w:val="00F552FB"/>
    <w:rsid w:val="00F554F4"/>
    <w:rsid w:val="00F55556"/>
    <w:rsid w:val="00F556AA"/>
    <w:rsid w:val="00F55827"/>
    <w:rsid w:val="00F559D6"/>
    <w:rsid w:val="00F55AD0"/>
    <w:rsid w:val="00F55D54"/>
    <w:rsid w:val="00F56545"/>
    <w:rsid w:val="00F56BC2"/>
    <w:rsid w:val="00F56DD2"/>
    <w:rsid w:val="00F57264"/>
    <w:rsid w:val="00F57284"/>
    <w:rsid w:val="00F575BB"/>
    <w:rsid w:val="00F57EEB"/>
    <w:rsid w:val="00F6019A"/>
    <w:rsid w:val="00F604DB"/>
    <w:rsid w:val="00F60B10"/>
    <w:rsid w:val="00F61533"/>
    <w:rsid w:val="00F61801"/>
    <w:rsid w:val="00F61BAC"/>
    <w:rsid w:val="00F61BD3"/>
    <w:rsid w:val="00F61F63"/>
    <w:rsid w:val="00F620E3"/>
    <w:rsid w:val="00F62435"/>
    <w:rsid w:val="00F62727"/>
    <w:rsid w:val="00F62ACC"/>
    <w:rsid w:val="00F62B8C"/>
    <w:rsid w:val="00F62EE1"/>
    <w:rsid w:val="00F6337A"/>
    <w:rsid w:val="00F6343F"/>
    <w:rsid w:val="00F636A1"/>
    <w:rsid w:val="00F63A4D"/>
    <w:rsid w:val="00F63C26"/>
    <w:rsid w:val="00F64075"/>
    <w:rsid w:val="00F64316"/>
    <w:rsid w:val="00F643EE"/>
    <w:rsid w:val="00F64455"/>
    <w:rsid w:val="00F647C1"/>
    <w:rsid w:val="00F64A4D"/>
    <w:rsid w:val="00F64ECE"/>
    <w:rsid w:val="00F65840"/>
    <w:rsid w:val="00F659B3"/>
    <w:rsid w:val="00F65B69"/>
    <w:rsid w:val="00F66336"/>
    <w:rsid w:val="00F66835"/>
    <w:rsid w:val="00F668B9"/>
    <w:rsid w:val="00F66D39"/>
    <w:rsid w:val="00F671BA"/>
    <w:rsid w:val="00F673C8"/>
    <w:rsid w:val="00F67469"/>
    <w:rsid w:val="00F676C3"/>
    <w:rsid w:val="00F67870"/>
    <w:rsid w:val="00F70078"/>
    <w:rsid w:val="00F704C1"/>
    <w:rsid w:val="00F70BEE"/>
    <w:rsid w:val="00F70C6F"/>
    <w:rsid w:val="00F70E1F"/>
    <w:rsid w:val="00F70F25"/>
    <w:rsid w:val="00F70F32"/>
    <w:rsid w:val="00F7127C"/>
    <w:rsid w:val="00F71C6A"/>
    <w:rsid w:val="00F71E76"/>
    <w:rsid w:val="00F7257C"/>
    <w:rsid w:val="00F72DCB"/>
    <w:rsid w:val="00F72F65"/>
    <w:rsid w:val="00F72FBC"/>
    <w:rsid w:val="00F73475"/>
    <w:rsid w:val="00F73D66"/>
    <w:rsid w:val="00F73F37"/>
    <w:rsid w:val="00F747D3"/>
    <w:rsid w:val="00F74949"/>
    <w:rsid w:val="00F74D73"/>
    <w:rsid w:val="00F757BF"/>
    <w:rsid w:val="00F75896"/>
    <w:rsid w:val="00F75931"/>
    <w:rsid w:val="00F7636D"/>
    <w:rsid w:val="00F767BB"/>
    <w:rsid w:val="00F769C5"/>
    <w:rsid w:val="00F76A66"/>
    <w:rsid w:val="00F76A95"/>
    <w:rsid w:val="00F76DEB"/>
    <w:rsid w:val="00F7714E"/>
    <w:rsid w:val="00F775C8"/>
    <w:rsid w:val="00F80387"/>
    <w:rsid w:val="00F80C8C"/>
    <w:rsid w:val="00F80EC9"/>
    <w:rsid w:val="00F8109E"/>
    <w:rsid w:val="00F814DE"/>
    <w:rsid w:val="00F819ED"/>
    <w:rsid w:val="00F820FA"/>
    <w:rsid w:val="00F825D4"/>
    <w:rsid w:val="00F82B17"/>
    <w:rsid w:val="00F83576"/>
    <w:rsid w:val="00F837E3"/>
    <w:rsid w:val="00F83D56"/>
    <w:rsid w:val="00F83DF8"/>
    <w:rsid w:val="00F84061"/>
    <w:rsid w:val="00F8444F"/>
    <w:rsid w:val="00F84478"/>
    <w:rsid w:val="00F84A25"/>
    <w:rsid w:val="00F84B77"/>
    <w:rsid w:val="00F84D1A"/>
    <w:rsid w:val="00F84DF3"/>
    <w:rsid w:val="00F84F51"/>
    <w:rsid w:val="00F852BB"/>
    <w:rsid w:val="00F857A7"/>
    <w:rsid w:val="00F858DD"/>
    <w:rsid w:val="00F85A01"/>
    <w:rsid w:val="00F85EFE"/>
    <w:rsid w:val="00F86005"/>
    <w:rsid w:val="00F860C4"/>
    <w:rsid w:val="00F862F5"/>
    <w:rsid w:val="00F865DB"/>
    <w:rsid w:val="00F8663B"/>
    <w:rsid w:val="00F87307"/>
    <w:rsid w:val="00F87488"/>
    <w:rsid w:val="00F87606"/>
    <w:rsid w:val="00F87C07"/>
    <w:rsid w:val="00F87DD2"/>
    <w:rsid w:val="00F90478"/>
    <w:rsid w:val="00F91260"/>
    <w:rsid w:val="00F91508"/>
    <w:rsid w:val="00F916D0"/>
    <w:rsid w:val="00F91CAF"/>
    <w:rsid w:val="00F91F52"/>
    <w:rsid w:val="00F922F4"/>
    <w:rsid w:val="00F923B7"/>
    <w:rsid w:val="00F9252D"/>
    <w:rsid w:val="00F925BF"/>
    <w:rsid w:val="00F92C26"/>
    <w:rsid w:val="00F93274"/>
    <w:rsid w:val="00F93306"/>
    <w:rsid w:val="00F93445"/>
    <w:rsid w:val="00F93459"/>
    <w:rsid w:val="00F934EA"/>
    <w:rsid w:val="00F936ED"/>
    <w:rsid w:val="00F937A3"/>
    <w:rsid w:val="00F94496"/>
    <w:rsid w:val="00F9485D"/>
    <w:rsid w:val="00F94BA3"/>
    <w:rsid w:val="00F94BD5"/>
    <w:rsid w:val="00F94D16"/>
    <w:rsid w:val="00F95332"/>
    <w:rsid w:val="00F95C13"/>
    <w:rsid w:val="00F966B8"/>
    <w:rsid w:val="00F96AF2"/>
    <w:rsid w:val="00F9707B"/>
    <w:rsid w:val="00F9786F"/>
    <w:rsid w:val="00F97A8C"/>
    <w:rsid w:val="00F97D81"/>
    <w:rsid w:val="00FA0000"/>
    <w:rsid w:val="00FA04E6"/>
    <w:rsid w:val="00FA06EC"/>
    <w:rsid w:val="00FA0CB2"/>
    <w:rsid w:val="00FA0E96"/>
    <w:rsid w:val="00FA1961"/>
    <w:rsid w:val="00FA1BD3"/>
    <w:rsid w:val="00FA1C5B"/>
    <w:rsid w:val="00FA265B"/>
    <w:rsid w:val="00FA278E"/>
    <w:rsid w:val="00FA32A7"/>
    <w:rsid w:val="00FA33CB"/>
    <w:rsid w:val="00FA359D"/>
    <w:rsid w:val="00FA3869"/>
    <w:rsid w:val="00FA45F3"/>
    <w:rsid w:val="00FA464C"/>
    <w:rsid w:val="00FA5550"/>
    <w:rsid w:val="00FA5684"/>
    <w:rsid w:val="00FA5B92"/>
    <w:rsid w:val="00FA5E90"/>
    <w:rsid w:val="00FA61BC"/>
    <w:rsid w:val="00FA631C"/>
    <w:rsid w:val="00FA632F"/>
    <w:rsid w:val="00FA6741"/>
    <w:rsid w:val="00FA6E5B"/>
    <w:rsid w:val="00FA6EAD"/>
    <w:rsid w:val="00FA71CB"/>
    <w:rsid w:val="00FA7A55"/>
    <w:rsid w:val="00FA7E3A"/>
    <w:rsid w:val="00FA7F83"/>
    <w:rsid w:val="00FB042F"/>
    <w:rsid w:val="00FB07DE"/>
    <w:rsid w:val="00FB0B04"/>
    <w:rsid w:val="00FB0FDF"/>
    <w:rsid w:val="00FB164C"/>
    <w:rsid w:val="00FB16E9"/>
    <w:rsid w:val="00FB1AC2"/>
    <w:rsid w:val="00FB1C21"/>
    <w:rsid w:val="00FB1CDC"/>
    <w:rsid w:val="00FB26CC"/>
    <w:rsid w:val="00FB2916"/>
    <w:rsid w:val="00FB2B9D"/>
    <w:rsid w:val="00FB2BFA"/>
    <w:rsid w:val="00FB3624"/>
    <w:rsid w:val="00FB365C"/>
    <w:rsid w:val="00FB3EE3"/>
    <w:rsid w:val="00FB3F56"/>
    <w:rsid w:val="00FB427A"/>
    <w:rsid w:val="00FB45EF"/>
    <w:rsid w:val="00FB4B09"/>
    <w:rsid w:val="00FB4B29"/>
    <w:rsid w:val="00FB5133"/>
    <w:rsid w:val="00FB64B8"/>
    <w:rsid w:val="00FB697A"/>
    <w:rsid w:val="00FB69F9"/>
    <w:rsid w:val="00FB70B9"/>
    <w:rsid w:val="00FB7D1E"/>
    <w:rsid w:val="00FB7F9D"/>
    <w:rsid w:val="00FC0FA6"/>
    <w:rsid w:val="00FC16EC"/>
    <w:rsid w:val="00FC181C"/>
    <w:rsid w:val="00FC28E8"/>
    <w:rsid w:val="00FC2A65"/>
    <w:rsid w:val="00FC2DB4"/>
    <w:rsid w:val="00FC2DF4"/>
    <w:rsid w:val="00FC2E87"/>
    <w:rsid w:val="00FC2F1A"/>
    <w:rsid w:val="00FC3394"/>
    <w:rsid w:val="00FC3599"/>
    <w:rsid w:val="00FC37A6"/>
    <w:rsid w:val="00FC3D64"/>
    <w:rsid w:val="00FC3E14"/>
    <w:rsid w:val="00FC472A"/>
    <w:rsid w:val="00FC4897"/>
    <w:rsid w:val="00FC57C3"/>
    <w:rsid w:val="00FC6266"/>
    <w:rsid w:val="00FC6406"/>
    <w:rsid w:val="00FC64BC"/>
    <w:rsid w:val="00FC65F9"/>
    <w:rsid w:val="00FC6E55"/>
    <w:rsid w:val="00FC6F09"/>
    <w:rsid w:val="00FC756B"/>
    <w:rsid w:val="00FC76AD"/>
    <w:rsid w:val="00FC7A3C"/>
    <w:rsid w:val="00FC7B29"/>
    <w:rsid w:val="00FC7E61"/>
    <w:rsid w:val="00FD0FB7"/>
    <w:rsid w:val="00FD1420"/>
    <w:rsid w:val="00FD1B5C"/>
    <w:rsid w:val="00FD1C11"/>
    <w:rsid w:val="00FD2B80"/>
    <w:rsid w:val="00FD2E87"/>
    <w:rsid w:val="00FD3066"/>
    <w:rsid w:val="00FD3F52"/>
    <w:rsid w:val="00FD4023"/>
    <w:rsid w:val="00FD4248"/>
    <w:rsid w:val="00FD441D"/>
    <w:rsid w:val="00FD4B0A"/>
    <w:rsid w:val="00FD4C32"/>
    <w:rsid w:val="00FD52F5"/>
    <w:rsid w:val="00FD55CB"/>
    <w:rsid w:val="00FD56FF"/>
    <w:rsid w:val="00FD5C09"/>
    <w:rsid w:val="00FD6686"/>
    <w:rsid w:val="00FD68C6"/>
    <w:rsid w:val="00FD6A3F"/>
    <w:rsid w:val="00FD6B87"/>
    <w:rsid w:val="00FD712A"/>
    <w:rsid w:val="00FD76B8"/>
    <w:rsid w:val="00FD7AB9"/>
    <w:rsid w:val="00FE004A"/>
    <w:rsid w:val="00FE018D"/>
    <w:rsid w:val="00FE0F0A"/>
    <w:rsid w:val="00FE12C3"/>
    <w:rsid w:val="00FE1A95"/>
    <w:rsid w:val="00FE1FAB"/>
    <w:rsid w:val="00FE2002"/>
    <w:rsid w:val="00FE212E"/>
    <w:rsid w:val="00FE271F"/>
    <w:rsid w:val="00FE2DFB"/>
    <w:rsid w:val="00FE2E98"/>
    <w:rsid w:val="00FE310F"/>
    <w:rsid w:val="00FE3438"/>
    <w:rsid w:val="00FE3983"/>
    <w:rsid w:val="00FE39CA"/>
    <w:rsid w:val="00FE3B3A"/>
    <w:rsid w:val="00FE468E"/>
    <w:rsid w:val="00FE4F10"/>
    <w:rsid w:val="00FE5083"/>
    <w:rsid w:val="00FE527F"/>
    <w:rsid w:val="00FE5BA1"/>
    <w:rsid w:val="00FE5C1A"/>
    <w:rsid w:val="00FE5CBD"/>
    <w:rsid w:val="00FE5E55"/>
    <w:rsid w:val="00FE613E"/>
    <w:rsid w:val="00FE64F9"/>
    <w:rsid w:val="00FE65A3"/>
    <w:rsid w:val="00FE6944"/>
    <w:rsid w:val="00FE7352"/>
    <w:rsid w:val="00FE7735"/>
    <w:rsid w:val="00FE7E6C"/>
    <w:rsid w:val="00FF01BC"/>
    <w:rsid w:val="00FF0DE8"/>
    <w:rsid w:val="00FF17A5"/>
    <w:rsid w:val="00FF1BC0"/>
    <w:rsid w:val="00FF279C"/>
    <w:rsid w:val="00FF31EF"/>
    <w:rsid w:val="00FF3468"/>
    <w:rsid w:val="00FF385A"/>
    <w:rsid w:val="00FF3AC5"/>
    <w:rsid w:val="00FF3C1F"/>
    <w:rsid w:val="00FF40AD"/>
    <w:rsid w:val="00FF456A"/>
    <w:rsid w:val="00FF47B3"/>
    <w:rsid w:val="00FF490F"/>
    <w:rsid w:val="00FF4FDA"/>
    <w:rsid w:val="00FF52DE"/>
    <w:rsid w:val="00FF5346"/>
    <w:rsid w:val="00FF59C5"/>
    <w:rsid w:val="00FF5A6B"/>
    <w:rsid w:val="00FF5ACD"/>
    <w:rsid w:val="00FF5B1B"/>
    <w:rsid w:val="00FF6821"/>
    <w:rsid w:val="00FF6966"/>
    <w:rsid w:val="00FF6CAE"/>
    <w:rsid w:val="00FF6E38"/>
    <w:rsid w:val="00FF701A"/>
    <w:rsid w:val="00FF70FD"/>
    <w:rsid w:val="00FF74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15D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894</Characters>
  <Application>Microsoft Office Word</Application>
  <DocSecurity>0</DocSecurity>
  <Lines>7</Lines>
  <Paragraphs>2</Paragraphs>
  <ScaleCrop>false</ScaleCrop>
  <Company>Microsoft</Company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Войт_Т_Н</dc:creator>
  <cp:keywords/>
  <dc:description/>
  <cp:lastModifiedBy>Войт_Т_Н</cp:lastModifiedBy>
  <cp:revision>3</cp:revision>
  <dcterms:created xsi:type="dcterms:W3CDTF">2014-04-30T04:12:00Z</dcterms:created>
  <dcterms:modified xsi:type="dcterms:W3CDTF">2014-04-30T04:19:00Z</dcterms:modified>
</cp:coreProperties>
</file>