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D2D" w:rsidRPr="001E3063" w:rsidRDefault="00743D2D" w:rsidP="001E3063">
      <w:pPr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Сведения о доходах, имуществе и обязательствах имущественного характера</w:t>
      </w:r>
      <w:r>
        <w:rPr>
          <w:rFonts w:ascii="Times New Roman" w:hAnsi="Times New Roman"/>
        </w:rPr>
        <w:t xml:space="preserve"> </w:t>
      </w:r>
      <w:r w:rsidRPr="00C4221D">
        <w:rPr>
          <w:rFonts w:ascii="Times New Roman" w:hAnsi="Times New Roman"/>
          <w:b/>
          <w:color w:val="0000FF"/>
          <w:sz w:val="20"/>
          <w:szCs w:val="20"/>
        </w:rPr>
        <w:t>заместителя руководителя</w:t>
      </w:r>
      <w:r w:rsidRPr="00C4221D">
        <w:rPr>
          <w:rFonts w:ascii="Times New Roman" w:hAnsi="Times New Roman"/>
          <w:color w:val="0000FF"/>
          <w:sz w:val="20"/>
          <w:szCs w:val="20"/>
        </w:rPr>
        <w:t xml:space="preserve">  </w:t>
      </w:r>
      <w:r w:rsidRPr="00C4221D">
        <w:rPr>
          <w:rFonts w:ascii="Times New Roman" w:hAnsi="Times New Roman"/>
          <w:b/>
          <w:color w:val="0000FF"/>
          <w:sz w:val="20"/>
          <w:szCs w:val="20"/>
        </w:rPr>
        <w:t>МКУ «Финансовое управление  Администрации муниципального района Волжский Самарской области»</w:t>
      </w:r>
      <w:r>
        <w:rPr>
          <w:rFonts w:ascii="Times New Roman" w:hAnsi="Times New Roman"/>
          <w:b/>
          <w:sz w:val="20"/>
          <w:szCs w:val="20"/>
        </w:rPr>
        <w:t xml:space="preserve"> и членов его семьи за период с 1 января по 31 декабря 2013 года</w:t>
      </w:r>
    </w:p>
    <w:p w:rsidR="00743D2D" w:rsidRDefault="00743D2D" w:rsidP="001E3063">
      <w:pPr>
        <w:jc w:val="center"/>
        <w:rPr>
          <w:rFonts w:ascii="Times New Roman" w:hAnsi="Times New Roman"/>
          <w:b/>
          <w:sz w:val="20"/>
          <w:szCs w:val="20"/>
        </w:rPr>
      </w:pPr>
    </w:p>
    <w:p w:rsidR="00743D2D" w:rsidRDefault="00743D2D" w:rsidP="001E3063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4"/>
        <w:gridCol w:w="1510"/>
        <w:gridCol w:w="1919"/>
        <w:gridCol w:w="1830"/>
        <w:gridCol w:w="1543"/>
        <w:gridCol w:w="1552"/>
        <w:gridCol w:w="1561"/>
        <w:gridCol w:w="1559"/>
        <w:gridCol w:w="1560"/>
      </w:tblGrid>
      <w:tr w:rsidR="00743D2D" w:rsidTr="001E3063">
        <w:tc>
          <w:tcPr>
            <w:tcW w:w="2194" w:type="dxa"/>
            <w:vMerge w:val="restart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Фамилия, имя, отчество</w:t>
            </w:r>
          </w:p>
        </w:tc>
        <w:tc>
          <w:tcPr>
            <w:tcW w:w="1510" w:type="dxa"/>
            <w:vMerge w:val="restart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Годовой доход за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rPr>
                  <w:rFonts w:ascii="Times New Roman" w:hAnsi="Times New Roman"/>
                  <w:sz w:val="20"/>
                  <w:szCs w:val="20"/>
                  <w:lang w:eastAsia="en-US"/>
                </w:rPr>
                <w:t>2013 г</w:t>
              </w:r>
            </w:smartTag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. (руб.)</w:t>
            </w:r>
          </w:p>
        </w:tc>
        <w:tc>
          <w:tcPr>
            <w:tcW w:w="1919" w:type="dxa"/>
            <w:vMerge w:val="restart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Транспортные средства</w:t>
            </w:r>
          </w:p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(вид, марка)</w:t>
            </w:r>
          </w:p>
        </w:tc>
        <w:tc>
          <w:tcPr>
            <w:tcW w:w="4925" w:type="dxa"/>
            <w:gridSpan w:val="3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недвижимого имущества, принадлежащие на праве собственности</w:t>
            </w:r>
          </w:p>
        </w:tc>
        <w:tc>
          <w:tcPr>
            <w:tcW w:w="4680" w:type="dxa"/>
            <w:gridSpan w:val="3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Объекты недвижимости, находящиеся в пользовании</w:t>
            </w:r>
          </w:p>
        </w:tc>
      </w:tr>
      <w:tr w:rsidR="00743D2D" w:rsidTr="001E3063">
        <w:tc>
          <w:tcPr>
            <w:tcW w:w="0" w:type="auto"/>
            <w:vMerge/>
            <w:vAlign w:val="center"/>
          </w:tcPr>
          <w:p w:rsidR="00743D2D" w:rsidRDefault="00743D2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43D2D" w:rsidRDefault="00743D2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743D2D" w:rsidRDefault="00743D2D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543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Площадь </w:t>
            </w:r>
          </w:p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52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1561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Вид объекта недвижимости</w:t>
            </w:r>
          </w:p>
        </w:tc>
        <w:tc>
          <w:tcPr>
            <w:tcW w:w="1559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Площадь </w:t>
            </w:r>
          </w:p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(м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560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Страна расположения</w:t>
            </w:r>
          </w:p>
        </w:tc>
      </w:tr>
      <w:tr w:rsidR="00743D2D" w:rsidTr="001E3063">
        <w:tc>
          <w:tcPr>
            <w:tcW w:w="2194" w:type="dxa"/>
          </w:tcPr>
          <w:p w:rsidR="00743D2D" w:rsidRDefault="00743D2D" w:rsidP="001E30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Павлов </w:t>
            </w:r>
          </w:p>
          <w:p w:rsidR="00743D2D" w:rsidRDefault="00743D2D" w:rsidP="001E30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Андрей </w:t>
            </w:r>
          </w:p>
          <w:p w:rsidR="00743D2D" w:rsidRDefault="00743D2D" w:rsidP="001E30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Петрович</w:t>
            </w:r>
            <w:bookmarkStart w:id="0" w:name="_GoBack"/>
            <w:bookmarkEnd w:id="0"/>
          </w:p>
        </w:tc>
        <w:tc>
          <w:tcPr>
            <w:tcW w:w="1510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37403">
              <w:rPr>
                <w:rFonts w:ascii="Times New Roman" w:hAnsi="Times New Roman"/>
                <w:sz w:val="20"/>
                <w:szCs w:val="20"/>
              </w:rPr>
              <w:t>823089</w:t>
            </w:r>
          </w:p>
        </w:tc>
        <w:tc>
          <w:tcPr>
            <w:tcW w:w="1919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Ниссан кашкай</w:t>
            </w:r>
          </w:p>
        </w:tc>
        <w:tc>
          <w:tcPr>
            <w:tcW w:w="1830" w:type="dxa"/>
          </w:tcPr>
          <w:p w:rsidR="00743D2D" w:rsidRPr="00A37403" w:rsidRDefault="00743D2D" w:rsidP="009575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543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37403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552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1561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</w:tc>
        <w:tc>
          <w:tcPr>
            <w:tcW w:w="1559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1560" w:type="dxa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</w:tr>
      <w:tr w:rsidR="00743D2D" w:rsidTr="0085793C">
        <w:trPr>
          <w:trHeight w:val="429"/>
        </w:trPr>
        <w:tc>
          <w:tcPr>
            <w:tcW w:w="2194" w:type="dxa"/>
            <w:vMerge w:val="restart"/>
          </w:tcPr>
          <w:p w:rsidR="00743D2D" w:rsidRDefault="00743D2D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173FF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1510" w:type="dxa"/>
            <w:vMerge w:val="restart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296136</w:t>
            </w:r>
          </w:p>
        </w:tc>
        <w:tc>
          <w:tcPr>
            <w:tcW w:w="1919" w:type="dxa"/>
            <w:vMerge w:val="restart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830" w:type="dxa"/>
          </w:tcPr>
          <w:p w:rsidR="00743D2D" w:rsidRDefault="00743D2D" w:rsidP="001E3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</w:tcPr>
          <w:p w:rsidR="00743D2D" w:rsidRDefault="00743D2D" w:rsidP="001E3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2" w:type="dxa"/>
          </w:tcPr>
          <w:p w:rsidR="00743D2D" w:rsidRDefault="00743D2D" w:rsidP="001E3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vMerge w:val="restart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59" w:type="dxa"/>
            <w:vMerge w:val="restart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1560" w:type="dxa"/>
            <w:vMerge w:val="restart"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-</w:t>
            </w:r>
          </w:p>
        </w:tc>
      </w:tr>
      <w:tr w:rsidR="00743D2D" w:rsidTr="0085793C">
        <w:trPr>
          <w:trHeight w:val="510"/>
        </w:trPr>
        <w:tc>
          <w:tcPr>
            <w:tcW w:w="2194" w:type="dxa"/>
            <w:vMerge/>
          </w:tcPr>
          <w:p w:rsidR="00743D2D" w:rsidRPr="00A173FF" w:rsidRDefault="00743D2D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0" w:type="dxa"/>
            <w:vMerge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19" w:type="dxa"/>
            <w:vMerge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830" w:type="dxa"/>
          </w:tcPr>
          <w:p w:rsidR="00743D2D" w:rsidRDefault="00743D2D" w:rsidP="001E3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квартира</w:t>
            </w:r>
          </w:p>
          <w:p w:rsidR="00743D2D" w:rsidRDefault="00743D2D" w:rsidP="001E306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3" w:type="dxa"/>
          </w:tcPr>
          <w:p w:rsidR="00743D2D" w:rsidRDefault="00743D2D" w:rsidP="001E306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23,6</w:t>
            </w:r>
          </w:p>
        </w:tc>
        <w:tc>
          <w:tcPr>
            <w:tcW w:w="1552" w:type="dxa"/>
          </w:tcPr>
          <w:p w:rsidR="00743D2D" w:rsidRDefault="00743D2D" w:rsidP="001E306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43D2D" w:rsidRDefault="00743D2D" w:rsidP="001E3063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</w:tcPr>
          <w:p w:rsidR="00743D2D" w:rsidRDefault="00743D2D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</w:tbl>
    <w:p w:rsidR="00743D2D" w:rsidRDefault="00743D2D" w:rsidP="001E3063">
      <w:pPr>
        <w:rPr>
          <w:sz w:val="20"/>
          <w:szCs w:val="20"/>
        </w:rPr>
      </w:pPr>
    </w:p>
    <w:p w:rsidR="00743D2D" w:rsidRDefault="00743D2D"/>
    <w:sectPr w:rsidR="00743D2D" w:rsidSect="00C4221D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293"/>
    <w:rsid w:val="001E3063"/>
    <w:rsid w:val="002D0452"/>
    <w:rsid w:val="00643777"/>
    <w:rsid w:val="00743D2D"/>
    <w:rsid w:val="0085793C"/>
    <w:rsid w:val="009575D9"/>
    <w:rsid w:val="00A173FF"/>
    <w:rsid w:val="00A37403"/>
    <w:rsid w:val="00C4221D"/>
    <w:rsid w:val="00C82A3C"/>
    <w:rsid w:val="00E214D5"/>
    <w:rsid w:val="00E27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063"/>
    <w:rPr>
      <w:rFonts w:ascii="Arial" w:eastAsia="Times New Roman" w:hAnsi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60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113</Words>
  <Characters>647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Нуштаева Елена</dc:creator>
  <cp:keywords/>
  <dc:description/>
  <cp:lastModifiedBy>Malyutina_TV</cp:lastModifiedBy>
  <cp:revision>4</cp:revision>
  <dcterms:created xsi:type="dcterms:W3CDTF">2014-04-28T11:06:00Z</dcterms:created>
  <dcterms:modified xsi:type="dcterms:W3CDTF">2014-05-05T12:26:00Z</dcterms:modified>
</cp:coreProperties>
</file>