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8E" w:rsidRDefault="00FF3D8E" w:rsidP="006E7D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6DB5">
        <w:rPr>
          <w:rFonts w:ascii="Times New Roman" w:hAnsi="Times New Roman" w:cs="Times New Roman"/>
          <w:sz w:val="28"/>
          <w:szCs w:val="28"/>
        </w:rPr>
        <w:t xml:space="preserve">Сведения о доходах </w:t>
      </w:r>
      <w:r>
        <w:rPr>
          <w:rFonts w:ascii="Times New Roman" w:hAnsi="Times New Roman" w:cs="Times New Roman"/>
          <w:sz w:val="28"/>
          <w:szCs w:val="28"/>
        </w:rPr>
        <w:t>руководителей муниципальных учреждений культуры</w:t>
      </w:r>
      <w:r w:rsidRPr="00256DB5">
        <w:rPr>
          <w:rFonts w:ascii="Times New Roman" w:hAnsi="Times New Roman" w:cs="Times New Roman"/>
          <w:sz w:val="28"/>
          <w:szCs w:val="28"/>
        </w:rPr>
        <w:br/>
        <w:t>Саратовского муниципального района Саратовской области</w:t>
      </w:r>
    </w:p>
    <w:p w:rsidR="00FF3D8E" w:rsidRDefault="00FF3D8E" w:rsidP="00FA0D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2012 год</w:t>
      </w:r>
    </w:p>
    <w:p w:rsidR="00FF3D8E" w:rsidRPr="00FA0D0F" w:rsidRDefault="00FF3D8E" w:rsidP="00FA0D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3969"/>
        <w:gridCol w:w="1703"/>
        <w:gridCol w:w="2694"/>
        <w:gridCol w:w="707"/>
        <w:gridCol w:w="991"/>
        <w:gridCol w:w="2629"/>
      </w:tblGrid>
      <w:tr w:rsidR="00FF3D8E" w:rsidRPr="001B03BC">
        <w:tc>
          <w:tcPr>
            <w:tcW w:w="708" w:type="pct"/>
            <w:vMerge w:val="restar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D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Фамилия, инициалы</w:t>
            </w:r>
          </w:p>
        </w:tc>
        <w:tc>
          <w:tcPr>
            <w:tcW w:w="1342" w:type="pct"/>
            <w:vMerge w:val="restar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D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76" w:type="pct"/>
            <w:vMerge w:val="restar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D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сумма декларир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ованного годового дохода за 2012</w:t>
            </w:r>
            <w:r w:rsidRPr="00256D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 (руб.)</w:t>
            </w:r>
          </w:p>
        </w:tc>
        <w:tc>
          <w:tcPr>
            <w:tcW w:w="1485" w:type="pct"/>
            <w:gridSpan w:val="3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D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889" w:type="pct"/>
            <w:vMerge w:val="restar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D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F3D8E" w:rsidRPr="001B03BC">
        <w:trPr>
          <w:trHeight w:val="1324"/>
        </w:trPr>
        <w:tc>
          <w:tcPr>
            <w:tcW w:w="708" w:type="pct"/>
            <w:vMerge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pct"/>
            <w:vMerge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vMerge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shd w:val="clear" w:color="auto" w:fill="FFFFFF"/>
          </w:tcPr>
          <w:p w:rsidR="00FF3D8E" w:rsidRPr="001B03BC" w:rsidRDefault="00FF3D8E" w:rsidP="00073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B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39" w:type="pct"/>
            <w:shd w:val="clear" w:color="auto" w:fill="FFFFFF"/>
          </w:tcPr>
          <w:p w:rsidR="00FF3D8E" w:rsidRPr="001B03BC" w:rsidRDefault="00FF3D8E" w:rsidP="00073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BC">
              <w:rPr>
                <w:rFonts w:ascii="Times New Roman" w:hAnsi="Times New Roman" w:cs="Times New Roman"/>
                <w:sz w:val="24"/>
                <w:szCs w:val="24"/>
              </w:rPr>
              <w:t>Общая площадь (кв.м)</w:t>
            </w:r>
          </w:p>
        </w:tc>
        <w:tc>
          <w:tcPr>
            <w:tcW w:w="335" w:type="pct"/>
            <w:shd w:val="clear" w:color="auto" w:fill="FFFFFF"/>
          </w:tcPr>
          <w:p w:rsidR="00FF3D8E" w:rsidRPr="001B03BC" w:rsidRDefault="00FF3D8E" w:rsidP="00073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B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889" w:type="pct"/>
            <w:vMerge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Pr="00A536E3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Шохина Валентина Николаевна</w:t>
            </w:r>
          </w:p>
        </w:tc>
        <w:tc>
          <w:tcPr>
            <w:tcW w:w="1342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Директор МУ «Межпоселенческая центральная библиотека Саратовского района» 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190727</w:t>
            </w:r>
          </w:p>
        </w:tc>
        <w:tc>
          <w:tcPr>
            <w:tcW w:w="911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 (долевая)</w:t>
            </w:r>
          </w:p>
        </w:tc>
        <w:tc>
          <w:tcPr>
            <w:tcW w:w="23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58.5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Муж Шохин Александр Викторович</w:t>
            </w:r>
          </w:p>
        </w:tc>
        <w:tc>
          <w:tcPr>
            <w:tcW w:w="1342" w:type="pct"/>
            <w:shd w:val="clear" w:color="auto" w:fill="FFFFFF"/>
          </w:tcPr>
          <w:p w:rsidR="00FF3D8E" w:rsidRPr="00256DB5" w:rsidRDefault="00FF3D8E" w:rsidP="00A4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 «Премиум-транс» водитель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A4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60000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A4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FF3D8E" w:rsidRDefault="00FF3D8E" w:rsidP="00A4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 (долевая)</w:t>
            </w:r>
          </w:p>
          <w:p w:rsidR="00FF3D8E" w:rsidRPr="00256DB5" w:rsidRDefault="00FF3D8E" w:rsidP="00A4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 (долевая)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A4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  <w:p w:rsidR="00FF3D8E" w:rsidRDefault="00FF3D8E" w:rsidP="00A4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50.2</w:t>
            </w:r>
          </w:p>
          <w:p w:rsidR="00FF3D8E" w:rsidRPr="00256DB5" w:rsidRDefault="00FF3D8E" w:rsidP="00A4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58.5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A4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Форд-Фьюжн «Хэтчбек»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Щербакова Вера Николаевна</w:t>
            </w:r>
          </w:p>
        </w:tc>
        <w:tc>
          <w:tcPr>
            <w:tcW w:w="1342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Администратор МУК «ДД п. Тепличный»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209001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 (долевая)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ВАЗ 21074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Муж Щербаков Вячеслав Викторович</w:t>
            </w:r>
          </w:p>
        </w:tc>
        <w:tc>
          <w:tcPr>
            <w:tcW w:w="1342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слесарь</w:t>
            </w:r>
          </w:p>
        </w:tc>
        <w:tc>
          <w:tcPr>
            <w:tcW w:w="576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Миронова Лидия Викторовна</w:t>
            </w:r>
          </w:p>
        </w:tc>
        <w:tc>
          <w:tcPr>
            <w:tcW w:w="1342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МУК «ДК п. Дубки»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281261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 (индивид)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Приходько Елена Анатольевна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Приходько Леонид Леонидович</w:t>
            </w:r>
          </w:p>
        </w:tc>
        <w:tc>
          <w:tcPr>
            <w:tcW w:w="1342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МУК «ДК с. Багаевка»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Оператор котельной</w:t>
            </w:r>
          </w:p>
        </w:tc>
        <w:tc>
          <w:tcPr>
            <w:tcW w:w="576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184467,64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151778,46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 (индивид)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Деу нексия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Моисеенко Людмила Анатольевна</w:t>
            </w:r>
          </w:p>
        </w:tc>
        <w:tc>
          <w:tcPr>
            <w:tcW w:w="1342" w:type="pct"/>
            <w:shd w:val="clear" w:color="auto" w:fill="FFFFFF"/>
          </w:tcPr>
          <w:p w:rsidR="00FF3D8E" w:rsidRPr="00256DB5" w:rsidRDefault="00FF3D8E" w:rsidP="00953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МУК «ДК п.Красный Октябрь»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03BC">
              <w:rPr>
                <w:rFonts w:ascii="Courier New" w:hAnsi="Courier New" w:cs="Courier New"/>
                <w:sz w:val="20"/>
                <w:szCs w:val="20"/>
              </w:rPr>
              <w:t xml:space="preserve">96,585       </w:t>
            </w:r>
          </w:p>
        </w:tc>
        <w:tc>
          <w:tcPr>
            <w:tcW w:w="911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 ½ доли</w:t>
            </w:r>
          </w:p>
        </w:tc>
        <w:tc>
          <w:tcPr>
            <w:tcW w:w="23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03BC">
              <w:rPr>
                <w:rFonts w:ascii="Courier New" w:hAnsi="Courier New" w:cs="Courier New"/>
                <w:sz w:val="20"/>
                <w:szCs w:val="20"/>
              </w:rPr>
              <w:t xml:space="preserve">28,3   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Муж Моисеенко</w:t>
            </w:r>
            <w:r w:rsidRPr="001B03BC">
              <w:rPr>
                <w:u w:val="single"/>
              </w:rPr>
              <w:t xml:space="preserve"> </w:t>
            </w:r>
            <w:r w:rsidRPr="001B03BC">
              <w:t>Дмитрий Александрович</w:t>
            </w:r>
          </w:p>
        </w:tc>
        <w:tc>
          <w:tcPr>
            <w:tcW w:w="1342" w:type="pct"/>
            <w:shd w:val="clear" w:color="auto" w:fill="FFFFFF"/>
          </w:tcPr>
          <w:p w:rsidR="00FF3D8E" w:rsidRPr="00706BE2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03BC">
              <w:t>ФЛ ООО "ГАЗПРОМ ПХГ" "ПЕСЧАНО-УМЕТНОЕ УПХГ"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03BC">
              <w:rPr>
                <w:rFonts w:ascii="Courier New" w:hAnsi="Courier New" w:cs="Courier New"/>
                <w:sz w:val="20"/>
                <w:szCs w:val="20"/>
              </w:rPr>
              <w:t xml:space="preserve">315069,30  </w:t>
            </w:r>
          </w:p>
        </w:tc>
        <w:tc>
          <w:tcPr>
            <w:tcW w:w="911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Моисеенко</w:t>
            </w:r>
            <w:r w:rsidRPr="001B03BC">
              <w:rPr>
                <w:u w:val="single"/>
              </w:rPr>
              <w:t xml:space="preserve"> </w:t>
            </w:r>
            <w:r w:rsidRPr="001B03BC">
              <w:t>Денис Дмитриевич</w:t>
            </w:r>
          </w:p>
        </w:tc>
        <w:tc>
          <w:tcPr>
            <w:tcW w:w="1342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 ½ доли</w:t>
            </w:r>
          </w:p>
        </w:tc>
        <w:tc>
          <w:tcPr>
            <w:tcW w:w="23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03BC">
              <w:rPr>
                <w:rFonts w:ascii="Courier New" w:hAnsi="Courier New" w:cs="Courier New"/>
                <w:sz w:val="20"/>
                <w:szCs w:val="20"/>
              </w:rPr>
              <w:t xml:space="preserve">28,3   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Отпущенникова Ирина Александровна</w:t>
            </w:r>
          </w:p>
        </w:tc>
        <w:tc>
          <w:tcPr>
            <w:tcW w:w="1342" w:type="pct"/>
            <w:shd w:val="clear" w:color="auto" w:fill="FFFFFF"/>
          </w:tcPr>
          <w:p w:rsidR="00FF3D8E" w:rsidRPr="00256DB5" w:rsidRDefault="00FF3D8E" w:rsidP="00E1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МУК «ДК п.Красный Текстильщик»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232739.25</w:t>
            </w:r>
          </w:p>
        </w:tc>
        <w:tc>
          <w:tcPr>
            <w:tcW w:w="911" w:type="pct"/>
            <w:shd w:val="clear" w:color="auto" w:fill="FFFFFF"/>
          </w:tcPr>
          <w:p w:rsidR="00FF3D8E" w:rsidRPr="00256DB5" w:rsidRDefault="00FF3D8E" w:rsidP="007D6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 (индивид)</w:t>
            </w:r>
          </w:p>
        </w:tc>
        <w:tc>
          <w:tcPr>
            <w:tcW w:w="23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30.5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Картушова Ольга Матвеевна</w:t>
            </w:r>
          </w:p>
        </w:tc>
        <w:tc>
          <w:tcPr>
            <w:tcW w:w="1342" w:type="pct"/>
            <w:shd w:val="clear" w:color="auto" w:fill="FFFFFF"/>
          </w:tcPr>
          <w:p w:rsidR="00FF3D8E" w:rsidRPr="00256DB5" w:rsidRDefault="00FF3D8E" w:rsidP="00E1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МУК «ДК п.Михайловка»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179101</w:t>
            </w:r>
          </w:p>
        </w:tc>
        <w:tc>
          <w:tcPr>
            <w:tcW w:w="911" w:type="pct"/>
            <w:shd w:val="clear" w:color="auto" w:fill="FFFFFF"/>
          </w:tcPr>
          <w:p w:rsidR="00FF3D8E" w:rsidRPr="00256DB5" w:rsidRDefault="00FF3D8E" w:rsidP="007D6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pct"/>
            <w:shd w:val="clear" w:color="auto" w:fill="FFFFFF"/>
          </w:tcPr>
          <w:p w:rsidR="00FF3D8E" w:rsidRPr="00A536E3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фиат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Картушов Иван Николаевич</w:t>
            </w:r>
          </w:p>
        </w:tc>
        <w:tc>
          <w:tcPr>
            <w:tcW w:w="1342" w:type="pct"/>
            <w:shd w:val="clear" w:color="auto" w:fill="FFFFFF"/>
          </w:tcPr>
          <w:p w:rsidR="00FF3D8E" w:rsidRDefault="00FF3D8E" w:rsidP="00E1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МУК «ДК п.Михайловка»</w:t>
            </w:r>
          </w:p>
        </w:tc>
        <w:tc>
          <w:tcPr>
            <w:tcW w:w="576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91242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7D6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 (индивид)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5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Pr="00A536E3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Иванова Ольга Викторовна</w:t>
            </w:r>
          </w:p>
        </w:tc>
        <w:tc>
          <w:tcPr>
            <w:tcW w:w="1342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МУК «ДД п. Расково»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103061.60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Чистоусова Анна Анатольевна</w:t>
            </w:r>
          </w:p>
        </w:tc>
        <w:tc>
          <w:tcPr>
            <w:tcW w:w="1342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МУК «ДД с. Рыбушка»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115607.82</w:t>
            </w:r>
          </w:p>
        </w:tc>
        <w:tc>
          <w:tcPr>
            <w:tcW w:w="911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 Чистоусов Юрий Сергеевич</w:t>
            </w:r>
          </w:p>
        </w:tc>
        <w:tc>
          <w:tcPr>
            <w:tcW w:w="1342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Служба хоз-транспорт обслуж, оператор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27497.20</w:t>
            </w:r>
          </w:p>
        </w:tc>
        <w:tc>
          <w:tcPr>
            <w:tcW w:w="911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23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0,02ГА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ВАЗ 2107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Сын Чистоусов Антон Юрьевич</w:t>
            </w:r>
          </w:p>
        </w:tc>
        <w:tc>
          <w:tcPr>
            <w:tcW w:w="1342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Студент строительного колледжа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1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Шильникова Любовь Григорьевна</w:t>
            </w:r>
          </w:p>
        </w:tc>
        <w:tc>
          <w:tcPr>
            <w:tcW w:w="1342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МУК «ДК п. Сергиевский»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280249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 1/2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Закирова Ирина Владимировна</w:t>
            </w:r>
          </w:p>
        </w:tc>
        <w:tc>
          <w:tcPr>
            <w:tcW w:w="1342" w:type="pct"/>
            <w:shd w:val="clear" w:color="auto" w:fill="FFFFFF"/>
          </w:tcPr>
          <w:p w:rsidR="00FF3D8E" w:rsidRPr="00256DB5" w:rsidRDefault="00FF3D8E" w:rsidP="00953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МУК «ДД ст.Тарханы»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264558,30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 (индивид)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пай(собственность без выделения)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5,7ГА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ЗИЛ 554 (1/2 доли)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Трактор Беларусь (1/2 доли)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Муж Федотов Александр Васильевич</w:t>
            </w:r>
          </w:p>
        </w:tc>
        <w:tc>
          <w:tcPr>
            <w:tcW w:w="1342" w:type="pct"/>
            <w:shd w:val="clear" w:color="auto" w:fill="FFFFFF"/>
          </w:tcPr>
          <w:p w:rsidR="00FF3D8E" w:rsidRDefault="00FF3D8E" w:rsidP="00953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Рабочий по зданию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133745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 (индивид)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Гаражи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ниссан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Соколова Марина Николаевна</w:t>
            </w:r>
          </w:p>
        </w:tc>
        <w:tc>
          <w:tcPr>
            <w:tcW w:w="1342" w:type="pct"/>
            <w:shd w:val="clear" w:color="auto" w:fill="FFFFFF"/>
          </w:tcPr>
          <w:p w:rsidR="00FF3D8E" w:rsidRDefault="00FF3D8E" w:rsidP="00141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МУК «ДК с. Усть-Курдюм»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179448,50</w:t>
            </w:r>
          </w:p>
        </w:tc>
        <w:tc>
          <w:tcPr>
            <w:tcW w:w="911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Ильичева Людмила Михайловна</w:t>
            </w:r>
          </w:p>
        </w:tc>
        <w:tc>
          <w:tcPr>
            <w:tcW w:w="1342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МОУ ДОД «Детская школа искусств № 3»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437505.59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5300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Кочнева Виктория Эдуардовна</w:t>
            </w:r>
          </w:p>
        </w:tc>
        <w:tc>
          <w:tcPr>
            <w:tcW w:w="1342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МОУ ДОД «Детская школа искусств № 5»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233092,92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 (индивид)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Квартира(индивид)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67,2</w:t>
            </w:r>
          </w:p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Дочь Кочнева Арина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Леонидовна</w:t>
            </w:r>
          </w:p>
        </w:tc>
        <w:tc>
          <w:tcPr>
            <w:tcW w:w="1342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учащаяся</w:t>
            </w:r>
          </w:p>
        </w:tc>
        <w:tc>
          <w:tcPr>
            <w:tcW w:w="576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1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pct"/>
            <w:shd w:val="clear" w:color="auto" w:fill="FFFFFF"/>
          </w:tcPr>
          <w:p w:rsidR="00FF3D8E" w:rsidRPr="00256DB5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Муж Кочнев Леонид Викторович</w:t>
            </w:r>
          </w:p>
        </w:tc>
        <w:tc>
          <w:tcPr>
            <w:tcW w:w="1342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Консерватория им. Собинова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Настройщик МОУ ДОД «Детская школа искусств № 5»</w:t>
            </w:r>
          </w:p>
        </w:tc>
        <w:tc>
          <w:tcPr>
            <w:tcW w:w="576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175201,47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Шевроле нива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Ялов Петр Хаимович</w:t>
            </w:r>
          </w:p>
        </w:tc>
        <w:tc>
          <w:tcPr>
            <w:tcW w:w="1342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МОУ ДОД «Детская школа искусств № 4»</w:t>
            </w:r>
          </w:p>
        </w:tc>
        <w:tc>
          <w:tcPr>
            <w:tcW w:w="576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404538,01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 (индивид)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 (индивид)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  <w:p w:rsidR="00FF3D8E" w:rsidRDefault="00FF3D8E" w:rsidP="003C4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5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ВАЗ 21014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Жена Ялова Нина Ивановна</w:t>
            </w:r>
          </w:p>
        </w:tc>
        <w:tc>
          <w:tcPr>
            <w:tcW w:w="1342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Преподаватель МОУ ДОД «Детская школа искусств № 4»</w:t>
            </w:r>
          </w:p>
        </w:tc>
        <w:tc>
          <w:tcPr>
            <w:tcW w:w="576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275289,82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 (долев)</w:t>
            </w:r>
          </w:p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35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ВАЗ 21014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Карлина Вероника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Викторовна</w:t>
            </w:r>
          </w:p>
        </w:tc>
        <w:tc>
          <w:tcPr>
            <w:tcW w:w="1342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МОУ ДОД «Детская школа искусств № 1»</w:t>
            </w:r>
          </w:p>
        </w:tc>
        <w:tc>
          <w:tcPr>
            <w:tcW w:w="576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308703,21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Дочь Карлина Анастасия Игоревна</w:t>
            </w:r>
          </w:p>
        </w:tc>
        <w:tc>
          <w:tcPr>
            <w:tcW w:w="1342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учащаяся</w:t>
            </w:r>
          </w:p>
        </w:tc>
        <w:tc>
          <w:tcPr>
            <w:tcW w:w="576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5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9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Муж Карлин Игорь Александрович</w:t>
            </w:r>
          </w:p>
        </w:tc>
        <w:tc>
          <w:tcPr>
            <w:tcW w:w="1342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Дом(индивид)</w:t>
            </w:r>
          </w:p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5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Жигули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Рюмина Галина Николаевна</w:t>
            </w:r>
          </w:p>
        </w:tc>
        <w:tc>
          <w:tcPr>
            <w:tcW w:w="1342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МОУ ДОД «Детская школа искусств № 6»</w:t>
            </w:r>
          </w:p>
        </w:tc>
        <w:tc>
          <w:tcPr>
            <w:tcW w:w="576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301886,12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Квартира(индивид)</w:t>
            </w:r>
          </w:p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Квартира(индивид)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335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D8E" w:rsidRPr="001B03BC">
        <w:tc>
          <w:tcPr>
            <w:tcW w:w="708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Павлючкова Наталья Яковлевна</w:t>
            </w:r>
          </w:p>
        </w:tc>
        <w:tc>
          <w:tcPr>
            <w:tcW w:w="1342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МОУ ДОД «Детская школа искусств № 6»</w:t>
            </w:r>
          </w:p>
        </w:tc>
        <w:tc>
          <w:tcPr>
            <w:tcW w:w="576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400702,06</w:t>
            </w:r>
          </w:p>
        </w:tc>
        <w:tc>
          <w:tcPr>
            <w:tcW w:w="911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 (индивид)</w:t>
            </w:r>
          </w:p>
        </w:tc>
        <w:tc>
          <w:tcPr>
            <w:tcW w:w="239" w:type="pct"/>
            <w:shd w:val="clear" w:color="auto" w:fill="FFFFFF"/>
          </w:tcPr>
          <w:p w:rsidR="00FF3D8E" w:rsidRDefault="00FF3D8E" w:rsidP="0025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335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89" w:type="pct"/>
            <w:shd w:val="clear" w:color="auto" w:fill="FFFFFF"/>
          </w:tcPr>
          <w:p w:rsidR="00FF3D8E" w:rsidRDefault="00FF3D8E" w:rsidP="00BC7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F3D8E" w:rsidRPr="00256DB5" w:rsidRDefault="00FF3D8E">
      <w:pPr>
        <w:rPr>
          <w:rFonts w:ascii="Times New Roman" w:hAnsi="Times New Roman" w:cs="Times New Roman"/>
          <w:sz w:val="24"/>
          <w:szCs w:val="24"/>
        </w:rPr>
      </w:pPr>
    </w:p>
    <w:sectPr w:rsidR="00FF3D8E" w:rsidRPr="00256DB5" w:rsidSect="00256D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6DB5"/>
    <w:rsid w:val="00073618"/>
    <w:rsid w:val="001410EA"/>
    <w:rsid w:val="001B03BC"/>
    <w:rsid w:val="001C4757"/>
    <w:rsid w:val="001C744A"/>
    <w:rsid w:val="001E762F"/>
    <w:rsid w:val="00205B2F"/>
    <w:rsid w:val="00256DB5"/>
    <w:rsid w:val="002F6029"/>
    <w:rsid w:val="00392317"/>
    <w:rsid w:val="003A59FB"/>
    <w:rsid w:val="003C2E53"/>
    <w:rsid w:val="003C4768"/>
    <w:rsid w:val="00450A5D"/>
    <w:rsid w:val="00474D85"/>
    <w:rsid w:val="00491F0D"/>
    <w:rsid w:val="004B1E69"/>
    <w:rsid w:val="005509CD"/>
    <w:rsid w:val="006E7DF7"/>
    <w:rsid w:val="007027E4"/>
    <w:rsid w:val="00706BE2"/>
    <w:rsid w:val="007D6B31"/>
    <w:rsid w:val="008B5EEC"/>
    <w:rsid w:val="00931FED"/>
    <w:rsid w:val="00953DCE"/>
    <w:rsid w:val="009720F8"/>
    <w:rsid w:val="009820C4"/>
    <w:rsid w:val="00A41BD3"/>
    <w:rsid w:val="00A536E3"/>
    <w:rsid w:val="00AB7E25"/>
    <w:rsid w:val="00B8006A"/>
    <w:rsid w:val="00BA6149"/>
    <w:rsid w:val="00BC79C9"/>
    <w:rsid w:val="00C070B5"/>
    <w:rsid w:val="00D02FA3"/>
    <w:rsid w:val="00D06B42"/>
    <w:rsid w:val="00D50C87"/>
    <w:rsid w:val="00DF3C84"/>
    <w:rsid w:val="00E1377E"/>
    <w:rsid w:val="00E16F16"/>
    <w:rsid w:val="00E73260"/>
    <w:rsid w:val="00E830CF"/>
    <w:rsid w:val="00EE636A"/>
    <w:rsid w:val="00FA0D0F"/>
    <w:rsid w:val="00FD0D27"/>
    <w:rsid w:val="00FF3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0F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70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576</Words>
  <Characters>3286</Characters>
  <Application>Microsoft Office Outlook</Application>
  <DocSecurity>0</DocSecurity>
  <Lines>0</Lines>
  <Paragraphs>0</Paragraphs>
  <ScaleCrop>false</ScaleCrop>
  <Company>Культура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Татьяна</cp:lastModifiedBy>
  <cp:revision>3</cp:revision>
  <dcterms:created xsi:type="dcterms:W3CDTF">2013-07-10T05:40:00Z</dcterms:created>
  <dcterms:modified xsi:type="dcterms:W3CDTF">2013-07-10T05:58:00Z</dcterms:modified>
</cp:coreProperties>
</file>