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71" w:rsidRPr="00602FC0" w:rsidRDefault="00917471" w:rsidP="00670B53">
      <w:pPr>
        <w:rPr>
          <w:b/>
          <w:sz w:val="24"/>
          <w:szCs w:val="24"/>
        </w:rPr>
      </w:pPr>
      <w:r w:rsidRPr="00602FC0">
        <w:rPr>
          <w:b/>
          <w:sz w:val="24"/>
          <w:szCs w:val="24"/>
        </w:rPr>
        <w:t>Сведения о доходах, об имуществе и обязательствах имущественного характера  начальника  отдела предварительного контроля финансового управления администрации Хвалынского муниципального района и членов его семьи за период с 1 января по 31 декабря 2012 года</w:t>
      </w:r>
    </w:p>
    <w:tbl>
      <w:tblPr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560"/>
        <w:gridCol w:w="1440"/>
        <w:gridCol w:w="1678"/>
        <w:gridCol w:w="1418"/>
        <w:gridCol w:w="1701"/>
        <w:gridCol w:w="1440"/>
        <w:gridCol w:w="1212"/>
        <w:gridCol w:w="1730"/>
      </w:tblGrid>
      <w:tr w:rsidR="00917471" w:rsidRPr="00820790" w:rsidTr="00BF4FA2">
        <w:tc>
          <w:tcPr>
            <w:tcW w:w="2376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60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20790">
                <w:rPr>
                  <w:rFonts w:ascii="Times New Roman" w:hAnsi="Times New Roman"/>
                  <w:sz w:val="18"/>
                  <w:szCs w:val="18"/>
                </w:rPr>
                <w:t>2012 г</w:t>
              </w:r>
            </w:smartTag>
            <w:r w:rsidRPr="00820790">
              <w:rPr>
                <w:rFonts w:ascii="Times New Roman" w:hAnsi="Times New Roman"/>
                <w:sz w:val="18"/>
                <w:szCs w:val="18"/>
              </w:rPr>
              <w:t>. (руб.)</w:t>
            </w:r>
          </w:p>
        </w:tc>
        <w:tc>
          <w:tcPr>
            <w:tcW w:w="6237" w:type="dxa"/>
            <w:gridSpan w:val="4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2" w:type="dxa"/>
            <w:gridSpan w:val="3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17471" w:rsidRPr="00820790" w:rsidTr="00BF4FA2">
        <w:tc>
          <w:tcPr>
            <w:tcW w:w="2376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Транспортные средства </w:t>
            </w:r>
          </w:p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917471" w:rsidRPr="00820790" w:rsidTr="00602FC0">
        <w:trPr>
          <w:trHeight w:val="795"/>
        </w:trPr>
        <w:tc>
          <w:tcPr>
            <w:tcW w:w="2376" w:type="dxa"/>
            <w:vMerge w:val="restart"/>
          </w:tcPr>
          <w:p w:rsidR="00917471" w:rsidRPr="00820790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20790">
              <w:rPr>
                <w:rFonts w:ascii="Times New Roman" w:hAnsi="Times New Roman"/>
                <w:b/>
                <w:sz w:val="18"/>
                <w:szCs w:val="18"/>
              </w:rPr>
              <w:t xml:space="preserve">Никифорова 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20790">
              <w:rPr>
                <w:rFonts w:ascii="Times New Roman" w:hAnsi="Times New Roman"/>
                <w:b/>
                <w:sz w:val="18"/>
                <w:szCs w:val="18"/>
              </w:rPr>
              <w:t>Наталья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b/>
                <w:sz w:val="18"/>
                <w:szCs w:val="18"/>
              </w:rPr>
              <w:t>Семёновна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248053,54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 Дом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79,8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7471" w:rsidRPr="00820790" w:rsidTr="00BF4FA2">
        <w:trPr>
          <w:trHeight w:val="1095"/>
        </w:trPr>
        <w:tc>
          <w:tcPr>
            <w:tcW w:w="2376" w:type="dxa"/>
            <w:vMerge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1277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17471" w:rsidRPr="00820790" w:rsidRDefault="00917471" w:rsidP="00670B53">
      <w:pPr>
        <w:rPr>
          <w:rFonts w:ascii="Times New Roman" w:hAnsi="Times New Roman"/>
          <w:b/>
          <w:sz w:val="24"/>
          <w:szCs w:val="24"/>
        </w:rPr>
      </w:pPr>
      <w:r w:rsidRPr="00820790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 начальника  бюджетного  отдела финансового управления администрации Хвалынского муниципального района и членов его семьи за период с 1 января по 31 декабря 2012 года</w:t>
      </w:r>
    </w:p>
    <w:tbl>
      <w:tblPr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560"/>
        <w:gridCol w:w="1440"/>
        <w:gridCol w:w="1678"/>
        <w:gridCol w:w="1418"/>
        <w:gridCol w:w="1701"/>
        <w:gridCol w:w="1440"/>
        <w:gridCol w:w="1212"/>
        <w:gridCol w:w="1730"/>
      </w:tblGrid>
      <w:tr w:rsidR="00917471" w:rsidRPr="00820790" w:rsidTr="00BF4FA2">
        <w:tc>
          <w:tcPr>
            <w:tcW w:w="2376" w:type="dxa"/>
            <w:vMerge w:val="restart"/>
          </w:tcPr>
          <w:p w:rsidR="00917471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  <w:p w:rsidR="00917471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20790">
                <w:rPr>
                  <w:rFonts w:ascii="Times New Roman" w:hAnsi="Times New Roman"/>
                  <w:sz w:val="18"/>
                  <w:szCs w:val="18"/>
                </w:rPr>
                <w:t>2012 г</w:t>
              </w:r>
            </w:smartTag>
            <w:r w:rsidRPr="00820790">
              <w:rPr>
                <w:rFonts w:ascii="Times New Roman" w:hAnsi="Times New Roman"/>
                <w:sz w:val="18"/>
                <w:szCs w:val="18"/>
              </w:rPr>
              <w:t>. (руб.)</w:t>
            </w:r>
          </w:p>
        </w:tc>
        <w:tc>
          <w:tcPr>
            <w:tcW w:w="6237" w:type="dxa"/>
            <w:gridSpan w:val="4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2" w:type="dxa"/>
            <w:gridSpan w:val="3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17471" w:rsidRPr="00820790" w:rsidTr="00BF4FA2">
        <w:tc>
          <w:tcPr>
            <w:tcW w:w="2376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Транспортные средства </w:t>
            </w:r>
          </w:p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Переходцева</w:t>
            </w:r>
          </w:p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Оксана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Анатольевна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249102,0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Гараж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88,6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  <w:tr w:rsidR="00917471" w:rsidRPr="00820790" w:rsidTr="007A4F3D">
        <w:trPr>
          <w:trHeight w:val="1665"/>
        </w:trPr>
        <w:tc>
          <w:tcPr>
            <w:tcW w:w="2376" w:type="dxa"/>
            <w:vMerge w:val="restart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150000,0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790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88,6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ВАЗ21723</w:t>
            </w:r>
            <w:r w:rsidRPr="00820790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17471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  <w:lang w:val="en-US"/>
              </w:rPr>
              <w:t>Priora</w:t>
            </w:r>
          </w:p>
          <w:p w:rsidR="00917471" w:rsidRPr="00853DEB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7471" w:rsidRPr="00820790" w:rsidTr="00BF4FA2">
        <w:trPr>
          <w:trHeight w:val="1140"/>
        </w:trPr>
        <w:tc>
          <w:tcPr>
            <w:tcW w:w="2376" w:type="dxa"/>
            <w:vMerge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790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790">
              <w:rPr>
                <w:rFonts w:ascii="Times New Roman" w:hAnsi="Times New Roman"/>
                <w:sz w:val="16"/>
                <w:szCs w:val="16"/>
              </w:rPr>
              <w:t>участок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478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 xml:space="preserve">Несовершеннолетний </w:t>
            </w:r>
          </w:p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ребёнок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Жилой 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88,6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</w:tbl>
    <w:p w:rsidR="00917471" w:rsidRPr="00820790" w:rsidRDefault="00917471" w:rsidP="00670B53">
      <w:pPr>
        <w:rPr>
          <w:rFonts w:ascii="Times New Roman" w:hAnsi="Times New Roman"/>
          <w:b/>
        </w:rPr>
      </w:pPr>
    </w:p>
    <w:p w:rsidR="00917471" w:rsidRPr="00820790" w:rsidRDefault="00917471" w:rsidP="00670B53">
      <w:pPr>
        <w:rPr>
          <w:rFonts w:ascii="Times New Roman" w:hAnsi="Times New Roman"/>
          <w:b/>
          <w:sz w:val="24"/>
          <w:szCs w:val="24"/>
        </w:rPr>
      </w:pPr>
      <w:r w:rsidRPr="00820790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 начальника   отдела  бухгалтерского учёта и отчётности, главного бухгалтера  финансового управления администрации Хвалынского муниципального района и членов его семьи за период с 1 января по 31 декабря 2012 года</w:t>
      </w:r>
    </w:p>
    <w:tbl>
      <w:tblPr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560"/>
        <w:gridCol w:w="1440"/>
        <w:gridCol w:w="1678"/>
        <w:gridCol w:w="1418"/>
        <w:gridCol w:w="1701"/>
        <w:gridCol w:w="1440"/>
        <w:gridCol w:w="1212"/>
        <w:gridCol w:w="1730"/>
      </w:tblGrid>
      <w:tr w:rsidR="00917471" w:rsidRPr="00820790" w:rsidTr="00BF4FA2">
        <w:tc>
          <w:tcPr>
            <w:tcW w:w="2376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60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20790">
                <w:rPr>
                  <w:rFonts w:ascii="Times New Roman" w:hAnsi="Times New Roman"/>
                  <w:sz w:val="18"/>
                  <w:szCs w:val="18"/>
                </w:rPr>
                <w:t>2012 г</w:t>
              </w:r>
            </w:smartTag>
            <w:r w:rsidRPr="00820790">
              <w:rPr>
                <w:rFonts w:ascii="Times New Roman" w:hAnsi="Times New Roman"/>
                <w:sz w:val="18"/>
                <w:szCs w:val="18"/>
              </w:rPr>
              <w:t>. (руб.)</w:t>
            </w:r>
          </w:p>
        </w:tc>
        <w:tc>
          <w:tcPr>
            <w:tcW w:w="6237" w:type="dxa"/>
            <w:gridSpan w:val="4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2" w:type="dxa"/>
            <w:gridSpan w:val="3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17471" w:rsidRPr="00820790" w:rsidTr="00BF4FA2">
        <w:tc>
          <w:tcPr>
            <w:tcW w:w="2376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Транспортные средства </w:t>
            </w:r>
          </w:p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Ануфриева</w:t>
            </w:r>
          </w:p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Елена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Викторовна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265976,89</w:t>
            </w:r>
          </w:p>
        </w:tc>
        <w:tc>
          <w:tcPr>
            <w:tcW w:w="1440" w:type="dxa"/>
          </w:tcPr>
          <w:p w:rsidR="00917471" w:rsidRPr="00820790" w:rsidRDefault="00917471" w:rsidP="00602F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602F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602F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1/3доли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47,8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17471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1-3 доли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аренда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55332,0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1/3доли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47,8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Легковой </w:t>
            </w:r>
          </w:p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917471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ВАЗ2110</w:t>
            </w:r>
          </w:p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440" w:type="dxa"/>
          </w:tcPr>
          <w:p w:rsidR="00917471" w:rsidRDefault="00917471" w:rsidP="002858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17471" w:rsidRDefault="00917471" w:rsidP="002858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1-3 доли</w:t>
            </w:r>
          </w:p>
          <w:p w:rsidR="00917471" w:rsidRPr="00820790" w:rsidRDefault="00917471" w:rsidP="002858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аренда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несовершеннолетний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ребёнок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Pr="00820790" w:rsidRDefault="00917471" w:rsidP="00CD36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CD36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CD36D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1/3доли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47,8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Default="00917471" w:rsidP="002858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917471" w:rsidRDefault="00917471" w:rsidP="002858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1-3 доли</w:t>
            </w:r>
          </w:p>
          <w:p w:rsidR="00917471" w:rsidRPr="00820790" w:rsidRDefault="00917471" w:rsidP="002858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аренда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</w:tr>
    </w:tbl>
    <w:p w:rsidR="00917471" w:rsidRPr="00820790" w:rsidRDefault="00917471" w:rsidP="00CB16A6">
      <w:pPr>
        <w:rPr>
          <w:rFonts w:ascii="Times New Roman" w:hAnsi="Times New Roman"/>
          <w:sz w:val="18"/>
          <w:szCs w:val="18"/>
        </w:rPr>
      </w:pPr>
    </w:p>
    <w:p w:rsidR="00917471" w:rsidRPr="00820790" w:rsidRDefault="00917471" w:rsidP="008F69D2">
      <w:pPr>
        <w:rPr>
          <w:rFonts w:ascii="Times New Roman" w:hAnsi="Times New Roman"/>
          <w:b/>
          <w:sz w:val="24"/>
          <w:szCs w:val="24"/>
        </w:rPr>
      </w:pPr>
      <w:r w:rsidRPr="00820790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 заместителя  начальника  финансового управления администрации Хвалынского муниципального района и членов его семьи за период с 1 января по 31 декабря 2012 года</w:t>
      </w:r>
    </w:p>
    <w:tbl>
      <w:tblPr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560"/>
        <w:gridCol w:w="1440"/>
        <w:gridCol w:w="1678"/>
        <w:gridCol w:w="1418"/>
        <w:gridCol w:w="1701"/>
        <w:gridCol w:w="1440"/>
        <w:gridCol w:w="1212"/>
        <w:gridCol w:w="1730"/>
      </w:tblGrid>
      <w:tr w:rsidR="00917471" w:rsidRPr="00820790" w:rsidTr="00BF4FA2">
        <w:tc>
          <w:tcPr>
            <w:tcW w:w="2376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60" w:type="dxa"/>
            <w:vMerge w:val="restart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20790">
                <w:rPr>
                  <w:rFonts w:ascii="Times New Roman" w:hAnsi="Times New Roman"/>
                  <w:sz w:val="18"/>
                  <w:szCs w:val="18"/>
                </w:rPr>
                <w:t>2012 г</w:t>
              </w:r>
            </w:smartTag>
            <w:r w:rsidRPr="00820790">
              <w:rPr>
                <w:rFonts w:ascii="Times New Roman" w:hAnsi="Times New Roman"/>
                <w:sz w:val="18"/>
                <w:szCs w:val="18"/>
              </w:rPr>
              <w:t>. (руб.)</w:t>
            </w:r>
          </w:p>
        </w:tc>
        <w:tc>
          <w:tcPr>
            <w:tcW w:w="6237" w:type="dxa"/>
            <w:gridSpan w:val="4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2" w:type="dxa"/>
            <w:gridSpan w:val="3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917471" w:rsidRPr="00820790" w:rsidTr="00BF4FA2">
        <w:tc>
          <w:tcPr>
            <w:tcW w:w="2376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 xml:space="preserve">Транспортные средства </w:t>
            </w:r>
          </w:p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Площадь (кв. м.)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Сафронова</w:t>
            </w:r>
          </w:p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Наталья</w:t>
            </w:r>
          </w:p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161589,65</w:t>
            </w:r>
          </w:p>
        </w:tc>
        <w:tc>
          <w:tcPr>
            <w:tcW w:w="1440" w:type="dxa"/>
          </w:tcPr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1/4доли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38,9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супруг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158210,45</w:t>
            </w:r>
          </w:p>
        </w:tc>
        <w:tc>
          <w:tcPr>
            <w:tcW w:w="1440" w:type="dxa"/>
          </w:tcPr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1/4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820790">
              <w:rPr>
                <w:rFonts w:ascii="Times New Roman" w:hAnsi="Times New Roman"/>
                <w:sz w:val="18"/>
                <w:szCs w:val="18"/>
              </w:rPr>
              <w:t>доли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38,9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Легковой</w:t>
            </w:r>
          </w:p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автомобиль</w:t>
            </w:r>
          </w:p>
          <w:p w:rsidR="00917471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ВАЗ2110</w:t>
            </w:r>
          </w:p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17471" w:rsidRPr="00820790" w:rsidTr="00BF4FA2">
        <w:tc>
          <w:tcPr>
            <w:tcW w:w="2376" w:type="dxa"/>
          </w:tcPr>
          <w:p w:rsidR="00917471" w:rsidRPr="00B9559B" w:rsidRDefault="00917471" w:rsidP="00BF4FA2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несовершеннолетний</w:t>
            </w:r>
          </w:p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B9559B">
              <w:rPr>
                <w:rFonts w:ascii="Times New Roman" w:hAnsi="Times New Roman"/>
                <w:b/>
                <w:sz w:val="18"/>
                <w:szCs w:val="18"/>
              </w:rPr>
              <w:t>ребёнок</w:t>
            </w:r>
          </w:p>
        </w:tc>
        <w:tc>
          <w:tcPr>
            <w:tcW w:w="1560" w:type="dxa"/>
          </w:tcPr>
          <w:p w:rsidR="00917471" w:rsidRPr="00820790" w:rsidRDefault="00917471" w:rsidP="00BF4F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жилой</w:t>
            </w:r>
          </w:p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дом</w:t>
            </w:r>
          </w:p>
          <w:p w:rsidR="00917471" w:rsidRPr="00820790" w:rsidRDefault="00917471" w:rsidP="008F69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1/4доли</w:t>
            </w:r>
          </w:p>
        </w:tc>
        <w:tc>
          <w:tcPr>
            <w:tcW w:w="167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38,9</w:t>
            </w:r>
          </w:p>
        </w:tc>
        <w:tc>
          <w:tcPr>
            <w:tcW w:w="1418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 w:rsidRPr="00820790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1" w:type="dxa"/>
          </w:tcPr>
          <w:p w:rsidR="00917471" w:rsidRPr="00820790" w:rsidRDefault="00917471" w:rsidP="00BF4FA2">
            <w:pPr>
              <w:ind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12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</w:tcPr>
          <w:p w:rsidR="00917471" w:rsidRPr="00820790" w:rsidRDefault="00917471" w:rsidP="00BF4FA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917471" w:rsidRPr="00703CF3" w:rsidRDefault="00917471" w:rsidP="00CB16A6">
      <w:pPr>
        <w:rPr>
          <w:sz w:val="18"/>
          <w:szCs w:val="18"/>
        </w:rPr>
      </w:pPr>
    </w:p>
    <w:sectPr w:rsidR="00917471" w:rsidRPr="00703CF3" w:rsidSect="00A22E83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E55"/>
    <w:rsid w:val="00013ECA"/>
    <w:rsid w:val="000709FF"/>
    <w:rsid w:val="00071474"/>
    <w:rsid w:val="000768FE"/>
    <w:rsid w:val="00097751"/>
    <w:rsid w:val="000A2D1A"/>
    <w:rsid w:val="000C6109"/>
    <w:rsid w:val="001013A6"/>
    <w:rsid w:val="00164E09"/>
    <w:rsid w:val="00190A78"/>
    <w:rsid w:val="00205E55"/>
    <w:rsid w:val="00212391"/>
    <w:rsid w:val="00234453"/>
    <w:rsid w:val="002810F3"/>
    <w:rsid w:val="0028582F"/>
    <w:rsid w:val="002A4D15"/>
    <w:rsid w:val="002B6B92"/>
    <w:rsid w:val="00300E4F"/>
    <w:rsid w:val="003162D7"/>
    <w:rsid w:val="00316545"/>
    <w:rsid w:val="00341804"/>
    <w:rsid w:val="00343868"/>
    <w:rsid w:val="00345CC1"/>
    <w:rsid w:val="003545AC"/>
    <w:rsid w:val="00354634"/>
    <w:rsid w:val="0037504E"/>
    <w:rsid w:val="003A07D9"/>
    <w:rsid w:val="00432754"/>
    <w:rsid w:val="00494E94"/>
    <w:rsid w:val="004A1C11"/>
    <w:rsid w:val="004A4BF8"/>
    <w:rsid w:val="004C3CE9"/>
    <w:rsid w:val="004C51AD"/>
    <w:rsid w:val="004D0BF7"/>
    <w:rsid w:val="004D2C62"/>
    <w:rsid w:val="00502C5C"/>
    <w:rsid w:val="00504018"/>
    <w:rsid w:val="00537223"/>
    <w:rsid w:val="00564D1E"/>
    <w:rsid w:val="00572B57"/>
    <w:rsid w:val="005763DD"/>
    <w:rsid w:val="005812B1"/>
    <w:rsid w:val="0059374E"/>
    <w:rsid w:val="005B0C4C"/>
    <w:rsid w:val="005C098F"/>
    <w:rsid w:val="005E427F"/>
    <w:rsid w:val="005E5930"/>
    <w:rsid w:val="00600ECD"/>
    <w:rsid w:val="00602FC0"/>
    <w:rsid w:val="0060747E"/>
    <w:rsid w:val="0062149D"/>
    <w:rsid w:val="00657BF3"/>
    <w:rsid w:val="00670B53"/>
    <w:rsid w:val="006752A1"/>
    <w:rsid w:val="006949CC"/>
    <w:rsid w:val="006A1D97"/>
    <w:rsid w:val="006B25C4"/>
    <w:rsid w:val="006D0871"/>
    <w:rsid w:val="006D5C9F"/>
    <w:rsid w:val="006E1292"/>
    <w:rsid w:val="006E5BBB"/>
    <w:rsid w:val="006E6D91"/>
    <w:rsid w:val="006F384E"/>
    <w:rsid w:val="00703CF3"/>
    <w:rsid w:val="007A4F3D"/>
    <w:rsid w:val="007E0C22"/>
    <w:rsid w:val="007E5CEF"/>
    <w:rsid w:val="007F46EB"/>
    <w:rsid w:val="00820790"/>
    <w:rsid w:val="00852491"/>
    <w:rsid w:val="00853DEB"/>
    <w:rsid w:val="00856EF0"/>
    <w:rsid w:val="0086176B"/>
    <w:rsid w:val="008653D6"/>
    <w:rsid w:val="008B32D5"/>
    <w:rsid w:val="008D24B9"/>
    <w:rsid w:val="008F69D2"/>
    <w:rsid w:val="009136E8"/>
    <w:rsid w:val="00914BF3"/>
    <w:rsid w:val="00917471"/>
    <w:rsid w:val="00925850"/>
    <w:rsid w:val="009332B4"/>
    <w:rsid w:val="00997503"/>
    <w:rsid w:val="009C6F93"/>
    <w:rsid w:val="009D7E32"/>
    <w:rsid w:val="009F0680"/>
    <w:rsid w:val="00A10E0E"/>
    <w:rsid w:val="00A22E83"/>
    <w:rsid w:val="00A4666D"/>
    <w:rsid w:val="00A64533"/>
    <w:rsid w:val="00AB70AF"/>
    <w:rsid w:val="00AC7014"/>
    <w:rsid w:val="00AC7D46"/>
    <w:rsid w:val="00AD73AD"/>
    <w:rsid w:val="00AE17F2"/>
    <w:rsid w:val="00B07BA4"/>
    <w:rsid w:val="00B1052A"/>
    <w:rsid w:val="00B27DAE"/>
    <w:rsid w:val="00B362A6"/>
    <w:rsid w:val="00B63264"/>
    <w:rsid w:val="00B677B9"/>
    <w:rsid w:val="00B84E24"/>
    <w:rsid w:val="00B9559B"/>
    <w:rsid w:val="00BF4FA2"/>
    <w:rsid w:val="00C44A94"/>
    <w:rsid w:val="00C619D5"/>
    <w:rsid w:val="00C64CE6"/>
    <w:rsid w:val="00C7442F"/>
    <w:rsid w:val="00CB16A6"/>
    <w:rsid w:val="00CD36DD"/>
    <w:rsid w:val="00CD68CE"/>
    <w:rsid w:val="00D02723"/>
    <w:rsid w:val="00D33A66"/>
    <w:rsid w:val="00D35203"/>
    <w:rsid w:val="00D46C7B"/>
    <w:rsid w:val="00D91E30"/>
    <w:rsid w:val="00DC691D"/>
    <w:rsid w:val="00DD2E13"/>
    <w:rsid w:val="00E1375B"/>
    <w:rsid w:val="00E4731F"/>
    <w:rsid w:val="00E57D6B"/>
    <w:rsid w:val="00EC4F3A"/>
    <w:rsid w:val="00EE393D"/>
    <w:rsid w:val="00F21133"/>
    <w:rsid w:val="00F23547"/>
    <w:rsid w:val="00F50191"/>
    <w:rsid w:val="00F52FB3"/>
    <w:rsid w:val="00F825B5"/>
    <w:rsid w:val="00F82FE6"/>
    <w:rsid w:val="00F904F3"/>
    <w:rsid w:val="00F9201E"/>
    <w:rsid w:val="00FF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84E"/>
    <w:pPr>
      <w:spacing w:after="200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D0BF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0BF7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4D0BF7"/>
    <w:rPr>
      <w:lang w:eastAsia="en-US"/>
    </w:rPr>
  </w:style>
  <w:style w:type="table" w:styleId="TableGrid">
    <w:name w:val="Table Grid"/>
    <w:basedOn w:val="TableNormal"/>
    <w:uiPriority w:val="99"/>
    <w:rsid w:val="008D24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569</Words>
  <Characters>3248</Characters>
  <Application>Microsoft Office Outlook</Application>
  <DocSecurity>0</DocSecurity>
  <Lines>0</Lines>
  <Paragraphs>0</Paragraphs>
  <ScaleCrop>false</ScaleCrop>
  <Company>ГООУ "СШИ"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заведующего сектором по молодежи, спорту и туризму администрации Хвалынского муниципального района и членов его семьи за период с 1 января по 31 декабря 2012 года</dc:title>
  <dc:subject/>
  <dc:creator>Багаев</dc:creator>
  <cp:keywords/>
  <dc:description/>
  <cp:lastModifiedBy>Vdovinalg</cp:lastModifiedBy>
  <cp:revision>3</cp:revision>
  <cp:lastPrinted>2013-09-10T05:20:00Z</cp:lastPrinted>
  <dcterms:created xsi:type="dcterms:W3CDTF">2013-09-12T04:48:00Z</dcterms:created>
  <dcterms:modified xsi:type="dcterms:W3CDTF">2013-09-12T04:51:00Z</dcterms:modified>
</cp:coreProperties>
</file>