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F9" w:rsidRDefault="00C20CF9" w:rsidP="00BA73C0">
      <w:pPr>
        <w:pStyle w:val="Balloo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C20CF9" w:rsidRPr="003A4CC9" w:rsidRDefault="00C20CF9" w:rsidP="00BA73C0">
      <w:pPr>
        <w:pStyle w:val="BalloonTex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руководителей учреждений образования Балтасинского муниципального района </w:t>
      </w:r>
      <w:r w:rsidRPr="003A4CC9">
        <w:rPr>
          <w:rFonts w:ascii="Times New Roman" w:hAnsi="Times New Roman" w:cs="Times New Roman"/>
          <w:b/>
          <w:sz w:val="28"/>
          <w:szCs w:val="28"/>
        </w:rPr>
        <w:t>Республики Татарстан  и членов их семей</w:t>
      </w:r>
    </w:p>
    <w:p w:rsidR="00C20CF9" w:rsidRDefault="00C20CF9" w:rsidP="00BA73C0">
      <w:pPr>
        <w:pStyle w:val="Balloo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Pr="00761AA6">
        <w:rPr>
          <w:rFonts w:ascii="Times New Roman" w:hAnsi="Times New Roman" w:cs="Times New Roman"/>
        </w:rPr>
        <w:t>(</w:t>
      </w:r>
      <w:r w:rsidRPr="00761AA6">
        <w:rPr>
          <w:rFonts w:ascii="Times New Roman" w:hAnsi="Times New Roman" w:cs="Times New Roman"/>
          <w:bCs/>
        </w:rPr>
        <w:t>за отчетный финансовый год с 1 января  по 31 декабря 20</w:t>
      </w:r>
      <w:r>
        <w:rPr>
          <w:rFonts w:ascii="Times New Roman" w:hAnsi="Times New Roman" w:cs="Times New Roman"/>
          <w:bCs/>
        </w:rPr>
        <w:t>12</w:t>
      </w:r>
      <w:r w:rsidRPr="00761AA6">
        <w:rPr>
          <w:rFonts w:ascii="Times New Roman" w:hAnsi="Times New Roman" w:cs="Times New Roman"/>
          <w:bCs/>
        </w:rPr>
        <w:t xml:space="preserve"> года</w:t>
      </w:r>
      <w:r w:rsidRPr="00761AA6">
        <w:rPr>
          <w:rFonts w:ascii="Times New Roman" w:hAnsi="Times New Roman" w:cs="Times New Roman"/>
        </w:rPr>
        <w:t>)</w:t>
      </w:r>
    </w:p>
    <w:p w:rsidR="00C20CF9" w:rsidRPr="00761AA6" w:rsidRDefault="00C20CF9" w:rsidP="00BA73C0">
      <w:pPr>
        <w:pStyle w:val="BalloonText"/>
        <w:rPr>
          <w:rFonts w:ascii="Times New Roman" w:hAnsi="Times New Roman" w:cs="Times New Roman"/>
        </w:rPr>
      </w:pPr>
    </w:p>
    <w:tbl>
      <w:tblPr>
        <w:tblW w:w="15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7"/>
        <w:gridCol w:w="1299"/>
        <w:gridCol w:w="2214"/>
        <w:gridCol w:w="1368"/>
        <w:gridCol w:w="1278"/>
        <w:gridCol w:w="2160"/>
        <w:gridCol w:w="1800"/>
        <w:gridCol w:w="1118"/>
        <w:gridCol w:w="1543"/>
      </w:tblGrid>
      <w:tr w:rsidR="00C20CF9" w:rsidRPr="009F3492" w:rsidTr="00587227">
        <w:trPr>
          <w:cantSplit/>
          <w:jc w:val="center"/>
        </w:trPr>
        <w:tc>
          <w:tcPr>
            <w:tcW w:w="2427" w:type="dxa"/>
            <w:vMerge w:val="restart"/>
            <w:vAlign w:val="center"/>
          </w:tcPr>
          <w:p w:rsidR="00C20CF9" w:rsidRPr="00860F09" w:rsidRDefault="00C20CF9" w:rsidP="005229B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Фамилия, имя, отчество, замещаемая должность </w:t>
            </w:r>
            <w:r w:rsidRPr="00860F0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99" w:type="dxa"/>
            <w:vMerge w:val="restart"/>
            <w:vAlign w:val="center"/>
          </w:tcPr>
          <w:p w:rsidR="00C20CF9" w:rsidRPr="003A4CC9" w:rsidRDefault="00C20CF9" w:rsidP="005229B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Деклариро</w:t>
            </w:r>
          </w:p>
          <w:p w:rsidR="00C20CF9" w:rsidRPr="003A4CC9" w:rsidRDefault="00C20CF9" w:rsidP="00F665D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ванный годовой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b/>
                  <w:sz w:val="22"/>
                  <w:szCs w:val="22"/>
                </w:rPr>
                <w:t>2012</w:t>
              </w:r>
              <w:r w:rsidRPr="003A4CC9">
                <w:rPr>
                  <w:b/>
                  <w:sz w:val="22"/>
                  <w:szCs w:val="22"/>
                </w:rPr>
                <w:t xml:space="preserve"> г</w:t>
              </w:r>
            </w:smartTag>
            <w:r w:rsidRPr="003A4CC9">
              <w:rPr>
                <w:b/>
                <w:sz w:val="22"/>
                <w:szCs w:val="22"/>
              </w:rPr>
              <w:t>. (руб.)</w:t>
            </w:r>
          </w:p>
        </w:tc>
        <w:tc>
          <w:tcPr>
            <w:tcW w:w="7020" w:type="dxa"/>
            <w:gridSpan w:val="4"/>
            <w:vAlign w:val="center"/>
          </w:tcPr>
          <w:p w:rsidR="00C20CF9" w:rsidRPr="003A4CC9" w:rsidRDefault="00C20CF9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C20CF9" w:rsidRPr="003A4CC9" w:rsidRDefault="00C20CF9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461" w:type="dxa"/>
            <w:gridSpan w:val="3"/>
            <w:vAlign w:val="center"/>
          </w:tcPr>
          <w:p w:rsidR="00C20CF9" w:rsidRPr="003A4CC9" w:rsidRDefault="00C20CF9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Merge/>
            <w:vAlign w:val="center"/>
          </w:tcPr>
          <w:p w:rsidR="00C20CF9" w:rsidRPr="009F3492" w:rsidRDefault="00C20CF9" w:rsidP="005229BE">
            <w:pPr>
              <w:jc w:val="center"/>
            </w:pPr>
          </w:p>
        </w:tc>
        <w:tc>
          <w:tcPr>
            <w:tcW w:w="1299" w:type="dxa"/>
            <w:vMerge/>
            <w:vAlign w:val="center"/>
          </w:tcPr>
          <w:p w:rsidR="00C20CF9" w:rsidRPr="003A4CC9" w:rsidRDefault="00C20CF9" w:rsidP="005229BE">
            <w:pPr>
              <w:jc w:val="center"/>
              <w:rPr>
                <w:b/>
              </w:rPr>
            </w:pPr>
          </w:p>
        </w:tc>
        <w:tc>
          <w:tcPr>
            <w:tcW w:w="2214" w:type="dxa"/>
            <w:vAlign w:val="center"/>
          </w:tcPr>
          <w:p w:rsidR="00C20CF9" w:rsidRPr="003A4CC9" w:rsidRDefault="00C20CF9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C20CF9" w:rsidRPr="003A4CC9" w:rsidRDefault="00C20CF9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278" w:type="dxa"/>
            <w:vAlign w:val="center"/>
          </w:tcPr>
          <w:p w:rsidR="00C20CF9" w:rsidRPr="003A4CC9" w:rsidRDefault="00C20CF9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C20CF9" w:rsidRPr="003A4CC9" w:rsidRDefault="00C20CF9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2160" w:type="dxa"/>
            <w:vAlign w:val="center"/>
          </w:tcPr>
          <w:p w:rsidR="00C20CF9" w:rsidRPr="003A4CC9" w:rsidRDefault="00C20CF9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Транс-</w:t>
            </w:r>
          </w:p>
          <w:p w:rsidR="00C20CF9" w:rsidRPr="003A4CC9" w:rsidRDefault="00C20CF9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vAlign w:val="center"/>
          </w:tcPr>
          <w:p w:rsidR="00C20CF9" w:rsidRPr="003A4CC9" w:rsidRDefault="00C20CF9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18" w:type="dxa"/>
            <w:vAlign w:val="center"/>
          </w:tcPr>
          <w:p w:rsidR="00C20CF9" w:rsidRPr="003A4CC9" w:rsidRDefault="00C20CF9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543" w:type="dxa"/>
            <w:vAlign w:val="center"/>
          </w:tcPr>
          <w:p w:rsidR="00C20CF9" w:rsidRPr="003A4CC9" w:rsidRDefault="00C20CF9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C20CF9" w:rsidRPr="003A4CC9" w:rsidRDefault="00C20CF9" w:rsidP="005229BE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Pr="006D7B57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Шакиров Василь Габделбарович-директор МБОУ «Балтасинская гимназия»</w:t>
            </w:r>
          </w:p>
        </w:tc>
        <w:tc>
          <w:tcPr>
            <w:tcW w:w="1299" w:type="dxa"/>
          </w:tcPr>
          <w:p w:rsidR="00C20CF9" w:rsidRPr="006D7B57" w:rsidRDefault="00C20CF9" w:rsidP="005229BE">
            <w:pPr>
              <w:jc w:val="center"/>
            </w:pPr>
            <w:r>
              <w:t>472 249,78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– индивидуальная</w:t>
            </w:r>
          </w:p>
          <w:p w:rsidR="00C20CF9" w:rsidRDefault="00C20CF9" w:rsidP="005229BE">
            <w:pPr>
              <w:jc w:val="center"/>
            </w:pPr>
            <w:r>
              <w:t>Жилой дом – общий</w:t>
            </w:r>
          </w:p>
          <w:p w:rsidR="00C20CF9" w:rsidRPr="006D7B57" w:rsidRDefault="00C20CF9" w:rsidP="005229BE">
            <w:pPr>
              <w:jc w:val="center"/>
            </w:pPr>
            <w:r>
              <w:t xml:space="preserve">Гараж 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1908,82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121,8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40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Шкода Октавия</w:t>
            </w:r>
          </w:p>
          <w:p w:rsidR="00C20CF9" w:rsidRPr="006D7B57" w:rsidRDefault="00C20CF9" w:rsidP="005229BE">
            <w:pPr>
              <w:jc w:val="center"/>
            </w:pPr>
            <w:r>
              <w:t>индивидуальный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37 143,61</w:t>
            </w:r>
          </w:p>
        </w:tc>
        <w:tc>
          <w:tcPr>
            <w:tcW w:w="2214" w:type="dxa"/>
          </w:tcPr>
          <w:p w:rsidR="00C20CF9" w:rsidRDefault="00C20CF9" w:rsidP="00A16C8D">
            <w:pPr>
              <w:jc w:val="center"/>
            </w:pPr>
            <w:r>
              <w:t xml:space="preserve">Земельный участок – индивидуальная </w:t>
            </w:r>
          </w:p>
          <w:p w:rsidR="00C20CF9" w:rsidRPr="006D7B57" w:rsidRDefault="00C20CF9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2535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48,3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 xml:space="preserve">Россия 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Бадретдинов Раджаб Фатхутдинович-директор МБОУ «Аланская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205 499,09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 w:rsidRPr="006D7B57">
              <w:t>ЛАДА 111</w:t>
            </w:r>
            <w:r>
              <w:t>730</w:t>
            </w:r>
          </w:p>
          <w:p w:rsidR="00C20CF9" w:rsidRPr="006D7B57" w:rsidRDefault="00C20CF9" w:rsidP="005229BE">
            <w:pPr>
              <w:jc w:val="center"/>
            </w:pPr>
            <w:r>
              <w:t>индивидуальный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Зарипова Гульсина Фаиловна- директор МБОУ «Карадуванская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396 868,34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приусадебный – индивидуальная</w:t>
            </w:r>
          </w:p>
          <w:p w:rsidR="00C20CF9" w:rsidRPr="006D7B57" w:rsidRDefault="00C20CF9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1774, 82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123,1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461 567,01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 xml:space="preserve">Земельный участок – индивидуальная </w:t>
            </w:r>
          </w:p>
          <w:p w:rsidR="00C20CF9" w:rsidRPr="006D7B57" w:rsidRDefault="00C20CF9" w:rsidP="005229BE">
            <w:pPr>
              <w:jc w:val="center"/>
            </w:pPr>
            <w:r>
              <w:t xml:space="preserve">Квартира – индивидуальная 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1500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67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  <w:rPr>
                <w:lang w:val="tt-RU"/>
              </w:rPr>
            </w:pPr>
            <w:r>
              <w:rPr>
                <w:lang w:val="en-US"/>
              </w:rPr>
              <w:t xml:space="preserve">KIA </w:t>
            </w:r>
            <w:smartTag w:uri="urn:schemas-microsoft-com:office:smarttags" w:element="place">
              <w:r>
                <w:rPr>
                  <w:lang w:val="en-US"/>
                </w:rPr>
                <w:t>RIO</w:t>
              </w:r>
            </w:smartTag>
          </w:p>
          <w:p w:rsidR="00C20CF9" w:rsidRPr="003D234F" w:rsidRDefault="00C20CF9" w:rsidP="005229BE">
            <w:pPr>
              <w:jc w:val="center"/>
            </w:pPr>
            <w:r>
              <w:t>индивидуальный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123,7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 xml:space="preserve">Россия 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Сафиуллин Наиль Шамилевич-директор МБОУ «Янгуловская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220 319,61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F13F82" w:rsidRDefault="00C20CF9" w:rsidP="005229BE">
            <w:pPr>
              <w:jc w:val="center"/>
            </w:pPr>
            <w:r>
              <w:rPr>
                <w:lang w:val="en-US"/>
              </w:rPr>
              <w:t>Nissan X-TRAIL</w:t>
            </w:r>
            <w:r>
              <w:t xml:space="preserve"> индивидуальный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223 246,09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 xml:space="preserve">нет 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Мухаммадиева Райса Галимзяновна-директор МБОУ «Тюнтерская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437 504,77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– индивидуальная</w:t>
            </w:r>
          </w:p>
          <w:p w:rsidR="00C20CF9" w:rsidRPr="006D7B57" w:rsidRDefault="00C20CF9" w:rsidP="005229BE">
            <w:pPr>
              <w:jc w:val="center"/>
            </w:pPr>
            <w:r>
              <w:t xml:space="preserve">Жилой дом – совместная с Мухаммадиевым Расулом 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1520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85,3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 xml:space="preserve">Россия 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141 194,45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–индивидуальная</w:t>
            </w:r>
          </w:p>
          <w:p w:rsidR="00C20CF9" w:rsidRPr="006D7B57" w:rsidRDefault="00C20CF9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1520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85,3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Файзрахманов Фаниль Фаилевич-директор МБОУ «Смаильская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179 556,42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188 801,4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Рахимзянов Ханнан Гафурзянович-директор МБОУ «Шубанская ООШ»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366 609,60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– индивидуальная</w:t>
            </w:r>
          </w:p>
          <w:p w:rsidR="00C20CF9" w:rsidRPr="006D7B57" w:rsidRDefault="00C20CF9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ВАЗ-217130 совместный</w:t>
            </w:r>
          </w:p>
          <w:p w:rsidR="00C20CF9" w:rsidRPr="006D7B57" w:rsidRDefault="00C20CF9" w:rsidP="005229BE">
            <w:pPr>
              <w:jc w:val="center"/>
            </w:pPr>
            <w:r>
              <w:t>ВАЗ-21043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191 843,69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Никитин Владислав Валентинович-директор МБОУ «Средне-Кушкетская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266 885,86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Жилой дом совместная с Никитиной С.Ю.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116,5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 xml:space="preserve">Россия 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rPr>
                <w:lang w:val="en-US"/>
              </w:rPr>
              <w:t>LADA</w:t>
            </w:r>
            <w:r w:rsidRPr="009E6CB8">
              <w:t xml:space="preserve"> </w:t>
            </w:r>
            <w:r>
              <w:rPr>
                <w:lang w:val="en-US"/>
              </w:rPr>
              <w:t>GRANTA</w:t>
            </w:r>
            <w:r>
              <w:t>, 219000</w:t>
            </w:r>
          </w:p>
          <w:p w:rsidR="00C20CF9" w:rsidRPr="009E6CB8" w:rsidRDefault="00C20CF9" w:rsidP="005229BE">
            <w:pPr>
              <w:jc w:val="center"/>
              <w:rPr>
                <w:lang w:val="tt-RU"/>
              </w:rPr>
            </w:pPr>
            <w:r>
              <w:t>совместный с Никитиной С.Ю.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2377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 xml:space="preserve">Россия 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180 554,11</w:t>
            </w:r>
          </w:p>
        </w:tc>
        <w:tc>
          <w:tcPr>
            <w:tcW w:w="2214" w:type="dxa"/>
          </w:tcPr>
          <w:p w:rsidR="00C20CF9" w:rsidRPr="006D7B57" w:rsidRDefault="00C20CF9" w:rsidP="00253186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253186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253186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6D7B57" w:rsidRDefault="00C20CF9" w:rsidP="00253186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253186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253186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253186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Бариева Гузелия Галимулловна-директор МБОУ «Бурбашская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358 712,96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– индивидуальная</w:t>
            </w:r>
          </w:p>
          <w:p w:rsidR="00C20CF9" w:rsidRPr="006D7B57" w:rsidRDefault="00C20CF9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2477,32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24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Нигматзянов Талгат Сагитзянович-директор МБОУ «Нуринерская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276 777,43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– индивидуальная</w:t>
            </w:r>
          </w:p>
          <w:p w:rsidR="00C20CF9" w:rsidRPr="006D7B57" w:rsidRDefault="00C20CF9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2884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79,5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Lada 217030</w:t>
            </w:r>
          </w:p>
          <w:p w:rsidR="00C20CF9" w:rsidRPr="00950935" w:rsidRDefault="00C20CF9" w:rsidP="005229BE">
            <w:pPr>
              <w:jc w:val="center"/>
            </w:pPr>
            <w:r>
              <w:t>ГАЗ 330210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153 872,10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6 920,60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Рахматуллин Табрик Василович-директор МБОУ «Пижмаринская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415 443,23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приусадебный – индивидуальная</w:t>
            </w:r>
          </w:p>
          <w:p w:rsidR="00C20CF9" w:rsidRPr="006D7B57" w:rsidRDefault="00C20CF9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7300,54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105,3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Pr="008467ED" w:rsidRDefault="00C20CF9" w:rsidP="005229BE">
            <w:pPr>
              <w:jc w:val="center"/>
            </w:pPr>
            <w:r>
              <w:rPr>
                <w:lang w:val="en-US"/>
              </w:rPr>
              <w:t xml:space="preserve">CHEVROLET AVEO - </w:t>
            </w:r>
            <w:r>
              <w:t>индивидуальный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154 854,30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Котдусов Гамиль Ханнанович-директор МБОУ «Соснинская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252 073,44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ЛПХ – долевая ½</w:t>
            </w:r>
          </w:p>
          <w:p w:rsidR="00C20CF9" w:rsidRDefault="00C20CF9" w:rsidP="005229BE">
            <w:pPr>
              <w:jc w:val="center"/>
            </w:pPr>
            <w:r>
              <w:t>Паевые земли – долевая собственность</w:t>
            </w:r>
          </w:p>
          <w:p w:rsidR="00C20CF9" w:rsidRPr="006D7B57" w:rsidRDefault="00C20CF9" w:rsidP="005229BE">
            <w:pPr>
              <w:jc w:val="center"/>
            </w:pPr>
            <w:r>
              <w:t>Жилой дом – долевая 1/2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4236,35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54000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115,6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ВАЗ-11193</w:t>
            </w:r>
          </w:p>
          <w:p w:rsidR="00C20CF9" w:rsidRPr="006D7B57" w:rsidRDefault="00C20CF9" w:rsidP="005229BE">
            <w:pPr>
              <w:jc w:val="center"/>
            </w:pPr>
            <w:r>
              <w:t>индивидуальный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297 789,56</w:t>
            </w:r>
          </w:p>
        </w:tc>
        <w:tc>
          <w:tcPr>
            <w:tcW w:w="2214" w:type="dxa"/>
          </w:tcPr>
          <w:p w:rsidR="00C20CF9" w:rsidRDefault="00C20CF9" w:rsidP="00253186">
            <w:pPr>
              <w:jc w:val="center"/>
            </w:pPr>
            <w:r>
              <w:t>Земельный участок ЛПХ – долевая ½</w:t>
            </w:r>
          </w:p>
          <w:p w:rsidR="00C20CF9" w:rsidRDefault="00C20CF9" w:rsidP="00253186">
            <w:pPr>
              <w:jc w:val="center"/>
            </w:pPr>
            <w:r>
              <w:t>Паевые земли – долевая собственность</w:t>
            </w:r>
          </w:p>
          <w:p w:rsidR="00C20CF9" w:rsidRPr="006D7B57" w:rsidRDefault="00C20CF9" w:rsidP="00253186">
            <w:pPr>
              <w:jc w:val="center"/>
            </w:pPr>
            <w:r>
              <w:t>Жилой дом – долевая 1/2</w:t>
            </w:r>
          </w:p>
        </w:tc>
        <w:tc>
          <w:tcPr>
            <w:tcW w:w="1368" w:type="dxa"/>
          </w:tcPr>
          <w:p w:rsidR="00C20CF9" w:rsidRDefault="00C20CF9" w:rsidP="00253186">
            <w:pPr>
              <w:jc w:val="center"/>
            </w:pPr>
            <w:r>
              <w:t>4236,35</w:t>
            </w:r>
          </w:p>
          <w:p w:rsidR="00C20CF9" w:rsidRDefault="00C20CF9" w:rsidP="00253186">
            <w:pPr>
              <w:jc w:val="center"/>
            </w:pPr>
          </w:p>
          <w:p w:rsidR="00C20CF9" w:rsidRDefault="00C20CF9" w:rsidP="00253186">
            <w:pPr>
              <w:jc w:val="center"/>
            </w:pPr>
            <w:r>
              <w:t>54000</w:t>
            </w:r>
          </w:p>
          <w:p w:rsidR="00C20CF9" w:rsidRDefault="00C20CF9" w:rsidP="00253186">
            <w:pPr>
              <w:jc w:val="center"/>
            </w:pPr>
          </w:p>
          <w:p w:rsidR="00C20CF9" w:rsidRDefault="00C20CF9" w:rsidP="00253186">
            <w:pPr>
              <w:jc w:val="center"/>
            </w:pPr>
          </w:p>
          <w:p w:rsidR="00C20CF9" w:rsidRPr="006D7B57" w:rsidRDefault="00C20CF9" w:rsidP="00253186">
            <w:pPr>
              <w:jc w:val="center"/>
            </w:pPr>
            <w:r>
              <w:t>115,6</w:t>
            </w:r>
          </w:p>
        </w:tc>
        <w:tc>
          <w:tcPr>
            <w:tcW w:w="1278" w:type="dxa"/>
          </w:tcPr>
          <w:p w:rsidR="00C20CF9" w:rsidRDefault="00C20CF9" w:rsidP="00253186">
            <w:pPr>
              <w:jc w:val="center"/>
            </w:pPr>
            <w:r>
              <w:t>Россия</w:t>
            </w:r>
          </w:p>
          <w:p w:rsidR="00C20CF9" w:rsidRDefault="00C20CF9" w:rsidP="00253186">
            <w:pPr>
              <w:jc w:val="center"/>
            </w:pPr>
          </w:p>
          <w:p w:rsidR="00C20CF9" w:rsidRDefault="00C20CF9" w:rsidP="00253186">
            <w:pPr>
              <w:jc w:val="center"/>
            </w:pPr>
            <w:r>
              <w:t>Россия</w:t>
            </w:r>
          </w:p>
          <w:p w:rsidR="00C20CF9" w:rsidRDefault="00C20CF9" w:rsidP="00253186">
            <w:pPr>
              <w:jc w:val="center"/>
            </w:pPr>
          </w:p>
          <w:p w:rsidR="00C20CF9" w:rsidRDefault="00C20CF9" w:rsidP="00253186">
            <w:pPr>
              <w:jc w:val="center"/>
            </w:pPr>
          </w:p>
          <w:p w:rsidR="00C20CF9" w:rsidRPr="006D7B57" w:rsidRDefault="00C20CF9" w:rsidP="00253186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Галеев Вагиз Галимуллович-директор МБОУ «Кугунурская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479 119,02</w:t>
            </w:r>
          </w:p>
        </w:tc>
        <w:tc>
          <w:tcPr>
            <w:tcW w:w="2214" w:type="dxa"/>
          </w:tcPr>
          <w:p w:rsidR="00C20CF9" w:rsidRDefault="00C20CF9" w:rsidP="003B2841">
            <w:pPr>
              <w:jc w:val="center"/>
            </w:pPr>
            <w:r>
              <w:t xml:space="preserve">Земельный участок – совместная </w:t>
            </w:r>
          </w:p>
          <w:p w:rsidR="00C20CF9" w:rsidRDefault="00C20CF9" w:rsidP="003B2841">
            <w:pPr>
              <w:jc w:val="center"/>
            </w:pPr>
            <w:r>
              <w:t>Жилой дом – совместная</w:t>
            </w:r>
          </w:p>
          <w:p w:rsidR="00C20CF9" w:rsidRPr="006D7B57" w:rsidRDefault="00C20CF9" w:rsidP="003B2841">
            <w:pPr>
              <w:jc w:val="center"/>
            </w:pPr>
            <w:r>
              <w:t>Квартира - совместная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4344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101,78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12,4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ВАЗ 2114</w:t>
            </w:r>
          </w:p>
          <w:p w:rsidR="00C20CF9" w:rsidRDefault="00C20CF9" w:rsidP="005229BE">
            <w:pPr>
              <w:jc w:val="center"/>
            </w:pPr>
            <w:r>
              <w:t>Совместная</w:t>
            </w:r>
          </w:p>
          <w:p w:rsidR="00C20CF9" w:rsidRDefault="00C20CF9" w:rsidP="005229BE">
            <w:pPr>
              <w:jc w:val="center"/>
            </w:pPr>
            <w:r>
              <w:t>Шевроле-лачетти</w:t>
            </w:r>
          </w:p>
          <w:p w:rsidR="00C20CF9" w:rsidRPr="006D7B57" w:rsidRDefault="00C20CF9" w:rsidP="005229BE">
            <w:pPr>
              <w:jc w:val="center"/>
            </w:pPr>
            <w:r>
              <w:t xml:space="preserve">Совместный 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303 009,44</w:t>
            </w:r>
          </w:p>
        </w:tc>
        <w:tc>
          <w:tcPr>
            <w:tcW w:w="2214" w:type="dxa"/>
          </w:tcPr>
          <w:p w:rsidR="00C20CF9" w:rsidRDefault="00C20CF9" w:rsidP="00253186">
            <w:pPr>
              <w:jc w:val="center"/>
            </w:pPr>
            <w:r>
              <w:t>Земельный участок – совместная</w:t>
            </w:r>
          </w:p>
          <w:p w:rsidR="00C20CF9" w:rsidRPr="006D7B57" w:rsidRDefault="00C20CF9" w:rsidP="002F75EC">
            <w:pPr>
              <w:jc w:val="center"/>
            </w:pPr>
            <w:r>
              <w:t>Жилой дом – совместная</w:t>
            </w:r>
          </w:p>
        </w:tc>
        <w:tc>
          <w:tcPr>
            <w:tcW w:w="1368" w:type="dxa"/>
          </w:tcPr>
          <w:p w:rsidR="00C20CF9" w:rsidRDefault="00C20CF9" w:rsidP="00253186">
            <w:pPr>
              <w:jc w:val="center"/>
            </w:pPr>
            <w:r>
              <w:t>4344</w:t>
            </w:r>
          </w:p>
          <w:p w:rsidR="00C20CF9" w:rsidRDefault="00C20CF9" w:rsidP="00253186">
            <w:pPr>
              <w:jc w:val="center"/>
            </w:pPr>
          </w:p>
          <w:p w:rsidR="00C20CF9" w:rsidRDefault="00C20CF9" w:rsidP="00253186">
            <w:pPr>
              <w:jc w:val="center"/>
            </w:pPr>
            <w:r>
              <w:t>101,78</w:t>
            </w:r>
          </w:p>
          <w:p w:rsidR="00C20CF9" w:rsidRPr="006D7B57" w:rsidRDefault="00C20CF9" w:rsidP="002F75EC"/>
        </w:tc>
        <w:tc>
          <w:tcPr>
            <w:tcW w:w="1278" w:type="dxa"/>
          </w:tcPr>
          <w:p w:rsidR="00C20CF9" w:rsidRDefault="00C20CF9" w:rsidP="00253186">
            <w:pPr>
              <w:jc w:val="center"/>
            </w:pPr>
            <w:r>
              <w:t>Россия</w:t>
            </w:r>
          </w:p>
          <w:p w:rsidR="00C20CF9" w:rsidRDefault="00C20CF9" w:rsidP="00253186">
            <w:pPr>
              <w:jc w:val="center"/>
            </w:pPr>
          </w:p>
          <w:p w:rsidR="00C20CF9" w:rsidRDefault="00C20CF9" w:rsidP="00253186">
            <w:pPr>
              <w:jc w:val="center"/>
            </w:pPr>
            <w:r>
              <w:t>Россия</w:t>
            </w:r>
          </w:p>
          <w:p w:rsidR="00C20CF9" w:rsidRPr="006D7B57" w:rsidRDefault="00C20CF9" w:rsidP="002F75EC"/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4 311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Шигабутдинов Ильсур Мансурович-директор МБОУ «Балтасинская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543 163,42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приусадебный – индивидуальная</w:t>
            </w:r>
          </w:p>
          <w:p w:rsidR="00C20CF9" w:rsidRDefault="00C20CF9" w:rsidP="005229BE">
            <w:pPr>
              <w:jc w:val="center"/>
            </w:pPr>
            <w:r>
              <w:t>Жилой дом – индивидуальная</w:t>
            </w:r>
          </w:p>
          <w:p w:rsidR="00C20CF9" w:rsidRDefault="00C20CF9" w:rsidP="005229BE">
            <w:pPr>
              <w:jc w:val="center"/>
            </w:pPr>
            <w:r>
              <w:t>Гараж – индивидуальная</w:t>
            </w:r>
          </w:p>
          <w:p w:rsidR="00C20CF9" w:rsidRPr="006D7B57" w:rsidRDefault="00C20CF9" w:rsidP="005229BE">
            <w:pPr>
              <w:jc w:val="center"/>
            </w:pPr>
            <w:r>
              <w:t>Сарай - индивидуальная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2012,12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72,34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32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97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rPr>
                <w:lang w:val="en-US"/>
              </w:rPr>
              <w:t>KIA</w:t>
            </w:r>
            <w:r w:rsidRPr="007835F5">
              <w:t xml:space="preserve"> </w:t>
            </w:r>
            <w:r>
              <w:rPr>
                <w:lang w:val="en-US"/>
              </w:rPr>
              <w:t>SPECTRA</w:t>
            </w:r>
            <w:r w:rsidRPr="007835F5">
              <w:t xml:space="preserve"> –</w:t>
            </w:r>
            <w:r>
              <w:t xml:space="preserve"> индивидуальный</w:t>
            </w:r>
          </w:p>
          <w:p w:rsidR="00C20CF9" w:rsidRPr="007835F5" w:rsidRDefault="00C20CF9" w:rsidP="005229BE">
            <w:pPr>
              <w:jc w:val="center"/>
            </w:pPr>
            <w:r>
              <w:rPr>
                <w:lang w:val="en-US"/>
              </w:rPr>
              <w:t>KIA</w:t>
            </w:r>
            <w:r w:rsidRPr="007835F5">
              <w:t xml:space="preserve"> </w:t>
            </w:r>
            <w:r>
              <w:rPr>
                <w:lang w:val="en-US"/>
              </w:rPr>
              <w:t>BOVGO</w:t>
            </w:r>
            <w:r>
              <w:t xml:space="preserve"> - индивидуальный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280 125,54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– индивидуальная</w:t>
            </w:r>
          </w:p>
          <w:p w:rsidR="00C20CF9" w:rsidRPr="006D7B57" w:rsidRDefault="00C20CF9" w:rsidP="005229BE">
            <w:pPr>
              <w:jc w:val="center"/>
            </w:pPr>
            <w:r>
              <w:t>Иное недвижимое помещение - индивидуальная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1474,85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32,1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Pr="009D0AE0" w:rsidRDefault="00C20CF9" w:rsidP="005229BE">
            <w:pPr>
              <w:jc w:val="center"/>
            </w:pPr>
            <w:r>
              <w:rPr>
                <w:lang w:val="en-US"/>
              </w:rPr>
              <w:t xml:space="preserve">Ford Fusion - </w:t>
            </w:r>
            <w:r>
              <w:t>индивидуальный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2 753</w:t>
            </w:r>
          </w:p>
        </w:tc>
        <w:tc>
          <w:tcPr>
            <w:tcW w:w="2214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5E6A5F">
            <w:pPr>
              <w:jc w:val="center"/>
            </w:pPr>
            <w:r>
              <w:t>Земельный участок</w:t>
            </w:r>
          </w:p>
          <w:p w:rsidR="00C20CF9" w:rsidRPr="006D7B57" w:rsidRDefault="00C20CF9" w:rsidP="005E6A5F">
            <w:pPr>
              <w:jc w:val="center"/>
            </w:pPr>
            <w:r>
              <w:t>Жилой дом</w:t>
            </w:r>
          </w:p>
        </w:tc>
        <w:tc>
          <w:tcPr>
            <w:tcW w:w="1118" w:type="dxa"/>
          </w:tcPr>
          <w:p w:rsidR="00C20CF9" w:rsidRDefault="00C20CF9" w:rsidP="005E6A5F">
            <w:pPr>
              <w:jc w:val="center"/>
            </w:pPr>
            <w:r>
              <w:t>2012,12</w:t>
            </w:r>
          </w:p>
          <w:p w:rsidR="00C20CF9" w:rsidRDefault="00C20CF9" w:rsidP="005E6A5F">
            <w:pPr>
              <w:jc w:val="center"/>
            </w:pPr>
          </w:p>
          <w:p w:rsidR="00C20CF9" w:rsidRPr="006D7B57" w:rsidRDefault="00C20CF9" w:rsidP="005E6A5F">
            <w:pPr>
              <w:jc w:val="center"/>
            </w:pPr>
            <w:r>
              <w:t>72,34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Россия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Хазиев Фарт Газимович-директор МБОУ «Нурминская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1 483 299,44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– совместная</w:t>
            </w:r>
          </w:p>
          <w:p w:rsidR="00C20CF9" w:rsidRPr="006D7B57" w:rsidRDefault="00C20CF9" w:rsidP="005229BE">
            <w:pPr>
              <w:jc w:val="center"/>
            </w:pPr>
            <w:r>
              <w:t>Жилой дом - совместная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1500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110,5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264 963,79</w:t>
            </w:r>
          </w:p>
        </w:tc>
        <w:tc>
          <w:tcPr>
            <w:tcW w:w="2214" w:type="dxa"/>
          </w:tcPr>
          <w:p w:rsidR="00C20CF9" w:rsidRDefault="00C20CF9" w:rsidP="00253186">
            <w:pPr>
              <w:jc w:val="center"/>
            </w:pPr>
            <w:r>
              <w:t>Земельный участок – совместный</w:t>
            </w:r>
          </w:p>
          <w:p w:rsidR="00C20CF9" w:rsidRPr="006D7B57" w:rsidRDefault="00C20CF9" w:rsidP="00253186">
            <w:pPr>
              <w:jc w:val="center"/>
            </w:pPr>
            <w:r>
              <w:t>Жилой дом - совместная</w:t>
            </w:r>
          </w:p>
        </w:tc>
        <w:tc>
          <w:tcPr>
            <w:tcW w:w="1368" w:type="dxa"/>
          </w:tcPr>
          <w:p w:rsidR="00C20CF9" w:rsidRDefault="00C20CF9" w:rsidP="00253186">
            <w:pPr>
              <w:jc w:val="center"/>
            </w:pPr>
            <w:r>
              <w:t>1500</w:t>
            </w:r>
          </w:p>
          <w:p w:rsidR="00C20CF9" w:rsidRDefault="00C20CF9" w:rsidP="00253186">
            <w:pPr>
              <w:jc w:val="center"/>
            </w:pPr>
          </w:p>
          <w:p w:rsidR="00C20CF9" w:rsidRPr="006D7B57" w:rsidRDefault="00C20CF9" w:rsidP="00253186">
            <w:pPr>
              <w:jc w:val="center"/>
            </w:pPr>
            <w:r>
              <w:t>110,5</w:t>
            </w:r>
          </w:p>
        </w:tc>
        <w:tc>
          <w:tcPr>
            <w:tcW w:w="1278" w:type="dxa"/>
          </w:tcPr>
          <w:p w:rsidR="00C20CF9" w:rsidRDefault="00C20CF9" w:rsidP="00253186">
            <w:pPr>
              <w:jc w:val="center"/>
            </w:pPr>
            <w:r>
              <w:t>Россия</w:t>
            </w:r>
          </w:p>
          <w:p w:rsidR="00C20CF9" w:rsidRDefault="00C20CF9" w:rsidP="00253186">
            <w:pPr>
              <w:jc w:val="center"/>
            </w:pPr>
          </w:p>
          <w:p w:rsidR="00C20CF9" w:rsidRPr="006D7B57" w:rsidRDefault="00C20CF9" w:rsidP="00253186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Закирова Люция Харисовна-директор МБОУ «Салаусская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485 708,77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– индивидуальная</w:t>
            </w:r>
          </w:p>
          <w:p w:rsidR="00C20CF9" w:rsidRDefault="00C20CF9" w:rsidP="005229BE">
            <w:pPr>
              <w:jc w:val="center"/>
            </w:pPr>
            <w:r>
              <w:t xml:space="preserve">Долевая 1/6 </w:t>
            </w:r>
          </w:p>
          <w:p w:rsidR="00C20CF9" w:rsidRPr="006D7B57" w:rsidRDefault="00C20CF9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1625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130,08</w:t>
            </w:r>
          </w:p>
          <w:p w:rsidR="00C20CF9" w:rsidRPr="006D7B57" w:rsidRDefault="00C20CF9" w:rsidP="005229BE">
            <w:pPr>
              <w:jc w:val="center"/>
            </w:pP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Pr="006D7B57" w:rsidRDefault="00C20CF9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rPr>
                <w:lang w:val="en-US"/>
              </w:rPr>
              <w:t xml:space="preserve">Opel CORSA – </w:t>
            </w:r>
            <w:r>
              <w:t>индивидуальный</w:t>
            </w:r>
          </w:p>
          <w:p w:rsidR="00C20CF9" w:rsidRPr="008B35D0" w:rsidRDefault="00C20CF9" w:rsidP="005229BE">
            <w:pPr>
              <w:jc w:val="center"/>
            </w:pPr>
            <w:r>
              <w:rPr>
                <w:lang w:val="en-US"/>
              </w:rPr>
              <w:t>Lada 211440</w:t>
            </w:r>
            <w:r>
              <w:t xml:space="preserve"> - индивидуальный</w:t>
            </w:r>
          </w:p>
          <w:p w:rsidR="00C20CF9" w:rsidRPr="008B35D0" w:rsidRDefault="00C20CF9" w:rsidP="005229BE">
            <w:pPr>
              <w:jc w:val="center"/>
            </w:pPr>
          </w:p>
        </w:tc>
        <w:tc>
          <w:tcPr>
            <w:tcW w:w="1800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Pr="006D7B57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Низамиев Рамиль Вакилович-директор МБОУ «Книнская ООШ»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338 896,11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– индивидуальная</w:t>
            </w:r>
          </w:p>
          <w:p w:rsidR="00C20CF9" w:rsidRDefault="00C20CF9" w:rsidP="005229BE">
            <w:pPr>
              <w:jc w:val="center"/>
            </w:pPr>
            <w:r>
              <w:t>Участок пая –индивидуальная</w:t>
            </w:r>
          </w:p>
          <w:p w:rsidR="00C20CF9" w:rsidRDefault="00C20CF9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4091,17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5,4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100,70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 xml:space="preserve">Россия 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ВАЗ-21703</w:t>
            </w:r>
          </w:p>
          <w:p w:rsidR="00C20CF9" w:rsidRDefault="00C20CF9" w:rsidP="005229BE">
            <w:pPr>
              <w:jc w:val="center"/>
            </w:pPr>
            <w:r>
              <w:t>Совместный</w:t>
            </w:r>
          </w:p>
          <w:p w:rsidR="00C20CF9" w:rsidRPr="00814065" w:rsidRDefault="00C20CF9" w:rsidP="005229BE">
            <w:pPr>
              <w:jc w:val="center"/>
            </w:pPr>
            <w:r>
              <w:t>ММВЗ-3.11211 индивидуальный</w:t>
            </w:r>
          </w:p>
        </w:tc>
        <w:tc>
          <w:tcPr>
            <w:tcW w:w="180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271 540,59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Хасанов Хамит Мухамматович-директор МБОУ «Арборская ООШ»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273 082,87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– собственность</w:t>
            </w:r>
          </w:p>
          <w:p w:rsidR="00C20CF9" w:rsidRDefault="00C20CF9" w:rsidP="005229BE">
            <w:pPr>
              <w:jc w:val="center"/>
            </w:pPr>
            <w:r>
              <w:t>Жилой дом - собственность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3511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70,2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ВАЗ-217230 Собственность</w:t>
            </w:r>
          </w:p>
        </w:tc>
        <w:tc>
          <w:tcPr>
            <w:tcW w:w="180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93 615,52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093C5F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</w:tcPr>
          <w:p w:rsidR="00C20CF9" w:rsidRDefault="00C20CF9" w:rsidP="00093C5F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C20CF9" w:rsidRDefault="00C20CF9" w:rsidP="00093C5F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093C5F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093C5F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093C5F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093C5F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093C5F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Default="00C20CF9" w:rsidP="00093C5F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Нурмиев Сайдаш Талгатович-директор МБОУ «Ципьинская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441 265,26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– общая</w:t>
            </w:r>
          </w:p>
          <w:p w:rsidR="00C20CF9" w:rsidRDefault="00C20CF9" w:rsidP="005229BE">
            <w:pPr>
              <w:jc w:val="center"/>
            </w:pPr>
            <w:r>
              <w:t>- общая  долевая</w:t>
            </w:r>
          </w:p>
          <w:p w:rsidR="00C20CF9" w:rsidRDefault="00C20CF9" w:rsidP="005229BE">
            <w:pPr>
              <w:jc w:val="center"/>
            </w:pPr>
            <w:r>
              <w:t>Жилой дом - индивидуальная</w:t>
            </w:r>
          </w:p>
        </w:tc>
        <w:tc>
          <w:tcPr>
            <w:tcW w:w="1368" w:type="dxa"/>
          </w:tcPr>
          <w:p w:rsidR="00C20CF9" w:rsidRDefault="00C20CF9" w:rsidP="00A31364">
            <w:pPr>
              <w:jc w:val="center"/>
            </w:pPr>
            <w:r>
              <w:t>2300</w:t>
            </w:r>
          </w:p>
          <w:p w:rsidR="00C20CF9" w:rsidRDefault="00C20CF9" w:rsidP="00A31364">
            <w:pPr>
              <w:jc w:val="center"/>
            </w:pPr>
            <w:r>
              <w:t>1500</w:t>
            </w:r>
          </w:p>
          <w:p w:rsidR="00C20CF9" w:rsidRDefault="00C20CF9" w:rsidP="00A31364">
            <w:pPr>
              <w:jc w:val="center"/>
            </w:pPr>
            <w:r>
              <w:t>41972,5</w:t>
            </w:r>
          </w:p>
          <w:p w:rsidR="00C20CF9" w:rsidRDefault="00C20CF9" w:rsidP="005229BE">
            <w:pPr>
              <w:jc w:val="center"/>
            </w:pPr>
            <w:r>
              <w:t>103</w:t>
            </w:r>
          </w:p>
          <w:p w:rsidR="00C20CF9" w:rsidRDefault="00C20CF9" w:rsidP="00A31364">
            <w:pPr>
              <w:jc w:val="center"/>
            </w:pP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ВАЗ-2106</w:t>
            </w:r>
          </w:p>
          <w:p w:rsidR="00C20CF9" w:rsidRDefault="00C20CF9" w:rsidP="005229BE">
            <w:pPr>
              <w:jc w:val="center"/>
            </w:pPr>
            <w:r>
              <w:t>Хундай</w:t>
            </w:r>
          </w:p>
        </w:tc>
        <w:tc>
          <w:tcPr>
            <w:tcW w:w="180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254 986,64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A3136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5229BE">
            <w:pPr>
              <w:jc w:val="center"/>
            </w:pPr>
            <w:r>
              <w:t>Дом</w:t>
            </w:r>
          </w:p>
        </w:tc>
        <w:tc>
          <w:tcPr>
            <w:tcW w:w="1118" w:type="dxa"/>
          </w:tcPr>
          <w:p w:rsidR="00C20CF9" w:rsidRDefault="00C20CF9" w:rsidP="005229BE">
            <w:pPr>
              <w:jc w:val="center"/>
            </w:pPr>
            <w:r>
              <w:t>103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Гарифзянова Нурзалия Фаековна-директор МБОУ «Шишинерская ООШ»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372 428,19</w:t>
            </w:r>
          </w:p>
        </w:tc>
        <w:tc>
          <w:tcPr>
            <w:tcW w:w="2214" w:type="dxa"/>
          </w:tcPr>
          <w:p w:rsidR="00C20CF9" w:rsidRDefault="00C20CF9" w:rsidP="005229BE">
            <w:pPr>
              <w:jc w:val="center"/>
            </w:pPr>
            <w:r>
              <w:t>Земельный участок – совместно с супругом Гарифзяновым Х.Г.</w:t>
            </w:r>
          </w:p>
          <w:p w:rsidR="00C20CF9" w:rsidRDefault="00C20CF9" w:rsidP="005229BE">
            <w:pPr>
              <w:jc w:val="center"/>
            </w:pPr>
            <w:r>
              <w:t>Жилой дом – совместно с супругом Гарифзяновым Х.Г.</w:t>
            </w:r>
          </w:p>
          <w:p w:rsidR="00C20CF9" w:rsidRDefault="00C20CF9" w:rsidP="005229BE">
            <w:pPr>
              <w:jc w:val="center"/>
            </w:pPr>
            <w:r>
              <w:t>Иное имущество недвижимое - индивидуальное</w:t>
            </w:r>
          </w:p>
        </w:tc>
        <w:tc>
          <w:tcPr>
            <w:tcW w:w="1368" w:type="dxa"/>
          </w:tcPr>
          <w:p w:rsidR="00C20CF9" w:rsidRDefault="00C20CF9" w:rsidP="00A31364">
            <w:pPr>
              <w:jc w:val="center"/>
            </w:pPr>
            <w:r>
              <w:t>5056,78</w:t>
            </w:r>
          </w:p>
          <w:p w:rsidR="00C20CF9" w:rsidRDefault="00C20CF9" w:rsidP="00A31364">
            <w:pPr>
              <w:jc w:val="center"/>
            </w:pPr>
          </w:p>
          <w:p w:rsidR="00C20CF9" w:rsidRDefault="00C20CF9" w:rsidP="00A31364">
            <w:pPr>
              <w:jc w:val="center"/>
            </w:pPr>
          </w:p>
          <w:p w:rsidR="00C20CF9" w:rsidRDefault="00C20CF9" w:rsidP="00A31364">
            <w:pPr>
              <w:jc w:val="center"/>
            </w:pPr>
          </w:p>
          <w:p w:rsidR="00C20CF9" w:rsidRDefault="00C20CF9" w:rsidP="00A31364">
            <w:pPr>
              <w:jc w:val="center"/>
            </w:pPr>
          </w:p>
          <w:p w:rsidR="00C20CF9" w:rsidRDefault="00C20CF9" w:rsidP="00A31364">
            <w:pPr>
              <w:jc w:val="center"/>
            </w:pPr>
            <w:r>
              <w:t>120,4</w:t>
            </w:r>
          </w:p>
          <w:p w:rsidR="00C20CF9" w:rsidRDefault="00C20CF9" w:rsidP="00A31364">
            <w:pPr>
              <w:jc w:val="center"/>
            </w:pPr>
          </w:p>
          <w:p w:rsidR="00C20CF9" w:rsidRDefault="00C20CF9" w:rsidP="00A31364">
            <w:pPr>
              <w:jc w:val="center"/>
            </w:pPr>
          </w:p>
          <w:p w:rsidR="00C20CF9" w:rsidRDefault="00C20CF9" w:rsidP="00A31364">
            <w:pPr>
              <w:jc w:val="center"/>
            </w:pPr>
          </w:p>
          <w:p w:rsidR="00C20CF9" w:rsidRDefault="00C20CF9" w:rsidP="00A31364">
            <w:pPr>
              <w:jc w:val="center"/>
            </w:pPr>
          </w:p>
          <w:p w:rsidR="00C20CF9" w:rsidRDefault="00C20CF9" w:rsidP="00A31364">
            <w:pPr>
              <w:jc w:val="center"/>
            </w:pPr>
            <w:r>
              <w:t>500,4</w:t>
            </w:r>
          </w:p>
        </w:tc>
        <w:tc>
          <w:tcPr>
            <w:tcW w:w="1278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ВАЗ-21070 – совместно с супругом Гарифзяновым Х.Г.</w:t>
            </w:r>
          </w:p>
        </w:tc>
        <w:tc>
          <w:tcPr>
            <w:tcW w:w="180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703 022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Земельный участок – совместно с супругой Гарифзяновой Н.Ф.</w:t>
            </w:r>
          </w:p>
          <w:p w:rsidR="00C20CF9" w:rsidRDefault="00C20CF9" w:rsidP="009D2A54">
            <w:pPr>
              <w:jc w:val="center"/>
            </w:pPr>
            <w:r>
              <w:t>Жилой дом – совместно с супругой Гарифзяновой Н.Ф.</w:t>
            </w:r>
          </w:p>
          <w:p w:rsidR="00C20CF9" w:rsidRDefault="00C20CF9" w:rsidP="009D2A54">
            <w:pPr>
              <w:jc w:val="center"/>
            </w:pPr>
            <w:r>
              <w:t>Иное имущество недвижимое - индивидуальное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5056,78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120,4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500,4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ВАЗ-21070 – совместно с супругой Гарифзяновой Н.Ф.</w:t>
            </w:r>
          </w:p>
        </w:tc>
        <w:tc>
          <w:tcPr>
            <w:tcW w:w="180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Исмагилов Марат Фаритович – директор МБОУ «Мало-Лызинская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198756,28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Земельный участок</w:t>
            </w:r>
          </w:p>
          <w:p w:rsidR="00C20CF9" w:rsidRDefault="00C20CF9" w:rsidP="009D2A54">
            <w:pPr>
              <w:jc w:val="center"/>
            </w:pPr>
            <w:r>
              <w:t>Жилой дом</w:t>
            </w:r>
          </w:p>
          <w:p w:rsidR="00C20CF9" w:rsidRDefault="00C20CF9" w:rsidP="009D2A54">
            <w:pPr>
              <w:jc w:val="center"/>
            </w:pPr>
            <w:r>
              <w:t>(1/3 доли)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40,32</w:t>
            </w:r>
          </w:p>
          <w:p w:rsidR="00C20CF9" w:rsidRDefault="00C20CF9" w:rsidP="009D2A54">
            <w:pPr>
              <w:jc w:val="center"/>
            </w:pPr>
            <w:r>
              <w:t>74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Лада 111740</w:t>
            </w:r>
          </w:p>
        </w:tc>
        <w:tc>
          <w:tcPr>
            <w:tcW w:w="1800" w:type="dxa"/>
          </w:tcPr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135839,83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717996">
            <w:pPr>
              <w:jc w:val="center"/>
            </w:pPr>
            <w:r>
              <w:t>Земельный участок</w:t>
            </w:r>
          </w:p>
          <w:p w:rsidR="00C20CF9" w:rsidRDefault="00C20CF9" w:rsidP="00717996">
            <w:pPr>
              <w:jc w:val="center"/>
            </w:pPr>
            <w:r>
              <w:t>Жилой дом</w:t>
            </w:r>
          </w:p>
          <w:p w:rsidR="00C20CF9" w:rsidRDefault="00C20CF9" w:rsidP="00717996">
            <w:pPr>
              <w:jc w:val="center"/>
            </w:pPr>
            <w:r>
              <w:t>(1/3 доли)</w:t>
            </w:r>
          </w:p>
        </w:tc>
        <w:tc>
          <w:tcPr>
            <w:tcW w:w="1118" w:type="dxa"/>
          </w:tcPr>
          <w:p w:rsidR="00C20CF9" w:rsidRDefault="00C20CF9" w:rsidP="00717996">
            <w:pPr>
              <w:jc w:val="center"/>
            </w:pPr>
            <w:r>
              <w:t>40,32</w:t>
            </w:r>
          </w:p>
          <w:p w:rsidR="00C20CF9" w:rsidRDefault="00C20CF9" w:rsidP="00717996">
            <w:pPr>
              <w:jc w:val="center"/>
            </w:pPr>
          </w:p>
          <w:p w:rsidR="00C20CF9" w:rsidRDefault="00C20CF9" w:rsidP="00717996">
            <w:pPr>
              <w:jc w:val="center"/>
            </w:pPr>
            <w:r>
              <w:t>74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Россия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717996">
            <w:pPr>
              <w:jc w:val="center"/>
            </w:pPr>
            <w:r>
              <w:t>Земельный участок</w:t>
            </w:r>
          </w:p>
          <w:p w:rsidR="00C20CF9" w:rsidRDefault="00C20CF9" w:rsidP="00717996">
            <w:pPr>
              <w:jc w:val="center"/>
            </w:pPr>
            <w:r>
              <w:t>Жилой дом</w:t>
            </w:r>
          </w:p>
          <w:p w:rsidR="00C20CF9" w:rsidRDefault="00C20CF9" w:rsidP="00717996">
            <w:pPr>
              <w:jc w:val="center"/>
            </w:pPr>
            <w:r>
              <w:t>(1/3 доли)</w:t>
            </w:r>
          </w:p>
        </w:tc>
        <w:tc>
          <w:tcPr>
            <w:tcW w:w="1118" w:type="dxa"/>
          </w:tcPr>
          <w:p w:rsidR="00C20CF9" w:rsidRDefault="00C20CF9" w:rsidP="00717996">
            <w:pPr>
              <w:jc w:val="center"/>
            </w:pPr>
            <w:r>
              <w:t>40,32</w:t>
            </w:r>
          </w:p>
          <w:p w:rsidR="00C20CF9" w:rsidRDefault="00C20CF9" w:rsidP="00717996">
            <w:pPr>
              <w:jc w:val="center"/>
            </w:pPr>
          </w:p>
          <w:p w:rsidR="00C20CF9" w:rsidRDefault="00C20CF9" w:rsidP="00717996">
            <w:pPr>
              <w:jc w:val="center"/>
            </w:pPr>
            <w:r>
              <w:t>74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Россия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717996">
            <w:pPr>
              <w:jc w:val="center"/>
            </w:pPr>
            <w:r>
              <w:t>Земельный участок</w:t>
            </w:r>
          </w:p>
          <w:p w:rsidR="00C20CF9" w:rsidRDefault="00C20CF9" w:rsidP="00717996">
            <w:pPr>
              <w:jc w:val="center"/>
            </w:pPr>
            <w:r>
              <w:t>Жилой дом</w:t>
            </w:r>
          </w:p>
          <w:p w:rsidR="00C20CF9" w:rsidRDefault="00C20CF9" w:rsidP="00717996">
            <w:pPr>
              <w:jc w:val="center"/>
            </w:pPr>
            <w:r>
              <w:t>(1/3 доли)</w:t>
            </w:r>
          </w:p>
        </w:tc>
        <w:tc>
          <w:tcPr>
            <w:tcW w:w="1118" w:type="dxa"/>
          </w:tcPr>
          <w:p w:rsidR="00C20CF9" w:rsidRDefault="00C20CF9" w:rsidP="00717996">
            <w:pPr>
              <w:jc w:val="center"/>
            </w:pPr>
            <w:r>
              <w:t>40,32</w:t>
            </w:r>
          </w:p>
          <w:p w:rsidR="00C20CF9" w:rsidRDefault="00C20CF9" w:rsidP="00717996">
            <w:pPr>
              <w:jc w:val="center"/>
            </w:pPr>
          </w:p>
          <w:p w:rsidR="00C20CF9" w:rsidRDefault="00C20CF9" w:rsidP="00717996">
            <w:pPr>
              <w:jc w:val="center"/>
            </w:pPr>
            <w:r>
              <w:t>74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</w:p>
          <w:p w:rsidR="00C20CF9" w:rsidRDefault="00C20CF9" w:rsidP="005229BE">
            <w:pPr>
              <w:jc w:val="center"/>
            </w:pPr>
            <w:r>
              <w:t>Россия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Галиева Раиля Масхудовна-директор МБОУ «Субашская СОШ»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314531,86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КИА</w:t>
            </w:r>
          </w:p>
        </w:tc>
        <w:tc>
          <w:tcPr>
            <w:tcW w:w="1800" w:type="dxa"/>
          </w:tcPr>
          <w:p w:rsidR="00C20CF9" w:rsidRDefault="00C20CF9" w:rsidP="005229BE">
            <w:pPr>
              <w:jc w:val="center"/>
            </w:pPr>
          </w:p>
        </w:tc>
        <w:tc>
          <w:tcPr>
            <w:tcW w:w="111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Закиева Алия Юнусовна-директор ИМЦ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310 804,64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 xml:space="preserve">Квартира – общая долевая 1/2доли 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68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5229BE">
            <w:pPr>
              <w:jc w:val="center"/>
            </w:pPr>
            <w:r>
              <w:t>Жилой дом</w:t>
            </w:r>
          </w:p>
          <w:p w:rsidR="00C20CF9" w:rsidRDefault="00C20CF9" w:rsidP="005229BE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C20CF9" w:rsidRDefault="00C20CF9" w:rsidP="005229BE">
            <w:pPr>
              <w:jc w:val="center"/>
            </w:pPr>
            <w:r>
              <w:t>100</w:t>
            </w:r>
          </w:p>
          <w:p w:rsidR="00C20CF9" w:rsidRDefault="00C20CF9" w:rsidP="005229BE">
            <w:pPr>
              <w:jc w:val="center"/>
            </w:pPr>
            <w:r>
              <w:t>1200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  <w:r>
              <w:t>Россия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281 793,79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Земельный участок – общая совместная с Закиевой А.Ю.</w:t>
            </w:r>
          </w:p>
          <w:p w:rsidR="00C20CF9" w:rsidRDefault="00C20CF9" w:rsidP="009D2A54">
            <w:pPr>
              <w:jc w:val="center"/>
            </w:pPr>
            <w:r>
              <w:t>Жилой дом – общая совместная с Закиевой А.Ю.</w:t>
            </w:r>
          </w:p>
          <w:p w:rsidR="00C20CF9" w:rsidRDefault="00C20CF9" w:rsidP="009D2A54">
            <w:pPr>
              <w:jc w:val="center"/>
            </w:pPr>
            <w:r>
              <w:t>Квартира – общая долевая 1/2доли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1200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100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68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ВАЗ 2110 - индивидуальная</w:t>
            </w:r>
          </w:p>
        </w:tc>
        <w:tc>
          <w:tcPr>
            <w:tcW w:w="180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5229BE">
            <w:pPr>
              <w:jc w:val="center"/>
            </w:pPr>
            <w:r>
              <w:t>Жилой дом</w:t>
            </w:r>
          </w:p>
          <w:p w:rsidR="00C20CF9" w:rsidRDefault="00C20CF9" w:rsidP="005229BE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C20CF9" w:rsidRDefault="00C20CF9" w:rsidP="005229BE">
            <w:pPr>
              <w:jc w:val="center"/>
            </w:pPr>
            <w:r>
              <w:t>100</w:t>
            </w:r>
          </w:p>
          <w:p w:rsidR="00C20CF9" w:rsidRDefault="00C20CF9" w:rsidP="005229BE">
            <w:pPr>
              <w:jc w:val="center"/>
            </w:pPr>
            <w:r>
              <w:t>1200</w:t>
            </w:r>
          </w:p>
        </w:tc>
        <w:tc>
          <w:tcPr>
            <w:tcW w:w="1543" w:type="dxa"/>
          </w:tcPr>
          <w:p w:rsidR="00C20CF9" w:rsidRDefault="00C20CF9" w:rsidP="005229BE">
            <w:pPr>
              <w:jc w:val="center"/>
            </w:pPr>
            <w:r>
              <w:t>Россия</w:t>
            </w:r>
          </w:p>
          <w:p w:rsidR="00C20CF9" w:rsidRDefault="00C20CF9" w:rsidP="005229BE">
            <w:pPr>
              <w:jc w:val="center"/>
            </w:pPr>
            <w:r>
              <w:t>Россия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9D2A54">
            <w:pPr>
              <w:jc w:val="center"/>
            </w:pPr>
            <w:r>
              <w:t>Жилой дом</w:t>
            </w:r>
          </w:p>
          <w:p w:rsidR="00C20CF9" w:rsidRDefault="00C20CF9" w:rsidP="009D2A54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</w:pPr>
            <w:r>
              <w:t>100</w:t>
            </w:r>
          </w:p>
          <w:p w:rsidR="00C20CF9" w:rsidRDefault="00C20CF9" w:rsidP="009D2A54">
            <w:pPr>
              <w:jc w:val="center"/>
            </w:pPr>
            <w:r>
              <w:t>1200</w:t>
            </w: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  <w:r>
              <w:t>Россия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9D2A54">
            <w:pPr>
              <w:jc w:val="center"/>
            </w:pPr>
            <w:r>
              <w:t>Жилой дом</w:t>
            </w:r>
          </w:p>
          <w:p w:rsidR="00C20CF9" w:rsidRDefault="00C20CF9" w:rsidP="009D2A54">
            <w:pPr>
              <w:jc w:val="center"/>
            </w:pPr>
            <w:r>
              <w:t>Земельный участок</w:t>
            </w: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</w:pPr>
            <w:r>
              <w:t>100</w:t>
            </w:r>
          </w:p>
          <w:p w:rsidR="00C20CF9" w:rsidRDefault="00C20CF9" w:rsidP="009D2A54">
            <w:pPr>
              <w:jc w:val="center"/>
            </w:pPr>
            <w:r>
              <w:t>1200</w:t>
            </w: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  <w:r>
              <w:t>Россия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Асхадуллина Дания Харисовна-директор МБОУ «Сардыкская нач. школа-д/с»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183 157,24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9D2A54">
            <w:pPr>
              <w:jc w:val="center"/>
            </w:pPr>
            <w:r>
              <w:t>Жилой дом</w:t>
            </w:r>
          </w:p>
          <w:p w:rsidR="00C20CF9" w:rsidRDefault="00C20CF9" w:rsidP="009D2A54">
            <w:pPr>
              <w:jc w:val="center"/>
            </w:pPr>
            <w:r>
              <w:t>Земля ЛПХ</w:t>
            </w: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</w:pPr>
            <w:r>
              <w:t>74</w:t>
            </w:r>
          </w:p>
          <w:p w:rsidR="00C20CF9" w:rsidRDefault="00C20CF9" w:rsidP="009D2A54">
            <w:pPr>
              <w:jc w:val="center"/>
            </w:pPr>
            <w:r>
              <w:t>7176,36</w:t>
            </w: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  <w:r>
              <w:t>Россия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16 400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Земельный участок – собственность</w:t>
            </w:r>
          </w:p>
          <w:p w:rsidR="00C20CF9" w:rsidRDefault="00C20CF9" w:rsidP="009D2A54">
            <w:pPr>
              <w:jc w:val="center"/>
            </w:pPr>
            <w:r>
              <w:t>Жилой дом - собственность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7176,36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74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ВАЗ 2131</w:t>
            </w:r>
          </w:p>
          <w:p w:rsidR="00C20CF9" w:rsidRDefault="00C20CF9" w:rsidP="005229BE">
            <w:pPr>
              <w:jc w:val="center"/>
            </w:pPr>
            <w:r>
              <w:t>индивидуальная</w:t>
            </w:r>
          </w:p>
          <w:p w:rsidR="00C20CF9" w:rsidRDefault="00C20CF9" w:rsidP="005229BE">
            <w:pPr>
              <w:jc w:val="center"/>
            </w:pPr>
            <w:r>
              <w:t>Трактор Т-40М индивидуальная</w:t>
            </w:r>
          </w:p>
        </w:tc>
        <w:tc>
          <w:tcPr>
            <w:tcW w:w="1800" w:type="dxa"/>
          </w:tcPr>
          <w:p w:rsidR="00C20CF9" w:rsidRDefault="00C20CF9" w:rsidP="009D2A54">
            <w:pPr>
              <w:jc w:val="center"/>
            </w:pPr>
            <w:r>
              <w:t>Жилой дом</w:t>
            </w:r>
          </w:p>
          <w:p w:rsidR="00C20CF9" w:rsidRDefault="00C20CF9" w:rsidP="009D2A54">
            <w:pPr>
              <w:jc w:val="center"/>
            </w:pPr>
            <w:r>
              <w:t>Земля ЛПХ</w:t>
            </w: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</w:pPr>
            <w:r>
              <w:t>74</w:t>
            </w:r>
          </w:p>
          <w:p w:rsidR="00C20CF9" w:rsidRDefault="00C20CF9" w:rsidP="009D2A54">
            <w:pPr>
              <w:jc w:val="center"/>
            </w:pPr>
            <w:r>
              <w:t>7176,36</w:t>
            </w: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  <w:r>
              <w:t>Россия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299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5229B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9D2A54">
            <w:pPr>
              <w:jc w:val="center"/>
            </w:pPr>
            <w:r>
              <w:t>Жилой дом</w:t>
            </w:r>
          </w:p>
          <w:p w:rsidR="00C20CF9" w:rsidRDefault="00C20CF9" w:rsidP="009D2A54">
            <w:pPr>
              <w:jc w:val="center"/>
            </w:pPr>
            <w:r>
              <w:t>Земля ЛПХ</w:t>
            </w: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</w:pPr>
            <w:r>
              <w:t>74</w:t>
            </w:r>
          </w:p>
          <w:p w:rsidR="00C20CF9" w:rsidRDefault="00C20CF9" w:rsidP="009D2A54">
            <w:pPr>
              <w:jc w:val="center"/>
            </w:pPr>
            <w:r>
              <w:t>7176,36</w:t>
            </w: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  <w:r>
              <w:t>Россия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</w:p>
        </w:tc>
        <w:tc>
          <w:tcPr>
            <w:tcW w:w="1299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9D2A54">
            <w:pPr>
              <w:jc w:val="center"/>
            </w:pPr>
            <w:r>
              <w:t>Жилой дом</w:t>
            </w:r>
          </w:p>
          <w:p w:rsidR="00C20CF9" w:rsidRDefault="00C20CF9" w:rsidP="009D2A54">
            <w:pPr>
              <w:jc w:val="center"/>
            </w:pPr>
            <w:r>
              <w:t>Земля ЛПХ</w:t>
            </w: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</w:pPr>
            <w:r>
              <w:t>74</w:t>
            </w:r>
          </w:p>
          <w:p w:rsidR="00C20CF9" w:rsidRDefault="00C20CF9" w:rsidP="009D2A54">
            <w:pPr>
              <w:jc w:val="center"/>
            </w:pPr>
            <w:r>
              <w:t>7176,36</w:t>
            </w: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  <w:r>
              <w:t>Россия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Кузьмина Татьяна Петровна-директор МБОУ «Улисьялская нач. школа-д/с»</w:t>
            </w:r>
          </w:p>
        </w:tc>
        <w:tc>
          <w:tcPr>
            <w:tcW w:w="1299" w:type="dxa"/>
          </w:tcPr>
          <w:p w:rsidR="00C20CF9" w:rsidRDefault="00C20CF9" w:rsidP="009D2A54">
            <w:pPr>
              <w:jc w:val="center"/>
            </w:pPr>
            <w:r>
              <w:t>355 308,83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Земельный участок – совместная с Кузьмином А.Л.</w:t>
            </w:r>
          </w:p>
          <w:p w:rsidR="00C20CF9" w:rsidRDefault="00C20CF9" w:rsidP="009D2A54">
            <w:pPr>
              <w:jc w:val="center"/>
            </w:pPr>
            <w:r>
              <w:t xml:space="preserve">Жилой дом – </w:t>
            </w:r>
          </w:p>
          <w:p w:rsidR="00C20CF9" w:rsidRDefault="00C20CF9" w:rsidP="009D2A54">
            <w:pPr>
              <w:jc w:val="center"/>
            </w:pPr>
            <w:r>
              <w:t>– совместная с Кузьмином А.Л.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4861,05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90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9D2A54">
            <w:pPr>
              <w:jc w:val="center"/>
            </w:pPr>
            <w:r>
              <w:t>Пай</w:t>
            </w: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</w:pPr>
            <w:r>
              <w:t>5,4га</w:t>
            </w: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</w:pPr>
            <w:r>
              <w:t xml:space="preserve">Россия 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1299" w:type="dxa"/>
          </w:tcPr>
          <w:p w:rsidR="00C20CF9" w:rsidRDefault="00C20CF9" w:rsidP="009D2A54">
            <w:pPr>
              <w:jc w:val="center"/>
            </w:pPr>
            <w:r>
              <w:t>109 455,50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Земельный участок – совместная с Кузьминой Т.П.</w:t>
            </w:r>
          </w:p>
          <w:p w:rsidR="00C20CF9" w:rsidRDefault="00C20CF9" w:rsidP="009D2A54">
            <w:pPr>
              <w:jc w:val="center"/>
            </w:pPr>
            <w:r>
              <w:t xml:space="preserve">Жилой дом – </w:t>
            </w:r>
          </w:p>
          <w:p w:rsidR="00C20CF9" w:rsidRDefault="00C20CF9" w:rsidP="009D2A54">
            <w:pPr>
              <w:jc w:val="center"/>
            </w:pPr>
            <w:r>
              <w:t>– совместная с Кузьминой Т.П.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4861,05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90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9D2A54">
            <w:pPr>
              <w:jc w:val="center"/>
            </w:pPr>
            <w:r>
              <w:t>Пай</w:t>
            </w: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</w:pPr>
            <w:r>
              <w:t>5,4га</w:t>
            </w: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</w:pPr>
            <w:r>
              <w:t xml:space="preserve">Россия 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</w:rPr>
            </w:pPr>
            <w:r>
              <w:rPr>
                <w:b/>
              </w:rPr>
              <w:t>Заляев Рафил Халипович-директор МБОУ «Атнинская нач. школа-д/с»</w:t>
            </w:r>
          </w:p>
        </w:tc>
        <w:tc>
          <w:tcPr>
            <w:tcW w:w="1299" w:type="dxa"/>
          </w:tcPr>
          <w:p w:rsidR="00C20CF9" w:rsidRDefault="00C20CF9" w:rsidP="009D2A54">
            <w:pPr>
              <w:jc w:val="center"/>
            </w:pPr>
            <w:r>
              <w:t>316 713,86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Земельный участок – общая долевая, доля вправе 1/157</w:t>
            </w:r>
          </w:p>
          <w:p w:rsidR="00C20CF9" w:rsidRDefault="00C20CF9" w:rsidP="009D2A54">
            <w:pPr>
              <w:jc w:val="center"/>
            </w:pPr>
            <w:r>
              <w:t>Земельный участок – общая совместная с Заляевой А.Г.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8321549,84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3300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Default="00C20CF9" w:rsidP="009D2A54">
            <w:pPr>
              <w:jc w:val="center"/>
            </w:pPr>
            <w:r>
              <w:rPr>
                <w:lang w:val="en-US"/>
              </w:rPr>
              <w:t>Ford</w:t>
            </w:r>
            <w:r w:rsidRPr="001E26EF">
              <w:t xml:space="preserve"> </w:t>
            </w:r>
            <w:r>
              <w:rPr>
                <w:lang w:val="en-US"/>
              </w:rPr>
              <w:t>Fusion</w:t>
            </w:r>
            <w:r w:rsidRPr="001E26EF">
              <w:t xml:space="preserve"> – </w:t>
            </w:r>
            <w:r>
              <w:t>общая совместная с Заляевой А.Г.</w:t>
            </w:r>
          </w:p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t xml:space="preserve">Скутер </w:t>
            </w:r>
            <w:r>
              <w:rPr>
                <w:lang w:val="en-US"/>
              </w:rPr>
              <w:t>Wi</w:t>
            </w:r>
            <w:r w:rsidRPr="00CA2AF0">
              <w:t>-</w:t>
            </w:r>
            <w:r>
              <w:rPr>
                <w:lang w:val="tt-RU"/>
              </w:rPr>
              <w:t>50</w:t>
            </w:r>
          </w:p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t>общая совместная с Заляевой А.Г.</w:t>
            </w:r>
          </w:p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Трактор Т-40 АМ</w:t>
            </w:r>
          </w:p>
          <w:p w:rsidR="00C20CF9" w:rsidRPr="001E26EF" w:rsidRDefault="00C20CF9" w:rsidP="009D2A54">
            <w:pPr>
              <w:jc w:val="center"/>
              <w:rPr>
                <w:lang w:val="tt-RU"/>
              </w:rPr>
            </w:pPr>
            <w:r>
              <w:t>общая совместная с Заляевой А.Г.</w:t>
            </w:r>
          </w:p>
        </w:tc>
        <w:tc>
          <w:tcPr>
            <w:tcW w:w="1800" w:type="dxa"/>
          </w:tcPr>
          <w:p w:rsidR="00C20CF9" w:rsidRPr="00816321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118" w:type="dxa"/>
          </w:tcPr>
          <w:p w:rsidR="00C20CF9" w:rsidRPr="00816321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Pr="00816321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Pr="00526D56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Супруга </w:t>
            </w:r>
          </w:p>
        </w:tc>
        <w:tc>
          <w:tcPr>
            <w:tcW w:w="1299" w:type="dxa"/>
          </w:tcPr>
          <w:p w:rsidR="00C20CF9" w:rsidRPr="00187E03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298 143,78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</w:pPr>
            <w:r>
              <w:t>Земельный участок – общая долевая, доля вправе 1/157</w:t>
            </w:r>
          </w:p>
          <w:p w:rsidR="00C20CF9" w:rsidRDefault="00C20CF9" w:rsidP="009D2A54">
            <w:pPr>
              <w:jc w:val="center"/>
            </w:pPr>
            <w:r>
              <w:t>Земельный участок – общая совместная с Заляев</w:t>
            </w:r>
            <w:r>
              <w:rPr>
                <w:lang w:val="tt-RU"/>
              </w:rPr>
              <w:t>ым Р.Х</w:t>
            </w:r>
            <w:r>
              <w:t>.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</w:pPr>
            <w:r>
              <w:t>8321549,84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3300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</w:pPr>
            <w:r>
              <w:t>Россия</w:t>
            </w: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</w:p>
          <w:p w:rsidR="00C20CF9" w:rsidRDefault="00C20CF9" w:rsidP="009D2A54">
            <w:pPr>
              <w:jc w:val="center"/>
            </w:pPr>
            <w:r>
              <w:t>Россия</w:t>
            </w:r>
          </w:p>
        </w:tc>
        <w:tc>
          <w:tcPr>
            <w:tcW w:w="2160" w:type="dxa"/>
          </w:tcPr>
          <w:p w:rsidR="00C20CF9" w:rsidRPr="00187E03" w:rsidRDefault="00C20CF9" w:rsidP="00187E03">
            <w:pPr>
              <w:jc w:val="center"/>
              <w:rPr>
                <w:lang w:val="tt-RU"/>
              </w:rPr>
            </w:pPr>
            <w:r>
              <w:rPr>
                <w:lang w:val="en-US"/>
              </w:rPr>
              <w:t>Ford</w:t>
            </w:r>
            <w:r w:rsidRPr="001E26EF">
              <w:t xml:space="preserve"> </w:t>
            </w:r>
            <w:r>
              <w:rPr>
                <w:lang w:val="en-US"/>
              </w:rPr>
              <w:t>Fusion</w:t>
            </w:r>
            <w:r w:rsidRPr="001E26EF">
              <w:t xml:space="preserve"> – </w:t>
            </w:r>
            <w:r>
              <w:t>общая совместная с Заляев</w:t>
            </w:r>
            <w:r>
              <w:rPr>
                <w:lang w:val="tt-RU"/>
              </w:rPr>
              <w:t>ым</w:t>
            </w:r>
            <w:r>
              <w:t xml:space="preserve"> </w:t>
            </w:r>
            <w:r>
              <w:rPr>
                <w:lang w:val="tt-RU"/>
              </w:rPr>
              <w:t>Р.Х.</w:t>
            </w:r>
          </w:p>
          <w:p w:rsidR="00C20CF9" w:rsidRDefault="00C20CF9" w:rsidP="00187E03">
            <w:pPr>
              <w:jc w:val="center"/>
              <w:rPr>
                <w:lang w:val="tt-RU"/>
              </w:rPr>
            </w:pPr>
            <w:r>
              <w:t xml:space="preserve">Скутер </w:t>
            </w:r>
            <w:r>
              <w:rPr>
                <w:lang w:val="en-US"/>
              </w:rPr>
              <w:t>Wi</w:t>
            </w:r>
            <w:r w:rsidRPr="00187E03">
              <w:t>-</w:t>
            </w:r>
            <w:r>
              <w:rPr>
                <w:lang w:val="tt-RU"/>
              </w:rPr>
              <w:t>50</w:t>
            </w:r>
          </w:p>
          <w:p w:rsidR="00C20CF9" w:rsidRPr="00187E03" w:rsidRDefault="00C20CF9" w:rsidP="00187E03">
            <w:pPr>
              <w:jc w:val="center"/>
              <w:rPr>
                <w:lang w:val="tt-RU"/>
              </w:rPr>
            </w:pPr>
            <w:r>
              <w:t>общая совместная с Заляев</w:t>
            </w:r>
            <w:r>
              <w:rPr>
                <w:lang w:val="tt-RU"/>
              </w:rPr>
              <w:t>ым Р.Х</w:t>
            </w:r>
          </w:p>
          <w:p w:rsidR="00C20CF9" w:rsidRDefault="00C20CF9" w:rsidP="00187E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Трактор Т-40 АМ</w:t>
            </w:r>
          </w:p>
          <w:p w:rsidR="00C20CF9" w:rsidRPr="00187E03" w:rsidRDefault="00C20CF9" w:rsidP="00187E03">
            <w:pPr>
              <w:jc w:val="center"/>
              <w:rPr>
                <w:lang w:val="tt-RU"/>
              </w:rPr>
            </w:pPr>
            <w:r>
              <w:t>общая совместная с Заляев</w:t>
            </w:r>
            <w:r>
              <w:rPr>
                <w:lang w:val="tt-RU"/>
              </w:rPr>
              <w:t>ым Р.Х.</w:t>
            </w:r>
          </w:p>
        </w:tc>
        <w:tc>
          <w:tcPr>
            <w:tcW w:w="1800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Сын </w:t>
            </w:r>
          </w:p>
        </w:tc>
        <w:tc>
          <w:tcPr>
            <w:tcW w:w="1299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12 790,77</w:t>
            </w:r>
          </w:p>
        </w:tc>
        <w:tc>
          <w:tcPr>
            <w:tcW w:w="2214" w:type="dxa"/>
          </w:tcPr>
          <w:p w:rsidR="00C20CF9" w:rsidRPr="0052613E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C20CF9" w:rsidRPr="0052613E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278" w:type="dxa"/>
          </w:tcPr>
          <w:p w:rsidR="00C20CF9" w:rsidRPr="0052613E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160" w:type="dxa"/>
          </w:tcPr>
          <w:p w:rsidR="00C20CF9" w:rsidRPr="0052613E" w:rsidRDefault="00C20CF9" w:rsidP="00187E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800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Давлетшина Фаиля Газизовна-директор МБОУ “Шудинская нач. Школа-д/с”</w:t>
            </w:r>
          </w:p>
        </w:tc>
        <w:tc>
          <w:tcPr>
            <w:tcW w:w="1299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359 109,33</w:t>
            </w:r>
          </w:p>
        </w:tc>
        <w:tc>
          <w:tcPr>
            <w:tcW w:w="2214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совместно с супругом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совместно с супругом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4995,4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110,6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C20CF9" w:rsidRPr="00CD6665" w:rsidRDefault="00C20CF9" w:rsidP="0065063E">
            <w:pPr>
              <w:jc w:val="center"/>
            </w:pPr>
            <w:r>
              <w:rPr>
                <w:lang w:val="tt-RU"/>
              </w:rPr>
              <w:t>ВАЗ 21099</w:t>
            </w:r>
          </w:p>
          <w:p w:rsidR="00C20CF9" w:rsidRPr="00CD6665" w:rsidRDefault="00C20CF9" w:rsidP="0065063E">
            <w:pPr>
              <w:jc w:val="center"/>
            </w:pPr>
            <w:r>
              <w:rPr>
                <w:lang w:val="en-US"/>
              </w:rPr>
              <w:t>C</w:t>
            </w:r>
            <w:r>
              <w:t>овместно с супругом</w:t>
            </w:r>
          </w:p>
          <w:p w:rsidR="00C20CF9" w:rsidRDefault="00C20CF9" w:rsidP="0065063E">
            <w:pPr>
              <w:jc w:val="center"/>
            </w:pPr>
            <w:r>
              <w:rPr>
                <w:lang w:val="en-US"/>
              </w:rPr>
              <w:t>Hyndai</w:t>
            </w:r>
            <w:r w:rsidRPr="00CD6665">
              <w:t xml:space="preserve"> </w:t>
            </w:r>
            <w:r>
              <w:rPr>
                <w:lang w:val="en-US"/>
              </w:rPr>
              <w:t>Solaris</w:t>
            </w:r>
          </w:p>
          <w:p w:rsidR="00C20CF9" w:rsidRPr="00CD6665" w:rsidRDefault="00C20CF9" w:rsidP="0065063E">
            <w:pPr>
              <w:jc w:val="center"/>
            </w:pPr>
            <w:r>
              <w:t>совместно с супругом</w:t>
            </w:r>
          </w:p>
        </w:tc>
        <w:tc>
          <w:tcPr>
            <w:tcW w:w="1800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Супруг 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162 760</w:t>
            </w:r>
          </w:p>
        </w:tc>
        <w:tc>
          <w:tcPr>
            <w:tcW w:w="2214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совместно с супругой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совместно с супругой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4995,4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110,6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C20CF9" w:rsidRPr="00CD6665" w:rsidRDefault="00C20CF9" w:rsidP="0065063E">
            <w:pPr>
              <w:jc w:val="center"/>
            </w:pPr>
            <w:r>
              <w:rPr>
                <w:lang w:val="tt-RU"/>
              </w:rPr>
              <w:t>ВАЗ 21099</w:t>
            </w:r>
          </w:p>
          <w:p w:rsidR="00C20CF9" w:rsidRPr="00CD6665" w:rsidRDefault="00C20CF9" w:rsidP="0065063E">
            <w:pPr>
              <w:jc w:val="center"/>
            </w:pPr>
            <w:r>
              <w:t>совместно с супругой</w:t>
            </w:r>
          </w:p>
          <w:p w:rsidR="00C20CF9" w:rsidRDefault="00C20CF9" w:rsidP="0065063E">
            <w:pPr>
              <w:jc w:val="center"/>
            </w:pPr>
            <w:r>
              <w:rPr>
                <w:lang w:val="en-US"/>
              </w:rPr>
              <w:t>Hyndai</w:t>
            </w:r>
            <w:r w:rsidRPr="00CD6665">
              <w:t xml:space="preserve"> </w:t>
            </w:r>
            <w:r>
              <w:rPr>
                <w:lang w:val="en-US"/>
              </w:rPr>
              <w:t>Solaris</w:t>
            </w:r>
          </w:p>
          <w:p w:rsidR="00C20CF9" w:rsidRPr="00CD6665" w:rsidRDefault="00C20CF9" w:rsidP="0065063E">
            <w:pPr>
              <w:jc w:val="center"/>
            </w:pPr>
            <w:r>
              <w:t>совместно с супругой</w:t>
            </w: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Дочь </w:t>
            </w:r>
          </w:p>
        </w:tc>
        <w:tc>
          <w:tcPr>
            <w:tcW w:w="1299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13 164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160" w:type="dxa"/>
          </w:tcPr>
          <w:p w:rsidR="00C20CF9" w:rsidRDefault="00C20CF9" w:rsidP="00187E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800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Залялетдинова Альбина Фаридовна-директор МБОУ “Уринская нач. Школ-д/С”</w:t>
            </w:r>
          </w:p>
        </w:tc>
        <w:tc>
          <w:tcPr>
            <w:tcW w:w="1299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165 970,66</w:t>
            </w:r>
          </w:p>
        </w:tc>
        <w:tc>
          <w:tcPr>
            <w:tcW w:w="2214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долевая ½</w:t>
            </w:r>
          </w:p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долевая 1/2</w:t>
            </w:r>
          </w:p>
        </w:tc>
        <w:tc>
          <w:tcPr>
            <w:tcW w:w="1368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6791,47</w:t>
            </w:r>
          </w:p>
          <w:p w:rsidR="00C20CF9" w:rsidRDefault="00C20CF9" w:rsidP="009D2A54">
            <w:pPr>
              <w:jc w:val="center"/>
              <w:rPr>
                <w:lang w:val="tt-RU"/>
              </w:rPr>
            </w:pPr>
          </w:p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119,8</w:t>
            </w:r>
          </w:p>
        </w:tc>
        <w:tc>
          <w:tcPr>
            <w:tcW w:w="1278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9D2A54">
            <w:pPr>
              <w:jc w:val="center"/>
              <w:rPr>
                <w:lang w:val="tt-RU"/>
              </w:rPr>
            </w:pPr>
          </w:p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C20CF9" w:rsidRDefault="00C20CF9" w:rsidP="00187E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УАЗ-330302</w:t>
            </w:r>
          </w:p>
          <w:p w:rsidR="00C20CF9" w:rsidRPr="00552E77" w:rsidRDefault="00C20CF9" w:rsidP="00187E03">
            <w:pPr>
              <w:jc w:val="center"/>
            </w:pPr>
            <w:r>
              <w:rPr>
                <w:lang w:val="en-US"/>
              </w:rPr>
              <w:t>CEVROLET LANOS</w:t>
            </w:r>
            <w:r>
              <w:t xml:space="preserve"> долевая 1/2</w:t>
            </w:r>
          </w:p>
        </w:tc>
        <w:tc>
          <w:tcPr>
            <w:tcW w:w="1800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Сын</w:t>
            </w:r>
          </w:p>
        </w:tc>
        <w:tc>
          <w:tcPr>
            <w:tcW w:w="1299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46 508,01</w:t>
            </w:r>
          </w:p>
        </w:tc>
        <w:tc>
          <w:tcPr>
            <w:tcW w:w="2214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долевая ½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долевая 1/2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6791,47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119,8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C20CF9" w:rsidRDefault="00C20CF9" w:rsidP="00552E7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УАЗ-330302</w:t>
            </w:r>
          </w:p>
          <w:p w:rsidR="00C20CF9" w:rsidRDefault="00C20CF9" w:rsidP="00552E77">
            <w:pPr>
              <w:jc w:val="center"/>
              <w:rPr>
                <w:lang w:val="tt-RU"/>
              </w:rPr>
            </w:pPr>
            <w:r>
              <w:rPr>
                <w:lang w:val="en-US"/>
              </w:rPr>
              <w:t>CEVROLET LANOS</w:t>
            </w:r>
            <w:r>
              <w:t xml:space="preserve"> долевая 1/2</w:t>
            </w:r>
          </w:p>
        </w:tc>
        <w:tc>
          <w:tcPr>
            <w:tcW w:w="1800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Шарипова Гульниса Шайдулловна-директор МБОУ “Бурбаш-Сардыганская начальная школа-д/с”</w:t>
            </w:r>
          </w:p>
        </w:tc>
        <w:tc>
          <w:tcPr>
            <w:tcW w:w="1299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137 477,75</w:t>
            </w:r>
          </w:p>
        </w:tc>
        <w:tc>
          <w:tcPr>
            <w:tcW w:w="2214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долевая 1/5доли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ЛПХ – общая долевая 1/5доли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С/Х  - 1/450доли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долевая 1/5доли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3101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1988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16650000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54,3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C20CF9" w:rsidRDefault="00C20CF9" w:rsidP="00552E7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ВАЗ 111130</w:t>
            </w:r>
          </w:p>
          <w:p w:rsidR="00C20CF9" w:rsidRDefault="00C20CF9" w:rsidP="00552E77">
            <w:pPr>
              <w:rPr>
                <w:lang w:val="tt-RU"/>
              </w:rPr>
            </w:pPr>
            <w:r>
              <w:rPr>
                <w:lang w:val="tt-RU"/>
              </w:rPr>
              <w:t>общая совместная</w:t>
            </w:r>
          </w:p>
          <w:p w:rsidR="00C20CF9" w:rsidRDefault="00C20CF9" w:rsidP="00552E77">
            <w:pPr>
              <w:ind w:left="360"/>
            </w:pPr>
            <w:r>
              <w:rPr>
                <w:lang w:val="en-US"/>
              </w:rPr>
              <w:t>LADA</w:t>
            </w:r>
            <w:r>
              <w:t xml:space="preserve"> 111730</w:t>
            </w:r>
          </w:p>
          <w:p w:rsidR="00C20CF9" w:rsidRPr="00552E77" w:rsidRDefault="00C20CF9" w:rsidP="00552E77">
            <w:r>
              <w:t xml:space="preserve">общая совместная </w:t>
            </w:r>
          </w:p>
        </w:tc>
        <w:tc>
          <w:tcPr>
            <w:tcW w:w="1800" w:type="dxa"/>
          </w:tcPr>
          <w:p w:rsidR="00C20CF9" w:rsidRPr="00552E77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Супруг</w:t>
            </w:r>
          </w:p>
        </w:tc>
        <w:tc>
          <w:tcPr>
            <w:tcW w:w="1299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150 000</w:t>
            </w:r>
          </w:p>
        </w:tc>
        <w:tc>
          <w:tcPr>
            <w:tcW w:w="2214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долевая 1/5доли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ЛПХ – общая долевая 1/5доли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долевая 1/5доли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3101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1988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0A0C78">
            <w:pPr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54,3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37629A">
            <w:pPr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C20CF9" w:rsidRDefault="00C20CF9" w:rsidP="00AD22AA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ВАЗ 111130</w:t>
            </w:r>
          </w:p>
          <w:p w:rsidR="00C20CF9" w:rsidRDefault="00C20CF9" w:rsidP="00AD22AA">
            <w:pPr>
              <w:rPr>
                <w:lang w:val="tt-RU"/>
              </w:rPr>
            </w:pPr>
            <w:r>
              <w:rPr>
                <w:lang w:val="tt-RU"/>
              </w:rPr>
              <w:t>общая совместная</w:t>
            </w:r>
          </w:p>
          <w:p w:rsidR="00C20CF9" w:rsidRDefault="00C20CF9" w:rsidP="00AD22AA">
            <w:pPr>
              <w:ind w:left="360"/>
            </w:pPr>
            <w:r>
              <w:rPr>
                <w:lang w:val="en-US"/>
              </w:rPr>
              <w:t>LADA</w:t>
            </w:r>
            <w:r>
              <w:t xml:space="preserve"> 111730</w:t>
            </w:r>
          </w:p>
          <w:p w:rsidR="00C20CF9" w:rsidRDefault="00C20CF9" w:rsidP="00AD22AA">
            <w:pPr>
              <w:jc w:val="center"/>
              <w:rPr>
                <w:lang w:val="tt-RU"/>
              </w:rPr>
            </w:pPr>
            <w:r>
              <w:t>общая совместная</w:t>
            </w:r>
          </w:p>
        </w:tc>
        <w:tc>
          <w:tcPr>
            <w:tcW w:w="1800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Дочь</w:t>
            </w:r>
          </w:p>
        </w:tc>
        <w:tc>
          <w:tcPr>
            <w:tcW w:w="1299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долевая 1/5доли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ЛПХ – общая долевая 1/5доли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долевая 1/5доли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3101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1988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54,3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C20CF9" w:rsidRDefault="00C20CF9" w:rsidP="00AD22AA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800" w:type="dxa"/>
          </w:tcPr>
          <w:p w:rsidR="00C20CF9" w:rsidRDefault="00C20CF9" w:rsidP="009D2A54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9D2A54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Дочь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долевая 1/5доли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ЛПХ – общая долевая 1/5доли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долевая 1/5доли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3101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1988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54,3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Сын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долевая 1/5доли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ЛПХ – общая долевая 1/5доли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долевая 1/5доли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3101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1988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54,3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Камалова Эльмира Валериевна-директор МБОУ “Чапшарская начальная школа-д/с”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166 974,14</w:t>
            </w:r>
          </w:p>
        </w:tc>
        <w:tc>
          <w:tcPr>
            <w:tcW w:w="2214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совместная с Камаловым А.Н.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совместная с Камаловым А.Н.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Гараж – общая совместная с Камаловым А.Н.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Иное: сарай, баня – общая совместная с Камаловым А.Н.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444500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115,2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24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84,1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30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C20CF9" w:rsidRPr="00921826" w:rsidRDefault="00C20CF9" w:rsidP="0065063E">
            <w:pPr>
              <w:jc w:val="center"/>
            </w:pPr>
            <w:r>
              <w:rPr>
                <w:lang w:val="en-US"/>
              </w:rPr>
              <w:t>Cevrolet</w:t>
            </w:r>
            <w:r w:rsidRPr="00921826">
              <w:t xml:space="preserve"> </w:t>
            </w:r>
            <w:r>
              <w:rPr>
                <w:lang w:val="en-US"/>
              </w:rPr>
              <w:t>Aveo</w:t>
            </w:r>
            <w:r>
              <w:t xml:space="preserve"> – общая совместная с Камаловым А.Н.</w:t>
            </w: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Супруг 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392 084,25</w:t>
            </w:r>
          </w:p>
        </w:tc>
        <w:tc>
          <w:tcPr>
            <w:tcW w:w="2214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совместная с Камаловой Э.В.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совместная с Камаловой Э.В.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Гараж – общая совместная с Камаловой Э.В.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Иное: сарай, баня – общая совместная с Камаловой Э.В.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444500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115,2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24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84,1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30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en-US"/>
              </w:rPr>
              <w:t>Cevrolet</w:t>
            </w:r>
            <w:r w:rsidRPr="00921826">
              <w:t xml:space="preserve"> </w:t>
            </w:r>
            <w:r>
              <w:rPr>
                <w:lang w:val="en-US"/>
              </w:rPr>
              <w:t>Aveo</w:t>
            </w:r>
            <w:r>
              <w:t xml:space="preserve"> – общая совместная с Камаловой Э.В.</w:t>
            </w: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Дочь 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160" w:type="dxa"/>
          </w:tcPr>
          <w:p w:rsidR="00C20CF9" w:rsidRPr="008724BC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Назипова Зулфа Фоатовна-директор МБОУ “Килиевская начальная школа-д/с”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294 653,65</w:t>
            </w:r>
          </w:p>
        </w:tc>
        <w:tc>
          <w:tcPr>
            <w:tcW w:w="2214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совместная с Назиповым А.М.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совместная с Назиповым А.М.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Гараж – общая совместная с Назиповым А.М.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Иное: баня, сарай – общая совместная с Назиповым А.М.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4323,41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107,9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18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18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62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</w:tc>
        <w:tc>
          <w:tcPr>
            <w:tcW w:w="2160" w:type="dxa"/>
          </w:tcPr>
          <w:p w:rsidR="00C20CF9" w:rsidRPr="005F77C3" w:rsidRDefault="00C20CF9" w:rsidP="0065063E">
            <w:pPr>
              <w:jc w:val="center"/>
            </w:pPr>
            <w:r>
              <w:rPr>
                <w:lang w:val="en-US"/>
              </w:rPr>
              <w:t>LADA</w:t>
            </w:r>
            <w:r w:rsidRPr="005F77C3">
              <w:t xml:space="preserve"> 21144</w:t>
            </w:r>
            <w:r>
              <w:t xml:space="preserve"> – общая совместная с Назиповым А.М.</w:t>
            </w: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Супруг 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154 163,84</w:t>
            </w:r>
          </w:p>
        </w:tc>
        <w:tc>
          <w:tcPr>
            <w:tcW w:w="2214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совместная с Назиповой З.Ф.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совместная с Назиповой З.Ф.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Гараж – общая совместная с Назиповой З.Ф.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Иное: баня, сарай – общая совместная с Назиповой З.Ф.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4323,41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107,9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18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18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62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</w:tc>
        <w:tc>
          <w:tcPr>
            <w:tcW w:w="2160" w:type="dxa"/>
          </w:tcPr>
          <w:p w:rsidR="00C20CF9" w:rsidRPr="00475F62" w:rsidRDefault="00C20CF9" w:rsidP="0065063E">
            <w:pPr>
              <w:jc w:val="center"/>
            </w:pPr>
            <w:r>
              <w:rPr>
                <w:lang w:val="en-US"/>
              </w:rPr>
              <w:t>LADA</w:t>
            </w:r>
            <w:r w:rsidRPr="005F77C3">
              <w:t xml:space="preserve"> 21144</w:t>
            </w:r>
            <w:r>
              <w:t xml:space="preserve"> – общая совместная с Назиповой З.Ф.</w:t>
            </w: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Гришкина Елена Александровна-директор МБОУ “Сырьинская начальная школа-д/с”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190 417,52</w:t>
            </w:r>
          </w:p>
        </w:tc>
        <w:tc>
          <w:tcPr>
            <w:tcW w:w="2214" w:type="dxa"/>
          </w:tcPr>
          <w:p w:rsidR="00C20CF9" w:rsidRDefault="00C20CF9" w:rsidP="00346A7C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индивидуальная</w:t>
            </w:r>
          </w:p>
          <w:p w:rsidR="00C20CF9" w:rsidRDefault="00C20CF9" w:rsidP="00346A7C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совместная с Гришкином Г.И.</w:t>
            </w:r>
          </w:p>
          <w:p w:rsidR="00C20CF9" w:rsidRDefault="00C20CF9" w:rsidP="00346A7C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индивидуальная</w:t>
            </w:r>
          </w:p>
          <w:p w:rsidR="00C20CF9" w:rsidRDefault="00C20CF9" w:rsidP="00346A7C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совместная с Гришкином Г.И.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2343,48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3448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58,2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70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C20CF9" w:rsidRDefault="00C20CF9" w:rsidP="0065063E">
            <w:pPr>
              <w:jc w:val="center"/>
            </w:pPr>
            <w:r>
              <w:t>ВАЗ 21093 – общая совместная с Гришкином Г.И.</w:t>
            </w:r>
          </w:p>
          <w:p w:rsidR="00C20CF9" w:rsidRDefault="00C20CF9" w:rsidP="00346A7C">
            <w:r>
              <w:t xml:space="preserve">Опель Астра – </w:t>
            </w:r>
          </w:p>
          <w:p w:rsidR="00C20CF9" w:rsidRPr="00346A7C" w:rsidRDefault="00C20CF9" w:rsidP="00346A7C">
            <w:r>
              <w:t>общая совместная с Гришкином Г.И.</w:t>
            </w: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Супруг 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250 000</w:t>
            </w:r>
          </w:p>
        </w:tc>
        <w:tc>
          <w:tcPr>
            <w:tcW w:w="2214" w:type="dxa"/>
          </w:tcPr>
          <w:p w:rsidR="00C20CF9" w:rsidRDefault="00C20CF9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совместная с Гришкиной Е.А.</w:t>
            </w:r>
          </w:p>
          <w:p w:rsidR="00C20CF9" w:rsidRDefault="00C20CF9" w:rsidP="00346A7C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 – общая совместная с Гришкиной Е.А.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3448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70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</w:tc>
        <w:tc>
          <w:tcPr>
            <w:tcW w:w="2160" w:type="dxa"/>
          </w:tcPr>
          <w:p w:rsidR="00C20CF9" w:rsidRDefault="00C20CF9" w:rsidP="00B511C3">
            <w:pPr>
              <w:jc w:val="center"/>
            </w:pPr>
            <w:r>
              <w:t>ВАЗ 21093 – общая совместная с Гришкиной Е.А.</w:t>
            </w:r>
          </w:p>
          <w:p w:rsidR="00C20CF9" w:rsidRDefault="00C20CF9" w:rsidP="00B511C3">
            <w:r>
              <w:t xml:space="preserve">Опель Астра – </w:t>
            </w:r>
          </w:p>
          <w:p w:rsidR="00C20CF9" w:rsidRDefault="00C20CF9" w:rsidP="00B511C3">
            <w:pPr>
              <w:jc w:val="center"/>
            </w:pPr>
            <w:r>
              <w:t>общая совместная с Гришкиной Е.А.</w:t>
            </w: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Дочь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C20CF9" w:rsidRDefault="00C20CF9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нте</w:t>
            </w:r>
          </w:p>
        </w:tc>
        <w:tc>
          <w:tcPr>
            <w:tcW w:w="2160" w:type="dxa"/>
          </w:tcPr>
          <w:p w:rsidR="00C20CF9" w:rsidRDefault="00C20CF9" w:rsidP="00B511C3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Сын 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C20CF9" w:rsidRDefault="00C20CF9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160" w:type="dxa"/>
          </w:tcPr>
          <w:p w:rsidR="00C20CF9" w:rsidRDefault="00C20CF9" w:rsidP="00B511C3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Миронова Эля Ивановна-директор МБОУ “Верхнеушминская нач. школа-д/с”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308304,05</w:t>
            </w:r>
          </w:p>
        </w:tc>
        <w:tc>
          <w:tcPr>
            <w:tcW w:w="2214" w:type="dxa"/>
          </w:tcPr>
          <w:p w:rsidR="00C20CF9" w:rsidRDefault="00C20CF9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2375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C20CF9" w:rsidRDefault="00C20CF9" w:rsidP="00B511C3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Файзрахманова Таслима Зиннуровна-директор МБОУ “Княбашская нач. школа-д/с”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218041,98</w:t>
            </w:r>
          </w:p>
        </w:tc>
        <w:tc>
          <w:tcPr>
            <w:tcW w:w="2214" w:type="dxa"/>
          </w:tcPr>
          <w:p w:rsidR="00C20CF9" w:rsidRDefault="00C20CF9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</w:t>
            </w:r>
          </w:p>
          <w:p w:rsidR="00C20CF9" w:rsidRDefault="00C20CF9" w:rsidP="00BE469B">
            <w:pPr>
              <w:jc w:val="center"/>
              <w:rPr>
                <w:lang w:val="tt-RU"/>
              </w:rPr>
            </w:pPr>
          </w:p>
          <w:p w:rsidR="00C20CF9" w:rsidRDefault="00C20CF9" w:rsidP="00BE469B">
            <w:pPr>
              <w:jc w:val="center"/>
              <w:rPr>
                <w:lang w:val="tt-RU"/>
              </w:rPr>
            </w:pP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2630,19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C5323C">
            <w:pPr>
              <w:rPr>
                <w:lang w:val="tt-RU"/>
              </w:rPr>
            </w:pP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</w:tc>
        <w:tc>
          <w:tcPr>
            <w:tcW w:w="2160" w:type="dxa"/>
          </w:tcPr>
          <w:p w:rsidR="00C20CF9" w:rsidRDefault="00C20CF9" w:rsidP="00B511C3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Супруг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542133,50</w:t>
            </w:r>
          </w:p>
        </w:tc>
        <w:tc>
          <w:tcPr>
            <w:tcW w:w="2214" w:type="dxa"/>
          </w:tcPr>
          <w:p w:rsidR="00C20CF9" w:rsidRDefault="00C20CF9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</w:t>
            </w:r>
          </w:p>
          <w:p w:rsidR="00C20CF9" w:rsidRDefault="00C20CF9" w:rsidP="00BE469B">
            <w:pPr>
              <w:jc w:val="center"/>
              <w:rPr>
                <w:lang w:val="tt-RU"/>
              </w:rPr>
            </w:pPr>
          </w:p>
          <w:p w:rsidR="00C20CF9" w:rsidRDefault="00C20CF9" w:rsidP="00BE469B">
            <w:pPr>
              <w:jc w:val="center"/>
              <w:rPr>
                <w:lang w:val="tt-RU"/>
              </w:rPr>
            </w:pPr>
          </w:p>
          <w:p w:rsidR="00C20CF9" w:rsidRDefault="00C20CF9" w:rsidP="00BE469B">
            <w:pPr>
              <w:jc w:val="center"/>
              <w:rPr>
                <w:lang w:val="tt-RU"/>
              </w:rPr>
            </w:pPr>
          </w:p>
          <w:p w:rsidR="00C20CF9" w:rsidRDefault="00C20CF9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Жилой дом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4067,52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105,30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</w:p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Россия</w:t>
            </w:r>
          </w:p>
        </w:tc>
        <w:tc>
          <w:tcPr>
            <w:tcW w:w="2160" w:type="dxa"/>
          </w:tcPr>
          <w:p w:rsidR="00C20CF9" w:rsidRDefault="00C20CF9" w:rsidP="00B511C3">
            <w:pPr>
              <w:jc w:val="center"/>
            </w:pPr>
            <w:r>
              <w:t>Шевроле-Нива</w:t>
            </w:r>
          </w:p>
          <w:p w:rsidR="00C20CF9" w:rsidRDefault="00C20CF9" w:rsidP="00B511C3">
            <w:pPr>
              <w:jc w:val="center"/>
            </w:pPr>
            <w:r>
              <w:t>КамАЗ-55102</w:t>
            </w:r>
          </w:p>
          <w:p w:rsidR="00C20CF9" w:rsidRDefault="00C20CF9" w:rsidP="00B511C3">
            <w:pPr>
              <w:jc w:val="center"/>
            </w:pPr>
            <w:r>
              <w:t>Автоприцепы СЗАП835500</w:t>
            </w:r>
          </w:p>
          <w:p w:rsidR="00C20CF9" w:rsidRDefault="00C20CF9" w:rsidP="00B511C3">
            <w:pPr>
              <w:jc w:val="center"/>
            </w:pP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Сын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C20CF9" w:rsidRDefault="00C20CF9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160" w:type="dxa"/>
          </w:tcPr>
          <w:p w:rsidR="00C20CF9" w:rsidRDefault="00C20CF9" w:rsidP="00B511C3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2F1F4F" w:rsidTr="00587227">
        <w:trPr>
          <w:cantSplit/>
          <w:trHeight w:val="537"/>
          <w:jc w:val="center"/>
        </w:trPr>
        <w:tc>
          <w:tcPr>
            <w:tcW w:w="2427" w:type="dxa"/>
          </w:tcPr>
          <w:p w:rsidR="00C20CF9" w:rsidRDefault="00C20CF9" w:rsidP="005229BE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Дочь</w:t>
            </w:r>
          </w:p>
        </w:tc>
        <w:tc>
          <w:tcPr>
            <w:tcW w:w="1299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214" w:type="dxa"/>
          </w:tcPr>
          <w:p w:rsidR="00C20CF9" w:rsidRDefault="00C20CF9" w:rsidP="00BE469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36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27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2160" w:type="dxa"/>
          </w:tcPr>
          <w:p w:rsidR="00C20CF9" w:rsidRDefault="00C20CF9" w:rsidP="00B511C3">
            <w:pPr>
              <w:jc w:val="center"/>
            </w:pPr>
            <w:r>
              <w:t>нет</w:t>
            </w:r>
          </w:p>
        </w:tc>
        <w:tc>
          <w:tcPr>
            <w:tcW w:w="1800" w:type="dxa"/>
          </w:tcPr>
          <w:p w:rsidR="00C20CF9" w:rsidRDefault="00C20CF9" w:rsidP="0065063E">
            <w:pPr>
              <w:jc w:val="center"/>
            </w:pPr>
            <w:r>
              <w:t>нет</w:t>
            </w:r>
          </w:p>
        </w:tc>
        <w:tc>
          <w:tcPr>
            <w:tcW w:w="1118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  <w:tc>
          <w:tcPr>
            <w:tcW w:w="1543" w:type="dxa"/>
          </w:tcPr>
          <w:p w:rsidR="00C20CF9" w:rsidRDefault="00C20CF9" w:rsidP="0065063E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Тухватуллина Лилия Василовна-</w:t>
            </w:r>
            <w:r>
              <w:rPr>
                <w:b/>
              </w:rPr>
              <w:t>заведующий МБДОУ «Балтасинский д/с №1»</w:t>
            </w:r>
          </w:p>
        </w:tc>
        <w:tc>
          <w:tcPr>
            <w:tcW w:w="1299" w:type="dxa"/>
            <w:vAlign w:val="center"/>
          </w:tcPr>
          <w:p w:rsidR="00C20CF9" w:rsidRPr="00121186" w:rsidRDefault="00C20CF9" w:rsidP="009D2A54">
            <w:pPr>
              <w:rPr>
                <w:bCs/>
              </w:rPr>
            </w:pPr>
            <w:r w:rsidRPr="00121186">
              <w:rPr>
                <w:bCs/>
              </w:rPr>
              <w:t>19</w:t>
            </w:r>
            <w:r>
              <w:rPr>
                <w:bCs/>
              </w:rPr>
              <w:t>0</w:t>
            </w:r>
            <w:r w:rsidRPr="00121186">
              <w:rPr>
                <w:bCs/>
              </w:rPr>
              <w:t>336</w:t>
            </w:r>
            <w:r>
              <w:rPr>
                <w:bCs/>
              </w:rPr>
              <w:t>,43</w:t>
            </w:r>
          </w:p>
        </w:tc>
        <w:tc>
          <w:tcPr>
            <w:tcW w:w="2214" w:type="dxa"/>
            <w:vAlign w:val="center"/>
          </w:tcPr>
          <w:p w:rsidR="00C20CF9" w:rsidRPr="00121186" w:rsidRDefault="00C20CF9" w:rsidP="009D2A54">
            <w:pPr>
              <w:rPr>
                <w:bCs/>
              </w:rPr>
            </w:pPr>
            <w:r w:rsidRPr="00121186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121186" w:rsidRDefault="00C20CF9" w:rsidP="009D2A54">
            <w:pPr>
              <w:rPr>
                <w:bCs/>
              </w:rPr>
            </w:pPr>
            <w:r w:rsidRPr="00121186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121186" w:rsidRDefault="00C20CF9" w:rsidP="009D2A54">
            <w:pPr>
              <w:rPr>
                <w:bCs/>
              </w:rPr>
            </w:pPr>
            <w:r w:rsidRPr="00121186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121186" w:rsidRDefault="00C20CF9" w:rsidP="009D2A54">
            <w:pPr>
              <w:rPr>
                <w:bCs/>
              </w:rPr>
            </w:pPr>
            <w:r w:rsidRPr="00121186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A4499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совместная</w:t>
            </w:r>
          </w:p>
          <w:p w:rsidR="00C20CF9" w:rsidRDefault="00C20CF9" w:rsidP="00A44998">
            <w:pPr>
              <w:rPr>
                <w:lang w:val="tt-RU"/>
              </w:rPr>
            </w:pPr>
            <w:r>
              <w:rPr>
                <w:lang w:val="tt-RU"/>
              </w:rPr>
              <w:t xml:space="preserve">Жилой дом – общая </w:t>
            </w:r>
          </w:p>
          <w:p w:rsidR="00C20CF9" w:rsidRPr="003A4CC9" w:rsidRDefault="00C20CF9" w:rsidP="00A44998">
            <w:pPr>
              <w:rPr>
                <w:b/>
                <w:bCs/>
              </w:rPr>
            </w:pPr>
            <w:r>
              <w:rPr>
                <w:lang w:val="tt-RU"/>
              </w:rPr>
              <w:t>Квартира-общая долевая 1/4</w:t>
            </w:r>
          </w:p>
        </w:tc>
        <w:tc>
          <w:tcPr>
            <w:tcW w:w="1118" w:type="dxa"/>
            <w:vAlign w:val="center"/>
          </w:tcPr>
          <w:p w:rsidR="00C20CF9" w:rsidRPr="00121186" w:rsidRDefault="00C20CF9" w:rsidP="00A44998">
            <w:pPr>
              <w:rPr>
                <w:bCs/>
              </w:rPr>
            </w:pPr>
            <w:r w:rsidRPr="00121186">
              <w:rPr>
                <w:bCs/>
              </w:rPr>
              <w:t>1444</w:t>
            </w:r>
            <w:r>
              <w:rPr>
                <w:bCs/>
                <w:lang w:val="en-US"/>
              </w:rPr>
              <w:t>,</w:t>
            </w:r>
            <w:r w:rsidRPr="00121186">
              <w:rPr>
                <w:bCs/>
              </w:rPr>
              <w:t>0</w:t>
            </w:r>
          </w:p>
          <w:p w:rsidR="00C20CF9" w:rsidRDefault="00C20CF9" w:rsidP="00A44998">
            <w:pPr>
              <w:rPr>
                <w:bCs/>
              </w:rPr>
            </w:pPr>
          </w:p>
          <w:p w:rsidR="00C20CF9" w:rsidRDefault="00C20CF9" w:rsidP="00A44998">
            <w:pPr>
              <w:rPr>
                <w:bCs/>
              </w:rPr>
            </w:pPr>
          </w:p>
          <w:p w:rsidR="00C20CF9" w:rsidRDefault="00C20CF9" w:rsidP="00A44998">
            <w:pPr>
              <w:rPr>
                <w:bCs/>
              </w:rPr>
            </w:pPr>
            <w:r w:rsidRPr="00121186">
              <w:rPr>
                <w:bCs/>
              </w:rPr>
              <w:t>123,05</w:t>
            </w:r>
          </w:p>
          <w:p w:rsidR="00C20CF9" w:rsidRDefault="00C20CF9" w:rsidP="00A44998">
            <w:pPr>
              <w:rPr>
                <w:bCs/>
              </w:rPr>
            </w:pPr>
          </w:p>
          <w:p w:rsidR="00C20CF9" w:rsidRDefault="00C20CF9" w:rsidP="00A44998">
            <w:pPr>
              <w:rPr>
                <w:bCs/>
              </w:rPr>
            </w:pPr>
          </w:p>
          <w:p w:rsidR="00C20CF9" w:rsidRPr="003A4CC9" w:rsidRDefault="00C20CF9" w:rsidP="00A44998">
            <w:pPr>
              <w:rPr>
                <w:b/>
                <w:bCs/>
              </w:rPr>
            </w:pPr>
            <w:r w:rsidRPr="00121186">
              <w:rPr>
                <w:bCs/>
              </w:rPr>
              <w:t>50,2</w:t>
            </w:r>
          </w:p>
        </w:tc>
        <w:tc>
          <w:tcPr>
            <w:tcW w:w="1543" w:type="dxa"/>
            <w:vAlign w:val="center"/>
          </w:tcPr>
          <w:p w:rsidR="00C20CF9" w:rsidRPr="00333F77" w:rsidRDefault="00C20CF9" w:rsidP="00A44998">
            <w:pPr>
              <w:rPr>
                <w:bCs/>
              </w:rPr>
            </w:pPr>
            <w:r w:rsidRPr="00333F77">
              <w:rPr>
                <w:bCs/>
              </w:rPr>
              <w:t>Россия</w:t>
            </w:r>
          </w:p>
          <w:p w:rsidR="00C20CF9" w:rsidRPr="00333F77" w:rsidRDefault="00C20CF9" w:rsidP="00A44998">
            <w:pPr>
              <w:rPr>
                <w:bCs/>
              </w:rPr>
            </w:pPr>
          </w:p>
          <w:p w:rsidR="00C20CF9" w:rsidRPr="00333F77" w:rsidRDefault="00C20CF9" w:rsidP="00A44998">
            <w:pPr>
              <w:rPr>
                <w:bCs/>
              </w:rPr>
            </w:pPr>
            <w:r w:rsidRPr="00333F77">
              <w:rPr>
                <w:bCs/>
              </w:rPr>
              <w:t>Россия</w:t>
            </w:r>
          </w:p>
          <w:p w:rsidR="00C20CF9" w:rsidRPr="00333F77" w:rsidRDefault="00C20CF9" w:rsidP="00A44998">
            <w:pPr>
              <w:rPr>
                <w:bCs/>
              </w:rPr>
            </w:pPr>
          </w:p>
          <w:p w:rsidR="00C20CF9" w:rsidRPr="00333F77" w:rsidRDefault="00C20CF9" w:rsidP="00A44998">
            <w:pPr>
              <w:rPr>
                <w:bCs/>
              </w:rPr>
            </w:pPr>
          </w:p>
          <w:p w:rsidR="00C20CF9" w:rsidRPr="00333F77" w:rsidRDefault="00C20CF9" w:rsidP="00A44998">
            <w:pPr>
              <w:rPr>
                <w:bCs/>
              </w:rPr>
            </w:pPr>
            <w:r w:rsidRPr="00333F77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121186" w:rsidRDefault="00C20CF9" w:rsidP="009D2A54">
            <w:pPr>
              <w:rPr>
                <w:bCs/>
              </w:rPr>
            </w:pPr>
            <w:r w:rsidRPr="00121186">
              <w:rPr>
                <w:bCs/>
              </w:rPr>
              <w:t>62672,41</w:t>
            </w:r>
          </w:p>
        </w:tc>
        <w:tc>
          <w:tcPr>
            <w:tcW w:w="2214" w:type="dxa"/>
            <w:vAlign w:val="center"/>
          </w:tcPr>
          <w:p w:rsidR="00C20CF9" w:rsidRDefault="00C20CF9" w:rsidP="00121186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Земельный участок – общая совместная</w:t>
            </w:r>
          </w:p>
          <w:p w:rsidR="00C20CF9" w:rsidRDefault="00C20CF9" w:rsidP="00121186">
            <w:pPr>
              <w:rPr>
                <w:lang w:val="tt-RU"/>
              </w:rPr>
            </w:pPr>
            <w:r>
              <w:rPr>
                <w:lang w:val="tt-RU"/>
              </w:rPr>
              <w:t>Жилой дом – общая совместная с Тухватуллиной Л.В.</w:t>
            </w:r>
          </w:p>
          <w:p w:rsidR="00C20CF9" w:rsidRPr="003A4CC9" w:rsidRDefault="00C20CF9" w:rsidP="00121186">
            <w:pPr>
              <w:rPr>
                <w:b/>
                <w:bCs/>
              </w:rPr>
            </w:pPr>
            <w:r>
              <w:rPr>
                <w:lang w:val="tt-RU"/>
              </w:rPr>
              <w:t>Квартира-общая долевая 1/4доля</w:t>
            </w:r>
          </w:p>
        </w:tc>
        <w:tc>
          <w:tcPr>
            <w:tcW w:w="1368" w:type="dxa"/>
            <w:vAlign w:val="center"/>
          </w:tcPr>
          <w:p w:rsidR="00C20CF9" w:rsidRPr="00121186" w:rsidRDefault="00C20CF9" w:rsidP="009D2A54">
            <w:pPr>
              <w:rPr>
                <w:bCs/>
              </w:rPr>
            </w:pPr>
            <w:r w:rsidRPr="00121186">
              <w:rPr>
                <w:bCs/>
              </w:rPr>
              <w:t>1444</w:t>
            </w:r>
            <w:r>
              <w:rPr>
                <w:bCs/>
                <w:lang w:val="en-US"/>
              </w:rPr>
              <w:t>,</w:t>
            </w:r>
            <w:r w:rsidRPr="00121186">
              <w:rPr>
                <w:bCs/>
              </w:rPr>
              <w:t>0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 w:rsidRPr="00121186">
              <w:rPr>
                <w:bCs/>
              </w:rPr>
              <w:t>123,05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Pr="00121186" w:rsidRDefault="00C20CF9" w:rsidP="009D2A54">
            <w:pPr>
              <w:rPr>
                <w:bCs/>
              </w:rPr>
            </w:pPr>
          </w:p>
          <w:p w:rsidR="00C20CF9" w:rsidRPr="003A4CC9" w:rsidRDefault="00C20CF9" w:rsidP="009D2A54">
            <w:pPr>
              <w:rPr>
                <w:b/>
                <w:bCs/>
              </w:rPr>
            </w:pPr>
            <w:r w:rsidRPr="00121186">
              <w:rPr>
                <w:bCs/>
              </w:rPr>
              <w:t>50,2</w:t>
            </w:r>
          </w:p>
        </w:tc>
        <w:tc>
          <w:tcPr>
            <w:tcW w:w="1278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 w:rsidRPr="00333F77">
              <w:rPr>
                <w:bCs/>
              </w:rPr>
              <w:t>Россия</w:t>
            </w:r>
          </w:p>
          <w:p w:rsidR="00C20CF9" w:rsidRPr="00333F77" w:rsidRDefault="00C20CF9" w:rsidP="009D2A54">
            <w:pPr>
              <w:rPr>
                <w:bCs/>
              </w:rPr>
            </w:pPr>
          </w:p>
          <w:p w:rsidR="00C20CF9" w:rsidRPr="00333F77" w:rsidRDefault="00C20CF9" w:rsidP="009D2A54">
            <w:pPr>
              <w:rPr>
                <w:bCs/>
              </w:rPr>
            </w:pPr>
            <w:r w:rsidRPr="00333F77">
              <w:rPr>
                <w:bCs/>
              </w:rPr>
              <w:t>Россия</w:t>
            </w:r>
          </w:p>
          <w:p w:rsidR="00C20CF9" w:rsidRPr="00333F77" w:rsidRDefault="00C20CF9" w:rsidP="009D2A54">
            <w:pPr>
              <w:rPr>
                <w:bCs/>
              </w:rPr>
            </w:pPr>
          </w:p>
          <w:p w:rsidR="00C20CF9" w:rsidRPr="00333F77" w:rsidRDefault="00C20CF9" w:rsidP="009D2A54">
            <w:pPr>
              <w:rPr>
                <w:bCs/>
              </w:rPr>
            </w:pPr>
          </w:p>
          <w:p w:rsidR="00C20CF9" w:rsidRPr="00333F77" w:rsidRDefault="00C20CF9" w:rsidP="009D2A54">
            <w:pPr>
              <w:rPr>
                <w:bCs/>
              </w:rPr>
            </w:pPr>
            <w:r w:rsidRPr="00333F77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>
              <w:rPr>
                <w:bCs/>
              </w:rPr>
              <w:t>ВАЗ-21101</w:t>
            </w:r>
          </w:p>
        </w:tc>
        <w:tc>
          <w:tcPr>
            <w:tcW w:w="1800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 w:rsidRPr="00333F77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 w:rsidRPr="00333F77">
              <w:rPr>
                <w:lang w:val="tt-RU"/>
              </w:rPr>
              <w:t xml:space="preserve">Квартира-общая долевая </w:t>
            </w:r>
            <w:r>
              <w:rPr>
                <w:lang w:val="tt-RU"/>
              </w:rPr>
              <w:t>1/4 доля</w:t>
            </w:r>
          </w:p>
        </w:tc>
        <w:tc>
          <w:tcPr>
            <w:tcW w:w="1368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 w:rsidRPr="00333F77">
              <w:rPr>
                <w:bCs/>
              </w:rPr>
              <w:t>50,2</w:t>
            </w:r>
          </w:p>
        </w:tc>
        <w:tc>
          <w:tcPr>
            <w:tcW w:w="1278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333F7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Земельный участок </w:t>
            </w:r>
          </w:p>
          <w:p w:rsidR="00C20CF9" w:rsidRDefault="00C20CF9" w:rsidP="00333F7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Жилой дом </w:t>
            </w:r>
          </w:p>
          <w:p w:rsidR="00C20CF9" w:rsidRPr="003A4CC9" w:rsidRDefault="00C20CF9" w:rsidP="00A44998">
            <w:pPr>
              <w:rPr>
                <w:b/>
                <w:bCs/>
              </w:rPr>
            </w:pPr>
          </w:p>
        </w:tc>
        <w:tc>
          <w:tcPr>
            <w:tcW w:w="1118" w:type="dxa"/>
            <w:vAlign w:val="center"/>
          </w:tcPr>
          <w:p w:rsidR="00C20CF9" w:rsidRPr="00121186" w:rsidRDefault="00C20CF9" w:rsidP="00A44998">
            <w:pPr>
              <w:rPr>
                <w:bCs/>
              </w:rPr>
            </w:pPr>
            <w:r w:rsidRPr="00121186">
              <w:rPr>
                <w:bCs/>
              </w:rPr>
              <w:t>1444</w:t>
            </w:r>
            <w:r>
              <w:rPr>
                <w:bCs/>
                <w:lang w:val="en-US"/>
              </w:rPr>
              <w:t>,</w:t>
            </w:r>
            <w:r w:rsidRPr="00121186">
              <w:rPr>
                <w:bCs/>
              </w:rPr>
              <w:t>0</w:t>
            </w:r>
          </w:p>
          <w:p w:rsidR="00C20CF9" w:rsidRDefault="00C20CF9" w:rsidP="00A44998">
            <w:pPr>
              <w:rPr>
                <w:bCs/>
              </w:rPr>
            </w:pPr>
          </w:p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1</w:t>
            </w:r>
            <w:r w:rsidRPr="00121186">
              <w:rPr>
                <w:bCs/>
              </w:rPr>
              <w:t>23,05</w:t>
            </w:r>
          </w:p>
          <w:p w:rsidR="00C20CF9" w:rsidRDefault="00C20CF9" w:rsidP="00A44998">
            <w:pPr>
              <w:rPr>
                <w:bCs/>
              </w:rPr>
            </w:pPr>
          </w:p>
          <w:p w:rsidR="00C20CF9" w:rsidRPr="003A4CC9" w:rsidRDefault="00C20CF9" w:rsidP="00A44998">
            <w:pPr>
              <w:rPr>
                <w:b/>
                <w:bCs/>
              </w:rPr>
            </w:pPr>
          </w:p>
        </w:tc>
        <w:tc>
          <w:tcPr>
            <w:tcW w:w="1543" w:type="dxa"/>
            <w:vAlign w:val="center"/>
          </w:tcPr>
          <w:p w:rsidR="00C20CF9" w:rsidRPr="00333F77" w:rsidRDefault="00C20CF9" w:rsidP="00A44998">
            <w:pPr>
              <w:rPr>
                <w:bCs/>
              </w:rPr>
            </w:pPr>
            <w:r w:rsidRPr="00333F77">
              <w:rPr>
                <w:bCs/>
              </w:rPr>
              <w:t>Россия</w:t>
            </w:r>
          </w:p>
          <w:p w:rsidR="00C20CF9" w:rsidRPr="00333F77" w:rsidRDefault="00C20CF9" w:rsidP="00A44998">
            <w:pPr>
              <w:rPr>
                <w:bCs/>
              </w:rPr>
            </w:pPr>
          </w:p>
          <w:p w:rsidR="00C20CF9" w:rsidRPr="00333F77" w:rsidRDefault="00C20CF9" w:rsidP="00A44998">
            <w:pPr>
              <w:rPr>
                <w:bCs/>
              </w:rPr>
            </w:pPr>
            <w:r w:rsidRPr="00333F77">
              <w:rPr>
                <w:bCs/>
              </w:rPr>
              <w:t>Россия</w:t>
            </w:r>
          </w:p>
          <w:p w:rsidR="00C20CF9" w:rsidRPr="00333F77" w:rsidRDefault="00C20CF9" w:rsidP="00A44998">
            <w:pPr>
              <w:rPr>
                <w:bCs/>
              </w:rPr>
            </w:pPr>
          </w:p>
          <w:p w:rsidR="00C20CF9" w:rsidRPr="00333F77" w:rsidRDefault="00C20CF9" w:rsidP="00A44998">
            <w:pPr>
              <w:rPr>
                <w:bCs/>
              </w:rPr>
            </w:pPr>
          </w:p>
          <w:p w:rsidR="00C20CF9" w:rsidRPr="00333F77" w:rsidRDefault="00C20CF9" w:rsidP="00A44998">
            <w:pPr>
              <w:rPr>
                <w:bCs/>
              </w:rPr>
            </w:pP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Хакимова Лилия Гаднановна</w:t>
            </w:r>
            <w:r>
              <w:rPr>
                <w:b/>
              </w:rPr>
              <w:t>-заведующий МБДОУ «Балтасинский д/с №2»</w:t>
            </w:r>
          </w:p>
        </w:tc>
        <w:tc>
          <w:tcPr>
            <w:tcW w:w="1299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 w:rsidRPr="00333F77">
              <w:rPr>
                <w:bCs/>
              </w:rPr>
              <w:t>187942,74</w:t>
            </w:r>
          </w:p>
        </w:tc>
        <w:tc>
          <w:tcPr>
            <w:tcW w:w="2214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 w:rsidRPr="00333F77">
              <w:rPr>
                <w:bCs/>
              </w:rPr>
              <w:t>Земельный участок – общая долевая 1/9</w:t>
            </w:r>
            <w:r>
              <w:rPr>
                <w:bCs/>
              </w:rPr>
              <w:t xml:space="preserve"> доля</w:t>
            </w:r>
          </w:p>
          <w:p w:rsidR="00C20CF9" w:rsidRPr="00333F77" w:rsidRDefault="00C20CF9" w:rsidP="009D2A54">
            <w:pPr>
              <w:rPr>
                <w:bCs/>
              </w:rPr>
            </w:pPr>
            <w:r w:rsidRPr="00333F77">
              <w:rPr>
                <w:bCs/>
              </w:rPr>
              <w:t>Жилой дом – общая долевая 1/9</w:t>
            </w:r>
            <w:r>
              <w:rPr>
                <w:bCs/>
              </w:rPr>
              <w:t xml:space="preserve"> доля</w:t>
            </w:r>
          </w:p>
        </w:tc>
        <w:tc>
          <w:tcPr>
            <w:tcW w:w="1368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 w:rsidRPr="00333F77">
              <w:rPr>
                <w:bCs/>
              </w:rPr>
              <w:t>839,5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Pr="00333F77" w:rsidRDefault="00C20CF9" w:rsidP="009D2A54">
            <w:pPr>
              <w:rPr>
                <w:bCs/>
              </w:rPr>
            </w:pPr>
          </w:p>
          <w:p w:rsidR="00C20CF9" w:rsidRPr="00333F77" w:rsidRDefault="00C20CF9" w:rsidP="009D2A54">
            <w:pPr>
              <w:rPr>
                <w:bCs/>
              </w:rPr>
            </w:pPr>
            <w:r w:rsidRPr="00333F77">
              <w:rPr>
                <w:bCs/>
              </w:rPr>
              <w:t>72,8</w:t>
            </w:r>
          </w:p>
          <w:p w:rsidR="00C20CF9" w:rsidRPr="00333F77" w:rsidRDefault="00C20CF9" w:rsidP="009D2A54">
            <w:pPr>
              <w:rPr>
                <w:bCs/>
              </w:rPr>
            </w:pP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Pr="00333F77" w:rsidRDefault="00C20CF9" w:rsidP="009D2A54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333F77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 w:rsidRPr="005959A9">
              <w:rPr>
                <w:bCs/>
              </w:rPr>
              <w:t>350322,94</w:t>
            </w:r>
          </w:p>
        </w:tc>
        <w:tc>
          <w:tcPr>
            <w:tcW w:w="2214" w:type="dxa"/>
            <w:vAlign w:val="center"/>
          </w:tcPr>
          <w:p w:rsidR="00C20CF9" w:rsidRPr="005959A9" w:rsidRDefault="00C20CF9" w:rsidP="00333F77">
            <w:pPr>
              <w:rPr>
                <w:bCs/>
              </w:rPr>
            </w:pPr>
            <w:r w:rsidRPr="005959A9">
              <w:rPr>
                <w:bCs/>
              </w:rPr>
              <w:t>Земельный участок – общая долевая 1/9</w:t>
            </w:r>
            <w:r>
              <w:rPr>
                <w:bCs/>
              </w:rPr>
              <w:t xml:space="preserve"> доля</w:t>
            </w:r>
          </w:p>
          <w:p w:rsidR="00C20CF9" w:rsidRPr="005959A9" w:rsidRDefault="00C20CF9" w:rsidP="00333F77">
            <w:pPr>
              <w:rPr>
                <w:bCs/>
              </w:rPr>
            </w:pPr>
            <w:r w:rsidRPr="005959A9">
              <w:rPr>
                <w:bCs/>
              </w:rPr>
              <w:t>Земельный участок – общая совместная с Хакимовой Л.Г.</w:t>
            </w:r>
          </w:p>
          <w:p w:rsidR="00C20CF9" w:rsidRPr="005959A9" w:rsidRDefault="00C20CF9" w:rsidP="00333F77">
            <w:pPr>
              <w:rPr>
                <w:bCs/>
              </w:rPr>
            </w:pPr>
            <w:r w:rsidRPr="005959A9">
              <w:rPr>
                <w:bCs/>
              </w:rPr>
              <w:t>Жилой дом – общая долевая 1/9</w:t>
            </w:r>
            <w:r>
              <w:rPr>
                <w:bCs/>
              </w:rPr>
              <w:t xml:space="preserve"> доля</w:t>
            </w:r>
          </w:p>
          <w:p w:rsidR="00C20CF9" w:rsidRPr="005959A9" w:rsidRDefault="00C20CF9" w:rsidP="00333F77">
            <w:pPr>
              <w:rPr>
                <w:bCs/>
              </w:rPr>
            </w:pPr>
            <w:r w:rsidRPr="005959A9">
              <w:rPr>
                <w:bCs/>
              </w:rPr>
              <w:t>Жилой дом – общая совместная с Хакимовой Л.Г.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 w:rsidRPr="005959A9">
              <w:rPr>
                <w:bCs/>
              </w:rPr>
              <w:t>839,5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1</w:t>
            </w:r>
            <w:r w:rsidRPr="005959A9">
              <w:rPr>
                <w:bCs/>
              </w:rPr>
              <w:t>118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 w:rsidRPr="005959A9">
              <w:rPr>
                <w:bCs/>
              </w:rPr>
              <w:t>72,8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Pr="005959A9" w:rsidRDefault="00C20CF9" w:rsidP="009D2A54">
            <w:pPr>
              <w:rPr>
                <w:bCs/>
              </w:rPr>
            </w:pPr>
          </w:p>
          <w:p w:rsidR="00C20CF9" w:rsidRPr="005959A9" w:rsidRDefault="00C20CF9" w:rsidP="009D2A54">
            <w:pPr>
              <w:rPr>
                <w:bCs/>
              </w:rPr>
            </w:pPr>
            <w:r w:rsidRPr="005959A9">
              <w:rPr>
                <w:bCs/>
              </w:rPr>
              <w:t>83,1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ВАЗ 2110</w:t>
            </w:r>
          </w:p>
        </w:tc>
        <w:tc>
          <w:tcPr>
            <w:tcW w:w="1800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 w:rsidRPr="005959A9">
              <w:rPr>
                <w:bCs/>
              </w:rPr>
              <w:t>Земельный участок</w:t>
            </w:r>
          </w:p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1118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83,1</w:t>
            </w:r>
          </w:p>
        </w:tc>
        <w:tc>
          <w:tcPr>
            <w:tcW w:w="1543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 xml:space="preserve">Хакимуллина </w:t>
            </w:r>
            <w:r w:rsidRPr="003C7046">
              <w:rPr>
                <w:b/>
              </w:rPr>
              <w:t>Гульфама Фаильовна</w:t>
            </w:r>
            <w:r>
              <w:rPr>
                <w:b/>
              </w:rPr>
              <w:t>-заведующий МБДОУ «Балтасинский д/с №3»</w:t>
            </w:r>
          </w:p>
        </w:tc>
        <w:tc>
          <w:tcPr>
            <w:tcW w:w="1299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89405,48</w:t>
            </w:r>
          </w:p>
        </w:tc>
        <w:tc>
          <w:tcPr>
            <w:tcW w:w="2214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Земельный участок – долевая ¼ доля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Жилой дом – долевая1/4 доля</w:t>
            </w:r>
          </w:p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Гараж – долевая 1/4 доля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1700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237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Pr="005959A9" w:rsidRDefault="00C20CF9" w:rsidP="009D2A54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983944,83</w:t>
            </w:r>
          </w:p>
        </w:tc>
        <w:tc>
          <w:tcPr>
            <w:tcW w:w="2214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Земельный участок – индивидуальный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Земельный участок – долевая 1/4 доля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Жилой дом – долевая 1/4 доля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Гараж – долевая 1/4 доля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1000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1700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237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Грейт Волл Н5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Лодка ПВХ «Стингрей»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Мотор «Сузуки»</w:t>
            </w:r>
          </w:p>
        </w:tc>
        <w:tc>
          <w:tcPr>
            <w:tcW w:w="180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8123BD">
            <w:pPr>
              <w:rPr>
                <w:bCs/>
              </w:rPr>
            </w:pPr>
            <w:r>
              <w:rPr>
                <w:bCs/>
              </w:rPr>
              <w:t>Земельный участок – долевая 2/4 доля</w:t>
            </w:r>
          </w:p>
          <w:p w:rsidR="00C20CF9" w:rsidRDefault="00C20CF9" w:rsidP="008123BD">
            <w:pPr>
              <w:rPr>
                <w:bCs/>
              </w:rPr>
            </w:pPr>
            <w:r>
              <w:rPr>
                <w:bCs/>
              </w:rPr>
              <w:t>Жилой дом – долевая 2/4 доля</w:t>
            </w:r>
          </w:p>
          <w:p w:rsidR="00C20CF9" w:rsidRDefault="00C20CF9" w:rsidP="008123BD">
            <w:pPr>
              <w:rPr>
                <w:bCs/>
              </w:rPr>
            </w:pPr>
            <w:r>
              <w:rPr>
                <w:bCs/>
              </w:rPr>
              <w:t>Гараж – долевая 2/4 доля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1700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237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Шамсутдинова Роза Николаевна</w:t>
            </w:r>
            <w:r>
              <w:rPr>
                <w:b/>
              </w:rPr>
              <w:t>-заведующий МБДОУ «Балтасинский детский сад №4»</w:t>
            </w:r>
          </w:p>
        </w:tc>
        <w:tc>
          <w:tcPr>
            <w:tcW w:w="1299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229523</w:t>
            </w:r>
          </w:p>
        </w:tc>
        <w:tc>
          <w:tcPr>
            <w:tcW w:w="2214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Жилой дом – общая долевая 1/4 доля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1400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136,82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5959A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83616,47</w:t>
            </w:r>
          </w:p>
        </w:tc>
        <w:tc>
          <w:tcPr>
            <w:tcW w:w="2214" w:type="dxa"/>
            <w:vAlign w:val="center"/>
          </w:tcPr>
          <w:p w:rsidR="00C20CF9" w:rsidRDefault="00C20CF9" w:rsidP="005D70A0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Default="00C20CF9" w:rsidP="005D70A0">
            <w:pPr>
              <w:rPr>
                <w:bCs/>
              </w:rPr>
            </w:pPr>
            <w:r>
              <w:rPr>
                <w:bCs/>
              </w:rPr>
              <w:t>Жилой дом – общая долевая 1/4 доля</w:t>
            </w:r>
          </w:p>
        </w:tc>
        <w:tc>
          <w:tcPr>
            <w:tcW w:w="1368" w:type="dxa"/>
            <w:vAlign w:val="center"/>
          </w:tcPr>
          <w:p w:rsidR="00C20CF9" w:rsidRDefault="00C20CF9" w:rsidP="005D70A0">
            <w:pPr>
              <w:rPr>
                <w:bCs/>
              </w:rPr>
            </w:pPr>
            <w:r>
              <w:rPr>
                <w:bCs/>
              </w:rPr>
              <w:t>1400</w:t>
            </w:r>
          </w:p>
          <w:p w:rsidR="00C20CF9" w:rsidRDefault="00C20CF9" w:rsidP="005D70A0">
            <w:pPr>
              <w:rPr>
                <w:bCs/>
              </w:rPr>
            </w:pPr>
          </w:p>
          <w:p w:rsidR="00C20CF9" w:rsidRDefault="00C20CF9" w:rsidP="005D70A0">
            <w:pPr>
              <w:rPr>
                <w:bCs/>
              </w:rPr>
            </w:pPr>
          </w:p>
          <w:p w:rsidR="00C20CF9" w:rsidRDefault="00C20CF9" w:rsidP="005D70A0">
            <w:pPr>
              <w:rPr>
                <w:bCs/>
              </w:rPr>
            </w:pPr>
            <w:r>
              <w:rPr>
                <w:bCs/>
              </w:rPr>
              <w:t>136,82</w:t>
            </w:r>
          </w:p>
        </w:tc>
        <w:tc>
          <w:tcPr>
            <w:tcW w:w="1278" w:type="dxa"/>
            <w:vAlign w:val="center"/>
          </w:tcPr>
          <w:p w:rsidR="00C20CF9" w:rsidRDefault="00C20CF9" w:rsidP="005D70A0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5D70A0">
            <w:pPr>
              <w:rPr>
                <w:bCs/>
              </w:rPr>
            </w:pPr>
          </w:p>
          <w:p w:rsidR="00C20CF9" w:rsidRDefault="00C20CF9" w:rsidP="005D70A0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Ахметова Кавсария Габдрахмановна</w:t>
            </w:r>
            <w:r>
              <w:rPr>
                <w:b/>
              </w:rPr>
              <w:t>-заведующий МБДОУ «Карелинский д/с»</w:t>
            </w:r>
          </w:p>
        </w:tc>
        <w:tc>
          <w:tcPr>
            <w:tcW w:w="1299" w:type="dxa"/>
            <w:vAlign w:val="center"/>
          </w:tcPr>
          <w:p w:rsidR="00C20CF9" w:rsidRPr="00D40F91" w:rsidRDefault="00C20CF9" w:rsidP="009D2A54">
            <w:pPr>
              <w:rPr>
                <w:bCs/>
              </w:rPr>
            </w:pPr>
            <w:r w:rsidRPr="00D40F91">
              <w:rPr>
                <w:bCs/>
              </w:rPr>
              <w:t>307212,86</w:t>
            </w:r>
          </w:p>
        </w:tc>
        <w:tc>
          <w:tcPr>
            <w:tcW w:w="2214" w:type="dxa"/>
            <w:vAlign w:val="center"/>
          </w:tcPr>
          <w:p w:rsidR="00C20CF9" w:rsidRDefault="00C20CF9" w:rsidP="00D40F91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C20CF9" w:rsidRDefault="00C20CF9" w:rsidP="00D40F91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Default="00C20CF9" w:rsidP="00D40F91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  <w:p w:rsidR="00C20CF9" w:rsidRPr="003A4CC9" w:rsidRDefault="00C20CF9" w:rsidP="00D40F91">
            <w:pPr>
              <w:rPr>
                <w:b/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368" w:type="dxa"/>
            <w:vAlign w:val="center"/>
          </w:tcPr>
          <w:p w:rsidR="00C20CF9" w:rsidRDefault="00C20CF9" w:rsidP="00D40F91">
            <w:pPr>
              <w:rPr>
                <w:b/>
                <w:bCs/>
              </w:rPr>
            </w:pPr>
          </w:p>
          <w:p w:rsidR="00C20CF9" w:rsidRDefault="00C20CF9" w:rsidP="00D40F91">
            <w:pPr>
              <w:rPr>
                <w:b/>
                <w:bCs/>
              </w:rPr>
            </w:pPr>
          </w:p>
          <w:p w:rsidR="00C20CF9" w:rsidRPr="00D40F91" w:rsidRDefault="00C20CF9" w:rsidP="00D40F91">
            <w:pPr>
              <w:rPr>
                <w:bCs/>
              </w:rPr>
            </w:pPr>
            <w:r w:rsidRPr="00D40F91">
              <w:rPr>
                <w:bCs/>
              </w:rPr>
              <w:t>1328,5</w:t>
            </w:r>
          </w:p>
          <w:p w:rsidR="00C20CF9" w:rsidRPr="00D40F91" w:rsidRDefault="00C20CF9" w:rsidP="009D2A54">
            <w:pPr>
              <w:rPr>
                <w:bCs/>
              </w:rPr>
            </w:pPr>
            <w:r w:rsidRPr="00D40F91">
              <w:rPr>
                <w:bCs/>
              </w:rPr>
              <w:t>1000</w:t>
            </w:r>
          </w:p>
          <w:p w:rsidR="00C20CF9" w:rsidRPr="00D40F91" w:rsidRDefault="00C20CF9" w:rsidP="009D2A54">
            <w:pPr>
              <w:rPr>
                <w:bCs/>
              </w:rPr>
            </w:pPr>
            <w:r w:rsidRPr="00D40F91">
              <w:rPr>
                <w:bCs/>
              </w:rPr>
              <w:t>125,2</w:t>
            </w:r>
          </w:p>
          <w:p w:rsidR="00C20CF9" w:rsidRPr="00D40F91" w:rsidRDefault="00C20CF9" w:rsidP="009D2A54">
            <w:pPr>
              <w:rPr>
                <w:bCs/>
              </w:rPr>
            </w:pPr>
            <w:r w:rsidRPr="00D40F91">
              <w:rPr>
                <w:bCs/>
              </w:rPr>
              <w:t>74,4</w:t>
            </w:r>
          </w:p>
          <w:p w:rsidR="00C20CF9" w:rsidRDefault="00C20CF9" w:rsidP="009D2A54">
            <w:pPr>
              <w:rPr>
                <w:b/>
                <w:bCs/>
              </w:rPr>
            </w:pPr>
          </w:p>
          <w:p w:rsidR="00C20CF9" w:rsidRPr="003A4CC9" w:rsidRDefault="00C20CF9" w:rsidP="009D2A54">
            <w:pPr>
              <w:rPr>
                <w:b/>
                <w:bCs/>
              </w:rPr>
            </w:pPr>
          </w:p>
        </w:tc>
        <w:tc>
          <w:tcPr>
            <w:tcW w:w="1278" w:type="dxa"/>
            <w:vAlign w:val="center"/>
          </w:tcPr>
          <w:p w:rsidR="00C20CF9" w:rsidRPr="00D40F91" w:rsidRDefault="00C20CF9" w:rsidP="009D2A54">
            <w:pPr>
              <w:rPr>
                <w:bCs/>
              </w:rPr>
            </w:pPr>
            <w:r w:rsidRPr="00D40F91">
              <w:rPr>
                <w:bCs/>
              </w:rPr>
              <w:t>Россия</w:t>
            </w:r>
          </w:p>
          <w:p w:rsidR="00C20CF9" w:rsidRPr="00D40F91" w:rsidRDefault="00C20CF9" w:rsidP="009D2A54">
            <w:pPr>
              <w:rPr>
                <w:bCs/>
              </w:rPr>
            </w:pPr>
            <w:r w:rsidRPr="00D40F91">
              <w:rPr>
                <w:bCs/>
              </w:rPr>
              <w:t>Россия</w:t>
            </w:r>
          </w:p>
          <w:p w:rsidR="00C20CF9" w:rsidRPr="00D40F91" w:rsidRDefault="00C20CF9" w:rsidP="009D2A54">
            <w:pPr>
              <w:rPr>
                <w:bCs/>
              </w:rPr>
            </w:pPr>
            <w:r w:rsidRPr="00D40F91">
              <w:rPr>
                <w:bCs/>
              </w:rPr>
              <w:t>Россия</w:t>
            </w:r>
          </w:p>
          <w:p w:rsidR="00C20CF9" w:rsidRPr="003A4CC9" w:rsidRDefault="00C20CF9" w:rsidP="009D2A54">
            <w:pPr>
              <w:rPr>
                <w:b/>
                <w:bCs/>
              </w:rPr>
            </w:pPr>
            <w:r w:rsidRPr="00D40F9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717996" w:rsidRDefault="00C20CF9" w:rsidP="009D2A54">
            <w:pPr>
              <w:rPr>
                <w:bCs/>
              </w:rPr>
            </w:pPr>
            <w:r w:rsidRPr="00717996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717996" w:rsidRDefault="00C20CF9" w:rsidP="002A0B2F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Default="00C20CF9" w:rsidP="004133E1">
            <w:pPr>
              <w:rPr>
                <w:bCs/>
              </w:rPr>
            </w:pPr>
          </w:p>
          <w:p w:rsidR="00C20CF9" w:rsidRDefault="00C20CF9" w:rsidP="004133E1">
            <w:pPr>
              <w:rPr>
                <w:bCs/>
              </w:rPr>
            </w:pPr>
          </w:p>
          <w:p w:rsidR="00C20CF9" w:rsidRPr="00D40F91" w:rsidRDefault="00C20CF9" w:rsidP="004133E1">
            <w:pPr>
              <w:rPr>
                <w:bCs/>
              </w:rPr>
            </w:pPr>
          </w:p>
          <w:p w:rsidR="00C20CF9" w:rsidRDefault="00C20CF9" w:rsidP="004133E1">
            <w:pPr>
              <w:rPr>
                <w:bCs/>
              </w:rPr>
            </w:pPr>
            <w:r>
              <w:rPr>
                <w:bCs/>
              </w:rPr>
              <w:t>нет</w:t>
            </w:r>
          </w:p>
          <w:p w:rsidR="00C20CF9" w:rsidRPr="00D40F91" w:rsidRDefault="00C20CF9" w:rsidP="004133E1">
            <w:pPr>
              <w:rPr>
                <w:bCs/>
              </w:rPr>
            </w:pPr>
          </w:p>
          <w:p w:rsidR="00C20CF9" w:rsidRPr="00D40F91" w:rsidRDefault="00C20CF9" w:rsidP="004133E1">
            <w:pPr>
              <w:rPr>
                <w:bCs/>
              </w:rPr>
            </w:pPr>
          </w:p>
          <w:p w:rsidR="00C20CF9" w:rsidRPr="00717996" w:rsidRDefault="00C20CF9" w:rsidP="004133E1">
            <w:pPr>
              <w:rPr>
                <w:bCs/>
              </w:rPr>
            </w:pPr>
          </w:p>
        </w:tc>
        <w:tc>
          <w:tcPr>
            <w:tcW w:w="1543" w:type="dxa"/>
            <w:vAlign w:val="center"/>
          </w:tcPr>
          <w:p w:rsidR="00C20CF9" w:rsidRPr="00717996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D40F91" w:rsidRDefault="00C20CF9" w:rsidP="009D2A54">
            <w:pPr>
              <w:rPr>
                <w:bCs/>
              </w:rPr>
            </w:pPr>
            <w:r>
              <w:rPr>
                <w:bCs/>
              </w:rPr>
              <w:t>498694,39</w:t>
            </w:r>
          </w:p>
        </w:tc>
        <w:tc>
          <w:tcPr>
            <w:tcW w:w="2214" w:type="dxa"/>
            <w:vAlign w:val="center"/>
          </w:tcPr>
          <w:p w:rsidR="00C20CF9" w:rsidRPr="004133E1" w:rsidRDefault="00C20CF9" w:rsidP="00D40F91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4133E1" w:rsidRDefault="00C20CF9" w:rsidP="00D40F91">
            <w:pPr>
              <w:rPr>
                <w:bCs/>
              </w:rPr>
            </w:pPr>
            <w:r w:rsidRPr="004133E1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D40F91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4133E1" w:rsidRDefault="00C20CF9" w:rsidP="009D2A54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Volkswagen Golf</w:t>
            </w:r>
          </w:p>
        </w:tc>
        <w:tc>
          <w:tcPr>
            <w:tcW w:w="1800" w:type="dxa"/>
            <w:vAlign w:val="center"/>
          </w:tcPr>
          <w:p w:rsidR="00C20CF9" w:rsidRDefault="00C20CF9" w:rsidP="004133E1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C20CF9" w:rsidRDefault="00C20CF9" w:rsidP="004133E1">
            <w:pPr>
              <w:rPr>
                <w:bCs/>
              </w:rPr>
            </w:pPr>
          </w:p>
          <w:p w:rsidR="00C20CF9" w:rsidRDefault="00C20CF9" w:rsidP="004133E1">
            <w:pPr>
              <w:rPr>
                <w:bCs/>
              </w:rPr>
            </w:pPr>
          </w:p>
          <w:p w:rsidR="00C20CF9" w:rsidRDefault="00C20CF9" w:rsidP="004133E1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  <w:p w:rsidR="00C20CF9" w:rsidRPr="00717996" w:rsidRDefault="00C20CF9" w:rsidP="009D2A54">
            <w:pPr>
              <w:rPr>
                <w:bCs/>
              </w:rPr>
            </w:pPr>
          </w:p>
        </w:tc>
        <w:tc>
          <w:tcPr>
            <w:tcW w:w="1118" w:type="dxa"/>
            <w:vAlign w:val="center"/>
          </w:tcPr>
          <w:p w:rsidR="00C20CF9" w:rsidRPr="00D40F91" w:rsidRDefault="00C20CF9" w:rsidP="004133E1">
            <w:pPr>
              <w:rPr>
                <w:bCs/>
              </w:rPr>
            </w:pPr>
            <w:r w:rsidRPr="00D40F91">
              <w:rPr>
                <w:bCs/>
              </w:rPr>
              <w:t>1328,5</w:t>
            </w:r>
          </w:p>
          <w:p w:rsidR="00C20CF9" w:rsidRPr="00D40F91" w:rsidRDefault="00C20CF9" w:rsidP="004133E1">
            <w:pPr>
              <w:rPr>
                <w:bCs/>
              </w:rPr>
            </w:pPr>
          </w:p>
          <w:p w:rsidR="00C20CF9" w:rsidRDefault="00C20CF9" w:rsidP="004133E1">
            <w:pPr>
              <w:rPr>
                <w:bCs/>
              </w:rPr>
            </w:pPr>
          </w:p>
          <w:p w:rsidR="00C20CF9" w:rsidRPr="00D40F91" w:rsidRDefault="00C20CF9" w:rsidP="004133E1">
            <w:pPr>
              <w:rPr>
                <w:bCs/>
              </w:rPr>
            </w:pPr>
            <w:r>
              <w:rPr>
                <w:bCs/>
              </w:rPr>
              <w:t>1</w:t>
            </w:r>
            <w:r w:rsidRPr="00D40F91">
              <w:rPr>
                <w:bCs/>
              </w:rPr>
              <w:t>25,2</w:t>
            </w:r>
          </w:p>
          <w:p w:rsidR="00C20CF9" w:rsidRPr="00717996" w:rsidRDefault="00C20CF9" w:rsidP="009D2A54">
            <w:pPr>
              <w:rPr>
                <w:bCs/>
              </w:rPr>
            </w:pPr>
          </w:p>
        </w:tc>
        <w:tc>
          <w:tcPr>
            <w:tcW w:w="1543" w:type="dxa"/>
            <w:vAlign w:val="center"/>
          </w:tcPr>
          <w:p w:rsidR="00C20CF9" w:rsidRDefault="00C20CF9" w:rsidP="004133E1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4133E1">
            <w:pPr>
              <w:rPr>
                <w:bCs/>
              </w:rPr>
            </w:pPr>
          </w:p>
          <w:p w:rsidR="00C20CF9" w:rsidRDefault="00C20CF9" w:rsidP="004133E1">
            <w:pPr>
              <w:rPr>
                <w:bCs/>
              </w:rPr>
            </w:pPr>
          </w:p>
          <w:p w:rsidR="00C20CF9" w:rsidRPr="00717996" w:rsidRDefault="00C20CF9" w:rsidP="004133E1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Гарифуллина Гульназ Рафкатовна</w:t>
            </w:r>
            <w:r>
              <w:rPr>
                <w:b/>
              </w:rPr>
              <w:t>-заведующий МБДОУ «Карадуванский д/с»</w:t>
            </w:r>
          </w:p>
        </w:tc>
        <w:tc>
          <w:tcPr>
            <w:tcW w:w="1299" w:type="dxa"/>
            <w:vAlign w:val="center"/>
          </w:tcPr>
          <w:p w:rsidR="00C20CF9" w:rsidRPr="00DF5BBA" w:rsidRDefault="00C20CF9" w:rsidP="009D2A54">
            <w:pPr>
              <w:rPr>
                <w:bCs/>
              </w:rPr>
            </w:pPr>
            <w:r w:rsidRPr="00DF5BBA">
              <w:rPr>
                <w:bCs/>
              </w:rPr>
              <w:t>136236,18</w:t>
            </w:r>
          </w:p>
        </w:tc>
        <w:tc>
          <w:tcPr>
            <w:tcW w:w="2214" w:type="dxa"/>
            <w:vAlign w:val="center"/>
          </w:tcPr>
          <w:p w:rsidR="00C20CF9" w:rsidRPr="00DF5BBA" w:rsidRDefault="00C20CF9" w:rsidP="00DF5BBA">
            <w:pPr>
              <w:rPr>
                <w:bCs/>
              </w:rPr>
            </w:pPr>
            <w:r w:rsidRPr="00DF5BBA">
              <w:rPr>
                <w:bCs/>
              </w:rPr>
              <w:t>Земельный участок – индив.</w:t>
            </w:r>
          </w:p>
          <w:p w:rsidR="00C20CF9" w:rsidRPr="00DF5BBA" w:rsidRDefault="00C20CF9" w:rsidP="00DF5BBA">
            <w:pPr>
              <w:rPr>
                <w:bCs/>
              </w:rPr>
            </w:pPr>
            <w:r w:rsidRPr="00DF5BBA">
              <w:rPr>
                <w:bCs/>
              </w:rPr>
              <w:t>Квартира</w:t>
            </w:r>
          </w:p>
          <w:p w:rsidR="00C20CF9" w:rsidRPr="00DF5BBA" w:rsidRDefault="00C20CF9" w:rsidP="00DF5BBA">
            <w:pPr>
              <w:rPr>
                <w:bCs/>
              </w:rPr>
            </w:pPr>
            <w:r w:rsidRPr="00DF5BBA">
              <w:rPr>
                <w:bCs/>
              </w:rPr>
              <w:t>Квартира – общая долевая  1/3 доля</w:t>
            </w:r>
          </w:p>
        </w:tc>
        <w:tc>
          <w:tcPr>
            <w:tcW w:w="1368" w:type="dxa"/>
            <w:vAlign w:val="center"/>
          </w:tcPr>
          <w:p w:rsidR="00C20CF9" w:rsidRPr="00DF5BBA" w:rsidRDefault="00C20CF9" w:rsidP="009D2A54">
            <w:pPr>
              <w:rPr>
                <w:bCs/>
              </w:rPr>
            </w:pPr>
            <w:r w:rsidRPr="00DF5BBA">
              <w:rPr>
                <w:bCs/>
              </w:rPr>
              <w:t>1267</w:t>
            </w:r>
          </w:p>
          <w:p w:rsidR="00C20CF9" w:rsidRPr="00DF5BBA" w:rsidRDefault="00C20CF9" w:rsidP="009D2A54">
            <w:pPr>
              <w:rPr>
                <w:bCs/>
              </w:rPr>
            </w:pPr>
          </w:p>
          <w:p w:rsidR="00C20CF9" w:rsidRPr="00DF5BBA" w:rsidRDefault="00C20CF9" w:rsidP="009D2A54">
            <w:pPr>
              <w:rPr>
                <w:bCs/>
              </w:rPr>
            </w:pPr>
            <w:r w:rsidRPr="00DF5BBA">
              <w:rPr>
                <w:bCs/>
              </w:rPr>
              <w:t>40,6</w:t>
            </w:r>
          </w:p>
          <w:p w:rsidR="00C20CF9" w:rsidRPr="00DF5BBA" w:rsidRDefault="00C20CF9" w:rsidP="009D2A54">
            <w:pPr>
              <w:rPr>
                <w:bCs/>
              </w:rPr>
            </w:pPr>
          </w:p>
          <w:p w:rsidR="00C20CF9" w:rsidRPr="00DF5BBA" w:rsidRDefault="00C20CF9" w:rsidP="009D2A54">
            <w:pPr>
              <w:rPr>
                <w:bCs/>
              </w:rPr>
            </w:pPr>
            <w:r w:rsidRPr="00DF5BBA">
              <w:rPr>
                <w:bCs/>
              </w:rPr>
              <w:t>50,22</w:t>
            </w:r>
          </w:p>
        </w:tc>
        <w:tc>
          <w:tcPr>
            <w:tcW w:w="1278" w:type="dxa"/>
            <w:vAlign w:val="center"/>
          </w:tcPr>
          <w:p w:rsidR="00C20CF9" w:rsidRPr="00DF5BBA" w:rsidRDefault="00C20CF9" w:rsidP="009D2A54">
            <w:pPr>
              <w:rPr>
                <w:bCs/>
              </w:rPr>
            </w:pPr>
            <w:r w:rsidRPr="00DF5BBA">
              <w:rPr>
                <w:bCs/>
              </w:rPr>
              <w:t>Россия</w:t>
            </w:r>
          </w:p>
          <w:p w:rsidR="00C20CF9" w:rsidRPr="00DF5BBA" w:rsidRDefault="00C20CF9" w:rsidP="009D2A54">
            <w:pPr>
              <w:rPr>
                <w:bCs/>
              </w:rPr>
            </w:pPr>
            <w:r w:rsidRPr="00DF5BBA">
              <w:rPr>
                <w:bCs/>
              </w:rPr>
              <w:t>Россия</w:t>
            </w:r>
          </w:p>
          <w:p w:rsidR="00C20CF9" w:rsidRPr="00DF5BBA" w:rsidRDefault="00C20CF9" w:rsidP="009D2A54">
            <w:pPr>
              <w:rPr>
                <w:bCs/>
              </w:rPr>
            </w:pPr>
          </w:p>
          <w:p w:rsidR="00C20CF9" w:rsidRPr="003A4CC9" w:rsidRDefault="00C20CF9" w:rsidP="009D2A54">
            <w:pPr>
              <w:rPr>
                <w:b/>
                <w:bCs/>
              </w:rPr>
            </w:pPr>
            <w:r w:rsidRPr="00DF5BBA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DF5BBA" w:rsidRDefault="00C20CF9" w:rsidP="009D2A54">
            <w:pPr>
              <w:rPr>
                <w:bCs/>
              </w:rPr>
            </w:pPr>
            <w:r w:rsidRPr="00DF5BBA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DF5BBA" w:rsidRDefault="00C20CF9" w:rsidP="009D2A54">
            <w:pPr>
              <w:rPr>
                <w:bCs/>
              </w:rPr>
            </w:pPr>
            <w:r w:rsidRPr="00DF5BBA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DF5BBA" w:rsidRDefault="00C20CF9" w:rsidP="009D2A54">
            <w:pPr>
              <w:rPr>
                <w:bCs/>
              </w:rPr>
            </w:pPr>
            <w:r w:rsidRPr="00DF5BBA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DF5BBA" w:rsidRDefault="00C20CF9" w:rsidP="009D2A54">
            <w:pPr>
              <w:rPr>
                <w:bCs/>
              </w:rPr>
            </w:pPr>
            <w:r w:rsidRPr="00DF5BBA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Бадрутдинова Зухра Фаритовна-заведующий МБДОУ «Карадуванский д/с» (декрет. отпуск)</w:t>
            </w:r>
          </w:p>
        </w:tc>
        <w:tc>
          <w:tcPr>
            <w:tcW w:w="1299" w:type="dxa"/>
            <w:vAlign w:val="center"/>
          </w:tcPr>
          <w:p w:rsidR="00C20CF9" w:rsidRPr="00DF5BBA" w:rsidRDefault="00C20CF9" w:rsidP="009D2A54">
            <w:pPr>
              <w:rPr>
                <w:bCs/>
              </w:rPr>
            </w:pPr>
            <w:r>
              <w:rPr>
                <w:bCs/>
              </w:rPr>
              <w:t>343146,79</w:t>
            </w:r>
          </w:p>
        </w:tc>
        <w:tc>
          <w:tcPr>
            <w:tcW w:w="2214" w:type="dxa"/>
            <w:vAlign w:val="center"/>
          </w:tcPr>
          <w:p w:rsidR="00C20CF9" w:rsidRPr="00DF5BBA" w:rsidRDefault="00C20CF9" w:rsidP="00DF5BBA">
            <w:pPr>
              <w:rPr>
                <w:bCs/>
              </w:rPr>
            </w:pPr>
            <w:r>
              <w:rPr>
                <w:bCs/>
              </w:rPr>
              <w:t>Квартира-индив.</w:t>
            </w:r>
          </w:p>
        </w:tc>
        <w:tc>
          <w:tcPr>
            <w:tcW w:w="1368" w:type="dxa"/>
            <w:vAlign w:val="center"/>
          </w:tcPr>
          <w:p w:rsidR="00C20CF9" w:rsidRPr="00DF5BBA" w:rsidRDefault="00C20CF9" w:rsidP="009D2A54">
            <w:pPr>
              <w:rPr>
                <w:bCs/>
              </w:rPr>
            </w:pPr>
            <w:r>
              <w:rPr>
                <w:bCs/>
              </w:rPr>
              <w:t>34,8</w:t>
            </w:r>
          </w:p>
        </w:tc>
        <w:tc>
          <w:tcPr>
            <w:tcW w:w="1278" w:type="dxa"/>
            <w:vAlign w:val="center"/>
          </w:tcPr>
          <w:p w:rsidR="00C20CF9" w:rsidRPr="00DF5BBA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DF5BB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DF5BB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DF5BB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DF5BB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555645,76</w:t>
            </w:r>
          </w:p>
        </w:tc>
        <w:tc>
          <w:tcPr>
            <w:tcW w:w="2214" w:type="dxa"/>
            <w:vAlign w:val="center"/>
          </w:tcPr>
          <w:p w:rsidR="00C20CF9" w:rsidRDefault="00C20CF9" w:rsidP="00DF5BBA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Квартира</w:t>
            </w:r>
          </w:p>
        </w:tc>
        <w:tc>
          <w:tcPr>
            <w:tcW w:w="111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34,8</w:t>
            </w:r>
          </w:p>
        </w:tc>
        <w:tc>
          <w:tcPr>
            <w:tcW w:w="1543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DF5BBA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Квартира</w:t>
            </w:r>
          </w:p>
        </w:tc>
        <w:tc>
          <w:tcPr>
            <w:tcW w:w="111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34,8</w:t>
            </w:r>
          </w:p>
        </w:tc>
        <w:tc>
          <w:tcPr>
            <w:tcW w:w="1543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Камалиева Эльмира Мухамед</w:t>
            </w:r>
            <w:r w:rsidRPr="003C7046">
              <w:rPr>
                <w:b/>
              </w:rPr>
              <w:t>овна</w:t>
            </w:r>
            <w:r>
              <w:rPr>
                <w:b/>
              </w:rPr>
              <w:t>-заведующий МБДОУ «Нижни-Книнский д/с»</w:t>
            </w:r>
          </w:p>
        </w:tc>
        <w:tc>
          <w:tcPr>
            <w:tcW w:w="1299" w:type="dxa"/>
            <w:vAlign w:val="center"/>
          </w:tcPr>
          <w:p w:rsidR="00C20CF9" w:rsidRPr="00FD35D7" w:rsidRDefault="00C20CF9" w:rsidP="009D2A54">
            <w:pPr>
              <w:rPr>
                <w:bCs/>
              </w:rPr>
            </w:pPr>
            <w:r w:rsidRPr="00FD35D7">
              <w:rPr>
                <w:bCs/>
              </w:rPr>
              <w:t>165363,86</w:t>
            </w:r>
          </w:p>
        </w:tc>
        <w:tc>
          <w:tcPr>
            <w:tcW w:w="2214" w:type="dxa"/>
            <w:vAlign w:val="center"/>
          </w:tcPr>
          <w:p w:rsidR="00C20CF9" w:rsidRPr="00FD35D7" w:rsidRDefault="00C20CF9" w:rsidP="009D2A54">
            <w:pPr>
              <w:rPr>
                <w:bCs/>
              </w:rPr>
            </w:pPr>
            <w:r w:rsidRPr="00FD35D7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FD35D7" w:rsidRDefault="00C20CF9" w:rsidP="009D2A54">
            <w:pPr>
              <w:rPr>
                <w:bCs/>
              </w:rPr>
            </w:pPr>
            <w:r w:rsidRPr="00FD35D7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FD35D7" w:rsidRDefault="00C20CF9" w:rsidP="009D2A54">
            <w:pPr>
              <w:rPr>
                <w:bCs/>
              </w:rPr>
            </w:pPr>
            <w:r w:rsidRPr="00FD35D7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FD35D7" w:rsidRDefault="00C20CF9" w:rsidP="009D2A54">
            <w:pPr>
              <w:rPr>
                <w:bCs/>
              </w:rPr>
            </w:pPr>
            <w:r w:rsidRPr="00FD35D7">
              <w:rPr>
                <w:bCs/>
              </w:rPr>
              <w:t>ВАЗ-21093</w:t>
            </w:r>
          </w:p>
        </w:tc>
        <w:tc>
          <w:tcPr>
            <w:tcW w:w="1800" w:type="dxa"/>
            <w:vAlign w:val="center"/>
          </w:tcPr>
          <w:p w:rsidR="00C20CF9" w:rsidRPr="00FD35D7" w:rsidRDefault="00C20CF9" w:rsidP="009D2A54">
            <w:pPr>
              <w:rPr>
                <w:bCs/>
              </w:rPr>
            </w:pPr>
            <w:r w:rsidRPr="00FD35D7">
              <w:rPr>
                <w:bCs/>
              </w:rPr>
              <w:t>Жилой дом</w:t>
            </w:r>
          </w:p>
          <w:p w:rsidR="00C20CF9" w:rsidRPr="00FD35D7" w:rsidRDefault="00C20CF9" w:rsidP="009D2A54">
            <w:pPr>
              <w:rPr>
                <w:bCs/>
              </w:rPr>
            </w:pPr>
          </w:p>
          <w:p w:rsidR="00C20CF9" w:rsidRPr="00FD35D7" w:rsidRDefault="00C20CF9" w:rsidP="009D2A54">
            <w:pPr>
              <w:rPr>
                <w:bCs/>
              </w:rPr>
            </w:pPr>
            <w:r w:rsidRPr="00FD35D7">
              <w:rPr>
                <w:bCs/>
              </w:rPr>
              <w:t>Земельный участок</w:t>
            </w:r>
          </w:p>
        </w:tc>
        <w:tc>
          <w:tcPr>
            <w:tcW w:w="1118" w:type="dxa"/>
            <w:vAlign w:val="center"/>
          </w:tcPr>
          <w:p w:rsidR="00C20CF9" w:rsidRPr="00FD35D7" w:rsidRDefault="00C20CF9" w:rsidP="009D2A54">
            <w:pPr>
              <w:rPr>
                <w:bCs/>
              </w:rPr>
            </w:pPr>
            <w:r w:rsidRPr="00FD35D7">
              <w:rPr>
                <w:bCs/>
              </w:rPr>
              <w:t>102</w:t>
            </w:r>
          </w:p>
          <w:p w:rsidR="00C20CF9" w:rsidRPr="00FD35D7" w:rsidRDefault="00C20CF9" w:rsidP="009D2A54">
            <w:pPr>
              <w:rPr>
                <w:bCs/>
              </w:rPr>
            </w:pPr>
            <w:r w:rsidRPr="00FD35D7">
              <w:rPr>
                <w:bCs/>
              </w:rPr>
              <w:t>2624</w:t>
            </w:r>
          </w:p>
        </w:tc>
        <w:tc>
          <w:tcPr>
            <w:tcW w:w="1543" w:type="dxa"/>
            <w:vAlign w:val="center"/>
          </w:tcPr>
          <w:p w:rsidR="00C20CF9" w:rsidRPr="00FD35D7" w:rsidRDefault="00C20CF9" w:rsidP="009D2A54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  <w:p w:rsidR="00C20CF9" w:rsidRPr="00FD35D7" w:rsidRDefault="00C20CF9" w:rsidP="009D2A54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FD35D7" w:rsidRDefault="00C20CF9" w:rsidP="009D2A54">
            <w:pPr>
              <w:rPr>
                <w:bCs/>
              </w:rPr>
            </w:pPr>
            <w:r>
              <w:rPr>
                <w:bCs/>
              </w:rPr>
              <w:t>182591,00</w:t>
            </w:r>
          </w:p>
        </w:tc>
        <w:tc>
          <w:tcPr>
            <w:tcW w:w="2214" w:type="dxa"/>
            <w:vAlign w:val="center"/>
          </w:tcPr>
          <w:p w:rsidR="00C20CF9" w:rsidRPr="00FD35D7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FD35D7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FD35D7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FD35D7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Жилой дом</w:t>
            </w:r>
          </w:p>
          <w:p w:rsidR="00C20CF9" w:rsidRPr="00FD35D7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Земельный участок</w:t>
            </w:r>
          </w:p>
        </w:tc>
        <w:tc>
          <w:tcPr>
            <w:tcW w:w="1118" w:type="dxa"/>
            <w:vAlign w:val="center"/>
          </w:tcPr>
          <w:p w:rsidR="00C20CF9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102</w:t>
            </w:r>
          </w:p>
          <w:p w:rsidR="00C20CF9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2624</w:t>
            </w:r>
          </w:p>
        </w:tc>
        <w:tc>
          <w:tcPr>
            <w:tcW w:w="1543" w:type="dxa"/>
            <w:vAlign w:val="center"/>
          </w:tcPr>
          <w:p w:rsidR="00C20CF9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  <w:p w:rsidR="00C20CF9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Жилой дом</w:t>
            </w:r>
          </w:p>
          <w:p w:rsidR="00C20CF9" w:rsidRPr="00FD35D7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Земельный участок</w:t>
            </w:r>
          </w:p>
        </w:tc>
        <w:tc>
          <w:tcPr>
            <w:tcW w:w="1118" w:type="dxa"/>
            <w:vAlign w:val="center"/>
          </w:tcPr>
          <w:p w:rsidR="00C20CF9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102</w:t>
            </w:r>
          </w:p>
          <w:p w:rsidR="00C20CF9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2624</w:t>
            </w:r>
          </w:p>
        </w:tc>
        <w:tc>
          <w:tcPr>
            <w:tcW w:w="1543" w:type="dxa"/>
            <w:vAlign w:val="center"/>
          </w:tcPr>
          <w:p w:rsidR="00C20CF9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  <w:p w:rsidR="00C20CF9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Жилой дом</w:t>
            </w:r>
          </w:p>
          <w:p w:rsidR="00C20CF9" w:rsidRPr="00FD35D7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Земельный участок</w:t>
            </w:r>
          </w:p>
        </w:tc>
        <w:tc>
          <w:tcPr>
            <w:tcW w:w="1118" w:type="dxa"/>
            <w:vAlign w:val="center"/>
          </w:tcPr>
          <w:p w:rsidR="00C20CF9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102</w:t>
            </w:r>
          </w:p>
          <w:p w:rsidR="00C20CF9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2624</w:t>
            </w:r>
          </w:p>
        </w:tc>
        <w:tc>
          <w:tcPr>
            <w:tcW w:w="1543" w:type="dxa"/>
            <w:vAlign w:val="center"/>
          </w:tcPr>
          <w:p w:rsidR="00C20CF9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  <w:p w:rsidR="00C20CF9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Жилой дом</w:t>
            </w:r>
          </w:p>
          <w:p w:rsidR="00C20CF9" w:rsidRPr="00FD35D7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Земельный участок</w:t>
            </w:r>
          </w:p>
        </w:tc>
        <w:tc>
          <w:tcPr>
            <w:tcW w:w="1118" w:type="dxa"/>
            <w:vAlign w:val="center"/>
          </w:tcPr>
          <w:p w:rsidR="00C20CF9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102</w:t>
            </w:r>
          </w:p>
          <w:p w:rsidR="00C20CF9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2624</w:t>
            </w:r>
          </w:p>
        </w:tc>
        <w:tc>
          <w:tcPr>
            <w:tcW w:w="1543" w:type="dxa"/>
            <w:vAlign w:val="center"/>
          </w:tcPr>
          <w:p w:rsidR="00C20CF9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  <w:p w:rsidR="00C20CF9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</w:p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Хасанова Чулпан Асхадулловна</w:t>
            </w:r>
            <w:r>
              <w:rPr>
                <w:b/>
              </w:rPr>
              <w:t>-заведующий МБДОУ «Шубанский д/с»</w:t>
            </w:r>
          </w:p>
        </w:tc>
        <w:tc>
          <w:tcPr>
            <w:tcW w:w="1299" w:type="dxa"/>
            <w:vAlign w:val="center"/>
          </w:tcPr>
          <w:p w:rsidR="00C20CF9" w:rsidRPr="00980034" w:rsidRDefault="00C20CF9" w:rsidP="00980034">
            <w:r>
              <w:t>218186,70</w:t>
            </w:r>
          </w:p>
        </w:tc>
        <w:tc>
          <w:tcPr>
            <w:tcW w:w="2214" w:type="dxa"/>
            <w:vAlign w:val="center"/>
          </w:tcPr>
          <w:p w:rsidR="00C20CF9" w:rsidRDefault="00C20CF9" w:rsidP="00F056D4">
            <w:pPr>
              <w:rPr>
                <w:bCs/>
              </w:rPr>
            </w:pPr>
            <w:r>
              <w:rPr>
                <w:bCs/>
              </w:rPr>
              <w:t xml:space="preserve">Земельный участок – общая долевая </w:t>
            </w:r>
          </w:p>
          <w:p w:rsidR="00C20CF9" w:rsidRDefault="00C20CF9" w:rsidP="00F056D4">
            <w:pPr>
              <w:rPr>
                <w:bCs/>
              </w:rPr>
            </w:pPr>
            <w:r>
              <w:rPr>
                <w:bCs/>
              </w:rPr>
              <w:t>1/2  доля</w:t>
            </w:r>
          </w:p>
          <w:p w:rsidR="00C20CF9" w:rsidRDefault="00C20CF9" w:rsidP="00F056D4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C20CF9" w:rsidRPr="003A4CC9" w:rsidRDefault="00C20CF9" w:rsidP="00F056D4">
            <w:pPr>
              <w:rPr>
                <w:b/>
                <w:bCs/>
              </w:rPr>
            </w:pPr>
            <w:r>
              <w:rPr>
                <w:bCs/>
              </w:rPr>
              <w:t>Жилой дом – долевая 1/2доля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 w:rsidRPr="00F056D4">
              <w:rPr>
                <w:bCs/>
              </w:rPr>
              <w:t>4511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40500,00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Pr="003A4CC9" w:rsidRDefault="00C20CF9" w:rsidP="009D2A54">
            <w:pPr>
              <w:rPr>
                <w:b/>
                <w:bCs/>
              </w:rPr>
            </w:pPr>
            <w:r>
              <w:rPr>
                <w:bCs/>
              </w:rPr>
              <w:t>133,80</w:t>
            </w:r>
          </w:p>
        </w:tc>
        <w:tc>
          <w:tcPr>
            <w:tcW w:w="1278" w:type="dxa"/>
            <w:vAlign w:val="center"/>
          </w:tcPr>
          <w:p w:rsidR="00C20CF9" w:rsidRPr="00F056D4" w:rsidRDefault="00C20CF9" w:rsidP="009D2A54">
            <w:pPr>
              <w:rPr>
                <w:bCs/>
              </w:rPr>
            </w:pPr>
            <w:r w:rsidRPr="00F056D4">
              <w:rPr>
                <w:bCs/>
              </w:rPr>
              <w:t>Россия</w:t>
            </w:r>
          </w:p>
          <w:p w:rsidR="00C20CF9" w:rsidRPr="00F056D4" w:rsidRDefault="00C20CF9" w:rsidP="009D2A54">
            <w:pPr>
              <w:rPr>
                <w:bCs/>
              </w:rPr>
            </w:pPr>
          </w:p>
          <w:p w:rsidR="00C20CF9" w:rsidRPr="00F056D4" w:rsidRDefault="00C20CF9" w:rsidP="009D2A54">
            <w:pPr>
              <w:rPr>
                <w:bCs/>
              </w:rPr>
            </w:pPr>
            <w:r w:rsidRPr="00F056D4">
              <w:rPr>
                <w:bCs/>
              </w:rPr>
              <w:t>Россия</w:t>
            </w:r>
          </w:p>
          <w:p w:rsidR="00C20CF9" w:rsidRPr="00F056D4" w:rsidRDefault="00C20CF9" w:rsidP="009D2A54">
            <w:pPr>
              <w:rPr>
                <w:bCs/>
              </w:rPr>
            </w:pPr>
          </w:p>
          <w:p w:rsidR="00C20CF9" w:rsidRPr="003A4CC9" w:rsidRDefault="00C20CF9" w:rsidP="009D2A54">
            <w:pPr>
              <w:rPr>
                <w:b/>
                <w:bCs/>
              </w:rPr>
            </w:pPr>
            <w:r w:rsidRPr="00F056D4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F056D4" w:rsidRDefault="00C20CF9" w:rsidP="009D2A54">
            <w:pPr>
              <w:rPr>
                <w:bCs/>
              </w:rPr>
            </w:pPr>
            <w:r w:rsidRPr="00F056D4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F056D4" w:rsidRDefault="00C20CF9" w:rsidP="009D2A54">
            <w:pPr>
              <w:rPr>
                <w:bCs/>
              </w:rPr>
            </w:pPr>
            <w:r w:rsidRPr="00F056D4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F056D4" w:rsidRDefault="00C20CF9" w:rsidP="009D2A54">
            <w:pPr>
              <w:rPr>
                <w:bCs/>
              </w:rPr>
            </w:pPr>
            <w:r w:rsidRPr="00F056D4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F056D4" w:rsidRDefault="00C20CF9" w:rsidP="009D2A54">
            <w:pPr>
              <w:rPr>
                <w:bCs/>
              </w:rPr>
            </w:pPr>
            <w:r w:rsidRPr="00F056D4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Default="00C20CF9" w:rsidP="00980034">
            <w:r>
              <w:t>238700,00</w:t>
            </w:r>
          </w:p>
        </w:tc>
        <w:tc>
          <w:tcPr>
            <w:tcW w:w="2214" w:type="dxa"/>
            <w:vAlign w:val="center"/>
          </w:tcPr>
          <w:p w:rsidR="00C20CF9" w:rsidRDefault="00C20CF9" w:rsidP="00C0783A">
            <w:pPr>
              <w:rPr>
                <w:bCs/>
              </w:rPr>
            </w:pPr>
            <w:r>
              <w:rPr>
                <w:bCs/>
              </w:rPr>
              <w:t xml:space="preserve">Земельный участок – общая долевая </w:t>
            </w:r>
          </w:p>
          <w:p w:rsidR="00C20CF9" w:rsidRDefault="00C20CF9" w:rsidP="00C0783A">
            <w:pPr>
              <w:rPr>
                <w:bCs/>
              </w:rPr>
            </w:pPr>
            <w:r>
              <w:rPr>
                <w:bCs/>
              </w:rPr>
              <w:t>1/2  доля</w:t>
            </w:r>
          </w:p>
          <w:p w:rsidR="00C20CF9" w:rsidRDefault="00C20CF9" w:rsidP="00C0783A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C20CF9" w:rsidRDefault="00C20CF9" w:rsidP="00C0783A">
            <w:pPr>
              <w:rPr>
                <w:bCs/>
              </w:rPr>
            </w:pPr>
            <w:r>
              <w:rPr>
                <w:bCs/>
              </w:rPr>
              <w:t>Жилой дом – долевая 1/2доля</w:t>
            </w:r>
          </w:p>
        </w:tc>
        <w:tc>
          <w:tcPr>
            <w:tcW w:w="1368" w:type="dxa"/>
            <w:vAlign w:val="center"/>
          </w:tcPr>
          <w:p w:rsidR="00C20CF9" w:rsidRDefault="00C20CF9" w:rsidP="00C0783A">
            <w:pPr>
              <w:rPr>
                <w:bCs/>
              </w:rPr>
            </w:pPr>
            <w:r w:rsidRPr="00F056D4">
              <w:rPr>
                <w:bCs/>
              </w:rPr>
              <w:t>4511</w:t>
            </w:r>
          </w:p>
          <w:p w:rsidR="00C20CF9" w:rsidRDefault="00C20CF9" w:rsidP="00C0783A">
            <w:pPr>
              <w:rPr>
                <w:bCs/>
              </w:rPr>
            </w:pPr>
          </w:p>
          <w:p w:rsidR="00C20CF9" w:rsidRDefault="00C20CF9" w:rsidP="00C0783A">
            <w:pPr>
              <w:rPr>
                <w:bCs/>
              </w:rPr>
            </w:pPr>
          </w:p>
          <w:p w:rsidR="00C20CF9" w:rsidRDefault="00C20CF9" w:rsidP="00C0783A">
            <w:pPr>
              <w:rPr>
                <w:bCs/>
              </w:rPr>
            </w:pPr>
            <w:r>
              <w:rPr>
                <w:bCs/>
              </w:rPr>
              <w:t>40500,00</w:t>
            </w:r>
          </w:p>
          <w:p w:rsidR="00C20CF9" w:rsidRDefault="00C20CF9" w:rsidP="00C0783A">
            <w:pPr>
              <w:rPr>
                <w:bCs/>
              </w:rPr>
            </w:pPr>
          </w:p>
          <w:p w:rsidR="00C20CF9" w:rsidRPr="00F056D4" w:rsidRDefault="00C20CF9" w:rsidP="00C0783A">
            <w:pPr>
              <w:rPr>
                <w:bCs/>
              </w:rPr>
            </w:pPr>
            <w:r>
              <w:rPr>
                <w:bCs/>
              </w:rPr>
              <w:t>133,80</w:t>
            </w:r>
          </w:p>
        </w:tc>
        <w:tc>
          <w:tcPr>
            <w:tcW w:w="1278" w:type="dxa"/>
            <w:vAlign w:val="center"/>
          </w:tcPr>
          <w:p w:rsidR="00C20CF9" w:rsidRPr="00F056D4" w:rsidRDefault="00C20CF9" w:rsidP="00C0783A">
            <w:pPr>
              <w:rPr>
                <w:bCs/>
              </w:rPr>
            </w:pPr>
            <w:r w:rsidRPr="00F056D4">
              <w:rPr>
                <w:bCs/>
              </w:rPr>
              <w:t>Россия</w:t>
            </w:r>
          </w:p>
          <w:p w:rsidR="00C20CF9" w:rsidRPr="00F056D4" w:rsidRDefault="00C20CF9" w:rsidP="00C0783A">
            <w:pPr>
              <w:rPr>
                <w:bCs/>
              </w:rPr>
            </w:pPr>
          </w:p>
          <w:p w:rsidR="00C20CF9" w:rsidRPr="00F056D4" w:rsidRDefault="00C20CF9" w:rsidP="00C0783A">
            <w:pPr>
              <w:rPr>
                <w:bCs/>
              </w:rPr>
            </w:pPr>
            <w:r w:rsidRPr="00F056D4">
              <w:rPr>
                <w:bCs/>
              </w:rPr>
              <w:t>Россия</w:t>
            </w:r>
          </w:p>
          <w:p w:rsidR="00C20CF9" w:rsidRPr="00F056D4" w:rsidRDefault="00C20CF9" w:rsidP="00C0783A">
            <w:pPr>
              <w:rPr>
                <w:bCs/>
              </w:rPr>
            </w:pPr>
          </w:p>
          <w:p w:rsidR="00C20CF9" w:rsidRPr="00F056D4" w:rsidRDefault="00C20CF9" w:rsidP="00C0783A">
            <w:pPr>
              <w:rPr>
                <w:bCs/>
              </w:rPr>
            </w:pPr>
            <w:r w:rsidRPr="00F056D4">
              <w:rPr>
                <w:bCs/>
              </w:rPr>
              <w:t>Росси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Opel astra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КамАЗ 55102</w:t>
            </w:r>
          </w:p>
          <w:p w:rsidR="00C20CF9" w:rsidRPr="00C0783A" w:rsidRDefault="00C20CF9" w:rsidP="009D2A54">
            <w:pPr>
              <w:rPr>
                <w:bCs/>
              </w:rPr>
            </w:pPr>
            <w:r>
              <w:rPr>
                <w:bCs/>
              </w:rPr>
              <w:t>Прицеп бортовой 1933</w:t>
            </w:r>
          </w:p>
        </w:tc>
        <w:tc>
          <w:tcPr>
            <w:tcW w:w="1800" w:type="dxa"/>
            <w:vAlign w:val="center"/>
          </w:tcPr>
          <w:p w:rsidR="00C20CF9" w:rsidRPr="00F056D4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F056D4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F056D4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Султанова Люция Хамитовна</w:t>
            </w:r>
            <w:r>
              <w:rPr>
                <w:b/>
              </w:rPr>
              <w:t>-заведующий МБДОУ «Мало-Лызинский д/ с»</w:t>
            </w:r>
          </w:p>
        </w:tc>
        <w:tc>
          <w:tcPr>
            <w:tcW w:w="1299" w:type="dxa"/>
            <w:vAlign w:val="center"/>
          </w:tcPr>
          <w:p w:rsidR="00C20CF9" w:rsidRPr="00CA2AF0" w:rsidRDefault="00C20CF9" w:rsidP="009D2A54">
            <w:pPr>
              <w:rPr>
                <w:bCs/>
              </w:rPr>
            </w:pPr>
            <w:r w:rsidRPr="00CA2AF0">
              <w:rPr>
                <w:bCs/>
              </w:rPr>
              <w:t>156 386,07</w:t>
            </w:r>
          </w:p>
        </w:tc>
        <w:tc>
          <w:tcPr>
            <w:tcW w:w="2214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 w:rsidRPr="00CA2AF0">
              <w:rPr>
                <w:bCs/>
              </w:rPr>
              <w:t>Земельный участок – общая долевая</w:t>
            </w:r>
            <w:r>
              <w:rPr>
                <w:bCs/>
              </w:rPr>
              <w:t xml:space="preserve"> собственность 1/2доля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Жилой дом  - общая долевая собственность 1/2доля</w:t>
            </w:r>
          </w:p>
          <w:p w:rsidR="00C20CF9" w:rsidRPr="00CA2AF0" w:rsidRDefault="00C20CF9" w:rsidP="009D2A54">
            <w:pPr>
              <w:rPr>
                <w:bCs/>
              </w:rPr>
            </w:pPr>
            <w:r>
              <w:rPr>
                <w:bCs/>
              </w:rPr>
              <w:t>Квартира – общая долевая собственность 1/4 доля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1485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37,8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64,3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Pr="00CA2AF0" w:rsidRDefault="00C20CF9" w:rsidP="009D2A54">
            <w:pPr>
              <w:rPr>
                <w:bCs/>
              </w:rPr>
            </w:pP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Pr="00CA2AF0" w:rsidRDefault="00C20CF9" w:rsidP="009D2A54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C20CF9" w:rsidRPr="00CA2AF0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CA2AF0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CA2AF0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CA2AF0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 xml:space="preserve">Супруг </w:t>
            </w:r>
          </w:p>
        </w:tc>
        <w:tc>
          <w:tcPr>
            <w:tcW w:w="1299" w:type="dxa"/>
            <w:vAlign w:val="center"/>
          </w:tcPr>
          <w:p w:rsidR="00C20CF9" w:rsidRPr="00CA2AF0" w:rsidRDefault="00C20CF9" w:rsidP="009D2A54">
            <w:pPr>
              <w:rPr>
                <w:bCs/>
              </w:rPr>
            </w:pPr>
            <w:r>
              <w:rPr>
                <w:bCs/>
              </w:rPr>
              <w:t>180 000</w:t>
            </w:r>
          </w:p>
        </w:tc>
        <w:tc>
          <w:tcPr>
            <w:tcW w:w="2214" w:type="dxa"/>
            <w:vAlign w:val="center"/>
          </w:tcPr>
          <w:p w:rsidR="00C20CF9" w:rsidRDefault="00C20CF9" w:rsidP="00616CF6">
            <w:pPr>
              <w:rPr>
                <w:bCs/>
              </w:rPr>
            </w:pPr>
            <w:r w:rsidRPr="00CA2AF0">
              <w:rPr>
                <w:bCs/>
              </w:rPr>
              <w:t>Земельный участок – общая долевая</w:t>
            </w:r>
            <w:r>
              <w:rPr>
                <w:bCs/>
              </w:rPr>
              <w:t xml:space="preserve"> собственность 1/2доля</w:t>
            </w:r>
          </w:p>
          <w:p w:rsidR="00C20CF9" w:rsidRPr="00CA2AF0" w:rsidRDefault="00C20CF9" w:rsidP="009D2A54">
            <w:pPr>
              <w:rPr>
                <w:bCs/>
              </w:rPr>
            </w:pPr>
            <w:r>
              <w:rPr>
                <w:bCs/>
              </w:rPr>
              <w:t>Жилой дом  - общая долевая собственность 1/2доля</w:t>
            </w:r>
          </w:p>
        </w:tc>
        <w:tc>
          <w:tcPr>
            <w:tcW w:w="1368" w:type="dxa"/>
            <w:vAlign w:val="center"/>
          </w:tcPr>
          <w:p w:rsidR="00C20CF9" w:rsidRDefault="00C20CF9" w:rsidP="00616CF6">
            <w:pPr>
              <w:rPr>
                <w:bCs/>
              </w:rPr>
            </w:pPr>
            <w:r>
              <w:rPr>
                <w:bCs/>
              </w:rPr>
              <w:t>1485</w:t>
            </w:r>
          </w:p>
          <w:p w:rsidR="00C20CF9" w:rsidRDefault="00C20CF9" w:rsidP="00616CF6">
            <w:pPr>
              <w:rPr>
                <w:bCs/>
              </w:rPr>
            </w:pPr>
          </w:p>
          <w:p w:rsidR="00C20CF9" w:rsidRDefault="00C20CF9" w:rsidP="00616CF6">
            <w:pPr>
              <w:rPr>
                <w:bCs/>
              </w:rPr>
            </w:pPr>
          </w:p>
          <w:p w:rsidR="00C20CF9" w:rsidRDefault="00C20CF9" w:rsidP="00616CF6">
            <w:pPr>
              <w:rPr>
                <w:bCs/>
              </w:rPr>
            </w:pPr>
          </w:p>
          <w:p w:rsidR="00C20CF9" w:rsidRDefault="00C20CF9" w:rsidP="00616CF6">
            <w:pPr>
              <w:rPr>
                <w:bCs/>
              </w:rPr>
            </w:pPr>
            <w:r>
              <w:rPr>
                <w:bCs/>
              </w:rPr>
              <w:t>37,8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</w:tc>
        <w:tc>
          <w:tcPr>
            <w:tcW w:w="1278" w:type="dxa"/>
            <w:vAlign w:val="center"/>
          </w:tcPr>
          <w:p w:rsidR="00C20CF9" w:rsidRDefault="00C20CF9" w:rsidP="00616CF6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616CF6">
            <w:pPr>
              <w:rPr>
                <w:bCs/>
              </w:rPr>
            </w:pPr>
          </w:p>
          <w:p w:rsidR="00C20CF9" w:rsidRDefault="00C20CF9" w:rsidP="00616CF6">
            <w:pPr>
              <w:rPr>
                <w:bCs/>
              </w:rPr>
            </w:pPr>
          </w:p>
          <w:p w:rsidR="00C20CF9" w:rsidRDefault="00C20CF9" w:rsidP="00616CF6">
            <w:pPr>
              <w:rPr>
                <w:bCs/>
              </w:rPr>
            </w:pPr>
          </w:p>
          <w:p w:rsidR="00C20CF9" w:rsidRDefault="00C20CF9" w:rsidP="00616CF6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616CF6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ВАЗ-2109 индивидуальная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  <w:lang w:val="en-US"/>
              </w:rPr>
              <w:t>Hino-RANGER</w:t>
            </w:r>
            <w:r>
              <w:rPr>
                <w:bCs/>
              </w:rPr>
              <w:t xml:space="preserve"> индивидуальная  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Pr="00616CF6" w:rsidRDefault="00C20CF9" w:rsidP="009D2A54">
            <w:pPr>
              <w:rPr>
                <w:bCs/>
              </w:rPr>
            </w:pPr>
          </w:p>
        </w:tc>
        <w:tc>
          <w:tcPr>
            <w:tcW w:w="180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 xml:space="preserve">Дочь 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CA2AF0" w:rsidRDefault="00C20CF9" w:rsidP="00616CF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Default="00C20CF9" w:rsidP="00616CF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Default="00C20CF9" w:rsidP="00616CF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</w:tc>
        <w:tc>
          <w:tcPr>
            <w:tcW w:w="111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37,8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1485</w:t>
            </w:r>
          </w:p>
          <w:p w:rsidR="00C20CF9" w:rsidRDefault="00C20CF9" w:rsidP="009D2A54">
            <w:pPr>
              <w:rPr>
                <w:bCs/>
              </w:rPr>
            </w:pPr>
          </w:p>
        </w:tc>
        <w:tc>
          <w:tcPr>
            <w:tcW w:w="1543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616CF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Default="00C20CF9" w:rsidP="00616CF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Default="00C20CF9" w:rsidP="00616CF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65063E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  <w:p w:rsidR="00C20CF9" w:rsidRDefault="00C20CF9" w:rsidP="0065063E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</w:tc>
        <w:tc>
          <w:tcPr>
            <w:tcW w:w="1118" w:type="dxa"/>
            <w:vAlign w:val="center"/>
          </w:tcPr>
          <w:p w:rsidR="00C20CF9" w:rsidRDefault="00C20CF9" w:rsidP="0065063E">
            <w:pPr>
              <w:rPr>
                <w:bCs/>
              </w:rPr>
            </w:pPr>
            <w:r>
              <w:rPr>
                <w:bCs/>
              </w:rPr>
              <w:t>37,8</w:t>
            </w:r>
          </w:p>
          <w:p w:rsidR="00C20CF9" w:rsidRDefault="00C20CF9" w:rsidP="0065063E">
            <w:pPr>
              <w:rPr>
                <w:bCs/>
              </w:rPr>
            </w:pPr>
            <w:r>
              <w:rPr>
                <w:bCs/>
              </w:rPr>
              <w:t>1485</w:t>
            </w:r>
          </w:p>
          <w:p w:rsidR="00C20CF9" w:rsidRDefault="00C20CF9" w:rsidP="0065063E">
            <w:pPr>
              <w:rPr>
                <w:bCs/>
              </w:rPr>
            </w:pPr>
          </w:p>
        </w:tc>
        <w:tc>
          <w:tcPr>
            <w:tcW w:w="1543" w:type="dxa"/>
            <w:vAlign w:val="center"/>
          </w:tcPr>
          <w:p w:rsidR="00C20CF9" w:rsidRDefault="00C20CF9" w:rsidP="0065063E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65063E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65063E">
            <w:pPr>
              <w:rPr>
                <w:bCs/>
              </w:rPr>
            </w:pP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Хасанова Алсу Фаритовна</w:t>
            </w:r>
            <w:r>
              <w:rPr>
                <w:b/>
              </w:rPr>
              <w:t>-заведующий МБДОУ «Соснинский д/ с»</w:t>
            </w:r>
          </w:p>
        </w:tc>
        <w:tc>
          <w:tcPr>
            <w:tcW w:w="1299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168131,65</w:t>
            </w:r>
          </w:p>
        </w:tc>
        <w:tc>
          <w:tcPr>
            <w:tcW w:w="2214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>
              <w:rPr>
                <w:bCs/>
              </w:rPr>
              <w:t>Паевая земля</w:t>
            </w:r>
            <w:r w:rsidRPr="003B7463">
              <w:rPr>
                <w:bCs/>
              </w:rPr>
              <w:t xml:space="preserve"> сельхозназначения – общая долевая</w:t>
            </w:r>
          </w:p>
        </w:tc>
        <w:tc>
          <w:tcPr>
            <w:tcW w:w="1368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54000</w:t>
            </w:r>
          </w:p>
        </w:tc>
        <w:tc>
          <w:tcPr>
            <w:tcW w:w="1278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Земельный участок</w:t>
            </w:r>
          </w:p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5035,00</w:t>
            </w:r>
          </w:p>
          <w:p w:rsidR="00C20CF9" w:rsidRPr="003B7463" w:rsidRDefault="00C20CF9" w:rsidP="009D2A54">
            <w:pPr>
              <w:rPr>
                <w:bCs/>
              </w:rPr>
            </w:pPr>
          </w:p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138,50</w:t>
            </w:r>
          </w:p>
        </w:tc>
        <w:tc>
          <w:tcPr>
            <w:tcW w:w="1543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  <w:p w:rsidR="00C20CF9" w:rsidRPr="003B7463" w:rsidRDefault="00C20CF9" w:rsidP="009D2A54">
            <w:pPr>
              <w:rPr>
                <w:bCs/>
              </w:rPr>
            </w:pPr>
          </w:p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120064,72</w:t>
            </w:r>
          </w:p>
        </w:tc>
        <w:tc>
          <w:tcPr>
            <w:tcW w:w="2214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  <w:lang w:val="en-US"/>
              </w:rPr>
              <w:t>Chevrolet</w:t>
            </w:r>
            <w:r w:rsidRPr="003B7463">
              <w:rPr>
                <w:bCs/>
              </w:rPr>
              <w:t xml:space="preserve"> </w:t>
            </w:r>
            <w:r w:rsidRPr="003B7463">
              <w:rPr>
                <w:bCs/>
                <w:lang w:val="tt-RU"/>
              </w:rPr>
              <w:t>–</w:t>
            </w:r>
            <w:r w:rsidRPr="003B7463">
              <w:rPr>
                <w:bCs/>
              </w:rPr>
              <w:t>индивидуальная</w:t>
            </w:r>
          </w:p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ГАЗ</w:t>
            </w:r>
            <w:r w:rsidRPr="003B7463">
              <w:rPr>
                <w:bCs/>
                <w:lang w:val="tt-RU"/>
              </w:rPr>
              <w:t>-3302- индивидуал</w:t>
            </w:r>
            <w:r w:rsidRPr="003B7463">
              <w:rPr>
                <w:bCs/>
              </w:rPr>
              <w:t>ьная</w:t>
            </w:r>
          </w:p>
        </w:tc>
        <w:tc>
          <w:tcPr>
            <w:tcW w:w="1800" w:type="dxa"/>
            <w:vAlign w:val="center"/>
          </w:tcPr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Земельный участок</w:t>
            </w:r>
          </w:p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5035,00</w:t>
            </w:r>
          </w:p>
          <w:p w:rsidR="00C20CF9" w:rsidRPr="003B7463" w:rsidRDefault="00C20CF9" w:rsidP="00046B5C">
            <w:pPr>
              <w:rPr>
                <w:bCs/>
              </w:rPr>
            </w:pPr>
          </w:p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138,50</w:t>
            </w:r>
          </w:p>
        </w:tc>
        <w:tc>
          <w:tcPr>
            <w:tcW w:w="1543" w:type="dxa"/>
            <w:vAlign w:val="center"/>
          </w:tcPr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  <w:p w:rsidR="00C20CF9" w:rsidRPr="003B7463" w:rsidRDefault="00C20CF9" w:rsidP="00046B5C">
            <w:pPr>
              <w:rPr>
                <w:bCs/>
              </w:rPr>
            </w:pPr>
          </w:p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Земельный участок</w:t>
            </w:r>
          </w:p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5035,00</w:t>
            </w:r>
          </w:p>
          <w:p w:rsidR="00C20CF9" w:rsidRPr="003B7463" w:rsidRDefault="00C20CF9" w:rsidP="00046B5C">
            <w:pPr>
              <w:rPr>
                <w:bCs/>
              </w:rPr>
            </w:pPr>
          </w:p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138,50</w:t>
            </w:r>
          </w:p>
        </w:tc>
        <w:tc>
          <w:tcPr>
            <w:tcW w:w="1543" w:type="dxa"/>
            <w:vAlign w:val="center"/>
          </w:tcPr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  <w:p w:rsidR="00C20CF9" w:rsidRPr="003B7463" w:rsidRDefault="00C20CF9" w:rsidP="00046B5C">
            <w:pPr>
              <w:rPr>
                <w:bCs/>
              </w:rPr>
            </w:pPr>
          </w:p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3B7463" w:rsidRDefault="00C20CF9" w:rsidP="009D2A54">
            <w:pPr>
              <w:rPr>
                <w:bCs/>
              </w:rPr>
            </w:pPr>
            <w:r w:rsidRPr="003B7463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Земельный участок</w:t>
            </w:r>
          </w:p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5035,00</w:t>
            </w:r>
          </w:p>
          <w:p w:rsidR="00C20CF9" w:rsidRPr="003B7463" w:rsidRDefault="00C20CF9" w:rsidP="00046B5C">
            <w:pPr>
              <w:rPr>
                <w:bCs/>
              </w:rPr>
            </w:pPr>
          </w:p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138,50</w:t>
            </w:r>
          </w:p>
        </w:tc>
        <w:tc>
          <w:tcPr>
            <w:tcW w:w="1543" w:type="dxa"/>
            <w:vAlign w:val="center"/>
          </w:tcPr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  <w:p w:rsidR="00C20CF9" w:rsidRPr="003B7463" w:rsidRDefault="00C20CF9" w:rsidP="00046B5C">
            <w:pPr>
              <w:rPr>
                <w:bCs/>
              </w:rPr>
            </w:pPr>
          </w:p>
          <w:p w:rsidR="00C20CF9" w:rsidRPr="003B7463" w:rsidRDefault="00C20CF9" w:rsidP="00046B5C">
            <w:pPr>
              <w:rPr>
                <w:bCs/>
              </w:rPr>
            </w:pPr>
            <w:r w:rsidRPr="003B7463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Закирова Лилия Ринатовна</w:t>
            </w:r>
            <w:r>
              <w:rPr>
                <w:b/>
              </w:rPr>
              <w:t>-заведующий МБДОУ «Салаусский д/ с»</w:t>
            </w:r>
          </w:p>
        </w:tc>
        <w:tc>
          <w:tcPr>
            <w:tcW w:w="1299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73404,51</w:t>
            </w:r>
          </w:p>
        </w:tc>
        <w:tc>
          <w:tcPr>
            <w:tcW w:w="2214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Зе</w:t>
            </w:r>
            <w:r>
              <w:rPr>
                <w:bCs/>
              </w:rPr>
              <w:t>мельный участок</w:t>
            </w: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 xml:space="preserve">Жилой дом  </w:t>
            </w:r>
          </w:p>
        </w:tc>
        <w:tc>
          <w:tcPr>
            <w:tcW w:w="1118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2188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138,18</w:t>
            </w:r>
          </w:p>
        </w:tc>
        <w:tc>
          <w:tcPr>
            <w:tcW w:w="1543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234370,17</w:t>
            </w:r>
          </w:p>
        </w:tc>
        <w:tc>
          <w:tcPr>
            <w:tcW w:w="2214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Земельный участок – индивидуальная</w:t>
            </w: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Жилой дом - индивидуальная</w:t>
            </w:r>
          </w:p>
        </w:tc>
        <w:tc>
          <w:tcPr>
            <w:tcW w:w="1368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2188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138,18</w:t>
            </w:r>
          </w:p>
        </w:tc>
        <w:tc>
          <w:tcPr>
            <w:tcW w:w="1278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ВАЗ 21124 - индивидуальная</w:t>
            </w:r>
          </w:p>
        </w:tc>
        <w:tc>
          <w:tcPr>
            <w:tcW w:w="1800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Зе</w:t>
            </w:r>
            <w:r>
              <w:rPr>
                <w:bCs/>
              </w:rPr>
              <w:t>мельный участок</w:t>
            </w:r>
          </w:p>
          <w:p w:rsidR="00C20CF9" w:rsidRPr="00416D61" w:rsidRDefault="00C20CF9" w:rsidP="00046B5C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</w:tc>
        <w:tc>
          <w:tcPr>
            <w:tcW w:w="1118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2188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138,18</w:t>
            </w:r>
          </w:p>
        </w:tc>
        <w:tc>
          <w:tcPr>
            <w:tcW w:w="1543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Назипова Гульчачак Фаритовна</w:t>
            </w:r>
            <w:r>
              <w:rPr>
                <w:b/>
              </w:rPr>
              <w:t>-заведующий МБДОУ «Кугунурсий д/ с»</w:t>
            </w:r>
          </w:p>
        </w:tc>
        <w:tc>
          <w:tcPr>
            <w:tcW w:w="1299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 w:rsidRPr="00C0783A">
              <w:rPr>
                <w:bCs/>
              </w:rPr>
              <w:t>80372,99</w:t>
            </w:r>
          </w:p>
        </w:tc>
        <w:tc>
          <w:tcPr>
            <w:tcW w:w="2214" w:type="dxa"/>
            <w:vAlign w:val="center"/>
          </w:tcPr>
          <w:p w:rsidR="00C20CF9" w:rsidRDefault="00C20CF9" w:rsidP="00C0783A">
            <w:pPr>
              <w:rPr>
                <w:bCs/>
              </w:rPr>
            </w:pPr>
            <w:r>
              <w:rPr>
                <w:bCs/>
              </w:rPr>
              <w:t xml:space="preserve">Земельный участок доля в праве 1/2 доля </w:t>
            </w:r>
          </w:p>
          <w:p w:rsidR="00C20CF9" w:rsidRPr="003A4CC9" w:rsidRDefault="00C20CF9" w:rsidP="00C0783A">
            <w:pPr>
              <w:rPr>
                <w:b/>
                <w:bCs/>
              </w:rPr>
            </w:pPr>
            <w:r>
              <w:rPr>
                <w:bCs/>
              </w:rPr>
              <w:t>Жилой дом – общая долевая 1/2доля</w:t>
            </w:r>
          </w:p>
        </w:tc>
        <w:tc>
          <w:tcPr>
            <w:tcW w:w="1368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 w:rsidRPr="00C0783A">
              <w:rPr>
                <w:bCs/>
              </w:rPr>
              <w:t>4755,2</w:t>
            </w:r>
          </w:p>
          <w:p w:rsidR="00C20CF9" w:rsidRPr="00C0783A" w:rsidRDefault="00C20CF9" w:rsidP="009D2A54">
            <w:pPr>
              <w:rPr>
                <w:bCs/>
              </w:rPr>
            </w:pPr>
            <w:r w:rsidRPr="00C0783A">
              <w:rPr>
                <w:bCs/>
              </w:rPr>
              <w:t>105,9</w:t>
            </w:r>
          </w:p>
        </w:tc>
        <w:tc>
          <w:tcPr>
            <w:tcW w:w="1278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C20CF9" w:rsidRPr="00C0783A" w:rsidRDefault="00C20CF9" w:rsidP="009D2A54">
            <w:pPr>
              <w:rPr>
                <w:bCs/>
              </w:rPr>
            </w:pPr>
          </w:p>
          <w:p w:rsidR="00C20CF9" w:rsidRPr="003A4CC9" w:rsidRDefault="00C20CF9" w:rsidP="009D2A54">
            <w:pPr>
              <w:rPr>
                <w:b/>
                <w:bCs/>
              </w:rPr>
            </w:pPr>
            <w:r w:rsidRPr="00C0783A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 w:rsidRPr="00C0783A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 w:rsidRPr="00C0783A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 w:rsidRPr="00C0783A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 w:rsidRPr="00C0783A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>
              <w:rPr>
                <w:bCs/>
              </w:rPr>
              <w:t>156785,72</w:t>
            </w:r>
          </w:p>
        </w:tc>
        <w:tc>
          <w:tcPr>
            <w:tcW w:w="2214" w:type="dxa"/>
            <w:vAlign w:val="center"/>
          </w:tcPr>
          <w:p w:rsidR="00C20CF9" w:rsidRDefault="00C20CF9" w:rsidP="00C0783A">
            <w:pPr>
              <w:rPr>
                <w:bCs/>
              </w:rPr>
            </w:pPr>
            <w:r>
              <w:rPr>
                <w:bCs/>
              </w:rPr>
              <w:t>Земли сельхозназначения</w:t>
            </w:r>
          </w:p>
          <w:p w:rsidR="00C20CF9" w:rsidRDefault="00C20CF9" w:rsidP="00C0783A">
            <w:pPr>
              <w:rPr>
                <w:bCs/>
              </w:rPr>
            </w:pPr>
            <w:r>
              <w:rPr>
                <w:bCs/>
              </w:rPr>
              <w:t xml:space="preserve">Земельный участок доля в праве 1/2 доля </w:t>
            </w:r>
          </w:p>
          <w:p w:rsidR="00C20CF9" w:rsidRDefault="00C20CF9" w:rsidP="00C0783A">
            <w:pPr>
              <w:rPr>
                <w:bCs/>
              </w:rPr>
            </w:pPr>
            <w:r>
              <w:rPr>
                <w:bCs/>
              </w:rPr>
              <w:t>Жилой дом – общая долевая 1/2доля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39200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3B4825">
            <w:pPr>
              <w:rPr>
                <w:bCs/>
              </w:rPr>
            </w:pPr>
            <w:r w:rsidRPr="00C0783A">
              <w:rPr>
                <w:bCs/>
              </w:rPr>
              <w:t>4755,2</w:t>
            </w:r>
          </w:p>
          <w:p w:rsidR="00C20CF9" w:rsidRPr="00C0783A" w:rsidRDefault="00C20CF9" w:rsidP="003B4825">
            <w:pPr>
              <w:rPr>
                <w:bCs/>
              </w:rPr>
            </w:pPr>
          </w:p>
          <w:p w:rsidR="00C20CF9" w:rsidRPr="00C0783A" w:rsidRDefault="00C20CF9" w:rsidP="003B4825">
            <w:pPr>
              <w:rPr>
                <w:bCs/>
              </w:rPr>
            </w:pPr>
            <w:r w:rsidRPr="00C0783A">
              <w:rPr>
                <w:bCs/>
              </w:rPr>
              <w:t>105,9</w:t>
            </w:r>
          </w:p>
        </w:tc>
        <w:tc>
          <w:tcPr>
            <w:tcW w:w="1278" w:type="dxa"/>
            <w:vAlign w:val="center"/>
          </w:tcPr>
          <w:p w:rsidR="00C20CF9" w:rsidRPr="00C0783A" w:rsidRDefault="00C20CF9" w:rsidP="003B4825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C20CF9" w:rsidRPr="00C0783A" w:rsidRDefault="00C20CF9" w:rsidP="003B4825">
            <w:pPr>
              <w:rPr>
                <w:bCs/>
              </w:rPr>
            </w:pPr>
          </w:p>
          <w:p w:rsidR="00C20CF9" w:rsidRDefault="00C20CF9" w:rsidP="003B4825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C20CF9" w:rsidRDefault="00C20CF9" w:rsidP="003B4825">
            <w:pPr>
              <w:rPr>
                <w:bCs/>
              </w:rPr>
            </w:pPr>
          </w:p>
          <w:p w:rsidR="00C20CF9" w:rsidRDefault="00C20CF9" w:rsidP="003B4825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Pr="00C0783A" w:rsidRDefault="00C20CF9" w:rsidP="003B4825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C20CF9" w:rsidRPr="003B4825" w:rsidRDefault="00C20CF9" w:rsidP="009D2A54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Renaut Logan</w:t>
            </w:r>
          </w:p>
        </w:tc>
        <w:tc>
          <w:tcPr>
            <w:tcW w:w="1800" w:type="dxa"/>
            <w:vAlign w:val="center"/>
          </w:tcPr>
          <w:p w:rsidR="00C20CF9" w:rsidRPr="003B4825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3B4825">
            <w:pPr>
              <w:rPr>
                <w:bCs/>
              </w:rPr>
            </w:pPr>
            <w:r>
              <w:rPr>
                <w:bCs/>
              </w:rPr>
              <w:t xml:space="preserve">Земельный участок доля в праве 1/2 доля </w:t>
            </w:r>
          </w:p>
          <w:p w:rsidR="00C20CF9" w:rsidRDefault="00C20CF9" w:rsidP="003B4825">
            <w:pPr>
              <w:rPr>
                <w:bCs/>
              </w:rPr>
            </w:pPr>
            <w:r>
              <w:rPr>
                <w:bCs/>
              </w:rPr>
              <w:t>Жилой дом – общая долевая 1/2доля</w:t>
            </w:r>
          </w:p>
        </w:tc>
        <w:tc>
          <w:tcPr>
            <w:tcW w:w="1368" w:type="dxa"/>
            <w:vAlign w:val="center"/>
          </w:tcPr>
          <w:p w:rsidR="00C20CF9" w:rsidRDefault="00C20CF9" w:rsidP="003B4825">
            <w:pPr>
              <w:rPr>
                <w:bCs/>
              </w:rPr>
            </w:pPr>
            <w:r w:rsidRPr="00C0783A">
              <w:rPr>
                <w:bCs/>
              </w:rPr>
              <w:t>4755,2</w:t>
            </w:r>
          </w:p>
          <w:p w:rsidR="00C20CF9" w:rsidRPr="00C0783A" w:rsidRDefault="00C20CF9" w:rsidP="003B4825">
            <w:pPr>
              <w:rPr>
                <w:bCs/>
              </w:rPr>
            </w:pPr>
          </w:p>
          <w:p w:rsidR="00C20CF9" w:rsidRPr="00C0783A" w:rsidRDefault="00C20CF9" w:rsidP="003B4825">
            <w:pPr>
              <w:rPr>
                <w:bCs/>
              </w:rPr>
            </w:pPr>
            <w:r w:rsidRPr="00C0783A">
              <w:rPr>
                <w:bCs/>
              </w:rPr>
              <w:t>105,9</w:t>
            </w:r>
          </w:p>
        </w:tc>
        <w:tc>
          <w:tcPr>
            <w:tcW w:w="1278" w:type="dxa"/>
            <w:vAlign w:val="center"/>
          </w:tcPr>
          <w:p w:rsidR="00C20CF9" w:rsidRPr="00C0783A" w:rsidRDefault="00C20CF9" w:rsidP="003B4825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C20CF9" w:rsidRPr="00C0783A" w:rsidRDefault="00C20CF9" w:rsidP="003B4825">
            <w:pPr>
              <w:rPr>
                <w:bCs/>
              </w:rPr>
            </w:pPr>
          </w:p>
          <w:p w:rsidR="00C20CF9" w:rsidRPr="00C0783A" w:rsidRDefault="00C20CF9" w:rsidP="003B4825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3B4825">
            <w:pPr>
              <w:rPr>
                <w:bCs/>
              </w:rPr>
            </w:pPr>
            <w:r>
              <w:rPr>
                <w:bCs/>
              </w:rPr>
              <w:t xml:space="preserve">Земельный участок доля в праве 1/2 доля </w:t>
            </w:r>
          </w:p>
          <w:p w:rsidR="00C20CF9" w:rsidRDefault="00C20CF9" w:rsidP="003B4825">
            <w:pPr>
              <w:rPr>
                <w:bCs/>
              </w:rPr>
            </w:pPr>
            <w:r>
              <w:rPr>
                <w:bCs/>
              </w:rPr>
              <w:t>Жилой дом – общая долевая 1/2доля</w:t>
            </w:r>
          </w:p>
        </w:tc>
        <w:tc>
          <w:tcPr>
            <w:tcW w:w="1368" w:type="dxa"/>
            <w:vAlign w:val="center"/>
          </w:tcPr>
          <w:p w:rsidR="00C20CF9" w:rsidRDefault="00C20CF9" w:rsidP="003B4825">
            <w:pPr>
              <w:rPr>
                <w:bCs/>
              </w:rPr>
            </w:pPr>
            <w:r w:rsidRPr="00C0783A">
              <w:rPr>
                <w:bCs/>
              </w:rPr>
              <w:t>4755,2</w:t>
            </w:r>
          </w:p>
          <w:p w:rsidR="00C20CF9" w:rsidRPr="00C0783A" w:rsidRDefault="00C20CF9" w:rsidP="003B4825">
            <w:pPr>
              <w:rPr>
                <w:bCs/>
              </w:rPr>
            </w:pPr>
          </w:p>
          <w:p w:rsidR="00C20CF9" w:rsidRPr="00C0783A" w:rsidRDefault="00C20CF9" w:rsidP="003B4825">
            <w:pPr>
              <w:rPr>
                <w:bCs/>
              </w:rPr>
            </w:pPr>
            <w:r w:rsidRPr="00C0783A">
              <w:rPr>
                <w:bCs/>
              </w:rPr>
              <w:t>105,9</w:t>
            </w:r>
          </w:p>
        </w:tc>
        <w:tc>
          <w:tcPr>
            <w:tcW w:w="1278" w:type="dxa"/>
            <w:vAlign w:val="center"/>
          </w:tcPr>
          <w:p w:rsidR="00C20CF9" w:rsidRPr="00C0783A" w:rsidRDefault="00C20CF9" w:rsidP="003B4825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C20CF9" w:rsidRPr="00C0783A" w:rsidRDefault="00C20CF9" w:rsidP="003B4825">
            <w:pPr>
              <w:rPr>
                <w:bCs/>
              </w:rPr>
            </w:pPr>
          </w:p>
          <w:p w:rsidR="00C20CF9" w:rsidRPr="00C0783A" w:rsidRDefault="00C20CF9" w:rsidP="003B4825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C0783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Гилязова Миляуша Даниловна</w:t>
            </w:r>
            <w:r>
              <w:rPr>
                <w:b/>
              </w:rPr>
              <w:t>-заведующий МБДОУ «Дургинский д/с»</w:t>
            </w:r>
          </w:p>
        </w:tc>
        <w:tc>
          <w:tcPr>
            <w:tcW w:w="1299" w:type="dxa"/>
            <w:vAlign w:val="center"/>
          </w:tcPr>
          <w:p w:rsidR="00C20CF9" w:rsidRPr="008101C6" w:rsidRDefault="00C20CF9" w:rsidP="009D2A54">
            <w:pPr>
              <w:rPr>
                <w:bCs/>
              </w:rPr>
            </w:pPr>
            <w:r w:rsidRPr="008101C6">
              <w:rPr>
                <w:bCs/>
              </w:rPr>
              <w:t>166884,05</w:t>
            </w:r>
          </w:p>
        </w:tc>
        <w:tc>
          <w:tcPr>
            <w:tcW w:w="2214" w:type="dxa"/>
            <w:vAlign w:val="center"/>
          </w:tcPr>
          <w:p w:rsidR="00C20CF9" w:rsidRDefault="00C20CF9" w:rsidP="008101C6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Pr="003A4CC9" w:rsidRDefault="00C20CF9" w:rsidP="008101C6">
            <w:pPr>
              <w:rPr>
                <w:b/>
                <w:bCs/>
              </w:rPr>
            </w:pPr>
            <w:r>
              <w:rPr>
                <w:bCs/>
              </w:rPr>
              <w:t xml:space="preserve">Жилой дом 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 w:rsidRPr="008101C6">
              <w:rPr>
                <w:bCs/>
              </w:rPr>
              <w:t>2352,15</w:t>
            </w:r>
          </w:p>
          <w:p w:rsidR="00C20CF9" w:rsidRPr="008101C6" w:rsidRDefault="00C20CF9" w:rsidP="009D2A54">
            <w:pPr>
              <w:rPr>
                <w:bCs/>
              </w:rPr>
            </w:pPr>
            <w:r>
              <w:rPr>
                <w:bCs/>
              </w:rPr>
              <w:t>103,4</w:t>
            </w:r>
          </w:p>
        </w:tc>
        <w:tc>
          <w:tcPr>
            <w:tcW w:w="1278" w:type="dxa"/>
            <w:vAlign w:val="center"/>
          </w:tcPr>
          <w:p w:rsidR="00C20CF9" w:rsidRPr="00C0783A" w:rsidRDefault="00C20CF9" w:rsidP="008101C6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C20CF9" w:rsidRPr="003A4CC9" w:rsidRDefault="00C20CF9" w:rsidP="008101C6">
            <w:pPr>
              <w:rPr>
                <w:b/>
                <w:bCs/>
              </w:rPr>
            </w:pPr>
            <w:r w:rsidRPr="00C0783A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8101C6" w:rsidRDefault="00C20CF9" w:rsidP="009D2A54">
            <w:pPr>
              <w:rPr>
                <w:bCs/>
              </w:rPr>
            </w:pPr>
            <w:r w:rsidRPr="008101C6">
              <w:rPr>
                <w:bCs/>
              </w:rPr>
              <w:t>Лада Калина</w:t>
            </w:r>
          </w:p>
        </w:tc>
        <w:tc>
          <w:tcPr>
            <w:tcW w:w="1800" w:type="dxa"/>
            <w:vAlign w:val="center"/>
          </w:tcPr>
          <w:p w:rsidR="00C20CF9" w:rsidRPr="008101C6" w:rsidRDefault="00C20CF9" w:rsidP="009D2A54">
            <w:pPr>
              <w:rPr>
                <w:bCs/>
              </w:rPr>
            </w:pPr>
            <w:r w:rsidRPr="008101C6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8101C6" w:rsidRDefault="00C20CF9" w:rsidP="009D2A54">
            <w:pPr>
              <w:rPr>
                <w:bCs/>
              </w:rPr>
            </w:pPr>
            <w:r w:rsidRPr="008101C6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8101C6" w:rsidRDefault="00C20CF9" w:rsidP="009D2A54">
            <w:pPr>
              <w:rPr>
                <w:bCs/>
              </w:rPr>
            </w:pPr>
            <w:r w:rsidRPr="008101C6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8101C6" w:rsidRDefault="00C20CF9" w:rsidP="009D2A54">
            <w:pPr>
              <w:rPr>
                <w:bCs/>
              </w:rPr>
            </w:pPr>
            <w:r>
              <w:rPr>
                <w:bCs/>
              </w:rPr>
              <w:t>56014,78</w:t>
            </w:r>
          </w:p>
        </w:tc>
        <w:tc>
          <w:tcPr>
            <w:tcW w:w="2214" w:type="dxa"/>
            <w:vAlign w:val="center"/>
          </w:tcPr>
          <w:p w:rsidR="00C20CF9" w:rsidRDefault="00C20CF9" w:rsidP="008101C6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Default="00C20CF9" w:rsidP="008101C6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368" w:type="dxa"/>
            <w:vAlign w:val="center"/>
          </w:tcPr>
          <w:p w:rsidR="00C20CF9" w:rsidRDefault="00C20CF9" w:rsidP="008101C6">
            <w:pPr>
              <w:rPr>
                <w:bCs/>
              </w:rPr>
            </w:pPr>
            <w:r w:rsidRPr="008101C6">
              <w:rPr>
                <w:bCs/>
              </w:rPr>
              <w:t>2352,15</w:t>
            </w:r>
          </w:p>
          <w:p w:rsidR="00C20CF9" w:rsidRPr="008101C6" w:rsidRDefault="00C20CF9" w:rsidP="008101C6">
            <w:pPr>
              <w:rPr>
                <w:bCs/>
              </w:rPr>
            </w:pPr>
            <w:r>
              <w:rPr>
                <w:bCs/>
              </w:rPr>
              <w:t>103,4</w:t>
            </w:r>
          </w:p>
        </w:tc>
        <w:tc>
          <w:tcPr>
            <w:tcW w:w="1278" w:type="dxa"/>
            <w:vAlign w:val="center"/>
          </w:tcPr>
          <w:p w:rsidR="00C20CF9" w:rsidRPr="00C0783A" w:rsidRDefault="00C20CF9" w:rsidP="008101C6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C20CF9" w:rsidRPr="00C0783A" w:rsidRDefault="00C20CF9" w:rsidP="008101C6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8101C6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8101C6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8101C6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8101C6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8101C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8101C6" w:rsidRDefault="00C20CF9" w:rsidP="008101C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C0783A" w:rsidRDefault="00C20CF9" w:rsidP="008101C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93395D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Default="00C20CF9" w:rsidP="0093395D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Default="00C20CF9" w:rsidP="0093395D">
            <w:pPr>
              <w:rPr>
                <w:bCs/>
              </w:rPr>
            </w:pPr>
            <w:r w:rsidRPr="008101C6">
              <w:rPr>
                <w:bCs/>
              </w:rPr>
              <w:t>2352,15</w:t>
            </w:r>
          </w:p>
          <w:p w:rsidR="00C20CF9" w:rsidRDefault="00C20CF9" w:rsidP="0093395D">
            <w:pPr>
              <w:rPr>
                <w:bCs/>
              </w:rPr>
            </w:pPr>
            <w:r>
              <w:rPr>
                <w:bCs/>
              </w:rPr>
              <w:t>103,4</w:t>
            </w:r>
          </w:p>
        </w:tc>
        <w:tc>
          <w:tcPr>
            <w:tcW w:w="1543" w:type="dxa"/>
            <w:vAlign w:val="center"/>
          </w:tcPr>
          <w:p w:rsidR="00C20CF9" w:rsidRPr="00C0783A" w:rsidRDefault="00C20CF9" w:rsidP="0093395D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C20CF9" w:rsidRDefault="00C20CF9" w:rsidP="0093395D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8101C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8101C6" w:rsidRDefault="00C20CF9" w:rsidP="008101C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C0783A" w:rsidRDefault="00C20CF9" w:rsidP="008101C6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93395D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Default="00C20CF9" w:rsidP="0093395D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Default="00C20CF9" w:rsidP="0093395D">
            <w:pPr>
              <w:rPr>
                <w:bCs/>
              </w:rPr>
            </w:pPr>
            <w:r w:rsidRPr="008101C6">
              <w:rPr>
                <w:bCs/>
              </w:rPr>
              <w:t>2352,15</w:t>
            </w:r>
          </w:p>
          <w:p w:rsidR="00C20CF9" w:rsidRDefault="00C20CF9" w:rsidP="0093395D">
            <w:pPr>
              <w:rPr>
                <w:bCs/>
              </w:rPr>
            </w:pPr>
            <w:r>
              <w:rPr>
                <w:bCs/>
              </w:rPr>
              <w:t>103,4</w:t>
            </w:r>
          </w:p>
        </w:tc>
        <w:tc>
          <w:tcPr>
            <w:tcW w:w="1543" w:type="dxa"/>
            <w:vAlign w:val="center"/>
          </w:tcPr>
          <w:p w:rsidR="00C20CF9" w:rsidRPr="00C0783A" w:rsidRDefault="00C20CF9" w:rsidP="0093395D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  <w:p w:rsidR="00C20CF9" w:rsidRDefault="00C20CF9" w:rsidP="0093395D">
            <w:pPr>
              <w:rPr>
                <w:bCs/>
              </w:rPr>
            </w:pPr>
            <w:r w:rsidRPr="00C0783A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Зиннатуллина Зиля Хайдаровна</w:t>
            </w:r>
            <w:r>
              <w:rPr>
                <w:b/>
              </w:rPr>
              <w:t>-заведующий МБДОУ «Шишинерский д/с»</w:t>
            </w:r>
          </w:p>
        </w:tc>
        <w:tc>
          <w:tcPr>
            <w:tcW w:w="1299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177166,29</w:t>
            </w:r>
          </w:p>
        </w:tc>
        <w:tc>
          <w:tcPr>
            <w:tcW w:w="2214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Земельный участок -  общая долевая 1/6 доля</w:t>
            </w:r>
          </w:p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Жилой дом – общая долевая 1/6 доля</w:t>
            </w:r>
          </w:p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Квартира – общая долевая 1/2 доля</w:t>
            </w:r>
          </w:p>
        </w:tc>
        <w:tc>
          <w:tcPr>
            <w:tcW w:w="1368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3072</w:t>
            </w:r>
          </w:p>
          <w:p w:rsidR="00C20CF9" w:rsidRPr="00416D61" w:rsidRDefault="00C20CF9" w:rsidP="009D2A54">
            <w:pPr>
              <w:rPr>
                <w:bCs/>
              </w:rPr>
            </w:pPr>
          </w:p>
          <w:p w:rsidR="00C20CF9" w:rsidRPr="00416D61" w:rsidRDefault="00C20CF9" w:rsidP="009D2A54">
            <w:pPr>
              <w:rPr>
                <w:bCs/>
              </w:rPr>
            </w:pPr>
          </w:p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117,7</w:t>
            </w:r>
          </w:p>
          <w:p w:rsidR="00C20CF9" w:rsidRPr="00416D61" w:rsidRDefault="00C20CF9" w:rsidP="009D2A54">
            <w:pPr>
              <w:rPr>
                <w:bCs/>
              </w:rPr>
            </w:pPr>
          </w:p>
          <w:p w:rsidR="00C20CF9" w:rsidRPr="00416D61" w:rsidRDefault="00C20CF9" w:rsidP="009D2A54">
            <w:pPr>
              <w:rPr>
                <w:bCs/>
              </w:rPr>
            </w:pPr>
          </w:p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40,20</w:t>
            </w:r>
          </w:p>
        </w:tc>
        <w:tc>
          <w:tcPr>
            <w:tcW w:w="1278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C20CF9" w:rsidRPr="00416D61" w:rsidRDefault="00C20CF9" w:rsidP="009D2A54">
            <w:pPr>
              <w:rPr>
                <w:bCs/>
              </w:rPr>
            </w:pPr>
          </w:p>
          <w:p w:rsidR="00C20CF9" w:rsidRPr="00416D61" w:rsidRDefault="00C20CF9" w:rsidP="009D2A54">
            <w:pPr>
              <w:rPr>
                <w:bCs/>
              </w:rPr>
            </w:pPr>
          </w:p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C20CF9" w:rsidRPr="00416D61" w:rsidRDefault="00C20CF9" w:rsidP="009D2A54">
            <w:pPr>
              <w:rPr>
                <w:bCs/>
              </w:rPr>
            </w:pPr>
          </w:p>
          <w:p w:rsidR="00C20CF9" w:rsidRPr="00416D61" w:rsidRDefault="00C20CF9" w:rsidP="009D2A54">
            <w:pPr>
              <w:rPr>
                <w:bCs/>
              </w:rPr>
            </w:pPr>
          </w:p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60624,70</w:t>
            </w:r>
          </w:p>
        </w:tc>
        <w:tc>
          <w:tcPr>
            <w:tcW w:w="2214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Земельный участок -  общая долевая 1/6 доля</w:t>
            </w: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Жилой дом – общая долевая 1/6 доля</w:t>
            </w: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Квартира – общая долевая 1/2 доля</w:t>
            </w:r>
          </w:p>
        </w:tc>
        <w:tc>
          <w:tcPr>
            <w:tcW w:w="1368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3072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117,7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40,20</w:t>
            </w:r>
          </w:p>
        </w:tc>
        <w:tc>
          <w:tcPr>
            <w:tcW w:w="1278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Лада Ларгус - собственная</w:t>
            </w:r>
          </w:p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УАЗ - собственная</w:t>
            </w:r>
          </w:p>
        </w:tc>
        <w:tc>
          <w:tcPr>
            <w:tcW w:w="1800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  <w:p w:rsidR="00C20CF9" w:rsidRPr="00416D61" w:rsidRDefault="00C20CF9" w:rsidP="009D2A54">
            <w:pPr>
              <w:rPr>
                <w:bCs/>
              </w:rPr>
            </w:pP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Земельный участок -  общая долевая 1/6 доля</w:t>
            </w: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Жилой дом – общая долевая 1/6 доля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3072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117,7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</w:p>
        </w:tc>
        <w:tc>
          <w:tcPr>
            <w:tcW w:w="1278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416D61" w:rsidRDefault="00C20CF9" w:rsidP="009D2A54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Земельный участок -  общая долевая 1/6 доля</w:t>
            </w: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Жилой дом – общая долевая 1/6 доля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3072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117,7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</w:p>
        </w:tc>
        <w:tc>
          <w:tcPr>
            <w:tcW w:w="1278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C20CF9" w:rsidRPr="00416D61" w:rsidRDefault="00C20CF9" w:rsidP="00046B5C">
            <w:pPr>
              <w:rPr>
                <w:bCs/>
              </w:rPr>
            </w:pPr>
          </w:p>
          <w:p w:rsidR="00C20CF9" w:rsidRPr="00416D61" w:rsidRDefault="00C20CF9" w:rsidP="00046B5C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416D61" w:rsidRDefault="00C20CF9" w:rsidP="00046B5C">
            <w:pPr>
              <w:rPr>
                <w:bCs/>
              </w:rPr>
            </w:pPr>
            <w:r w:rsidRPr="00416D61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Шарифуллина Рузалия Харисовна</w:t>
            </w:r>
            <w:r>
              <w:rPr>
                <w:b/>
              </w:rPr>
              <w:t>-заведующий МБДОУ «Бурбашский д/с»</w:t>
            </w:r>
          </w:p>
        </w:tc>
        <w:tc>
          <w:tcPr>
            <w:tcW w:w="1299" w:type="dxa"/>
            <w:vAlign w:val="center"/>
          </w:tcPr>
          <w:p w:rsidR="00C20CF9" w:rsidRPr="008D7DE6" w:rsidRDefault="00C20CF9" w:rsidP="009D2A54">
            <w:pPr>
              <w:rPr>
                <w:bCs/>
              </w:rPr>
            </w:pPr>
            <w:r w:rsidRPr="008D7DE6">
              <w:rPr>
                <w:bCs/>
              </w:rPr>
              <w:t>136942,61</w:t>
            </w:r>
          </w:p>
        </w:tc>
        <w:tc>
          <w:tcPr>
            <w:tcW w:w="2214" w:type="dxa"/>
            <w:vAlign w:val="center"/>
          </w:tcPr>
          <w:p w:rsidR="00C20CF9" w:rsidRDefault="00C20CF9" w:rsidP="00EF384E">
            <w:pPr>
              <w:rPr>
                <w:bCs/>
              </w:rPr>
            </w:pPr>
            <w:r>
              <w:rPr>
                <w:bCs/>
              </w:rPr>
              <w:t>Земли для ведения сельского хозяйства</w:t>
            </w:r>
          </w:p>
          <w:p w:rsidR="00C20CF9" w:rsidRDefault="00C20CF9" w:rsidP="00EF384E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Pr="003A4CC9" w:rsidRDefault="00C20CF9" w:rsidP="00EF384E">
            <w:pPr>
              <w:rPr>
                <w:b/>
                <w:bCs/>
              </w:rPr>
            </w:pPr>
            <w:r>
              <w:rPr>
                <w:bCs/>
              </w:rPr>
              <w:t xml:space="preserve">Жилой дом 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 w:rsidRPr="00EF384E">
              <w:rPr>
                <w:bCs/>
              </w:rPr>
              <w:t>16650000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3150</w:t>
            </w:r>
          </w:p>
          <w:p w:rsidR="00C20CF9" w:rsidRPr="00EF384E" w:rsidRDefault="00C20CF9" w:rsidP="009D2A54">
            <w:pPr>
              <w:rPr>
                <w:bCs/>
              </w:rPr>
            </w:pPr>
            <w:r>
              <w:rPr>
                <w:bCs/>
              </w:rPr>
              <w:t>121</w:t>
            </w:r>
          </w:p>
        </w:tc>
        <w:tc>
          <w:tcPr>
            <w:tcW w:w="1278" w:type="dxa"/>
            <w:vAlign w:val="center"/>
          </w:tcPr>
          <w:p w:rsidR="00C20CF9" w:rsidRDefault="00C20CF9" w:rsidP="00EF384E">
            <w:pPr>
              <w:rPr>
                <w:bCs/>
              </w:rPr>
            </w:pPr>
          </w:p>
          <w:p w:rsidR="00C20CF9" w:rsidRPr="00416D61" w:rsidRDefault="00C20CF9" w:rsidP="00EF384E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C20CF9" w:rsidRPr="00416D61" w:rsidRDefault="00C20CF9" w:rsidP="00EF384E">
            <w:pPr>
              <w:rPr>
                <w:bCs/>
              </w:rPr>
            </w:pPr>
          </w:p>
          <w:p w:rsidR="00C20CF9" w:rsidRPr="00416D61" w:rsidRDefault="00C20CF9" w:rsidP="00EF384E">
            <w:pPr>
              <w:rPr>
                <w:bCs/>
              </w:rPr>
            </w:pPr>
          </w:p>
          <w:p w:rsidR="00C20CF9" w:rsidRPr="00416D61" w:rsidRDefault="00C20CF9" w:rsidP="00EF384E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C20CF9" w:rsidRPr="003A4CC9" w:rsidRDefault="00C20CF9" w:rsidP="00EF384E">
            <w:pPr>
              <w:rPr>
                <w:b/>
                <w:bCs/>
              </w:rPr>
            </w:pPr>
            <w:r w:rsidRPr="00416D6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EF384E" w:rsidRDefault="00C20CF9" w:rsidP="009D2A54">
            <w:pPr>
              <w:rPr>
                <w:bCs/>
              </w:rPr>
            </w:pPr>
            <w:r w:rsidRPr="00EF384E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EF384E" w:rsidRDefault="00C20CF9" w:rsidP="009D2A54">
            <w:pPr>
              <w:rPr>
                <w:bCs/>
              </w:rPr>
            </w:pPr>
            <w:r w:rsidRPr="00EF384E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EF384E" w:rsidRDefault="00C20CF9" w:rsidP="009D2A54">
            <w:pPr>
              <w:rPr>
                <w:bCs/>
              </w:rPr>
            </w:pPr>
            <w:r w:rsidRPr="00EF384E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EF384E" w:rsidRDefault="00C20CF9" w:rsidP="009D2A54">
            <w:pPr>
              <w:rPr>
                <w:bCs/>
              </w:rPr>
            </w:pPr>
            <w:r w:rsidRPr="00EF384E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8D7DE6" w:rsidRDefault="00C20CF9" w:rsidP="009D2A54">
            <w:pPr>
              <w:rPr>
                <w:bCs/>
              </w:rPr>
            </w:pPr>
            <w:r>
              <w:rPr>
                <w:bCs/>
              </w:rPr>
              <w:t>110000</w:t>
            </w:r>
          </w:p>
        </w:tc>
        <w:tc>
          <w:tcPr>
            <w:tcW w:w="2214" w:type="dxa"/>
            <w:vAlign w:val="center"/>
          </w:tcPr>
          <w:p w:rsidR="00C20CF9" w:rsidRDefault="00C20CF9" w:rsidP="00EF384E">
            <w:pPr>
              <w:rPr>
                <w:bCs/>
              </w:rPr>
            </w:pPr>
            <w:r>
              <w:rPr>
                <w:bCs/>
              </w:rPr>
              <w:t>Земли для ведения сельского хозяйства</w:t>
            </w:r>
          </w:p>
          <w:p w:rsidR="00C20CF9" w:rsidRDefault="00C20CF9" w:rsidP="00EF384E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Pr="003A4CC9" w:rsidRDefault="00C20CF9" w:rsidP="00EF384E">
            <w:pPr>
              <w:rPr>
                <w:b/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368" w:type="dxa"/>
            <w:vAlign w:val="center"/>
          </w:tcPr>
          <w:p w:rsidR="00C20CF9" w:rsidRDefault="00C20CF9" w:rsidP="00EF384E">
            <w:pPr>
              <w:rPr>
                <w:bCs/>
              </w:rPr>
            </w:pPr>
            <w:r w:rsidRPr="00EF384E">
              <w:rPr>
                <w:bCs/>
              </w:rPr>
              <w:t>16650000</w:t>
            </w:r>
          </w:p>
          <w:p w:rsidR="00C20CF9" w:rsidRDefault="00C20CF9" w:rsidP="00EF384E">
            <w:pPr>
              <w:rPr>
                <w:bCs/>
              </w:rPr>
            </w:pPr>
          </w:p>
          <w:p w:rsidR="00C20CF9" w:rsidRDefault="00C20CF9" w:rsidP="00EF384E">
            <w:pPr>
              <w:rPr>
                <w:bCs/>
              </w:rPr>
            </w:pPr>
          </w:p>
          <w:p w:rsidR="00C20CF9" w:rsidRDefault="00C20CF9" w:rsidP="00EF384E">
            <w:pPr>
              <w:rPr>
                <w:bCs/>
              </w:rPr>
            </w:pPr>
            <w:r>
              <w:rPr>
                <w:bCs/>
              </w:rPr>
              <w:t>3150</w:t>
            </w:r>
          </w:p>
          <w:p w:rsidR="00C20CF9" w:rsidRPr="003A4CC9" w:rsidRDefault="00C20CF9" w:rsidP="00EF384E">
            <w:pPr>
              <w:rPr>
                <w:b/>
                <w:bCs/>
              </w:rPr>
            </w:pPr>
            <w:r>
              <w:rPr>
                <w:bCs/>
              </w:rPr>
              <w:t>121</w:t>
            </w:r>
          </w:p>
        </w:tc>
        <w:tc>
          <w:tcPr>
            <w:tcW w:w="1278" w:type="dxa"/>
            <w:vAlign w:val="center"/>
          </w:tcPr>
          <w:p w:rsidR="00C20CF9" w:rsidRDefault="00C20CF9" w:rsidP="00EF384E">
            <w:pPr>
              <w:rPr>
                <w:bCs/>
              </w:rPr>
            </w:pPr>
          </w:p>
          <w:p w:rsidR="00C20CF9" w:rsidRDefault="00C20CF9" w:rsidP="00EF384E">
            <w:pPr>
              <w:rPr>
                <w:bCs/>
              </w:rPr>
            </w:pPr>
          </w:p>
          <w:p w:rsidR="00C20CF9" w:rsidRPr="00416D61" w:rsidRDefault="00C20CF9" w:rsidP="00EF384E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C20CF9" w:rsidRPr="00416D61" w:rsidRDefault="00C20CF9" w:rsidP="00EF384E">
            <w:pPr>
              <w:rPr>
                <w:bCs/>
              </w:rPr>
            </w:pPr>
            <w:r>
              <w:rPr>
                <w:bCs/>
              </w:rPr>
              <w:t>Р</w:t>
            </w:r>
            <w:r w:rsidRPr="00416D61">
              <w:rPr>
                <w:bCs/>
              </w:rPr>
              <w:t>оссия</w:t>
            </w:r>
          </w:p>
          <w:p w:rsidR="00C20CF9" w:rsidRPr="003A4CC9" w:rsidRDefault="00C20CF9" w:rsidP="00EF384E">
            <w:pPr>
              <w:rPr>
                <w:b/>
                <w:bCs/>
              </w:rPr>
            </w:pPr>
            <w:r w:rsidRPr="00416D6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7C03CB" w:rsidRDefault="00C20CF9" w:rsidP="009D2A54">
            <w:pPr>
              <w:rPr>
                <w:bCs/>
              </w:rPr>
            </w:pPr>
            <w:r>
              <w:rPr>
                <w:bCs/>
              </w:rPr>
              <w:t>Богдан 2111</w:t>
            </w:r>
          </w:p>
        </w:tc>
        <w:tc>
          <w:tcPr>
            <w:tcW w:w="1800" w:type="dxa"/>
            <w:vAlign w:val="center"/>
          </w:tcPr>
          <w:p w:rsidR="00C20CF9" w:rsidRPr="007C03CB" w:rsidRDefault="00C20CF9" w:rsidP="009D2A54">
            <w:pPr>
              <w:rPr>
                <w:bCs/>
              </w:rPr>
            </w:pPr>
            <w:r w:rsidRPr="007C03CB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7C03CB" w:rsidRDefault="00C20CF9" w:rsidP="009D2A54">
            <w:pPr>
              <w:rPr>
                <w:bCs/>
              </w:rPr>
            </w:pPr>
            <w:r w:rsidRPr="007C03CB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7C03CB" w:rsidRDefault="00C20CF9" w:rsidP="009D2A54">
            <w:pPr>
              <w:rPr>
                <w:bCs/>
              </w:rPr>
            </w:pPr>
            <w:r w:rsidRPr="007C03CB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Pr="008D7DE6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7C03CB" w:rsidRDefault="00C20CF9" w:rsidP="009D2A54">
            <w:pPr>
              <w:rPr>
                <w:bCs/>
              </w:rPr>
            </w:pPr>
            <w:r w:rsidRPr="007C03CB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7C03CB" w:rsidRDefault="00C20CF9" w:rsidP="009D2A54">
            <w:pPr>
              <w:rPr>
                <w:bCs/>
              </w:rPr>
            </w:pPr>
            <w:r w:rsidRPr="007C03CB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7C03CB" w:rsidRDefault="00C20CF9" w:rsidP="009D2A54">
            <w:pPr>
              <w:rPr>
                <w:bCs/>
              </w:rPr>
            </w:pPr>
            <w:r w:rsidRPr="007C03CB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7C03CB" w:rsidRDefault="00C20CF9" w:rsidP="009D2A54">
            <w:pPr>
              <w:rPr>
                <w:bCs/>
              </w:rPr>
            </w:pPr>
            <w:r w:rsidRPr="007C03CB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7C03CB">
            <w:pPr>
              <w:rPr>
                <w:bCs/>
              </w:rPr>
            </w:pPr>
            <w:r>
              <w:rPr>
                <w:bCs/>
              </w:rPr>
              <w:t>Земли для ведения сельского хозяйства</w:t>
            </w:r>
          </w:p>
          <w:p w:rsidR="00C20CF9" w:rsidRDefault="00C20CF9" w:rsidP="007C03CB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Pr="003A4CC9" w:rsidRDefault="00C20CF9" w:rsidP="007C03CB">
            <w:pPr>
              <w:rPr>
                <w:b/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Default="00C20CF9" w:rsidP="007C03CB">
            <w:pPr>
              <w:rPr>
                <w:bCs/>
              </w:rPr>
            </w:pPr>
            <w:r w:rsidRPr="00EF384E">
              <w:rPr>
                <w:bCs/>
              </w:rPr>
              <w:t>16650000</w:t>
            </w:r>
          </w:p>
          <w:p w:rsidR="00C20CF9" w:rsidRDefault="00C20CF9" w:rsidP="007C03CB">
            <w:pPr>
              <w:rPr>
                <w:bCs/>
              </w:rPr>
            </w:pPr>
          </w:p>
          <w:p w:rsidR="00C20CF9" w:rsidRDefault="00C20CF9" w:rsidP="007C03CB">
            <w:pPr>
              <w:rPr>
                <w:bCs/>
              </w:rPr>
            </w:pPr>
          </w:p>
          <w:p w:rsidR="00C20CF9" w:rsidRDefault="00C20CF9" w:rsidP="007C03CB">
            <w:pPr>
              <w:rPr>
                <w:bCs/>
              </w:rPr>
            </w:pPr>
            <w:r>
              <w:rPr>
                <w:bCs/>
              </w:rPr>
              <w:t>3150</w:t>
            </w:r>
          </w:p>
          <w:p w:rsidR="00C20CF9" w:rsidRPr="003A4CC9" w:rsidRDefault="00C20CF9" w:rsidP="007C03CB">
            <w:pPr>
              <w:rPr>
                <w:b/>
                <w:bCs/>
              </w:rPr>
            </w:pPr>
            <w:r>
              <w:rPr>
                <w:bCs/>
              </w:rPr>
              <w:t>121</w:t>
            </w:r>
          </w:p>
        </w:tc>
        <w:tc>
          <w:tcPr>
            <w:tcW w:w="1543" w:type="dxa"/>
            <w:vAlign w:val="center"/>
          </w:tcPr>
          <w:p w:rsidR="00C20CF9" w:rsidRPr="00416D61" w:rsidRDefault="00C20CF9" w:rsidP="007C03CB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C20CF9" w:rsidRPr="00416D61" w:rsidRDefault="00C20CF9" w:rsidP="007C03CB">
            <w:pPr>
              <w:rPr>
                <w:bCs/>
              </w:rPr>
            </w:pPr>
          </w:p>
          <w:p w:rsidR="00C20CF9" w:rsidRPr="00416D61" w:rsidRDefault="00C20CF9" w:rsidP="007C03CB">
            <w:pPr>
              <w:rPr>
                <w:bCs/>
              </w:rPr>
            </w:pPr>
          </w:p>
          <w:p w:rsidR="00C20CF9" w:rsidRDefault="00C20CF9" w:rsidP="007C03CB">
            <w:pPr>
              <w:rPr>
                <w:bCs/>
              </w:rPr>
            </w:pPr>
          </w:p>
          <w:p w:rsidR="00C20CF9" w:rsidRPr="00416D61" w:rsidRDefault="00C20CF9" w:rsidP="007C03CB">
            <w:pPr>
              <w:rPr>
                <w:bCs/>
              </w:rPr>
            </w:pPr>
            <w:r w:rsidRPr="00416D61">
              <w:rPr>
                <w:bCs/>
              </w:rPr>
              <w:t>Россия</w:t>
            </w:r>
          </w:p>
          <w:p w:rsidR="00C20CF9" w:rsidRPr="003A4CC9" w:rsidRDefault="00C20CF9" w:rsidP="007C03CB">
            <w:pPr>
              <w:rPr>
                <w:b/>
                <w:bCs/>
              </w:rPr>
            </w:pPr>
            <w:r w:rsidRPr="00416D61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Ахмадуллина Ф</w:t>
            </w:r>
            <w:r w:rsidRPr="003C7046">
              <w:rPr>
                <w:b/>
              </w:rPr>
              <w:t>ирдия Хамитовна</w:t>
            </w:r>
            <w:r>
              <w:rPr>
                <w:b/>
              </w:rPr>
              <w:t>-заведующий МБДОУ «Аланский д/с»</w:t>
            </w:r>
          </w:p>
        </w:tc>
        <w:tc>
          <w:tcPr>
            <w:tcW w:w="1299" w:type="dxa"/>
            <w:vAlign w:val="center"/>
          </w:tcPr>
          <w:p w:rsidR="00C20CF9" w:rsidRPr="0093395D" w:rsidRDefault="00C20CF9" w:rsidP="009D2A54">
            <w:pPr>
              <w:rPr>
                <w:bCs/>
              </w:rPr>
            </w:pPr>
            <w:r w:rsidRPr="0093395D">
              <w:rPr>
                <w:bCs/>
              </w:rPr>
              <w:t>134734,71</w:t>
            </w:r>
          </w:p>
        </w:tc>
        <w:tc>
          <w:tcPr>
            <w:tcW w:w="2214" w:type="dxa"/>
            <w:vAlign w:val="center"/>
          </w:tcPr>
          <w:p w:rsidR="00C20CF9" w:rsidRDefault="00C20CF9" w:rsidP="0093395D">
            <w:pPr>
              <w:rPr>
                <w:bCs/>
              </w:rPr>
            </w:pPr>
            <w:r w:rsidRPr="00416D61">
              <w:rPr>
                <w:bCs/>
              </w:rPr>
              <w:t>Земельн</w:t>
            </w:r>
            <w:r>
              <w:rPr>
                <w:bCs/>
              </w:rPr>
              <w:t xml:space="preserve">ый участок -  общая долевая </w:t>
            </w:r>
          </w:p>
          <w:p w:rsidR="00C20CF9" w:rsidRPr="00416D61" w:rsidRDefault="00C20CF9" w:rsidP="0093395D">
            <w:pPr>
              <w:rPr>
                <w:bCs/>
              </w:rPr>
            </w:pPr>
            <w:r>
              <w:rPr>
                <w:bCs/>
              </w:rPr>
              <w:t xml:space="preserve">1/2 </w:t>
            </w:r>
            <w:r w:rsidRPr="00416D61">
              <w:rPr>
                <w:bCs/>
              </w:rPr>
              <w:t>доля</w:t>
            </w:r>
          </w:p>
          <w:p w:rsidR="00C20CF9" w:rsidRPr="00416D61" w:rsidRDefault="00C20CF9" w:rsidP="0093395D">
            <w:pPr>
              <w:rPr>
                <w:bCs/>
              </w:rPr>
            </w:pPr>
            <w:r>
              <w:rPr>
                <w:bCs/>
              </w:rPr>
              <w:t>Жилой дом – общая долевая 1/2</w:t>
            </w:r>
            <w:r w:rsidRPr="00416D61">
              <w:rPr>
                <w:bCs/>
              </w:rPr>
              <w:t>доля</w:t>
            </w:r>
          </w:p>
          <w:p w:rsidR="00C20CF9" w:rsidRPr="003A4CC9" w:rsidRDefault="00C20CF9" w:rsidP="009D2A54">
            <w:pPr>
              <w:rPr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C20CF9" w:rsidRPr="0093395D" w:rsidRDefault="00C20CF9" w:rsidP="009D2A54">
            <w:pPr>
              <w:rPr>
                <w:bCs/>
              </w:rPr>
            </w:pPr>
            <w:r w:rsidRPr="0093395D">
              <w:rPr>
                <w:bCs/>
              </w:rPr>
              <w:t>4720,68</w:t>
            </w:r>
          </w:p>
          <w:p w:rsidR="00C20CF9" w:rsidRPr="0093395D" w:rsidRDefault="00C20CF9" w:rsidP="009D2A54">
            <w:pPr>
              <w:rPr>
                <w:bCs/>
              </w:rPr>
            </w:pPr>
          </w:p>
          <w:p w:rsidR="00C20CF9" w:rsidRPr="0093395D" w:rsidRDefault="00C20CF9" w:rsidP="009D2A54">
            <w:pPr>
              <w:rPr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278" w:type="dxa"/>
            <w:vAlign w:val="center"/>
          </w:tcPr>
          <w:p w:rsidR="00C20CF9" w:rsidRPr="0084650F" w:rsidRDefault="00C20CF9" w:rsidP="0093395D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Pr="0084650F" w:rsidRDefault="00C20CF9" w:rsidP="0093395D">
            <w:pPr>
              <w:rPr>
                <w:bCs/>
              </w:rPr>
            </w:pPr>
          </w:p>
          <w:p w:rsidR="00C20CF9" w:rsidRPr="0084650F" w:rsidRDefault="00C20CF9" w:rsidP="0093395D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Default="00C20CF9" w:rsidP="0093395D">
            <w:pPr>
              <w:rPr>
                <w:b/>
                <w:bCs/>
              </w:rPr>
            </w:pPr>
          </w:p>
          <w:p w:rsidR="00C20CF9" w:rsidRPr="003A4CC9" w:rsidRDefault="00C20CF9" w:rsidP="009D2A54">
            <w:pPr>
              <w:rPr>
                <w:b/>
                <w:bCs/>
              </w:rPr>
            </w:pPr>
          </w:p>
        </w:tc>
        <w:tc>
          <w:tcPr>
            <w:tcW w:w="2160" w:type="dxa"/>
            <w:vAlign w:val="center"/>
          </w:tcPr>
          <w:p w:rsidR="00C20CF9" w:rsidRPr="0093395D" w:rsidRDefault="00C20CF9" w:rsidP="009D2A54">
            <w:pPr>
              <w:rPr>
                <w:bCs/>
              </w:rPr>
            </w:pPr>
            <w:r w:rsidRPr="0093395D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93395D" w:rsidRDefault="00C20CF9" w:rsidP="009D2A54">
            <w:pPr>
              <w:rPr>
                <w:bCs/>
              </w:rPr>
            </w:pPr>
            <w:r w:rsidRPr="0093395D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93395D" w:rsidRDefault="00C20CF9" w:rsidP="009D2A54">
            <w:pPr>
              <w:rPr>
                <w:bCs/>
              </w:rPr>
            </w:pPr>
            <w:r w:rsidRPr="0093395D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93395D" w:rsidRDefault="00C20CF9" w:rsidP="009D2A54">
            <w:pPr>
              <w:rPr>
                <w:bCs/>
              </w:rPr>
            </w:pPr>
            <w:r w:rsidRPr="0093395D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93395D" w:rsidRDefault="00C20CF9" w:rsidP="009D2A54">
            <w:pPr>
              <w:rPr>
                <w:bCs/>
              </w:rPr>
            </w:pPr>
            <w:r w:rsidRPr="0093395D">
              <w:rPr>
                <w:bCs/>
              </w:rPr>
              <w:t>1502,00</w:t>
            </w:r>
          </w:p>
        </w:tc>
        <w:tc>
          <w:tcPr>
            <w:tcW w:w="2214" w:type="dxa"/>
            <w:vAlign w:val="center"/>
          </w:tcPr>
          <w:p w:rsidR="00C20CF9" w:rsidRDefault="00C20CF9" w:rsidP="0093395D">
            <w:pPr>
              <w:rPr>
                <w:bCs/>
              </w:rPr>
            </w:pPr>
            <w:r w:rsidRPr="00416D61">
              <w:rPr>
                <w:bCs/>
              </w:rPr>
              <w:t>Земельн</w:t>
            </w:r>
            <w:r>
              <w:rPr>
                <w:bCs/>
              </w:rPr>
              <w:t xml:space="preserve">ый участок -  общая долевая </w:t>
            </w:r>
          </w:p>
          <w:p w:rsidR="00C20CF9" w:rsidRPr="00416D61" w:rsidRDefault="00C20CF9" w:rsidP="0093395D">
            <w:pPr>
              <w:rPr>
                <w:bCs/>
              </w:rPr>
            </w:pPr>
            <w:r>
              <w:rPr>
                <w:bCs/>
              </w:rPr>
              <w:t xml:space="preserve">1/2 </w:t>
            </w:r>
            <w:r w:rsidRPr="00416D61">
              <w:rPr>
                <w:bCs/>
              </w:rPr>
              <w:t>доля</w:t>
            </w:r>
          </w:p>
          <w:p w:rsidR="00C20CF9" w:rsidRPr="00416D61" w:rsidRDefault="00C20CF9" w:rsidP="0093395D">
            <w:pPr>
              <w:rPr>
                <w:bCs/>
              </w:rPr>
            </w:pPr>
            <w:r>
              <w:rPr>
                <w:bCs/>
              </w:rPr>
              <w:t>Жилой дом – общая долевая 1/2</w:t>
            </w:r>
            <w:r w:rsidRPr="00416D61">
              <w:rPr>
                <w:bCs/>
              </w:rPr>
              <w:t>доля</w:t>
            </w:r>
          </w:p>
          <w:p w:rsidR="00C20CF9" w:rsidRPr="00416D61" w:rsidRDefault="00C20CF9" w:rsidP="0093395D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C20CF9" w:rsidRPr="0093395D" w:rsidRDefault="00C20CF9" w:rsidP="0093395D">
            <w:pPr>
              <w:rPr>
                <w:bCs/>
              </w:rPr>
            </w:pPr>
            <w:r w:rsidRPr="0093395D">
              <w:rPr>
                <w:bCs/>
              </w:rPr>
              <w:t>4720,68</w:t>
            </w:r>
          </w:p>
          <w:p w:rsidR="00C20CF9" w:rsidRPr="0093395D" w:rsidRDefault="00C20CF9" w:rsidP="0093395D">
            <w:pPr>
              <w:rPr>
                <w:bCs/>
              </w:rPr>
            </w:pPr>
          </w:p>
          <w:p w:rsidR="00C20CF9" w:rsidRPr="0093395D" w:rsidRDefault="00C20CF9" w:rsidP="0093395D">
            <w:pPr>
              <w:rPr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278" w:type="dxa"/>
            <w:vAlign w:val="center"/>
          </w:tcPr>
          <w:p w:rsidR="00C20CF9" w:rsidRPr="0084650F" w:rsidRDefault="00C20CF9" w:rsidP="0093395D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Pr="0084650F" w:rsidRDefault="00C20CF9" w:rsidP="0093395D">
            <w:pPr>
              <w:rPr>
                <w:bCs/>
              </w:rPr>
            </w:pPr>
          </w:p>
          <w:p w:rsidR="00C20CF9" w:rsidRPr="0084650F" w:rsidRDefault="00C20CF9" w:rsidP="0093395D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Pr="0093395D" w:rsidRDefault="00C20CF9" w:rsidP="0093395D">
            <w:pPr>
              <w:rPr>
                <w:bCs/>
                <w:lang w:val="en-US"/>
              </w:rPr>
            </w:pPr>
          </w:p>
        </w:tc>
        <w:tc>
          <w:tcPr>
            <w:tcW w:w="2160" w:type="dxa"/>
            <w:vAlign w:val="center"/>
          </w:tcPr>
          <w:p w:rsidR="00C20CF9" w:rsidRPr="0093395D" w:rsidRDefault="00C20CF9" w:rsidP="009D2A54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HYUNDAI 1X 35</w:t>
            </w:r>
          </w:p>
        </w:tc>
        <w:tc>
          <w:tcPr>
            <w:tcW w:w="1800" w:type="dxa"/>
            <w:vAlign w:val="center"/>
          </w:tcPr>
          <w:p w:rsidR="00C20CF9" w:rsidRPr="00490C76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93395D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93395D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Pr="00490C76" w:rsidRDefault="00C20CF9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490C76" w:rsidRDefault="00C20CF9" w:rsidP="0093395D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490C76" w:rsidRDefault="00C20CF9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490C76" w:rsidRDefault="00C20CF9" w:rsidP="0093395D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490C76" w:rsidRDefault="00C20CF9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416D61" w:rsidRDefault="00C20CF9" w:rsidP="00490C76">
            <w:pPr>
              <w:rPr>
                <w:bCs/>
              </w:rPr>
            </w:pPr>
            <w:r w:rsidRPr="00416D61">
              <w:rPr>
                <w:bCs/>
              </w:rPr>
              <w:t>Земельн</w:t>
            </w:r>
            <w:r>
              <w:rPr>
                <w:bCs/>
              </w:rPr>
              <w:t xml:space="preserve">ый участок </w:t>
            </w:r>
          </w:p>
          <w:p w:rsidR="00C20CF9" w:rsidRPr="00416D61" w:rsidRDefault="00C20CF9" w:rsidP="00490C76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  <w:p w:rsidR="00C20CF9" w:rsidRPr="003A4CC9" w:rsidRDefault="00C20CF9" w:rsidP="009D2A54">
            <w:pPr>
              <w:rPr>
                <w:b/>
                <w:bCs/>
              </w:rPr>
            </w:pPr>
          </w:p>
        </w:tc>
        <w:tc>
          <w:tcPr>
            <w:tcW w:w="1118" w:type="dxa"/>
            <w:vAlign w:val="center"/>
          </w:tcPr>
          <w:p w:rsidR="00C20CF9" w:rsidRPr="0093395D" w:rsidRDefault="00C20CF9" w:rsidP="00490C76">
            <w:pPr>
              <w:rPr>
                <w:bCs/>
              </w:rPr>
            </w:pPr>
            <w:r w:rsidRPr="0093395D">
              <w:rPr>
                <w:bCs/>
              </w:rPr>
              <w:t>4720,68</w:t>
            </w:r>
          </w:p>
          <w:p w:rsidR="00C20CF9" w:rsidRPr="0093395D" w:rsidRDefault="00C20CF9" w:rsidP="00490C76">
            <w:pPr>
              <w:rPr>
                <w:bCs/>
              </w:rPr>
            </w:pPr>
          </w:p>
          <w:p w:rsidR="00C20CF9" w:rsidRPr="00490C76" w:rsidRDefault="00C20CF9" w:rsidP="00490C76">
            <w:pPr>
              <w:rPr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543" w:type="dxa"/>
            <w:vAlign w:val="center"/>
          </w:tcPr>
          <w:p w:rsidR="00C20CF9" w:rsidRPr="0084650F" w:rsidRDefault="00C20CF9" w:rsidP="00490C7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Pr="0084650F" w:rsidRDefault="00C20CF9" w:rsidP="00490C76">
            <w:pPr>
              <w:rPr>
                <w:bCs/>
              </w:rPr>
            </w:pPr>
          </w:p>
          <w:p w:rsidR="00C20CF9" w:rsidRPr="0084650F" w:rsidRDefault="00C20CF9" w:rsidP="00490C7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Pr="003A4CC9" w:rsidRDefault="00C20CF9" w:rsidP="009D2A54">
            <w:pPr>
              <w:rPr>
                <w:b/>
                <w:bCs/>
              </w:rPr>
            </w:pP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Pr="00490C76" w:rsidRDefault="00C20CF9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490C76" w:rsidRDefault="00C20CF9" w:rsidP="0093395D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490C76" w:rsidRDefault="00C20CF9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490C76" w:rsidRDefault="00C20CF9" w:rsidP="0093395D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490C76" w:rsidRDefault="00C20CF9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416D61" w:rsidRDefault="00C20CF9" w:rsidP="00490C76">
            <w:pPr>
              <w:rPr>
                <w:bCs/>
              </w:rPr>
            </w:pPr>
            <w:r w:rsidRPr="00416D61">
              <w:rPr>
                <w:bCs/>
              </w:rPr>
              <w:t>Земельн</w:t>
            </w:r>
            <w:r>
              <w:rPr>
                <w:bCs/>
              </w:rPr>
              <w:t>ый участок</w:t>
            </w:r>
          </w:p>
          <w:p w:rsidR="00C20CF9" w:rsidRPr="00416D61" w:rsidRDefault="00C20CF9" w:rsidP="00490C76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  <w:p w:rsidR="00C20CF9" w:rsidRPr="003A4CC9" w:rsidRDefault="00C20CF9" w:rsidP="009D2A54">
            <w:pPr>
              <w:rPr>
                <w:b/>
                <w:bCs/>
              </w:rPr>
            </w:pPr>
          </w:p>
        </w:tc>
        <w:tc>
          <w:tcPr>
            <w:tcW w:w="1118" w:type="dxa"/>
            <w:vAlign w:val="center"/>
          </w:tcPr>
          <w:p w:rsidR="00C20CF9" w:rsidRPr="0093395D" w:rsidRDefault="00C20CF9" w:rsidP="00490C76">
            <w:pPr>
              <w:rPr>
                <w:bCs/>
              </w:rPr>
            </w:pPr>
            <w:r w:rsidRPr="0093395D">
              <w:rPr>
                <w:bCs/>
              </w:rPr>
              <w:t>4720,68</w:t>
            </w:r>
          </w:p>
          <w:p w:rsidR="00C20CF9" w:rsidRPr="0093395D" w:rsidRDefault="00C20CF9" w:rsidP="00490C76">
            <w:pPr>
              <w:rPr>
                <w:bCs/>
              </w:rPr>
            </w:pPr>
          </w:p>
          <w:p w:rsidR="00C20CF9" w:rsidRPr="003A4CC9" w:rsidRDefault="00C20CF9" w:rsidP="00490C76">
            <w:pPr>
              <w:rPr>
                <w:b/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543" w:type="dxa"/>
            <w:vAlign w:val="center"/>
          </w:tcPr>
          <w:p w:rsidR="00C20CF9" w:rsidRPr="0084650F" w:rsidRDefault="00C20CF9" w:rsidP="00490C7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Pr="0084650F" w:rsidRDefault="00C20CF9" w:rsidP="00490C76">
            <w:pPr>
              <w:rPr>
                <w:bCs/>
              </w:rPr>
            </w:pPr>
          </w:p>
          <w:p w:rsidR="00C20CF9" w:rsidRPr="0084650F" w:rsidRDefault="00C20CF9" w:rsidP="00490C7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Pr="003A4CC9" w:rsidRDefault="00C20CF9" w:rsidP="009D2A54">
            <w:pPr>
              <w:rPr>
                <w:b/>
                <w:bCs/>
              </w:rPr>
            </w:pP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Pr="00490C76" w:rsidRDefault="00C20CF9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490C76" w:rsidRDefault="00C20CF9" w:rsidP="0093395D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490C76" w:rsidRDefault="00C20CF9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490C76" w:rsidRDefault="00C20CF9" w:rsidP="0093395D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490C76" w:rsidRDefault="00C20CF9" w:rsidP="009D2A54">
            <w:pPr>
              <w:rPr>
                <w:bCs/>
              </w:rPr>
            </w:pPr>
            <w:r w:rsidRPr="00490C76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416D61" w:rsidRDefault="00C20CF9" w:rsidP="00490C76">
            <w:pPr>
              <w:rPr>
                <w:bCs/>
              </w:rPr>
            </w:pPr>
            <w:r w:rsidRPr="00416D61">
              <w:rPr>
                <w:bCs/>
              </w:rPr>
              <w:t>Земельн</w:t>
            </w:r>
            <w:r>
              <w:rPr>
                <w:bCs/>
              </w:rPr>
              <w:t xml:space="preserve">ый участок </w:t>
            </w:r>
          </w:p>
          <w:p w:rsidR="00C20CF9" w:rsidRPr="00416D61" w:rsidRDefault="00C20CF9" w:rsidP="00490C76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  <w:p w:rsidR="00C20CF9" w:rsidRPr="003A4CC9" w:rsidRDefault="00C20CF9" w:rsidP="009D2A54">
            <w:pPr>
              <w:rPr>
                <w:b/>
                <w:bCs/>
              </w:rPr>
            </w:pPr>
          </w:p>
        </w:tc>
        <w:tc>
          <w:tcPr>
            <w:tcW w:w="1118" w:type="dxa"/>
            <w:vAlign w:val="center"/>
          </w:tcPr>
          <w:p w:rsidR="00C20CF9" w:rsidRPr="0093395D" w:rsidRDefault="00C20CF9" w:rsidP="00490C76">
            <w:pPr>
              <w:rPr>
                <w:bCs/>
              </w:rPr>
            </w:pPr>
            <w:r w:rsidRPr="0093395D">
              <w:rPr>
                <w:bCs/>
              </w:rPr>
              <w:t>4720,68</w:t>
            </w:r>
          </w:p>
          <w:p w:rsidR="00C20CF9" w:rsidRPr="0093395D" w:rsidRDefault="00C20CF9" w:rsidP="00490C76">
            <w:pPr>
              <w:rPr>
                <w:bCs/>
              </w:rPr>
            </w:pPr>
          </w:p>
          <w:p w:rsidR="00C20CF9" w:rsidRPr="003A4CC9" w:rsidRDefault="00C20CF9" w:rsidP="00490C76">
            <w:pPr>
              <w:rPr>
                <w:b/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543" w:type="dxa"/>
            <w:vAlign w:val="center"/>
          </w:tcPr>
          <w:p w:rsidR="00C20CF9" w:rsidRPr="0084650F" w:rsidRDefault="00C20CF9" w:rsidP="00490C7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Pr="0084650F" w:rsidRDefault="00C20CF9" w:rsidP="00490C76">
            <w:pPr>
              <w:rPr>
                <w:bCs/>
              </w:rPr>
            </w:pPr>
          </w:p>
          <w:p w:rsidR="00C20CF9" w:rsidRPr="0084650F" w:rsidRDefault="00C20CF9" w:rsidP="00490C7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Pr="003A4CC9" w:rsidRDefault="00C20CF9" w:rsidP="009D2A54">
            <w:pPr>
              <w:rPr>
                <w:b/>
                <w:bCs/>
              </w:rPr>
            </w:pP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Самигуллина Гульчачак Рашитовна</w:t>
            </w:r>
            <w:r>
              <w:rPr>
                <w:b/>
              </w:rPr>
              <w:t>-заведующий МБДОУ «Смаильский д/с»</w:t>
            </w:r>
          </w:p>
        </w:tc>
        <w:tc>
          <w:tcPr>
            <w:tcW w:w="1299" w:type="dxa"/>
            <w:vAlign w:val="center"/>
          </w:tcPr>
          <w:p w:rsidR="00C20CF9" w:rsidRPr="0084650F" w:rsidRDefault="00C20CF9" w:rsidP="009D2A54">
            <w:pPr>
              <w:rPr>
                <w:bCs/>
              </w:rPr>
            </w:pPr>
            <w:r>
              <w:rPr>
                <w:bCs/>
              </w:rPr>
              <w:t>34395,5</w:t>
            </w:r>
          </w:p>
        </w:tc>
        <w:tc>
          <w:tcPr>
            <w:tcW w:w="2214" w:type="dxa"/>
            <w:vAlign w:val="center"/>
          </w:tcPr>
          <w:p w:rsidR="00C20CF9" w:rsidRPr="00416D61" w:rsidRDefault="00C20CF9" w:rsidP="0084650F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Pr="00416D61" w:rsidRDefault="00C20CF9" w:rsidP="0084650F">
            <w:pPr>
              <w:rPr>
                <w:bCs/>
              </w:rPr>
            </w:pPr>
            <w:r>
              <w:rPr>
                <w:bCs/>
              </w:rPr>
              <w:t>Жилой дом – общая долевая 1/2</w:t>
            </w:r>
            <w:r w:rsidRPr="00416D61">
              <w:rPr>
                <w:bCs/>
              </w:rPr>
              <w:t xml:space="preserve"> доля</w:t>
            </w:r>
          </w:p>
          <w:p w:rsidR="00C20CF9" w:rsidRPr="003A4CC9" w:rsidRDefault="00C20CF9" w:rsidP="009D2A54">
            <w:pPr>
              <w:rPr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C20CF9" w:rsidRPr="0084650F" w:rsidRDefault="00C20CF9" w:rsidP="009D2A54">
            <w:pPr>
              <w:rPr>
                <w:bCs/>
              </w:rPr>
            </w:pPr>
            <w:r w:rsidRPr="0084650F">
              <w:rPr>
                <w:bCs/>
              </w:rPr>
              <w:t>814,515</w:t>
            </w:r>
          </w:p>
          <w:p w:rsidR="00C20CF9" w:rsidRPr="0084650F" w:rsidRDefault="00C20CF9" w:rsidP="009D2A54">
            <w:pPr>
              <w:rPr>
                <w:bCs/>
              </w:rPr>
            </w:pPr>
          </w:p>
          <w:p w:rsidR="00C20CF9" w:rsidRPr="0084650F" w:rsidRDefault="00C20CF9" w:rsidP="009D2A54">
            <w:pPr>
              <w:rPr>
                <w:bCs/>
              </w:rPr>
            </w:pPr>
            <w:r w:rsidRPr="0084650F">
              <w:rPr>
                <w:bCs/>
              </w:rPr>
              <w:t>48,75</w:t>
            </w:r>
          </w:p>
          <w:p w:rsidR="00C20CF9" w:rsidRDefault="00C20CF9" w:rsidP="009D2A54">
            <w:pPr>
              <w:rPr>
                <w:b/>
                <w:bCs/>
              </w:rPr>
            </w:pPr>
          </w:p>
          <w:p w:rsidR="00C20CF9" w:rsidRPr="003A4CC9" w:rsidRDefault="00C20CF9" w:rsidP="009D2A54">
            <w:pPr>
              <w:rPr>
                <w:b/>
                <w:bCs/>
              </w:rPr>
            </w:pPr>
          </w:p>
        </w:tc>
        <w:tc>
          <w:tcPr>
            <w:tcW w:w="1278" w:type="dxa"/>
            <w:vAlign w:val="center"/>
          </w:tcPr>
          <w:p w:rsidR="00C20CF9" w:rsidRPr="0084650F" w:rsidRDefault="00C20CF9" w:rsidP="009D2A54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Pr="0084650F" w:rsidRDefault="00C20CF9" w:rsidP="009D2A54">
            <w:pPr>
              <w:rPr>
                <w:bCs/>
              </w:rPr>
            </w:pPr>
          </w:p>
          <w:p w:rsidR="00C20CF9" w:rsidRPr="0084650F" w:rsidRDefault="00C20CF9" w:rsidP="009D2A54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/>
                <w:bCs/>
              </w:rPr>
            </w:pPr>
          </w:p>
          <w:p w:rsidR="00C20CF9" w:rsidRPr="003A4CC9" w:rsidRDefault="00C20CF9" w:rsidP="009D2A54">
            <w:pPr>
              <w:rPr>
                <w:b/>
                <w:bCs/>
              </w:rPr>
            </w:pPr>
          </w:p>
        </w:tc>
        <w:tc>
          <w:tcPr>
            <w:tcW w:w="2160" w:type="dxa"/>
            <w:vAlign w:val="center"/>
          </w:tcPr>
          <w:p w:rsidR="00C20CF9" w:rsidRPr="0084650F" w:rsidRDefault="00C20CF9" w:rsidP="009D2A54">
            <w:pPr>
              <w:rPr>
                <w:bCs/>
              </w:rPr>
            </w:pPr>
            <w:r w:rsidRPr="0084650F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84650F" w:rsidRDefault="00C20CF9" w:rsidP="009D2A54">
            <w:pPr>
              <w:rPr>
                <w:bCs/>
              </w:rPr>
            </w:pPr>
            <w:r w:rsidRPr="0084650F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84650F" w:rsidRDefault="00C20CF9" w:rsidP="009D2A54">
            <w:pPr>
              <w:rPr>
                <w:bCs/>
              </w:rPr>
            </w:pPr>
            <w:r w:rsidRPr="0084650F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84650F" w:rsidRDefault="00C20CF9" w:rsidP="009D2A54">
            <w:pPr>
              <w:rPr>
                <w:bCs/>
              </w:rPr>
            </w:pPr>
            <w:r w:rsidRPr="0084650F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84650F" w:rsidRDefault="00C20CF9" w:rsidP="009D2A54">
            <w:pPr>
              <w:rPr>
                <w:bCs/>
              </w:rPr>
            </w:pPr>
            <w:r w:rsidRPr="0084650F">
              <w:rPr>
                <w:bCs/>
              </w:rPr>
              <w:t>79742,00</w:t>
            </w:r>
          </w:p>
        </w:tc>
        <w:tc>
          <w:tcPr>
            <w:tcW w:w="2214" w:type="dxa"/>
            <w:vAlign w:val="center"/>
          </w:tcPr>
          <w:p w:rsidR="00C20CF9" w:rsidRPr="00416D61" w:rsidRDefault="00C20CF9" w:rsidP="0084650F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Pr="00416D61" w:rsidRDefault="00C20CF9" w:rsidP="0084650F">
            <w:pPr>
              <w:rPr>
                <w:bCs/>
              </w:rPr>
            </w:pPr>
            <w:r>
              <w:rPr>
                <w:bCs/>
              </w:rPr>
              <w:t>Жилой дом – общая долевая 1/2</w:t>
            </w:r>
            <w:r w:rsidRPr="00416D61">
              <w:rPr>
                <w:bCs/>
              </w:rPr>
              <w:t xml:space="preserve"> доля</w:t>
            </w:r>
          </w:p>
          <w:p w:rsidR="00C20CF9" w:rsidRDefault="00C20CF9" w:rsidP="0084650F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C20CF9" w:rsidRPr="0084650F" w:rsidRDefault="00C20CF9" w:rsidP="0084650F">
            <w:pPr>
              <w:rPr>
                <w:bCs/>
              </w:rPr>
            </w:pPr>
            <w:r w:rsidRPr="0084650F">
              <w:rPr>
                <w:bCs/>
              </w:rPr>
              <w:t>814,515</w:t>
            </w:r>
          </w:p>
          <w:p w:rsidR="00C20CF9" w:rsidRPr="0084650F" w:rsidRDefault="00C20CF9" w:rsidP="0084650F">
            <w:pPr>
              <w:rPr>
                <w:bCs/>
              </w:rPr>
            </w:pPr>
          </w:p>
          <w:p w:rsidR="00C20CF9" w:rsidRPr="0084650F" w:rsidRDefault="00C20CF9" w:rsidP="0084650F">
            <w:pPr>
              <w:rPr>
                <w:bCs/>
              </w:rPr>
            </w:pPr>
            <w:r w:rsidRPr="0084650F">
              <w:rPr>
                <w:bCs/>
              </w:rPr>
              <w:t>48,75</w:t>
            </w:r>
          </w:p>
          <w:p w:rsidR="00C20CF9" w:rsidRPr="0084650F" w:rsidRDefault="00C20CF9" w:rsidP="009D2A54">
            <w:pPr>
              <w:rPr>
                <w:bCs/>
              </w:rPr>
            </w:pPr>
          </w:p>
        </w:tc>
        <w:tc>
          <w:tcPr>
            <w:tcW w:w="1278" w:type="dxa"/>
            <w:vAlign w:val="center"/>
          </w:tcPr>
          <w:p w:rsidR="00C20CF9" w:rsidRPr="0084650F" w:rsidRDefault="00C20CF9" w:rsidP="0084650F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Pr="0084650F" w:rsidRDefault="00C20CF9" w:rsidP="0084650F">
            <w:pPr>
              <w:rPr>
                <w:bCs/>
              </w:rPr>
            </w:pPr>
          </w:p>
          <w:p w:rsidR="00C20CF9" w:rsidRPr="0084650F" w:rsidRDefault="00C20CF9" w:rsidP="0084650F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Pr="0084650F" w:rsidRDefault="00C20CF9" w:rsidP="009D2A54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/>
                <w:bCs/>
              </w:rPr>
            </w:pPr>
          </w:p>
          <w:p w:rsidR="00C20CF9" w:rsidRPr="0084650F" w:rsidRDefault="00C20CF9" w:rsidP="009D2A54">
            <w:pPr>
              <w:rPr>
                <w:bCs/>
              </w:rPr>
            </w:pPr>
            <w:r w:rsidRPr="0084650F">
              <w:rPr>
                <w:bCs/>
              </w:rPr>
              <w:t>Трактор МТЗ 80</w:t>
            </w:r>
          </w:p>
        </w:tc>
        <w:tc>
          <w:tcPr>
            <w:tcW w:w="1800" w:type="dxa"/>
            <w:vAlign w:val="center"/>
          </w:tcPr>
          <w:p w:rsidR="00C20CF9" w:rsidRPr="0084650F" w:rsidRDefault="00C20CF9" w:rsidP="009D2A54">
            <w:pPr>
              <w:rPr>
                <w:bCs/>
              </w:rPr>
            </w:pPr>
            <w:r w:rsidRPr="0084650F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84650F" w:rsidRDefault="00C20CF9" w:rsidP="009D2A54">
            <w:pPr>
              <w:rPr>
                <w:bCs/>
              </w:rPr>
            </w:pPr>
            <w:r w:rsidRPr="0084650F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84650F" w:rsidRDefault="00C20CF9" w:rsidP="009D2A54">
            <w:pPr>
              <w:rPr>
                <w:bCs/>
              </w:rPr>
            </w:pPr>
            <w:r w:rsidRPr="0084650F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Pr="0084650F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84650F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84650F" w:rsidRDefault="00C20CF9" w:rsidP="0084650F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84650F" w:rsidRDefault="00C20CF9" w:rsidP="0084650F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A820D6" w:rsidRDefault="00C20CF9" w:rsidP="009D2A54">
            <w:pPr>
              <w:rPr>
                <w:bCs/>
              </w:rPr>
            </w:pPr>
            <w:r w:rsidRPr="00A820D6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416D61" w:rsidRDefault="00C20CF9" w:rsidP="00A820D6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Pr="00416D61" w:rsidRDefault="00C20CF9" w:rsidP="00A820D6">
            <w:pPr>
              <w:rPr>
                <w:bCs/>
              </w:rPr>
            </w:pPr>
            <w:r>
              <w:rPr>
                <w:bCs/>
              </w:rPr>
              <w:t>Жилой дом – общая долевая 1/2</w:t>
            </w:r>
            <w:r w:rsidRPr="00416D61">
              <w:rPr>
                <w:bCs/>
              </w:rPr>
              <w:t xml:space="preserve"> доля</w:t>
            </w:r>
          </w:p>
          <w:p w:rsidR="00C20CF9" w:rsidRPr="0084650F" w:rsidRDefault="00C20CF9" w:rsidP="009D2A54">
            <w:pPr>
              <w:rPr>
                <w:bCs/>
              </w:rPr>
            </w:pPr>
          </w:p>
        </w:tc>
        <w:tc>
          <w:tcPr>
            <w:tcW w:w="1118" w:type="dxa"/>
            <w:vAlign w:val="center"/>
          </w:tcPr>
          <w:p w:rsidR="00C20CF9" w:rsidRPr="0084650F" w:rsidRDefault="00C20CF9" w:rsidP="00A820D6">
            <w:pPr>
              <w:rPr>
                <w:bCs/>
              </w:rPr>
            </w:pPr>
            <w:r w:rsidRPr="0084650F">
              <w:rPr>
                <w:bCs/>
              </w:rPr>
              <w:t>814,515</w:t>
            </w:r>
          </w:p>
          <w:p w:rsidR="00C20CF9" w:rsidRPr="0084650F" w:rsidRDefault="00C20CF9" w:rsidP="00A820D6">
            <w:pPr>
              <w:rPr>
                <w:bCs/>
              </w:rPr>
            </w:pPr>
          </w:p>
          <w:p w:rsidR="00C20CF9" w:rsidRPr="0084650F" w:rsidRDefault="00C20CF9" w:rsidP="00A820D6">
            <w:pPr>
              <w:rPr>
                <w:bCs/>
              </w:rPr>
            </w:pPr>
            <w:r w:rsidRPr="0084650F">
              <w:rPr>
                <w:bCs/>
              </w:rPr>
              <w:t>48,75</w:t>
            </w:r>
          </w:p>
          <w:p w:rsidR="00C20CF9" w:rsidRPr="0084650F" w:rsidRDefault="00C20CF9" w:rsidP="009D2A54">
            <w:pPr>
              <w:rPr>
                <w:bCs/>
              </w:rPr>
            </w:pPr>
          </w:p>
        </w:tc>
        <w:tc>
          <w:tcPr>
            <w:tcW w:w="1543" w:type="dxa"/>
            <w:vAlign w:val="center"/>
          </w:tcPr>
          <w:p w:rsidR="00C20CF9" w:rsidRPr="0084650F" w:rsidRDefault="00C20CF9" w:rsidP="00A820D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Pr="0084650F" w:rsidRDefault="00C20CF9" w:rsidP="00A820D6">
            <w:pPr>
              <w:rPr>
                <w:bCs/>
              </w:rPr>
            </w:pPr>
          </w:p>
          <w:p w:rsidR="00C20CF9" w:rsidRPr="0084650F" w:rsidRDefault="00C20CF9" w:rsidP="00A820D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Pr="0084650F" w:rsidRDefault="00C20CF9" w:rsidP="009D2A54">
            <w:pPr>
              <w:rPr>
                <w:bCs/>
              </w:rPr>
            </w:pP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Pr="0084650F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84650F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84650F" w:rsidRDefault="00C20CF9" w:rsidP="0084650F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84650F" w:rsidRDefault="00C20CF9" w:rsidP="0084650F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A820D6" w:rsidRDefault="00C20CF9" w:rsidP="009D2A54">
            <w:pPr>
              <w:rPr>
                <w:bCs/>
              </w:rPr>
            </w:pPr>
            <w:r w:rsidRPr="00A820D6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416D61" w:rsidRDefault="00C20CF9" w:rsidP="00A820D6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Pr="00416D61" w:rsidRDefault="00C20CF9" w:rsidP="00A820D6">
            <w:pPr>
              <w:rPr>
                <w:bCs/>
              </w:rPr>
            </w:pPr>
            <w:r>
              <w:rPr>
                <w:bCs/>
              </w:rPr>
              <w:t>Жилой дом – общая долевая 1/2</w:t>
            </w:r>
            <w:r w:rsidRPr="00416D61">
              <w:rPr>
                <w:bCs/>
              </w:rPr>
              <w:t xml:space="preserve"> доля</w:t>
            </w:r>
          </w:p>
          <w:p w:rsidR="00C20CF9" w:rsidRPr="0084650F" w:rsidRDefault="00C20CF9" w:rsidP="009D2A54">
            <w:pPr>
              <w:rPr>
                <w:bCs/>
              </w:rPr>
            </w:pPr>
          </w:p>
        </w:tc>
        <w:tc>
          <w:tcPr>
            <w:tcW w:w="1118" w:type="dxa"/>
            <w:vAlign w:val="center"/>
          </w:tcPr>
          <w:p w:rsidR="00C20CF9" w:rsidRPr="0084650F" w:rsidRDefault="00C20CF9" w:rsidP="00A820D6">
            <w:pPr>
              <w:rPr>
                <w:bCs/>
              </w:rPr>
            </w:pPr>
            <w:r w:rsidRPr="0084650F">
              <w:rPr>
                <w:bCs/>
              </w:rPr>
              <w:t>814,515</w:t>
            </w:r>
          </w:p>
          <w:p w:rsidR="00C20CF9" w:rsidRPr="0084650F" w:rsidRDefault="00C20CF9" w:rsidP="00A820D6">
            <w:pPr>
              <w:rPr>
                <w:bCs/>
              </w:rPr>
            </w:pPr>
          </w:p>
          <w:p w:rsidR="00C20CF9" w:rsidRPr="0084650F" w:rsidRDefault="00C20CF9" w:rsidP="00A820D6">
            <w:pPr>
              <w:rPr>
                <w:bCs/>
              </w:rPr>
            </w:pPr>
            <w:r w:rsidRPr="0084650F">
              <w:rPr>
                <w:bCs/>
              </w:rPr>
              <w:t>48,75</w:t>
            </w:r>
          </w:p>
          <w:p w:rsidR="00C20CF9" w:rsidRPr="0084650F" w:rsidRDefault="00C20CF9" w:rsidP="009D2A54">
            <w:pPr>
              <w:rPr>
                <w:bCs/>
              </w:rPr>
            </w:pPr>
          </w:p>
        </w:tc>
        <w:tc>
          <w:tcPr>
            <w:tcW w:w="1543" w:type="dxa"/>
            <w:vAlign w:val="center"/>
          </w:tcPr>
          <w:p w:rsidR="00C20CF9" w:rsidRPr="0084650F" w:rsidRDefault="00C20CF9" w:rsidP="00A820D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Pr="0084650F" w:rsidRDefault="00C20CF9" w:rsidP="00A820D6">
            <w:pPr>
              <w:rPr>
                <w:bCs/>
              </w:rPr>
            </w:pPr>
          </w:p>
          <w:p w:rsidR="00C20CF9" w:rsidRPr="0084650F" w:rsidRDefault="00C20CF9" w:rsidP="00A820D6">
            <w:pPr>
              <w:rPr>
                <w:bCs/>
              </w:rPr>
            </w:pPr>
            <w:r w:rsidRPr="0084650F">
              <w:rPr>
                <w:bCs/>
              </w:rPr>
              <w:t>Россия</w:t>
            </w:r>
          </w:p>
          <w:p w:rsidR="00C20CF9" w:rsidRPr="0084650F" w:rsidRDefault="00C20CF9" w:rsidP="009D2A54">
            <w:pPr>
              <w:rPr>
                <w:bCs/>
              </w:rPr>
            </w:pP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Муллагалиева Таз</w:t>
            </w:r>
            <w:r w:rsidRPr="003C7046">
              <w:rPr>
                <w:b/>
              </w:rPr>
              <w:t>кира Галиахметовна</w:t>
            </w:r>
            <w:r>
              <w:rPr>
                <w:b/>
              </w:rPr>
              <w:t>-заведующий МБДОУ «Бурнакский д/ с»</w:t>
            </w:r>
          </w:p>
        </w:tc>
        <w:tc>
          <w:tcPr>
            <w:tcW w:w="1299" w:type="dxa"/>
            <w:vAlign w:val="center"/>
          </w:tcPr>
          <w:p w:rsidR="00C20CF9" w:rsidRPr="007C03CB" w:rsidRDefault="00C20CF9" w:rsidP="009D2A54">
            <w:pPr>
              <w:rPr>
                <w:bCs/>
              </w:rPr>
            </w:pPr>
            <w:r w:rsidRPr="007C03CB">
              <w:rPr>
                <w:bCs/>
              </w:rPr>
              <w:t>145256,05</w:t>
            </w:r>
          </w:p>
        </w:tc>
        <w:tc>
          <w:tcPr>
            <w:tcW w:w="2214" w:type="dxa"/>
            <w:vAlign w:val="center"/>
          </w:tcPr>
          <w:p w:rsidR="00C20CF9" w:rsidRDefault="00C20CF9" w:rsidP="007C03CB">
            <w:pPr>
              <w:rPr>
                <w:bCs/>
              </w:rPr>
            </w:pPr>
          </w:p>
          <w:p w:rsidR="00C20CF9" w:rsidRPr="00416D61" w:rsidRDefault="00C20CF9" w:rsidP="007C03CB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Default="00C20CF9" w:rsidP="007C03CB">
            <w:pPr>
              <w:rPr>
                <w:bCs/>
              </w:rPr>
            </w:pPr>
          </w:p>
          <w:p w:rsidR="00C20CF9" w:rsidRPr="00416D61" w:rsidRDefault="00C20CF9" w:rsidP="007C03CB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  <w:p w:rsidR="00C20CF9" w:rsidRPr="003A4CC9" w:rsidRDefault="00C20CF9" w:rsidP="009D2A54">
            <w:pPr>
              <w:rPr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C20CF9" w:rsidRPr="007C03CB" w:rsidRDefault="00C20CF9" w:rsidP="009D2A54">
            <w:pPr>
              <w:rPr>
                <w:bCs/>
              </w:rPr>
            </w:pPr>
            <w:r w:rsidRPr="007C03CB">
              <w:rPr>
                <w:bCs/>
              </w:rPr>
              <w:t>1601</w:t>
            </w:r>
          </w:p>
          <w:p w:rsidR="00C20CF9" w:rsidRPr="007C03CB" w:rsidRDefault="00C20CF9" w:rsidP="009D2A54">
            <w:pPr>
              <w:rPr>
                <w:bCs/>
              </w:rPr>
            </w:pPr>
          </w:p>
          <w:p w:rsidR="00C20CF9" w:rsidRPr="003A4CC9" w:rsidRDefault="00C20CF9" w:rsidP="009D2A54">
            <w:pPr>
              <w:rPr>
                <w:b/>
                <w:bCs/>
              </w:rPr>
            </w:pPr>
            <w:r w:rsidRPr="007C03CB">
              <w:rPr>
                <w:bCs/>
              </w:rPr>
              <w:t>81,4</w:t>
            </w:r>
          </w:p>
        </w:tc>
        <w:tc>
          <w:tcPr>
            <w:tcW w:w="1278" w:type="dxa"/>
            <w:vAlign w:val="center"/>
          </w:tcPr>
          <w:p w:rsidR="00C20CF9" w:rsidRPr="00F0468F" w:rsidRDefault="00C20CF9" w:rsidP="009D2A54">
            <w:pPr>
              <w:rPr>
                <w:bCs/>
              </w:rPr>
            </w:pPr>
            <w:r w:rsidRPr="00F0468F">
              <w:rPr>
                <w:bCs/>
              </w:rPr>
              <w:t>Россия</w:t>
            </w:r>
          </w:p>
          <w:p w:rsidR="00C20CF9" w:rsidRPr="00F0468F" w:rsidRDefault="00C20CF9" w:rsidP="009D2A54">
            <w:pPr>
              <w:rPr>
                <w:bCs/>
              </w:rPr>
            </w:pPr>
          </w:p>
          <w:p w:rsidR="00C20CF9" w:rsidRPr="003A4CC9" w:rsidRDefault="00C20CF9" w:rsidP="009D2A54">
            <w:pPr>
              <w:rPr>
                <w:b/>
                <w:bCs/>
              </w:rPr>
            </w:pPr>
            <w:r w:rsidRPr="00F0468F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F0468F" w:rsidRDefault="00C20CF9" w:rsidP="009D2A54">
            <w:pPr>
              <w:rPr>
                <w:bCs/>
              </w:rPr>
            </w:pPr>
            <w:r w:rsidRPr="00F0468F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F0468F" w:rsidRDefault="00C20CF9" w:rsidP="009D2A54">
            <w:pPr>
              <w:rPr>
                <w:bCs/>
              </w:rPr>
            </w:pPr>
            <w:r w:rsidRPr="00F0468F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F0468F" w:rsidRDefault="00C20CF9" w:rsidP="009D2A54">
            <w:pPr>
              <w:rPr>
                <w:bCs/>
              </w:rPr>
            </w:pPr>
            <w:r w:rsidRPr="00F0468F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F0468F" w:rsidRDefault="00C20CF9" w:rsidP="009D2A54">
            <w:pPr>
              <w:rPr>
                <w:bCs/>
              </w:rPr>
            </w:pPr>
            <w:r w:rsidRPr="00F0468F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Никитина Ирина Валентиновна</w:t>
            </w:r>
            <w:r>
              <w:rPr>
                <w:b/>
              </w:rPr>
              <w:t>-заведующий МБДОУ «Ципьинский детский сад»</w:t>
            </w:r>
          </w:p>
        </w:tc>
        <w:tc>
          <w:tcPr>
            <w:tcW w:w="1299" w:type="dxa"/>
            <w:vAlign w:val="center"/>
          </w:tcPr>
          <w:p w:rsidR="00C20CF9" w:rsidRPr="00871A0A" w:rsidRDefault="00C20CF9" w:rsidP="009D2A54">
            <w:pPr>
              <w:rPr>
                <w:bCs/>
              </w:rPr>
            </w:pPr>
            <w:r w:rsidRPr="00871A0A">
              <w:rPr>
                <w:bCs/>
              </w:rPr>
              <w:t>151169,00</w:t>
            </w:r>
          </w:p>
        </w:tc>
        <w:tc>
          <w:tcPr>
            <w:tcW w:w="2214" w:type="dxa"/>
            <w:vAlign w:val="center"/>
          </w:tcPr>
          <w:p w:rsidR="00C20CF9" w:rsidRPr="00871A0A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871A0A" w:rsidRDefault="00C20CF9" w:rsidP="009D2A54">
            <w:pPr>
              <w:rPr>
                <w:bCs/>
              </w:rPr>
            </w:pPr>
            <w:r w:rsidRPr="00871A0A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871A0A" w:rsidRDefault="00C20CF9" w:rsidP="009D2A54">
            <w:pPr>
              <w:rPr>
                <w:bCs/>
              </w:rPr>
            </w:pPr>
            <w:r w:rsidRPr="00871A0A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871A0A" w:rsidRDefault="00C20CF9" w:rsidP="009D2A54">
            <w:pPr>
              <w:rPr>
                <w:bCs/>
              </w:rPr>
            </w:pPr>
            <w:r w:rsidRPr="00871A0A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871A0A" w:rsidRDefault="00C20CF9" w:rsidP="009D2A54">
            <w:pPr>
              <w:rPr>
                <w:bCs/>
              </w:rPr>
            </w:pPr>
            <w:r w:rsidRPr="00871A0A"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Pr="00344424" w:rsidRDefault="00C20CF9" w:rsidP="009D2A54">
            <w:pPr>
              <w:rPr>
                <w:bCs/>
              </w:rPr>
            </w:pPr>
            <w:r w:rsidRPr="00344424">
              <w:rPr>
                <w:bCs/>
              </w:rPr>
              <w:t>135</w:t>
            </w:r>
            <w:r>
              <w:rPr>
                <w:bCs/>
              </w:rPr>
              <w:t>,00</w:t>
            </w:r>
          </w:p>
        </w:tc>
        <w:tc>
          <w:tcPr>
            <w:tcW w:w="1543" w:type="dxa"/>
            <w:vAlign w:val="center"/>
          </w:tcPr>
          <w:p w:rsidR="00C20CF9" w:rsidRPr="00871A0A" w:rsidRDefault="00C20CF9" w:rsidP="009D2A54">
            <w:pPr>
              <w:rPr>
                <w:bCs/>
              </w:rPr>
            </w:pPr>
            <w:r w:rsidRPr="00871A0A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Гарипова Лилия Юрьевна</w:t>
            </w:r>
            <w:r>
              <w:rPr>
                <w:b/>
              </w:rPr>
              <w:t>-заведующий МБДОУ «Арборский д/с»</w:t>
            </w:r>
          </w:p>
        </w:tc>
        <w:tc>
          <w:tcPr>
            <w:tcW w:w="1299" w:type="dxa"/>
            <w:vAlign w:val="center"/>
          </w:tcPr>
          <w:p w:rsidR="00C20CF9" w:rsidRPr="006D5760" w:rsidRDefault="00C20CF9" w:rsidP="009D2A54">
            <w:pPr>
              <w:rPr>
                <w:bCs/>
              </w:rPr>
            </w:pPr>
            <w:r w:rsidRPr="006D5760">
              <w:rPr>
                <w:bCs/>
              </w:rPr>
              <w:t>143498,62</w:t>
            </w:r>
          </w:p>
        </w:tc>
        <w:tc>
          <w:tcPr>
            <w:tcW w:w="2214" w:type="dxa"/>
            <w:vAlign w:val="center"/>
          </w:tcPr>
          <w:p w:rsidR="00C20CF9" w:rsidRPr="006D5760" w:rsidRDefault="00C20CF9" w:rsidP="009D2A54">
            <w:pPr>
              <w:rPr>
                <w:bCs/>
              </w:rPr>
            </w:pPr>
            <w:r w:rsidRPr="006D5760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6D5760" w:rsidRDefault="00C20CF9" w:rsidP="009D2A54">
            <w:pPr>
              <w:rPr>
                <w:bCs/>
              </w:rPr>
            </w:pPr>
            <w:r w:rsidRPr="006D5760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6D5760" w:rsidRDefault="00C20CF9" w:rsidP="009D2A54">
            <w:pPr>
              <w:rPr>
                <w:bCs/>
              </w:rPr>
            </w:pPr>
            <w:r w:rsidRPr="006D5760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6D5760" w:rsidRDefault="00C20CF9" w:rsidP="009D2A54">
            <w:pPr>
              <w:rPr>
                <w:bCs/>
              </w:rPr>
            </w:pPr>
            <w:r w:rsidRPr="006D5760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6D5760" w:rsidRDefault="00C20CF9" w:rsidP="009D2A54">
            <w:pPr>
              <w:rPr>
                <w:bCs/>
              </w:rPr>
            </w:pPr>
            <w:r w:rsidRPr="006D5760">
              <w:rPr>
                <w:bCs/>
              </w:rPr>
              <w:t>Земельный участок</w:t>
            </w:r>
          </w:p>
          <w:p w:rsidR="00C20CF9" w:rsidRPr="006D5760" w:rsidRDefault="00C20CF9" w:rsidP="009D2A54">
            <w:pPr>
              <w:rPr>
                <w:bCs/>
              </w:rPr>
            </w:pPr>
            <w:r w:rsidRPr="006D5760">
              <w:rPr>
                <w:bCs/>
              </w:rPr>
              <w:t xml:space="preserve">Жилой дом </w:t>
            </w:r>
          </w:p>
        </w:tc>
        <w:tc>
          <w:tcPr>
            <w:tcW w:w="1118" w:type="dxa"/>
            <w:vAlign w:val="center"/>
          </w:tcPr>
          <w:p w:rsidR="00C20CF9" w:rsidRPr="006D5760" w:rsidRDefault="00C20CF9" w:rsidP="009D2A54">
            <w:pPr>
              <w:rPr>
                <w:bCs/>
              </w:rPr>
            </w:pPr>
            <w:r w:rsidRPr="006D5760">
              <w:rPr>
                <w:bCs/>
              </w:rPr>
              <w:t>2400,86</w:t>
            </w:r>
          </w:p>
          <w:p w:rsidR="00C20CF9" w:rsidRPr="006D5760" w:rsidRDefault="00C20CF9" w:rsidP="009D2A54">
            <w:pPr>
              <w:rPr>
                <w:bCs/>
              </w:rPr>
            </w:pPr>
            <w:r w:rsidRPr="006D5760">
              <w:rPr>
                <w:bCs/>
              </w:rPr>
              <w:t>130</w:t>
            </w:r>
          </w:p>
        </w:tc>
        <w:tc>
          <w:tcPr>
            <w:tcW w:w="1543" w:type="dxa"/>
            <w:vAlign w:val="center"/>
          </w:tcPr>
          <w:p w:rsidR="00C20CF9" w:rsidRPr="006D5760" w:rsidRDefault="00C20CF9" w:rsidP="009D2A54">
            <w:pPr>
              <w:rPr>
                <w:bCs/>
              </w:rPr>
            </w:pPr>
            <w:r w:rsidRPr="006D5760">
              <w:rPr>
                <w:bCs/>
              </w:rPr>
              <w:t>Россия</w:t>
            </w:r>
          </w:p>
          <w:p w:rsidR="00C20CF9" w:rsidRPr="006D5760" w:rsidRDefault="00C20CF9" w:rsidP="009D2A54">
            <w:pPr>
              <w:rPr>
                <w:bCs/>
              </w:rPr>
            </w:pPr>
            <w:r w:rsidRPr="006D5760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6D5760" w:rsidRDefault="00C20CF9" w:rsidP="009D2A54">
            <w:pPr>
              <w:rPr>
                <w:bCs/>
              </w:rPr>
            </w:pPr>
            <w:r>
              <w:rPr>
                <w:bCs/>
              </w:rPr>
              <w:t>123430,00</w:t>
            </w:r>
          </w:p>
        </w:tc>
        <w:tc>
          <w:tcPr>
            <w:tcW w:w="2214" w:type="dxa"/>
            <w:vAlign w:val="center"/>
          </w:tcPr>
          <w:p w:rsidR="00C20CF9" w:rsidRPr="006D5760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>Земельный участок</w:t>
            </w:r>
            <w:r>
              <w:rPr>
                <w:bCs/>
              </w:rPr>
              <w:t>- собственность</w:t>
            </w:r>
          </w:p>
          <w:p w:rsidR="00C20CF9" w:rsidRPr="006D5760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 xml:space="preserve">Жилой дом </w:t>
            </w:r>
            <w:r>
              <w:rPr>
                <w:bCs/>
              </w:rPr>
              <w:t>- собственность</w:t>
            </w:r>
          </w:p>
        </w:tc>
        <w:tc>
          <w:tcPr>
            <w:tcW w:w="1368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>2400,86</w:t>
            </w:r>
          </w:p>
          <w:p w:rsidR="00C20CF9" w:rsidRPr="006D5760" w:rsidRDefault="00C20CF9" w:rsidP="00A44998">
            <w:pPr>
              <w:rPr>
                <w:bCs/>
              </w:rPr>
            </w:pPr>
          </w:p>
          <w:p w:rsidR="00C20CF9" w:rsidRPr="006D5760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>130</w:t>
            </w:r>
          </w:p>
        </w:tc>
        <w:tc>
          <w:tcPr>
            <w:tcW w:w="1278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>Россия</w:t>
            </w:r>
          </w:p>
          <w:p w:rsidR="00C20CF9" w:rsidRPr="006D5760" w:rsidRDefault="00C20CF9" w:rsidP="00A44998">
            <w:pPr>
              <w:rPr>
                <w:bCs/>
              </w:rPr>
            </w:pPr>
          </w:p>
          <w:p w:rsidR="00C20CF9" w:rsidRPr="006D5760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6D5760" w:rsidRDefault="00C20CF9" w:rsidP="009D2A54">
            <w:pPr>
              <w:rPr>
                <w:bCs/>
              </w:rPr>
            </w:pPr>
            <w:r>
              <w:rPr>
                <w:bCs/>
              </w:rPr>
              <w:t>ГАЗель - индивидуальная</w:t>
            </w:r>
          </w:p>
        </w:tc>
        <w:tc>
          <w:tcPr>
            <w:tcW w:w="1800" w:type="dxa"/>
            <w:vAlign w:val="center"/>
          </w:tcPr>
          <w:p w:rsidR="00C20CF9" w:rsidRPr="006D5760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6D5760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6D5760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6D5760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6D5760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6D5760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6D5760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>Земельный участок</w:t>
            </w:r>
          </w:p>
          <w:p w:rsidR="00C20CF9" w:rsidRPr="006D5760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 xml:space="preserve">Жилой дом </w:t>
            </w:r>
          </w:p>
        </w:tc>
        <w:tc>
          <w:tcPr>
            <w:tcW w:w="1118" w:type="dxa"/>
            <w:vAlign w:val="center"/>
          </w:tcPr>
          <w:p w:rsidR="00C20CF9" w:rsidRPr="006D5760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>2400,86</w:t>
            </w:r>
          </w:p>
          <w:p w:rsidR="00C20CF9" w:rsidRPr="006D5760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>130</w:t>
            </w:r>
          </w:p>
        </w:tc>
        <w:tc>
          <w:tcPr>
            <w:tcW w:w="1543" w:type="dxa"/>
            <w:vAlign w:val="center"/>
          </w:tcPr>
          <w:p w:rsidR="00C20CF9" w:rsidRPr="006D5760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>Россия</w:t>
            </w:r>
          </w:p>
          <w:p w:rsidR="00C20CF9" w:rsidRPr="006D5760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6D5760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6D5760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6D5760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6D5760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>Земельный участок</w:t>
            </w:r>
          </w:p>
          <w:p w:rsidR="00C20CF9" w:rsidRPr="006D5760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 xml:space="preserve">Жилой дом </w:t>
            </w:r>
          </w:p>
        </w:tc>
        <w:tc>
          <w:tcPr>
            <w:tcW w:w="1118" w:type="dxa"/>
            <w:vAlign w:val="center"/>
          </w:tcPr>
          <w:p w:rsidR="00C20CF9" w:rsidRPr="006D5760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>2400,86</w:t>
            </w:r>
          </w:p>
          <w:p w:rsidR="00C20CF9" w:rsidRPr="006D5760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>130</w:t>
            </w:r>
          </w:p>
        </w:tc>
        <w:tc>
          <w:tcPr>
            <w:tcW w:w="1543" w:type="dxa"/>
            <w:vAlign w:val="center"/>
          </w:tcPr>
          <w:p w:rsidR="00C20CF9" w:rsidRPr="006D5760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>Россия</w:t>
            </w:r>
          </w:p>
          <w:p w:rsidR="00C20CF9" w:rsidRPr="006D5760" w:rsidRDefault="00C20CF9" w:rsidP="00A44998">
            <w:pPr>
              <w:rPr>
                <w:bCs/>
              </w:rPr>
            </w:pPr>
            <w:r w:rsidRPr="006D5760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Гафурзянова Зухра Абдулахатовна</w:t>
            </w:r>
            <w:r>
              <w:rPr>
                <w:b/>
              </w:rPr>
              <w:t>-заведующий МБДОУ «Субашский детский сад»</w:t>
            </w:r>
          </w:p>
        </w:tc>
        <w:tc>
          <w:tcPr>
            <w:tcW w:w="1299" w:type="dxa"/>
            <w:vAlign w:val="center"/>
          </w:tcPr>
          <w:p w:rsidR="00C20CF9" w:rsidRPr="00295C31" w:rsidRDefault="00C20CF9" w:rsidP="009D2A54">
            <w:pPr>
              <w:rPr>
                <w:bCs/>
              </w:rPr>
            </w:pPr>
            <w:r w:rsidRPr="00295C31">
              <w:rPr>
                <w:bCs/>
              </w:rPr>
              <w:t>143983,60</w:t>
            </w:r>
          </w:p>
        </w:tc>
        <w:tc>
          <w:tcPr>
            <w:tcW w:w="2214" w:type="dxa"/>
            <w:vAlign w:val="center"/>
          </w:tcPr>
          <w:p w:rsidR="00C20CF9" w:rsidRPr="00295C31" w:rsidRDefault="00C20CF9" w:rsidP="00295C31">
            <w:pPr>
              <w:rPr>
                <w:bCs/>
              </w:rPr>
            </w:pPr>
            <w:r w:rsidRPr="00295C31">
              <w:rPr>
                <w:bCs/>
              </w:rPr>
              <w:t>Земельный участок -  общая долевая 1/6 доля</w:t>
            </w:r>
          </w:p>
          <w:p w:rsidR="00C20CF9" w:rsidRPr="00295C31" w:rsidRDefault="00C20CF9" w:rsidP="00295C31">
            <w:pPr>
              <w:rPr>
                <w:bCs/>
              </w:rPr>
            </w:pPr>
            <w:r w:rsidRPr="00295C31">
              <w:rPr>
                <w:bCs/>
              </w:rPr>
              <w:t>Жилой дом – общая долевая 1/6 доля</w:t>
            </w:r>
          </w:p>
          <w:p w:rsidR="00C20CF9" w:rsidRPr="00295C31" w:rsidRDefault="00C20CF9" w:rsidP="00295C31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C20CF9" w:rsidRPr="00295C31" w:rsidRDefault="00C20CF9" w:rsidP="009D2A54">
            <w:pPr>
              <w:rPr>
                <w:bCs/>
              </w:rPr>
            </w:pPr>
            <w:r>
              <w:rPr>
                <w:bCs/>
              </w:rPr>
              <w:t>4033</w:t>
            </w:r>
          </w:p>
          <w:p w:rsidR="00C20CF9" w:rsidRPr="00295C31" w:rsidRDefault="00C20CF9" w:rsidP="009D2A54">
            <w:pPr>
              <w:rPr>
                <w:bCs/>
              </w:rPr>
            </w:pPr>
          </w:p>
          <w:p w:rsidR="00C20CF9" w:rsidRPr="00295C31" w:rsidRDefault="00C20CF9" w:rsidP="009D2A54">
            <w:pPr>
              <w:rPr>
                <w:bCs/>
              </w:rPr>
            </w:pPr>
          </w:p>
          <w:p w:rsidR="00C20CF9" w:rsidRPr="00295C31" w:rsidRDefault="00C20CF9" w:rsidP="009D2A54">
            <w:pPr>
              <w:rPr>
                <w:bCs/>
              </w:rPr>
            </w:pPr>
            <w:r w:rsidRPr="00295C31">
              <w:rPr>
                <w:bCs/>
              </w:rPr>
              <w:t xml:space="preserve"> 1</w:t>
            </w:r>
            <w:r>
              <w:rPr>
                <w:bCs/>
              </w:rPr>
              <w:t>26</w:t>
            </w:r>
          </w:p>
        </w:tc>
        <w:tc>
          <w:tcPr>
            <w:tcW w:w="1278" w:type="dxa"/>
            <w:vAlign w:val="center"/>
          </w:tcPr>
          <w:p w:rsidR="00C20CF9" w:rsidRPr="00295C31" w:rsidRDefault="00C20CF9" w:rsidP="009D2A5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  <w:p w:rsidR="00C20CF9" w:rsidRPr="00295C31" w:rsidRDefault="00C20CF9" w:rsidP="009D2A54">
            <w:pPr>
              <w:rPr>
                <w:bCs/>
              </w:rPr>
            </w:pPr>
          </w:p>
          <w:p w:rsidR="00C20CF9" w:rsidRPr="00295C31" w:rsidRDefault="00C20CF9" w:rsidP="009D2A54">
            <w:pPr>
              <w:rPr>
                <w:bCs/>
              </w:rPr>
            </w:pPr>
          </w:p>
          <w:p w:rsidR="00C20CF9" w:rsidRPr="003A4CC9" w:rsidRDefault="00C20CF9" w:rsidP="009D2A54">
            <w:pPr>
              <w:rPr>
                <w:b/>
                <w:bCs/>
              </w:rPr>
            </w:pPr>
            <w:r w:rsidRPr="00295C3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295C31" w:rsidRDefault="00C20CF9" w:rsidP="009D2A54">
            <w:pPr>
              <w:rPr>
                <w:bCs/>
              </w:rPr>
            </w:pPr>
            <w:r w:rsidRPr="00295C31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295C31" w:rsidRDefault="00C20CF9" w:rsidP="009D2A54">
            <w:pPr>
              <w:rPr>
                <w:bCs/>
              </w:rPr>
            </w:pPr>
            <w:r w:rsidRPr="00295C31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295C31" w:rsidRDefault="00C20CF9" w:rsidP="009D2A54">
            <w:pPr>
              <w:rPr>
                <w:bCs/>
              </w:rPr>
            </w:pPr>
            <w:r w:rsidRPr="00295C31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295C31" w:rsidRDefault="00C20CF9" w:rsidP="009D2A54">
            <w:pPr>
              <w:rPr>
                <w:bCs/>
              </w:rPr>
            </w:pPr>
            <w:r w:rsidRPr="00295C31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295C31" w:rsidRDefault="00C20CF9" w:rsidP="009D2A54">
            <w:pPr>
              <w:rPr>
                <w:bCs/>
              </w:rPr>
            </w:pPr>
            <w:r>
              <w:rPr>
                <w:bCs/>
              </w:rPr>
              <w:t>326996,06</w:t>
            </w:r>
          </w:p>
        </w:tc>
        <w:tc>
          <w:tcPr>
            <w:tcW w:w="2214" w:type="dxa"/>
            <w:vAlign w:val="center"/>
          </w:tcPr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>Земельный участок -  общая долевая 1/6 доля</w:t>
            </w:r>
          </w:p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>Жилой дом – общая долевая 1/6 доля</w:t>
            </w:r>
          </w:p>
          <w:p w:rsidR="00C20CF9" w:rsidRPr="00295C31" w:rsidRDefault="00C20CF9" w:rsidP="00295C31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C20CF9" w:rsidRPr="00295C31" w:rsidRDefault="00C20CF9" w:rsidP="00A73324">
            <w:pPr>
              <w:rPr>
                <w:bCs/>
              </w:rPr>
            </w:pPr>
            <w:r>
              <w:rPr>
                <w:bCs/>
              </w:rPr>
              <w:t>4033</w:t>
            </w:r>
          </w:p>
          <w:p w:rsidR="00C20CF9" w:rsidRPr="00295C31" w:rsidRDefault="00C20CF9" w:rsidP="00A73324">
            <w:pPr>
              <w:rPr>
                <w:bCs/>
              </w:rPr>
            </w:pPr>
          </w:p>
          <w:p w:rsidR="00C20CF9" w:rsidRPr="00295C31" w:rsidRDefault="00C20CF9" w:rsidP="00A73324">
            <w:pPr>
              <w:rPr>
                <w:bCs/>
              </w:rPr>
            </w:pPr>
          </w:p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 xml:space="preserve"> 1</w:t>
            </w:r>
            <w:r>
              <w:rPr>
                <w:bCs/>
              </w:rPr>
              <w:t>51,2</w:t>
            </w:r>
          </w:p>
        </w:tc>
        <w:tc>
          <w:tcPr>
            <w:tcW w:w="1278" w:type="dxa"/>
            <w:vAlign w:val="center"/>
          </w:tcPr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  <w:p w:rsidR="00C20CF9" w:rsidRPr="00295C31" w:rsidRDefault="00C20CF9" w:rsidP="00A73324">
            <w:pPr>
              <w:rPr>
                <w:bCs/>
              </w:rPr>
            </w:pPr>
          </w:p>
          <w:p w:rsidR="00C20CF9" w:rsidRPr="00295C31" w:rsidRDefault="00C20CF9" w:rsidP="00A73324">
            <w:pPr>
              <w:rPr>
                <w:bCs/>
              </w:rPr>
            </w:pPr>
          </w:p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Рено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Pr="00295C31" w:rsidRDefault="00C20CF9" w:rsidP="009D2A54">
            <w:pPr>
              <w:rPr>
                <w:bCs/>
              </w:rPr>
            </w:pPr>
            <w:r>
              <w:rPr>
                <w:bCs/>
              </w:rPr>
              <w:t>Газель</w:t>
            </w:r>
          </w:p>
        </w:tc>
        <w:tc>
          <w:tcPr>
            <w:tcW w:w="1800" w:type="dxa"/>
            <w:vAlign w:val="center"/>
          </w:tcPr>
          <w:p w:rsidR="00C20CF9" w:rsidRPr="00295C31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295C31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295C31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>Земельный участок -  общая долевая 1/6 доля</w:t>
            </w:r>
          </w:p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>Жилой дом – общая долевая 1/6 доля</w:t>
            </w:r>
          </w:p>
          <w:p w:rsidR="00C20CF9" w:rsidRPr="00295C31" w:rsidRDefault="00C20CF9" w:rsidP="00A73324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C20CF9" w:rsidRPr="00295C31" w:rsidRDefault="00C20CF9" w:rsidP="00A73324">
            <w:pPr>
              <w:rPr>
                <w:bCs/>
              </w:rPr>
            </w:pPr>
            <w:r>
              <w:rPr>
                <w:bCs/>
              </w:rPr>
              <w:t>4033</w:t>
            </w:r>
          </w:p>
          <w:p w:rsidR="00C20CF9" w:rsidRPr="00295C31" w:rsidRDefault="00C20CF9" w:rsidP="00A73324">
            <w:pPr>
              <w:rPr>
                <w:bCs/>
              </w:rPr>
            </w:pPr>
          </w:p>
          <w:p w:rsidR="00C20CF9" w:rsidRPr="00295C31" w:rsidRDefault="00C20CF9" w:rsidP="00A73324">
            <w:pPr>
              <w:rPr>
                <w:bCs/>
              </w:rPr>
            </w:pPr>
          </w:p>
          <w:p w:rsidR="00C20CF9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 xml:space="preserve"> 1</w:t>
            </w:r>
            <w:r>
              <w:rPr>
                <w:bCs/>
              </w:rPr>
              <w:t>51,2</w:t>
            </w:r>
          </w:p>
        </w:tc>
        <w:tc>
          <w:tcPr>
            <w:tcW w:w="1278" w:type="dxa"/>
            <w:vAlign w:val="center"/>
          </w:tcPr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  <w:p w:rsidR="00C20CF9" w:rsidRPr="00295C31" w:rsidRDefault="00C20CF9" w:rsidP="00A73324">
            <w:pPr>
              <w:rPr>
                <w:bCs/>
              </w:rPr>
            </w:pPr>
          </w:p>
          <w:p w:rsidR="00C20CF9" w:rsidRPr="00295C31" w:rsidRDefault="00C20CF9" w:rsidP="00A73324">
            <w:pPr>
              <w:rPr>
                <w:bCs/>
              </w:rPr>
            </w:pPr>
          </w:p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>Земельный участок -  общая долевая 1/6 доля</w:t>
            </w:r>
          </w:p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>Жилой дом – общая долевая 1/6 доля</w:t>
            </w:r>
          </w:p>
          <w:p w:rsidR="00C20CF9" w:rsidRPr="00295C31" w:rsidRDefault="00C20CF9" w:rsidP="00A73324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C20CF9" w:rsidRPr="00295C31" w:rsidRDefault="00C20CF9" w:rsidP="00A73324">
            <w:pPr>
              <w:rPr>
                <w:bCs/>
              </w:rPr>
            </w:pPr>
            <w:r>
              <w:rPr>
                <w:bCs/>
              </w:rPr>
              <w:t>4033</w:t>
            </w:r>
          </w:p>
          <w:p w:rsidR="00C20CF9" w:rsidRPr="00295C31" w:rsidRDefault="00C20CF9" w:rsidP="00A73324">
            <w:pPr>
              <w:rPr>
                <w:bCs/>
              </w:rPr>
            </w:pPr>
          </w:p>
          <w:p w:rsidR="00C20CF9" w:rsidRPr="00295C31" w:rsidRDefault="00C20CF9" w:rsidP="00A73324">
            <w:pPr>
              <w:rPr>
                <w:bCs/>
              </w:rPr>
            </w:pPr>
          </w:p>
          <w:p w:rsidR="00C20CF9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 xml:space="preserve"> 1</w:t>
            </w:r>
            <w:r>
              <w:rPr>
                <w:bCs/>
              </w:rPr>
              <w:t>51,2</w:t>
            </w:r>
          </w:p>
        </w:tc>
        <w:tc>
          <w:tcPr>
            <w:tcW w:w="1278" w:type="dxa"/>
            <w:vAlign w:val="center"/>
          </w:tcPr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  <w:p w:rsidR="00C20CF9" w:rsidRPr="00295C31" w:rsidRDefault="00C20CF9" w:rsidP="00A73324">
            <w:pPr>
              <w:rPr>
                <w:bCs/>
              </w:rPr>
            </w:pPr>
          </w:p>
          <w:p w:rsidR="00C20CF9" w:rsidRPr="00295C31" w:rsidRDefault="00C20CF9" w:rsidP="00A73324">
            <w:pPr>
              <w:rPr>
                <w:bCs/>
              </w:rPr>
            </w:pPr>
          </w:p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>Земельный участок -  общая долевая 1/6 доля</w:t>
            </w:r>
          </w:p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>Жилой дом – общая долевая 1/6 доля</w:t>
            </w:r>
          </w:p>
          <w:p w:rsidR="00C20CF9" w:rsidRPr="00295C31" w:rsidRDefault="00C20CF9" w:rsidP="00A73324">
            <w:pPr>
              <w:rPr>
                <w:bCs/>
              </w:rPr>
            </w:pPr>
          </w:p>
        </w:tc>
        <w:tc>
          <w:tcPr>
            <w:tcW w:w="1368" w:type="dxa"/>
            <w:vAlign w:val="center"/>
          </w:tcPr>
          <w:p w:rsidR="00C20CF9" w:rsidRPr="00295C31" w:rsidRDefault="00C20CF9" w:rsidP="00A73324">
            <w:pPr>
              <w:rPr>
                <w:bCs/>
              </w:rPr>
            </w:pPr>
            <w:r>
              <w:rPr>
                <w:bCs/>
              </w:rPr>
              <w:t>4033</w:t>
            </w:r>
          </w:p>
          <w:p w:rsidR="00C20CF9" w:rsidRPr="00295C31" w:rsidRDefault="00C20CF9" w:rsidP="00A73324">
            <w:pPr>
              <w:rPr>
                <w:bCs/>
              </w:rPr>
            </w:pPr>
          </w:p>
          <w:p w:rsidR="00C20CF9" w:rsidRPr="00295C31" w:rsidRDefault="00C20CF9" w:rsidP="00A73324">
            <w:pPr>
              <w:rPr>
                <w:bCs/>
              </w:rPr>
            </w:pPr>
          </w:p>
          <w:p w:rsidR="00C20CF9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 xml:space="preserve"> 1</w:t>
            </w:r>
            <w:r>
              <w:rPr>
                <w:bCs/>
              </w:rPr>
              <w:t>51,2</w:t>
            </w:r>
          </w:p>
        </w:tc>
        <w:tc>
          <w:tcPr>
            <w:tcW w:w="1278" w:type="dxa"/>
            <w:vAlign w:val="center"/>
          </w:tcPr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  <w:p w:rsidR="00C20CF9" w:rsidRPr="00295C31" w:rsidRDefault="00C20CF9" w:rsidP="00A73324">
            <w:pPr>
              <w:rPr>
                <w:bCs/>
              </w:rPr>
            </w:pPr>
          </w:p>
          <w:p w:rsidR="00C20CF9" w:rsidRPr="00295C31" w:rsidRDefault="00C20CF9" w:rsidP="00A73324">
            <w:pPr>
              <w:rPr>
                <w:bCs/>
              </w:rPr>
            </w:pPr>
          </w:p>
          <w:p w:rsidR="00C20CF9" w:rsidRPr="00295C31" w:rsidRDefault="00C20CF9" w:rsidP="00A73324">
            <w:pPr>
              <w:rPr>
                <w:bCs/>
              </w:rPr>
            </w:pPr>
            <w:r w:rsidRPr="00295C31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Тухфатуллина Каусария Закиевна</w:t>
            </w:r>
            <w:r>
              <w:rPr>
                <w:b/>
              </w:rPr>
              <w:t>-заведующий МБДОУ «Кушкетбашский д/с»</w:t>
            </w:r>
          </w:p>
        </w:tc>
        <w:tc>
          <w:tcPr>
            <w:tcW w:w="1299" w:type="dxa"/>
            <w:vAlign w:val="center"/>
          </w:tcPr>
          <w:p w:rsidR="00C20CF9" w:rsidRPr="0001645A" w:rsidRDefault="00C20CF9" w:rsidP="009D2A54">
            <w:pPr>
              <w:rPr>
                <w:bCs/>
              </w:rPr>
            </w:pPr>
            <w:r w:rsidRPr="0001645A">
              <w:rPr>
                <w:bCs/>
              </w:rPr>
              <w:t>152137,35</w:t>
            </w:r>
          </w:p>
        </w:tc>
        <w:tc>
          <w:tcPr>
            <w:tcW w:w="2214" w:type="dxa"/>
            <w:vAlign w:val="center"/>
          </w:tcPr>
          <w:p w:rsidR="00C20CF9" w:rsidRPr="00295C31" w:rsidRDefault="00C20CF9" w:rsidP="0001645A">
            <w:pPr>
              <w:rPr>
                <w:bCs/>
              </w:rPr>
            </w:pPr>
            <w:r w:rsidRPr="00295C31">
              <w:rPr>
                <w:bCs/>
              </w:rPr>
              <w:t>Земельный у</w:t>
            </w:r>
            <w:r>
              <w:rPr>
                <w:bCs/>
              </w:rPr>
              <w:t xml:space="preserve">часток </w:t>
            </w:r>
          </w:p>
          <w:p w:rsidR="00C20CF9" w:rsidRDefault="00C20CF9" w:rsidP="0001645A">
            <w:pPr>
              <w:rPr>
                <w:bCs/>
              </w:rPr>
            </w:pPr>
          </w:p>
          <w:p w:rsidR="00C20CF9" w:rsidRPr="00295C31" w:rsidRDefault="00C20CF9" w:rsidP="0001645A">
            <w:pPr>
              <w:rPr>
                <w:bCs/>
              </w:rPr>
            </w:pPr>
            <w:r>
              <w:rPr>
                <w:bCs/>
              </w:rPr>
              <w:t>Жилой дом – общая долевая 1/3</w:t>
            </w:r>
            <w:r w:rsidRPr="00295C31">
              <w:rPr>
                <w:bCs/>
              </w:rPr>
              <w:t xml:space="preserve"> доля</w:t>
            </w:r>
          </w:p>
          <w:p w:rsidR="00C20CF9" w:rsidRPr="003A4CC9" w:rsidRDefault="00C20CF9" w:rsidP="009D2A54">
            <w:pPr>
              <w:rPr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C20CF9" w:rsidRPr="0001645A" w:rsidRDefault="00C20CF9" w:rsidP="009D2A54">
            <w:pPr>
              <w:rPr>
                <w:bCs/>
              </w:rPr>
            </w:pPr>
            <w:r w:rsidRPr="0001645A">
              <w:rPr>
                <w:bCs/>
              </w:rPr>
              <w:t>3912</w:t>
            </w:r>
          </w:p>
          <w:p w:rsidR="00C20CF9" w:rsidRPr="0001645A" w:rsidRDefault="00C20CF9" w:rsidP="009D2A54">
            <w:pPr>
              <w:rPr>
                <w:bCs/>
              </w:rPr>
            </w:pPr>
          </w:p>
          <w:p w:rsidR="00C20CF9" w:rsidRPr="0001645A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/>
                <w:bCs/>
              </w:rPr>
            </w:pPr>
            <w:r w:rsidRPr="0001645A">
              <w:rPr>
                <w:bCs/>
              </w:rPr>
              <w:t>67,92</w:t>
            </w:r>
          </w:p>
          <w:p w:rsidR="00C20CF9" w:rsidRDefault="00C20CF9" w:rsidP="009D2A54">
            <w:pPr>
              <w:rPr>
                <w:b/>
                <w:bCs/>
              </w:rPr>
            </w:pPr>
          </w:p>
          <w:p w:rsidR="00C20CF9" w:rsidRPr="003A4CC9" w:rsidRDefault="00C20CF9" w:rsidP="009D2A54">
            <w:pPr>
              <w:rPr>
                <w:b/>
                <w:bCs/>
              </w:rPr>
            </w:pPr>
          </w:p>
        </w:tc>
        <w:tc>
          <w:tcPr>
            <w:tcW w:w="1278" w:type="dxa"/>
            <w:vAlign w:val="center"/>
          </w:tcPr>
          <w:p w:rsidR="00C20CF9" w:rsidRPr="0001645A" w:rsidRDefault="00C20CF9" w:rsidP="009D2A54">
            <w:pPr>
              <w:rPr>
                <w:bCs/>
              </w:rPr>
            </w:pPr>
            <w:r w:rsidRPr="0001645A">
              <w:rPr>
                <w:bCs/>
              </w:rPr>
              <w:t>Россия</w:t>
            </w:r>
          </w:p>
          <w:p w:rsidR="00C20CF9" w:rsidRPr="0001645A" w:rsidRDefault="00C20CF9" w:rsidP="009D2A54">
            <w:pPr>
              <w:rPr>
                <w:bCs/>
              </w:rPr>
            </w:pPr>
          </w:p>
          <w:p w:rsidR="00C20CF9" w:rsidRPr="0001645A" w:rsidRDefault="00C20CF9" w:rsidP="009D2A54">
            <w:pPr>
              <w:rPr>
                <w:bCs/>
              </w:rPr>
            </w:pPr>
          </w:p>
          <w:p w:rsidR="00C20CF9" w:rsidRPr="0001645A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 w:rsidRPr="0001645A">
              <w:rPr>
                <w:bCs/>
              </w:rPr>
              <w:t>Россия</w:t>
            </w:r>
          </w:p>
          <w:p w:rsidR="00C20CF9" w:rsidRPr="003A4CC9" w:rsidRDefault="00C20CF9" w:rsidP="009D2A54">
            <w:pPr>
              <w:rPr>
                <w:b/>
                <w:bCs/>
              </w:rPr>
            </w:pPr>
          </w:p>
        </w:tc>
        <w:tc>
          <w:tcPr>
            <w:tcW w:w="2160" w:type="dxa"/>
            <w:vAlign w:val="center"/>
          </w:tcPr>
          <w:p w:rsidR="00C20CF9" w:rsidRPr="001730E4" w:rsidRDefault="00C20CF9" w:rsidP="009D2A54">
            <w:pPr>
              <w:rPr>
                <w:bCs/>
              </w:rPr>
            </w:pPr>
            <w:r w:rsidRPr="001730E4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1730E4" w:rsidRDefault="00C20CF9" w:rsidP="009D2A54">
            <w:pPr>
              <w:rPr>
                <w:bCs/>
              </w:rPr>
            </w:pPr>
            <w:r w:rsidRPr="001730E4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1730E4" w:rsidRDefault="00C20CF9" w:rsidP="009D2A54">
            <w:pPr>
              <w:rPr>
                <w:bCs/>
              </w:rPr>
            </w:pPr>
            <w:r w:rsidRPr="001730E4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1730E4" w:rsidRDefault="00C20CF9" w:rsidP="009D2A54">
            <w:pPr>
              <w:rPr>
                <w:bCs/>
              </w:rPr>
            </w:pPr>
            <w:r w:rsidRPr="001730E4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Хабибуллина Фирдавс Галимовна</w:t>
            </w:r>
            <w:r>
              <w:rPr>
                <w:b/>
              </w:rPr>
              <w:t>-заведующий МБДОУ «Тюнтерский д/с»</w:t>
            </w:r>
          </w:p>
        </w:tc>
        <w:tc>
          <w:tcPr>
            <w:tcW w:w="1299" w:type="dxa"/>
            <w:vAlign w:val="center"/>
          </w:tcPr>
          <w:p w:rsidR="00C20CF9" w:rsidRPr="001D4863" w:rsidRDefault="00C20CF9" w:rsidP="001D4863">
            <w:pPr>
              <w:rPr>
                <w:bCs/>
              </w:rPr>
            </w:pPr>
            <w:r w:rsidRPr="001D4863">
              <w:rPr>
                <w:bCs/>
              </w:rPr>
              <w:t>146172,21</w:t>
            </w:r>
          </w:p>
        </w:tc>
        <w:tc>
          <w:tcPr>
            <w:tcW w:w="2214" w:type="dxa"/>
            <w:vAlign w:val="center"/>
          </w:tcPr>
          <w:p w:rsidR="00C20CF9" w:rsidRPr="001D4863" w:rsidRDefault="00C20CF9" w:rsidP="001D4863">
            <w:pPr>
              <w:rPr>
                <w:bCs/>
              </w:rPr>
            </w:pPr>
            <w:r w:rsidRPr="001D4863">
              <w:rPr>
                <w:bCs/>
              </w:rPr>
              <w:t>Земельный участок – общая совместная с Хабибуллиным Р.Р.</w:t>
            </w:r>
          </w:p>
          <w:p w:rsidR="00C20CF9" w:rsidRPr="001D4863" w:rsidRDefault="00C20CF9" w:rsidP="001D4863">
            <w:pPr>
              <w:rPr>
                <w:bCs/>
              </w:rPr>
            </w:pPr>
            <w:r w:rsidRPr="001D4863">
              <w:rPr>
                <w:bCs/>
              </w:rPr>
              <w:t>Жилой дом – общая совместная с Хабибуллиным Р.Р.</w:t>
            </w:r>
          </w:p>
        </w:tc>
        <w:tc>
          <w:tcPr>
            <w:tcW w:w="1368" w:type="dxa"/>
            <w:vAlign w:val="center"/>
          </w:tcPr>
          <w:p w:rsidR="00C20CF9" w:rsidRPr="001D4863" w:rsidRDefault="00C20CF9" w:rsidP="001D4863">
            <w:pPr>
              <w:rPr>
                <w:bCs/>
              </w:rPr>
            </w:pPr>
            <w:r w:rsidRPr="001D4863">
              <w:rPr>
                <w:bCs/>
              </w:rPr>
              <w:t>1571,61</w:t>
            </w:r>
          </w:p>
          <w:p w:rsidR="00C20CF9" w:rsidRPr="001D4863" w:rsidRDefault="00C20CF9" w:rsidP="001D4863">
            <w:pPr>
              <w:rPr>
                <w:bCs/>
              </w:rPr>
            </w:pPr>
          </w:p>
          <w:p w:rsidR="00C20CF9" w:rsidRPr="001D4863" w:rsidRDefault="00C20CF9" w:rsidP="001D4863">
            <w:pPr>
              <w:rPr>
                <w:bCs/>
              </w:rPr>
            </w:pPr>
            <w:r w:rsidRPr="001D4863">
              <w:rPr>
                <w:bCs/>
              </w:rPr>
              <w:t>85,1</w:t>
            </w:r>
          </w:p>
        </w:tc>
        <w:tc>
          <w:tcPr>
            <w:tcW w:w="1278" w:type="dxa"/>
            <w:vAlign w:val="center"/>
          </w:tcPr>
          <w:p w:rsidR="00C20CF9" w:rsidRPr="005D70A0" w:rsidRDefault="00C20CF9" w:rsidP="009D2A54">
            <w:pPr>
              <w:rPr>
                <w:bCs/>
              </w:rPr>
            </w:pPr>
            <w:r w:rsidRPr="005D70A0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5D70A0" w:rsidRDefault="00C20CF9" w:rsidP="009D2A54">
            <w:pPr>
              <w:rPr>
                <w:bCs/>
              </w:rPr>
            </w:pPr>
            <w:r w:rsidRPr="005D70A0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5D70A0" w:rsidRDefault="00C20CF9" w:rsidP="009D2A54">
            <w:pPr>
              <w:rPr>
                <w:bCs/>
              </w:rPr>
            </w:pPr>
            <w:r w:rsidRPr="005D70A0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5D70A0" w:rsidRDefault="00C20CF9" w:rsidP="009D2A54">
            <w:pPr>
              <w:rPr>
                <w:bCs/>
              </w:rPr>
            </w:pPr>
            <w:r w:rsidRPr="005D70A0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5D70A0" w:rsidRDefault="00C20CF9" w:rsidP="009D2A54">
            <w:pPr>
              <w:rPr>
                <w:bCs/>
              </w:rPr>
            </w:pPr>
            <w:r w:rsidRPr="005D70A0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1D4863" w:rsidRDefault="00C20CF9" w:rsidP="001D4863">
            <w:pPr>
              <w:rPr>
                <w:bCs/>
              </w:rPr>
            </w:pPr>
            <w:r>
              <w:rPr>
                <w:bCs/>
              </w:rPr>
              <w:t>14638</w:t>
            </w:r>
          </w:p>
        </w:tc>
        <w:tc>
          <w:tcPr>
            <w:tcW w:w="2214" w:type="dxa"/>
            <w:vAlign w:val="center"/>
          </w:tcPr>
          <w:p w:rsidR="00C20CF9" w:rsidRPr="001D4863" w:rsidRDefault="00C20CF9" w:rsidP="005D70A0">
            <w:pPr>
              <w:rPr>
                <w:bCs/>
              </w:rPr>
            </w:pPr>
            <w:r w:rsidRPr="001D4863">
              <w:rPr>
                <w:bCs/>
              </w:rPr>
              <w:t>Земельный участок – общая совместн</w:t>
            </w:r>
            <w:r>
              <w:rPr>
                <w:bCs/>
              </w:rPr>
              <w:t>ая с Хабибуллиной Ф.Г.</w:t>
            </w:r>
          </w:p>
          <w:p w:rsidR="00C20CF9" w:rsidRPr="001D4863" w:rsidRDefault="00C20CF9" w:rsidP="005D70A0">
            <w:pPr>
              <w:rPr>
                <w:bCs/>
              </w:rPr>
            </w:pPr>
            <w:r w:rsidRPr="001D4863">
              <w:rPr>
                <w:bCs/>
              </w:rPr>
              <w:t xml:space="preserve">Жилой дом – общая совместная с </w:t>
            </w:r>
            <w:r>
              <w:rPr>
                <w:bCs/>
              </w:rPr>
              <w:t>Хабибуллиной</w:t>
            </w:r>
            <w:r w:rsidRPr="001D4863">
              <w:rPr>
                <w:bCs/>
              </w:rPr>
              <w:t xml:space="preserve"> </w:t>
            </w:r>
            <w:r>
              <w:rPr>
                <w:bCs/>
              </w:rPr>
              <w:t>Ф.Г.</w:t>
            </w:r>
          </w:p>
        </w:tc>
        <w:tc>
          <w:tcPr>
            <w:tcW w:w="1368" w:type="dxa"/>
            <w:vAlign w:val="center"/>
          </w:tcPr>
          <w:p w:rsidR="00C20CF9" w:rsidRPr="001D4863" w:rsidRDefault="00C20CF9" w:rsidP="0084650F">
            <w:pPr>
              <w:rPr>
                <w:bCs/>
              </w:rPr>
            </w:pPr>
            <w:r w:rsidRPr="001D4863">
              <w:rPr>
                <w:bCs/>
              </w:rPr>
              <w:t>1571,61</w:t>
            </w:r>
          </w:p>
          <w:p w:rsidR="00C20CF9" w:rsidRPr="001D4863" w:rsidRDefault="00C20CF9" w:rsidP="0084650F">
            <w:pPr>
              <w:rPr>
                <w:bCs/>
              </w:rPr>
            </w:pPr>
          </w:p>
          <w:p w:rsidR="00C20CF9" w:rsidRPr="001D4863" w:rsidRDefault="00C20CF9" w:rsidP="0084650F">
            <w:pPr>
              <w:rPr>
                <w:bCs/>
              </w:rPr>
            </w:pPr>
            <w:r w:rsidRPr="001D4863">
              <w:rPr>
                <w:bCs/>
              </w:rPr>
              <w:t>85,1</w:t>
            </w:r>
          </w:p>
        </w:tc>
        <w:tc>
          <w:tcPr>
            <w:tcW w:w="1278" w:type="dxa"/>
            <w:vAlign w:val="center"/>
          </w:tcPr>
          <w:p w:rsidR="00C20CF9" w:rsidRPr="005D70A0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5D70A0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5D70A0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5D70A0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5D70A0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Яковлева Олеся Васильевна</w:t>
            </w:r>
            <w:r>
              <w:rPr>
                <w:b/>
              </w:rPr>
              <w:t>-заведующий МБДОУ «Средне-Кушкетский д/с»</w:t>
            </w:r>
          </w:p>
        </w:tc>
        <w:tc>
          <w:tcPr>
            <w:tcW w:w="1299" w:type="dxa"/>
            <w:vAlign w:val="center"/>
          </w:tcPr>
          <w:p w:rsidR="00C20CF9" w:rsidRPr="00E80CD1" w:rsidRDefault="00C20CF9" w:rsidP="009D2A54">
            <w:pPr>
              <w:rPr>
                <w:bCs/>
              </w:rPr>
            </w:pPr>
            <w:r w:rsidRPr="00E80CD1">
              <w:rPr>
                <w:bCs/>
              </w:rPr>
              <w:t>107977,01</w:t>
            </w:r>
          </w:p>
        </w:tc>
        <w:tc>
          <w:tcPr>
            <w:tcW w:w="2214" w:type="dxa"/>
            <w:vAlign w:val="center"/>
          </w:tcPr>
          <w:p w:rsidR="00C20CF9" w:rsidRPr="00601C5E" w:rsidRDefault="00C20CF9" w:rsidP="009D2A54">
            <w:pPr>
              <w:rPr>
                <w:bCs/>
              </w:rPr>
            </w:pPr>
            <w:r w:rsidRPr="00601C5E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601C5E" w:rsidRDefault="00C20CF9" w:rsidP="009D2A54">
            <w:pPr>
              <w:rPr>
                <w:bCs/>
              </w:rPr>
            </w:pPr>
            <w:r w:rsidRPr="00601C5E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601C5E" w:rsidRDefault="00C20CF9" w:rsidP="009D2A54">
            <w:pPr>
              <w:rPr>
                <w:bCs/>
              </w:rPr>
            </w:pPr>
            <w:r w:rsidRPr="00601C5E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601C5E" w:rsidRDefault="00C20CF9" w:rsidP="009D2A54">
            <w:pPr>
              <w:rPr>
                <w:bCs/>
              </w:rPr>
            </w:pPr>
            <w:r w:rsidRPr="00601C5E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FD35D7" w:rsidRDefault="00C20CF9" w:rsidP="009D2A54">
            <w:pPr>
              <w:rPr>
                <w:bCs/>
              </w:rPr>
            </w:pPr>
            <w:r w:rsidRPr="00FD35D7">
              <w:rPr>
                <w:bCs/>
              </w:rPr>
              <w:t>Земельный участок</w:t>
            </w:r>
          </w:p>
          <w:p w:rsidR="00C20CF9" w:rsidRPr="00FD35D7" w:rsidRDefault="00C20CF9" w:rsidP="009D2A54">
            <w:pPr>
              <w:rPr>
                <w:bCs/>
              </w:rPr>
            </w:pPr>
            <w:r w:rsidRPr="00FD35D7"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Pr="00FD35D7" w:rsidRDefault="00C20CF9" w:rsidP="009D2A54">
            <w:pPr>
              <w:rPr>
                <w:bCs/>
              </w:rPr>
            </w:pPr>
            <w:r w:rsidRPr="00FD35D7">
              <w:rPr>
                <w:bCs/>
              </w:rPr>
              <w:t>3451,33</w:t>
            </w:r>
          </w:p>
          <w:p w:rsidR="00C20CF9" w:rsidRPr="00FD35D7" w:rsidRDefault="00C20CF9" w:rsidP="009D2A54">
            <w:pPr>
              <w:rPr>
                <w:bCs/>
              </w:rPr>
            </w:pPr>
            <w:r w:rsidRPr="00FD35D7">
              <w:rPr>
                <w:bCs/>
              </w:rPr>
              <w:t>111,8</w:t>
            </w:r>
          </w:p>
        </w:tc>
        <w:tc>
          <w:tcPr>
            <w:tcW w:w="1543" w:type="dxa"/>
            <w:vAlign w:val="center"/>
          </w:tcPr>
          <w:p w:rsidR="00C20CF9" w:rsidRPr="00FD35D7" w:rsidRDefault="00C20CF9" w:rsidP="009D2A54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  <w:p w:rsidR="00C20CF9" w:rsidRPr="00FD35D7" w:rsidRDefault="00C20CF9" w:rsidP="009D2A54">
            <w:pPr>
              <w:rPr>
                <w:bCs/>
              </w:rPr>
            </w:pPr>
          </w:p>
          <w:p w:rsidR="00C20CF9" w:rsidRPr="003A4CC9" w:rsidRDefault="00C20CF9" w:rsidP="009D2A54">
            <w:pPr>
              <w:rPr>
                <w:b/>
                <w:bCs/>
              </w:rPr>
            </w:pPr>
            <w:r w:rsidRPr="00FD35D7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E80CD1" w:rsidRDefault="00C20CF9" w:rsidP="009D2A54">
            <w:pPr>
              <w:rPr>
                <w:bCs/>
              </w:rPr>
            </w:pPr>
            <w:r>
              <w:rPr>
                <w:bCs/>
              </w:rPr>
              <w:t>14126,39</w:t>
            </w:r>
          </w:p>
        </w:tc>
        <w:tc>
          <w:tcPr>
            <w:tcW w:w="2214" w:type="dxa"/>
            <w:vAlign w:val="center"/>
          </w:tcPr>
          <w:p w:rsidR="00C20CF9" w:rsidRPr="003A4CC9" w:rsidRDefault="00C20CF9" w:rsidP="009D2A54">
            <w:pPr>
              <w:rPr>
                <w:b/>
                <w:bCs/>
              </w:rPr>
            </w:pPr>
          </w:p>
        </w:tc>
        <w:tc>
          <w:tcPr>
            <w:tcW w:w="1368" w:type="dxa"/>
            <w:vAlign w:val="center"/>
          </w:tcPr>
          <w:p w:rsidR="00C20CF9" w:rsidRPr="003A4CC9" w:rsidRDefault="00C20CF9" w:rsidP="009D2A54">
            <w:pPr>
              <w:rPr>
                <w:b/>
                <w:bCs/>
              </w:rPr>
            </w:pPr>
          </w:p>
        </w:tc>
        <w:tc>
          <w:tcPr>
            <w:tcW w:w="1278" w:type="dxa"/>
            <w:vAlign w:val="center"/>
          </w:tcPr>
          <w:p w:rsidR="00C20CF9" w:rsidRPr="00601C5E" w:rsidRDefault="00C20CF9" w:rsidP="009D2A54">
            <w:pPr>
              <w:rPr>
                <w:bCs/>
              </w:rPr>
            </w:pPr>
          </w:p>
        </w:tc>
        <w:tc>
          <w:tcPr>
            <w:tcW w:w="2160" w:type="dxa"/>
            <w:vAlign w:val="center"/>
          </w:tcPr>
          <w:p w:rsidR="00C20CF9" w:rsidRPr="00601C5E" w:rsidRDefault="00C20CF9" w:rsidP="009D2A54">
            <w:pPr>
              <w:rPr>
                <w:bCs/>
              </w:rPr>
            </w:pPr>
            <w:r w:rsidRPr="00601C5E">
              <w:rPr>
                <w:bCs/>
              </w:rPr>
              <w:t>ВАЗ-21074</w:t>
            </w:r>
          </w:p>
        </w:tc>
        <w:tc>
          <w:tcPr>
            <w:tcW w:w="1800" w:type="dxa"/>
            <w:vAlign w:val="center"/>
          </w:tcPr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Земельный участок</w:t>
            </w:r>
          </w:p>
          <w:p w:rsidR="00C20CF9" w:rsidRPr="003A4CC9" w:rsidRDefault="00C20CF9" w:rsidP="00FD35D7">
            <w:pPr>
              <w:rPr>
                <w:b/>
                <w:bCs/>
              </w:rPr>
            </w:pPr>
            <w:r w:rsidRPr="00FD35D7"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3451,33</w:t>
            </w:r>
          </w:p>
          <w:p w:rsidR="00C20CF9" w:rsidRPr="003A4CC9" w:rsidRDefault="00C20CF9" w:rsidP="00FD35D7">
            <w:pPr>
              <w:rPr>
                <w:b/>
                <w:bCs/>
              </w:rPr>
            </w:pPr>
            <w:r w:rsidRPr="00FD35D7">
              <w:rPr>
                <w:bCs/>
              </w:rPr>
              <w:t>111,8</w:t>
            </w:r>
          </w:p>
        </w:tc>
        <w:tc>
          <w:tcPr>
            <w:tcW w:w="1543" w:type="dxa"/>
            <w:vAlign w:val="center"/>
          </w:tcPr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  <w:p w:rsidR="00C20CF9" w:rsidRPr="00FD35D7" w:rsidRDefault="00C20CF9" w:rsidP="00FD35D7">
            <w:pPr>
              <w:rPr>
                <w:bCs/>
              </w:rPr>
            </w:pPr>
          </w:p>
          <w:p w:rsidR="00C20CF9" w:rsidRPr="003A4CC9" w:rsidRDefault="00C20CF9" w:rsidP="00FD35D7">
            <w:pPr>
              <w:rPr>
                <w:b/>
                <w:bCs/>
              </w:rPr>
            </w:pPr>
            <w:r w:rsidRPr="00FD35D7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Pr="00E80CD1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Pr="00E80CD1" w:rsidRDefault="00C20CF9" w:rsidP="009D2A54">
            <w:pPr>
              <w:rPr>
                <w:bCs/>
              </w:rPr>
            </w:pPr>
            <w:r w:rsidRPr="00E80CD1"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E80CD1" w:rsidRDefault="00C20CF9" w:rsidP="009D2A54">
            <w:pPr>
              <w:rPr>
                <w:bCs/>
              </w:rPr>
            </w:pPr>
            <w:r w:rsidRPr="00E80CD1"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E80CD1" w:rsidRDefault="00C20CF9" w:rsidP="009D2A54">
            <w:pPr>
              <w:rPr>
                <w:bCs/>
              </w:rPr>
            </w:pPr>
            <w:r w:rsidRPr="00E80CD1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E80CD1" w:rsidRDefault="00C20CF9" w:rsidP="009D2A54">
            <w:pPr>
              <w:rPr>
                <w:bCs/>
              </w:rPr>
            </w:pPr>
            <w:r w:rsidRPr="00E80CD1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Земельный участок</w:t>
            </w:r>
          </w:p>
          <w:p w:rsidR="00C20CF9" w:rsidRPr="003A4CC9" w:rsidRDefault="00C20CF9" w:rsidP="00FD35D7">
            <w:pPr>
              <w:rPr>
                <w:b/>
                <w:bCs/>
              </w:rPr>
            </w:pPr>
            <w:r w:rsidRPr="00FD35D7"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3451,33</w:t>
            </w:r>
          </w:p>
          <w:p w:rsidR="00C20CF9" w:rsidRPr="003A4CC9" w:rsidRDefault="00C20CF9" w:rsidP="00FD35D7">
            <w:pPr>
              <w:rPr>
                <w:b/>
                <w:bCs/>
              </w:rPr>
            </w:pPr>
            <w:r w:rsidRPr="00FD35D7">
              <w:rPr>
                <w:bCs/>
              </w:rPr>
              <w:t>111,8</w:t>
            </w:r>
          </w:p>
        </w:tc>
        <w:tc>
          <w:tcPr>
            <w:tcW w:w="1543" w:type="dxa"/>
            <w:vAlign w:val="center"/>
          </w:tcPr>
          <w:p w:rsidR="00C20CF9" w:rsidRPr="00FD35D7" w:rsidRDefault="00C20CF9" w:rsidP="00FD35D7">
            <w:pPr>
              <w:rPr>
                <w:bCs/>
              </w:rPr>
            </w:pPr>
            <w:r w:rsidRPr="00FD35D7">
              <w:rPr>
                <w:bCs/>
              </w:rPr>
              <w:t>Россия</w:t>
            </w:r>
          </w:p>
          <w:p w:rsidR="00C20CF9" w:rsidRPr="00FD35D7" w:rsidRDefault="00C20CF9" w:rsidP="00FD35D7">
            <w:pPr>
              <w:rPr>
                <w:bCs/>
              </w:rPr>
            </w:pPr>
          </w:p>
          <w:p w:rsidR="00C20CF9" w:rsidRPr="003A4CC9" w:rsidRDefault="00C20CF9" w:rsidP="00FD35D7">
            <w:pPr>
              <w:rPr>
                <w:b/>
                <w:bCs/>
              </w:rPr>
            </w:pPr>
            <w:r w:rsidRPr="00FD35D7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Асанова Ирина Вячеславовна-заведующий МБДОУ «Средне-Кушкетский д/с</w:t>
            </w:r>
          </w:p>
        </w:tc>
        <w:tc>
          <w:tcPr>
            <w:tcW w:w="1299" w:type="dxa"/>
            <w:vAlign w:val="center"/>
          </w:tcPr>
          <w:p w:rsidR="00C20CF9" w:rsidRPr="00AD1DA4" w:rsidRDefault="00C20CF9" w:rsidP="009D2A54">
            <w:pPr>
              <w:rPr>
                <w:bCs/>
              </w:rPr>
            </w:pPr>
            <w:r w:rsidRPr="00AD1DA4">
              <w:rPr>
                <w:bCs/>
              </w:rPr>
              <w:t>90449,17</w:t>
            </w:r>
          </w:p>
        </w:tc>
        <w:tc>
          <w:tcPr>
            <w:tcW w:w="2214" w:type="dxa"/>
            <w:vAlign w:val="center"/>
          </w:tcPr>
          <w:p w:rsidR="00C20CF9" w:rsidRPr="00416D61" w:rsidRDefault="00C20CF9" w:rsidP="00AD1DA4">
            <w:pPr>
              <w:rPr>
                <w:bCs/>
              </w:rPr>
            </w:pPr>
            <w:r w:rsidRPr="00416D61">
              <w:rPr>
                <w:bCs/>
              </w:rPr>
              <w:t>Земельный участок – индивидуальная</w:t>
            </w:r>
          </w:p>
          <w:p w:rsidR="00C20CF9" w:rsidRPr="003A4CC9" w:rsidRDefault="00C20CF9" w:rsidP="00AD1DA4">
            <w:pPr>
              <w:rPr>
                <w:b/>
                <w:bCs/>
              </w:rPr>
            </w:pPr>
            <w:r w:rsidRPr="00416D61">
              <w:rPr>
                <w:bCs/>
              </w:rPr>
              <w:t>Жилой дом - индивидуальная</w:t>
            </w:r>
          </w:p>
        </w:tc>
        <w:tc>
          <w:tcPr>
            <w:tcW w:w="1368" w:type="dxa"/>
            <w:vAlign w:val="center"/>
          </w:tcPr>
          <w:p w:rsidR="00C20CF9" w:rsidRPr="00AD1DA4" w:rsidRDefault="00C20CF9" w:rsidP="009D2A54">
            <w:pPr>
              <w:rPr>
                <w:bCs/>
              </w:rPr>
            </w:pPr>
            <w:r w:rsidRPr="00AD1DA4">
              <w:rPr>
                <w:bCs/>
              </w:rPr>
              <w:t>1001</w:t>
            </w:r>
          </w:p>
          <w:p w:rsidR="00C20CF9" w:rsidRPr="003A4CC9" w:rsidRDefault="00C20CF9" w:rsidP="009D2A54">
            <w:pPr>
              <w:rPr>
                <w:b/>
                <w:bCs/>
              </w:rPr>
            </w:pPr>
            <w:r w:rsidRPr="00AD1DA4">
              <w:rPr>
                <w:bCs/>
              </w:rPr>
              <w:t>139,3</w:t>
            </w:r>
          </w:p>
        </w:tc>
        <w:tc>
          <w:tcPr>
            <w:tcW w:w="1278" w:type="dxa"/>
            <w:vAlign w:val="center"/>
          </w:tcPr>
          <w:p w:rsidR="00C20CF9" w:rsidRPr="00AD1DA4" w:rsidRDefault="00C20CF9" w:rsidP="009D2A54">
            <w:pPr>
              <w:rPr>
                <w:bCs/>
              </w:rPr>
            </w:pPr>
            <w:r w:rsidRPr="00AD1DA4">
              <w:rPr>
                <w:bCs/>
              </w:rPr>
              <w:t>Россия</w:t>
            </w:r>
          </w:p>
          <w:p w:rsidR="00C20CF9" w:rsidRPr="003A4CC9" w:rsidRDefault="00C20CF9" w:rsidP="009D2A54">
            <w:pPr>
              <w:rPr>
                <w:b/>
                <w:bCs/>
              </w:rPr>
            </w:pPr>
            <w:r w:rsidRPr="00AD1DA4"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AD1DA4" w:rsidRDefault="00C20CF9" w:rsidP="009D2A54">
            <w:pPr>
              <w:rPr>
                <w:bCs/>
              </w:rPr>
            </w:pPr>
            <w:r w:rsidRPr="00AD1DA4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AD1DA4" w:rsidRDefault="00C20CF9" w:rsidP="009D2A54">
            <w:pPr>
              <w:rPr>
                <w:bCs/>
              </w:rPr>
            </w:pPr>
            <w:r w:rsidRPr="00AD1DA4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AD1DA4" w:rsidRDefault="00C20CF9" w:rsidP="009D2A54">
            <w:pPr>
              <w:rPr>
                <w:bCs/>
              </w:rPr>
            </w:pPr>
            <w:r w:rsidRPr="00AD1DA4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AD1DA4" w:rsidRDefault="00C20CF9" w:rsidP="009D2A54">
            <w:pPr>
              <w:rPr>
                <w:bCs/>
              </w:rPr>
            </w:pPr>
            <w:r w:rsidRPr="00AD1DA4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AD1DA4" w:rsidRDefault="00C20CF9" w:rsidP="009D2A54">
            <w:pPr>
              <w:rPr>
                <w:bCs/>
              </w:rPr>
            </w:pPr>
            <w:r>
              <w:rPr>
                <w:bCs/>
              </w:rPr>
              <w:t>173502,00</w:t>
            </w:r>
          </w:p>
        </w:tc>
        <w:tc>
          <w:tcPr>
            <w:tcW w:w="2214" w:type="dxa"/>
            <w:vAlign w:val="center"/>
          </w:tcPr>
          <w:p w:rsidR="00C20CF9" w:rsidRPr="00416D61" w:rsidRDefault="00C20CF9" w:rsidP="00AD1DA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AD1DA4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AD1DA4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ВАЗ 21150</w:t>
            </w:r>
          </w:p>
          <w:p w:rsidR="00C20CF9" w:rsidRPr="00AD1DA4" w:rsidRDefault="00C20CF9" w:rsidP="009D2A54">
            <w:pPr>
              <w:rPr>
                <w:bCs/>
              </w:rPr>
            </w:pPr>
            <w:r>
              <w:rPr>
                <w:bCs/>
              </w:rPr>
              <w:t>МТЗ-80л</w:t>
            </w:r>
          </w:p>
        </w:tc>
        <w:tc>
          <w:tcPr>
            <w:tcW w:w="1800" w:type="dxa"/>
            <w:vAlign w:val="center"/>
          </w:tcPr>
          <w:p w:rsidR="00C20CF9" w:rsidRPr="00416D61" w:rsidRDefault="00C20CF9" w:rsidP="00AD1DA4">
            <w:pPr>
              <w:rPr>
                <w:bCs/>
              </w:rPr>
            </w:pPr>
            <w:r w:rsidRPr="00416D61">
              <w:rPr>
                <w:bCs/>
              </w:rPr>
              <w:t>Земельный участок – индивидуальная</w:t>
            </w:r>
          </w:p>
          <w:p w:rsidR="00C20CF9" w:rsidRPr="00AD1DA4" w:rsidRDefault="00C20CF9" w:rsidP="00AD1DA4">
            <w:pPr>
              <w:rPr>
                <w:bCs/>
              </w:rPr>
            </w:pPr>
            <w:r w:rsidRPr="00416D61">
              <w:rPr>
                <w:bCs/>
              </w:rPr>
              <w:t>Жилой дом - индивидуальная</w:t>
            </w:r>
          </w:p>
        </w:tc>
        <w:tc>
          <w:tcPr>
            <w:tcW w:w="1118" w:type="dxa"/>
            <w:vAlign w:val="center"/>
          </w:tcPr>
          <w:p w:rsidR="00C20CF9" w:rsidRPr="00AD1DA4" w:rsidRDefault="00C20CF9" w:rsidP="00AD1DA4">
            <w:pPr>
              <w:rPr>
                <w:bCs/>
              </w:rPr>
            </w:pPr>
            <w:r w:rsidRPr="00AD1DA4">
              <w:rPr>
                <w:bCs/>
              </w:rPr>
              <w:t>1001</w:t>
            </w:r>
          </w:p>
          <w:p w:rsidR="00C20CF9" w:rsidRPr="00AD1DA4" w:rsidRDefault="00C20CF9" w:rsidP="00AD1DA4">
            <w:pPr>
              <w:rPr>
                <w:bCs/>
              </w:rPr>
            </w:pPr>
            <w:r w:rsidRPr="00AD1DA4">
              <w:rPr>
                <w:bCs/>
              </w:rPr>
              <w:t>139,3</w:t>
            </w:r>
          </w:p>
        </w:tc>
        <w:tc>
          <w:tcPr>
            <w:tcW w:w="1543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Pr="00AD1DA4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AD1DA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416D61" w:rsidRDefault="00C20CF9" w:rsidP="00AD1DA4">
            <w:pPr>
              <w:rPr>
                <w:bCs/>
              </w:rPr>
            </w:pPr>
            <w:r w:rsidRPr="00416D61">
              <w:rPr>
                <w:bCs/>
              </w:rPr>
              <w:t>Земельный участок – индивидуальная</w:t>
            </w:r>
          </w:p>
          <w:p w:rsidR="00C20CF9" w:rsidRPr="00416D61" w:rsidRDefault="00C20CF9" w:rsidP="00AD1DA4">
            <w:pPr>
              <w:rPr>
                <w:bCs/>
              </w:rPr>
            </w:pPr>
            <w:r w:rsidRPr="00416D61">
              <w:rPr>
                <w:bCs/>
              </w:rPr>
              <w:t>Жилой дом - индивидуальная</w:t>
            </w:r>
          </w:p>
        </w:tc>
        <w:tc>
          <w:tcPr>
            <w:tcW w:w="1118" w:type="dxa"/>
            <w:vAlign w:val="center"/>
          </w:tcPr>
          <w:p w:rsidR="00C20CF9" w:rsidRPr="00AD1DA4" w:rsidRDefault="00C20CF9" w:rsidP="002A7002">
            <w:pPr>
              <w:rPr>
                <w:bCs/>
              </w:rPr>
            </w:pPr>
            <w:r w:rsidRPr="00AD1DA4">
              <w:rPr>
                <w:bCs/>
              </w:rPr>
              <w:t>1001</w:t>
            </w:r>
          </w:p>
          <w:p w:rsidR="00C20CF9" w:rsidRPr="00AD1DA4" w:rsidRDefault="00C20CF9" w:rsidP="002A7002">
            <w:pPr>
              <w:rPr>
                <w:bCs/>
              </w:rPr>
            </w:pPr>
            <w:r w:rsidRPr="00AD1DA4">
              <w:rPr>
                <w:bCs/>
              </w:rPr>
              <w:t>139,3</w:t>
            </w:r>
          </w:p>
        </w:tc>
        <w:tc>
          <w:tcPr>
            <w:tcW w:w="1543" w:type="dxa"/>
            <w:vAlign w:val="center"/>
          </w:tcPr>
          <w:p w:rsidR="00C20CF9" w:rsidRDefault="00C20CF9" w:rsidP="00AD1DA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AD1DA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AD1DA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416D61" w:rsidRDefault="00C20CF9" w:rsidP="00AD1DA4">
            <w:pPr>
              <w:rPr>
                <w:bCs/>
              </w:rPr>
            </w:pPr>
            <w:r w:rsidRPr="00416D61">
              <w:rPr>
                <w:bCs/>
              </w:rPr>
              <w:t>Земельный участок – индивидуальная</w:t>
            </w:r>
          </w:p>
          <w:p w:rsidR="00C20CF9" w:rsidRPr="00416D61" w:rsidRDefault="00C20CF9" w:rsidP="00AD1DA4">
            <w:pPr>
              <w:rPr>
                <w:bCs/>
              </w:rPr>
            </w:pPr>
            <w:r w:rsidRPr="00416D61">
              <w:rPr>
                <w:bCs/>
              </w:rPr>
              <w:t>Жилой дом - индивидуальная</w:t>
            </w:r>
          </w:p>
        </w:tc>
        <w:tc>
          <w:tcPr>
            <w:tcW w:w="1118" w:type="dxa"/>
            <w:vAlign w:val="center"/>
          </w:tcPr>
          <w:p w:rsidR="00C20CF9" w:rsidRPr="00AD1DA4" w:rsidRDefault="00C20CF9" w:rsidP="00AD1DA4">
            <w:pPr>
              <w:rPr>
                <w:bCs/>
              </w:rPr>
            </w:pPr>
            <w:r w:rsidRPr="00AD1DA4">
              <w:rPr>
                <w:bCs/>
              </w:rPr>
              <w:t>1001</w:t>
            </w:r>
          </w:p>
          <w:p w:rsidR="00C20CF9" w:rsidRPr="00AD1DA4" w:rsidRDefault="00C20CF9" w:rsidP="00AD1DA4">
            <w:pPr>
              <w:rPr>
                <w:bCs/>
              </w:rPr>
            </w:pPr>
            <w:r w:rsidRPr="00AD1DA4">
              <w:rPr>
                <w:bCs/>
              </w:rPr>
              <w:t>139,3</w:t>
            </w:r>
          </w:p>
        </w:tc>
        <w:tc>
          <w:tcPr>
            <w:tcW w:w="1543" w:type="dxa"/>
            <w:vAlign w:val="center"/>
          </w:tcPr>
          <w:p w:rsidR="00C20CF9" w:rsidRDefault="00C20CF9" w:rsidP="00AD1DA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AD1DA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AD1DA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416D61" w:rsidRDefault="00C20CF9" w:rsidP="00AD1DA4">
            <w:pPr>
              <w:rPr>
                <w:bCs/>
              </w:rPr>
            </w:pPr>
            <w:r w:rsidRPr="00416D61">
              <w:rPr>
                <w:bCs/>
              </w:rPr>
              <w:t>Земельный участок – индивидуальная</w:t>
            </w:r>
          </w:p>
          <w:p w:rsidR="00C20CF9" w:rsidRPr="00416D61" w:rsidRDefault="00C20CF9" w:rsidP="00AD1DA4">
            <w:pPr>
              <w:rPr>
                <w:bCs/>
              </w:rPr>
            </w:pPr>
            <w:r w:rsidRPr="00416D61">
              <w:rPr>
                <w:bCs/>
              </w:rPr>
              <w:t>Жилой дом - индивидуальная</w:t>
            </w:r>
          </w:p>
        </w:tc>
        <w:tc>
          <w:tcPr>
            <w:tcW w:w="1118" w:type="dxa"/>
            <w:vAlign w:val="center"/>
          </w:tcPr>
          <w:p w:rsidR="00C20CF9" w:rsidRPr="00AD1DA4" w:rsidRDefault="00C20CF9" w:rsidP="00AD1DA4">
            <w:pPr>
              <w:rPr>
                <w:bCs/>
              </w:rPr>
            </w:pPr>
            <w:r w:rsidRPr="00AD1DA4">
              <w:rPr>
                <w:bCs/>
              </w:rPr>
              <w:t>1001</w:t>
            </w:r>
          </w:p>
          <w:p w:rsidR="00C20CF9" w:rsidRPr="00AD1DA4" w:rsidRDefault="00C20CF9" w:rsidP="00AD1DA4">
            <w:pPr>
              <w:rPr>
                <w:bCs/>
              </w:rPr>
            </w:pPr>
            <w:r w:rsidRPr="00AD1DA4">
              <w:rPr>
                <w:bCs/>
              </w:rPr>
              <w:t>139,3</w:t>
            </w:r>
          </w:p>
        </w:tc>
        <w:tc>
          <w:tcPr>
            <w:tcW w:w="1543" w:type="dxa"/>
            <w:vAlign w:val="center"/>
          </w:tcPr>
          <w:p w:rsidR="00C20CF9" w:rsidRDefault="00C20CF9" w:rsidP="00AD1DA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AD1DA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Галиева Фарида Камилевна</w:t>
            </w:r>
            <w:r>
              <w:rPr>
                <w:b/>
              </w:rPr>
              <w:t>-заведующий МБДОУ «Пижмаринский д/с»</w:t>
            </w:r>
          </w:p>
        </w:tc>
        <w:tc>
          <w:tcPr>
            <w:tcW w:w="1299" w:type="dxa"/>
            <w:vAlign w:val="center"/>
          </w:tcPr>
          <w:p w:rsidR="00C20CF9" w:rsidRPr="00344424" w:rsidRDefault="00C20CF9" w:rsidP="009D2A54">
            <w:pPr>
              <w:rPr>
                <w:bCs/>
              </w:rPr>
            </w:pPr>
            <w:r w:rsidRPr="00344424">
              <w:rPr>
                <w:bCs/>
              </w:rPr>
              <w:t>143151,16</w:t>
            </w:r>
          </w:p>
        </w:tc>
        <w:tc>
          <w:tcPr>
            <w:tcW w:w="2214" w:type="dxa"/>
            <w:vAlign w:val="center"/>
          </w:tcPr>
          <w:p w:rsidR="00C20CF9" w:rsidRPr="003A4CC9" w:rsidRDefault="00C20CF9" w:rsidP="009D2A54">
            <w:pPr>
              <w:rPr>
                <w:b/>
                <w:bCs/>
              </w:rPr>
            </w:pPr>
            <w:r w:rsidRPr="00295C31">
              <w:rPr>
                <w:bCs/>
              </w:rPr>
              <w:t>Земельный участок -  общая долевая</w:t>
            </w:r>
          </w:p>
        </w:tc>
        <w:tc>
          <w:tcPr>
            <w:tcW w:w="1368" w:type="dxa"/>
            <w:vAlign w:val="center"/>
          </w:tcPr>
          <w:p w:rsidR="00C20CF9" w:rsidRPr="00344424" w:rsidRDefault="00C20CF9" w:rsidP="009D2A54">
            <w:pPr>
              <w:rPr>
                <w:bCs/>
              </w:rPr>
            </w:pPr>
            <w:r w:rsidRPr="00344424">
              <w:rPr>
                <w:bCs/>
              </w:rPr>
              <w:t>5400</w:t>
            </w:r>
          </w:p>
        </w:tc>
        <w:tc>
          <w:tcPr>
            <w:tcW w:w="1278" w:type="dxa"/>
            <w:vAlign w:val="center"/>
          </w:tcPr>
          <w:p w:rsidR="00C20CF9" w:rsidRPr="00344424" w:rsidRDefault="00C20CF9" w:rsidP="009D2A54">
            <w:pPr>
              <w:rPr>
                <w:bCs/>
              </w:rPr>
            </w:pPr>
            <w:r w:rsidRPr="00344424"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344424" w:rsidRDefault="00C20CF9" w:rsidP="009D2A54">
            <w:pPr>
              <w:rPr>
                <w:bCs/>
              </w:rPr>
            </w:pPr>
            <w:r w:rsidRPr="00344424"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2A7002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C20CF9" w:rsidRPr="003A4CC9" w:rsidRDefault="00C20CF9" w:rsidP="002A7002">
            <w:pPr>
              <w:rPr>
                <w:b/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Default="00C20CF9" w:rsidP="002A7002">
            <w:pPr>
              <w:rPr>
                <w:bCs/>
              </w:rPr>
            </w:pPr>
            <w:r>
              <w:rPr>
                <w:bCs/>
              </w:rPr>
              <w:t>3693,55</w:t>
            </w:r>
          </w:p>
          <w:p w:rsidR="00C20CF9" w:rsidRDefault="00C20CF9" w:rsidP="002A7002">
            <w:pPr>
              <w:rPr>
                <w:bCs/>
              </w:rPr>
            </w:pPr>
          </w:p>
          <w:p w:rsidR="00C20CF9" w:rsidRPr="003A4CC9" w:rsidRDefault="00C20CF9" w:rsidP="002A7002">
            <w:pPr>
              <w:rPr>
                <w:b/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543" w:type="dxa"/>
            <w:vAlign w:val="center"/>
          </w:tcPr>
          <w:p w:rsidR="00C20CF9" w:rsidRPr="002A7002" w:rsidRDefault="00C20CF9" w:rsidP="009D2A54">
            <w:pPr>
              <w:rPr>
                <w:bCs/>
              </w:rPr>
            </w:pPr>
            <w:r w:rsidRPr="002A7002">
              <w:rPr>
                <w:bCs/>
              </w:rPr>
              <w:t>Россия</w:t>
            </w:r>
          </w:p>
          <w:p w:rsidR="00C20CF9" w:rsidRPr="002A7002" w:rsidRDefault="00C20CF9" w:rsidP="009D2A54">
            <w:pPr>
              <w:rPr>
                <w:bCs/>
              </w:rPr>
            </w:pPr>
          </w:p>
          <w:p w:rsidR="00C20CF9" w:rsidRPr="003A4CC9" w:rsidRDefault="00C20CF9" w:rsidP="009D2A54">
            <w:pPr>
              <w:rPr>
                <w:b/>
                <w:bCs/>
              </w:rPr>
            </w:pPr>
            <w:r w:rsidRPr="002A7002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Pr="00344424" w:rsidRDefault="00C20CF9" w:rsidP="009D2A54">
            <w:pPr>
              <w:rPr>
                <w:bCs/>
              </w:rPr>
            </w:pPr>
            <w:r>
              <w:rPr>
                <w:bCs/>
              </w:rPr>
              <w:t>120212,60</w:t>
            </w:r>
          </w:p>
        </w:tc>
        <w:tc>
          <w:tcPr>
            <w:tcW w:w="2214" w:type="dxa"/>
            <w:vAlign w:val="center"/>
          </w:tcPr>
          <w:p w:rsidR="00C20CF9" w:rsidRDefault="00C20CF9" w:rsidP="00344424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C20CF9" w:rsidRPr="00295C31" w:rsidRDefault="00C20CF9" w:rsidP="00344424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3693,55</w:t>
            </w:r>
          </w:p>
          <w:p w:rsidR="00C20CF9" w:rsidRPr="00344424" w:rsidRDefault="00C20CF9" w:rsidP="009D2A54">
            <w:pPr>
              <w:rPr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Pr="00344424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344424" w:rsidRDefault="00C20CF9" w:rsidP="009D2A54">
            <w:pPr>
              <w:rPr>
                <w:bCs/>
              </w:rPr>
            </w:pPr>
            <w:r>
              <w:rPr>
                <w:bCs/>
              </w:rPr>
              <w:t>Лада 112</w:t>
            </w:r>
          </w:p>
        </w:tc>
        <w:tc>
          <w:tcPr>
            <w:tcW w:w="1800" w:type="dxa"/>
            <w:vAlign w:val="center"/>
          </w:tcPr>
          <w:p w:rsidR="00C20CF9" w:rsidRPr="00344424" w:rsidRDefault="00C20CF9" w:rsidP="009D2A54">
            <w:pPr>
              <w:rPr>
                <w:bCs/>
              </w:rPr>
            </w:pPr>
            <w:r w:rsidRPr="00344424"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344424" w:rsidRDefault="00C20CF9" w:rsidP="009D2A54">
            <w:pPr>
              <w:rPr>
                <w:bCs/>
              </w:rPr>
            </w:pPr>
            <w:r w:rsidRPr="00344424"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344424" w:rsidRDefault="00C20CF9" w:rsidP="009D2A54">
            <w:pPr>
              <w:rPr>
                <w:bCs/>
              </w:rPr>
            </w:pPr>
            <w:r w:rsidRPr="00344424"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34442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2A7002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C20CF9" w:rsidRPr="00344424" w:rsidRDefault="00C20CF9" w:rsidP="002A7002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Default="00C20CF9" w:rsidP="002A7002">
            <w:pPr>
              <w:rPr>
                <w:bCs/>
              </w:rPr>
            </w:pPr>
            <w:r>
              <w:rPr>
                <w:bCs/>
              </w:rPr>
              <w:t>3693,55</w:t>
            </w:r>
          </w:p>
          <w:p w:rsidR="00C20CF9" w:rsidRDefault="00C20CF9" w:rsidP="002A7002">
            <w:pPr>
              <w:rPr>
                <w:bCs/>
              </w:rPr>
            </w:pPr>
          </w:p>
          <w:p w:rsidR="00C20CF9" w:rsidRPr="00344424" w:rsidRDefault="00C20CF9" w:rsidP="002A7002">
            <w:pPr>
              <w:rPr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543" w:type="dxa"/>
            <w:vAlign w:val="center"/>
          </w:tcPr>
          <w:p w:rsidR="00C20CF9" w:rsidRPr="002A7002" w:rsidRDefault="00C20CF9" w:rsidP="002A7002">
            <w:pPr>
              <w:rPr>
                <w:bCs/>
              </w:rPr>
            </w:pPr>
            <w:r w:rsidRPr="002A7002">
              <w:rPr>
                <w:bCs/>
              </w:rPr>
              <w:t>Россия</w:t>
            </w:r>
          </w:p>
          <w:p w:rsidR="00C20CF9" w:rsidRPr="002A7002" w:rsidRDefault="00C20CF9" w:rsidP="002A7002">
            <w:pPr>
              <w:rPr>
                <w:bCs/>
              </w:rPr>
            </w:pPr>
          </w:p>
          <w:p w:rsidR="00C20CF9" w:rsidRPr="00344424" w:rsidRDefault="00C20CF9" w:rsidP="002A7002">
            <w:pPr>
              <w:rPr>
                <w:bCs/>
              </w:rPr>
            </w:pPr>
            <w:r w:rsidRPr="002A7002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34442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2A7002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C20CF9" w:rsidRPr="00344424" w:rsidRDefault="00C20CF9" w:rsidP="002A7002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Default="00C20CF9" w:rsidP="002A7002">
            <w:pPr>
              <w:rPr>
                <w:bCs/>
              </w:rPr>
            </w:pPr>
            <w:r>
              <w:rPr>
                <w:bCs/>
              </w:rPr>
              <w:t>3693,55</w:t>
            </w:r>
          </w:p>
          <w:p w:rsidR="00C20CF9" w:rsidRDefault="00C20CF9" w:rsidP="002A7002">
            <w:pPr>
              <w:rPr>
                <w:bCs/>
              </w:rPr>
            </w:pPr>
          </w:p>
          <w:p w:rsidR="00C20CF9" w:rsidRPr="00344424" w:rsidRDefault="00C20CF9" w:rsidP="002A7002">
            <w:pPr>
              <w:rPr>
                <w:bCs/>
              </w:rPr>
            </w:pPr>
            <w:r>
              <w:rPr>
                <w:bCs/>
              </w:rPr>
              <w:t>100,1</w:t>
            </w:r>
          </w:p>
        </w:tc>
        <w:tc>
          <w:tcPr>
            <w:tcW w:w="1543" w:type="dxa"/>
            <w:vAlign w:val="center"/>
          </w:tcPr>
          <w:p w:rsidR="00C20CF9" w:rsidRPr="002A7002" w:rsidRDefault="00C20CF9" w:rsidP="002A7002">
            <w:pPr>
              <w:rPr>
                <w:bCs/>
              </w:rPr>
            </w:pPr>
            <w:r w:rsidRPr="002A7002">
              <w:rPr>
                <w:bCs/>
              </w:rPr>
              <w:t>Россия</w:t>
            </w:r>
          </w:p>
          <w:p w:rsidR="00C20CF9" w:rsidRPr="002A7002" w:rsidRDefault="00C20CF9" w:rsidP="002A7002">
            <w:pPr>
              <w:rPr>
                <w:bCs/>
              </w:rPr>
            </w:pPr>
          </w:p>
          <w:p w:rsidR="00C20CF9" w:rsidRPr="00344424" w:rsidRDefault="00C20CF9" w:rsidP="002A7002">
            <w:pPr>
              <w:rPr>
                <w:bCs/>
              </w:rPr>
            </w:pPr>
            <w:r w:rsidRPr="002A7002"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Мардян Рамзия Мухаметнакиповна</w:t>
            </w:r>
            <w:r>
              <w:rPr>
                <w:b/>
              </w:rPr>
              <w:t>-заведующий МБДОУ «Янгуловский д/с»</w:t>
            </w:r>
          </w:p>
        </w:tc>
        <w:tc>
          <w:tcPr>
            <w:tcW w:w="1299" w:type="dxa"/>
            <w:vAlign w:val="center"/>
          </w:tcPr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138750,28</w:t>
            </w:r>
          </w:p>
        </w:tc>
        <w:tc>
          <w:tcPr>
            <w:tcW w:w="2214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Земельный участок – совместно с Мардян М.Я.</w:t>
            </w:r>
          </w:p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Жилой дом – совместно с Мардян М.Я.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1869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81,03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165758,91</w:t>
            </w:r>
          </w:p>
        </w:tc>
        <w:tc>
          <w:tcPr>
            <w:tcW w:w="2214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Земельный участок – совместно с Мардян Р.М.</w:t>
            </w:r>
          </w:p>
          <w:p w:rsidR="00C20CF9" w:rsidRPr="008123BD" w:rsidRDefault="00C20CF9" w:rsidP="00A44998">
            <w:pPr>
              <w:rPr>
                <w:bCs/>
              </w:rPr>
            </w:pPr>
            <w:r>
              <w:rPr>
                <w:bCs/>
              </w:rPr>
              <w:t>Жилой дом – совместно с Мардян Р.М.</w:t>
            </w:r>
          </w:p>
        </w:tc>
        <w:tc>
          <w:tcPr>
            <w:tcW w:w="1368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1869</w:t>
            </w:r>
          </w:p>
          <w:p w:rsidR="00C20CF9" w:rsidRDefault="00C20CF9" w:rsidP="00A44998">
            <w:pPr>
              <w:rPr>
                <w:bCs/>
              </w:rPr>
            </w:pPr>
          </w:p>
          <w:p w:rsidR="00C20CF9" w:rsidRDefault="00C20CF9" w:rsidP="00A44998">
            <w:pPr>
              <w:rPr>
                <w:bCs/>
              </w:rPr>
            </w:pPr>
          </w:p>
          <w:p w:rsidR="00C20CF9" w:rsidRPr="008123BD" w:rsidRDefault="00C20CF9" w:rsidP="00A44998">
            <w:pPr>
              <w:rPr>
                <w:bCs/>
              </w:rPr>
            </w:pPr>
            <w:r>
              <w:rPr>
                <w:bCs/>
              </w:rPr>
              <w:t>81,03</w:t>
            </w:r>
          </w:p>
        </w:tc>
        <w:tc>
          <w:tcPr>
            <w:tcW w:w="1278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A44998">
            <w:pPr>
              <w:rPr>
                <w:bCs/>
              </w:rPr>
            </w:pPr>
          </w:p>
          <w:p w:rsidR="00C20CF9" w:rsidRDefault="00C20CF9" w:rsidP="00A44998">
            <w:pPr>
              <w:rPr>
                <w:bCs/>
              </w:rPr>
            </w:pPr>
          </w:p>
          <w:p w:rsidR="00C20CF9" w:rsidRPr="008123BD" w:rsidRDefault="00C20CF9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8123BD" w:rsidRDefault="00C20CF9" w:rsidP="00A44998">
            <w:pPr>
              <w:rPr>
                <w:bCs/>
              </w:rPr>
            </w:pPr>
            <w:r>
              <w:rPr>
                <w:bCs/>
              </w:rPr>
              <w:t>ВАЗ 2110</w:t>
            </w:r>
          </w:p>
        </w:tc>
        <w:tc>
          <w:tcPr>
            <w:tcW w:w="1800" w:type="dxa"/>
            <w:vAlign w:val="center"/>
          </w:tcPr>
          <w:p w:rsidR="00C20CF9" w:rsidRPr="008123BD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Pr="008123BD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Pr="008123BD" w:rsidRDefault="00C20CF9" w:rsidP="00A44998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</w:tc>
        <w:tc>
          <w:tcPr>
            <w:tcW w:w="1118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1869</w:t>
            </w:r>
          </w:p>
          <w:p w:rsidR="00C20CF9" w:rsidRDefault="00C20CF9" w:rsidP="00A44998">
            <w:pPr>
              <w:rPr>
                <w:bCs/>
              </w:rPr>
            </w:pPr>
          </w:p>
          <w:p w:rsidR="00C20CF9" w:rsidRPr="008123BD" w:rsidRDefault="00C20CF9" w:rsidP="00A44998">
            <w:pPr>
              <w:rPr>
                <w:bCs/>
              </w:rPr>
            </w:pPr>
            <w:r>
              <w:rPr>
                <w:bCs/>
              </w:rPr>
              <w:t>81,03</w:t>
            </w:r>
          </w:p>
        </w:tc>
        <w:tc>
          <w:tcPr>
            <w:tcW w:w="1543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A44998">
            <w:pPr>
              <w:rPr>
                <w:bCs/>
              </w:rPr>
            </w:pPr>
          </w:p>
          <w:p w:rsidR="00C20CF9" w:rsidRPr="008123BD" w:rsidRDefault="00C20CF9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299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Pr="008123BD" w:rsidRDefault="00C20CF9" w:rsidP="00A44998">
            <w:pPr>
              <w:rPr>
                <w:bCs/>
              </w:rPr>
            </w:pPr>
            <w:r>
              <w:rPr>
                <w:bCs/>
              </w:rPr>
              <w:t xml:space="preserve">Жилой дом </w:t>
            </w:r>
          </w:p>
        </w:tc>
        <w:tc>
          <w:tcPr>
            <w:tcW w:w="1118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1869</w:t>
            </w:r>
          </w:p>
          <w:p w:rsidR="00C20CF9" w:rsidRDefault="00C20CF9" w:rsidP="00A44998">
            <w:pPr>
              <w:rPr>
                <w:bCs/>
              </w:rPr>
            </w:pPr>
          </w:p>
          <w:p w:rsidR="00C20CF9" w:rsidRPr="008123BD" w:rsidRDefault="00C20CF9" w:rsidP="00A44998">
            <w:pPr>
              <w:rPr>
                <w:bCs/>
              </w:rPr>
            </w:pPr>
            <w:r>
              <w:rPr>
                <w:bCs/>
              </w:rPr>
              <w:t>81,03</w:t>
            </w:r>
          </w:p>
        </w:tc>
        <w:tc>
          <w:tcPr>
            <w:tcW w:w="1543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A44998">
            <w:pPr>
              <w:rPr>
                <w:bCs/>
              </w:rPr>
            </w:pPr>
          </w:p>
          <w:p w:rsidR="00C20CF9" w:rsidRPr="008123BD" w:rsidRDefault="00C20CF9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Гимадиева Зульфия Мухамматовна</w:t>
            </w:r>
            <w:r>
              <w:rPr>
                <w:b/>
              </w:rPr>
              <w:t>-заведующий МБДОУ «Нуринерский детский сад»</w:t>
            </w:r>
          </w:p>
        </w:tc>
        <w:tc>
          <w:tcPr>
            <w:tcW w:w="1299" w:type="dxa"/>
            <w:vAlign w:val="center"/>
          </w:tcPr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137973,87</w:t>
            </w:r>
          </w:p>
        </w:tc>
        <w:tc>
          <w:tcPr>
            <w:tcW w:w="2214" w:type="dxa"/>
            <w:vAlign w:val="center"/>
          </w:tcPr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Паевая земля</w:t>
            </w:r>
          </w:p>
        </w:tc>
        <w:tc>
          <w:tcPr>
            <w:tcW w:w="1368" w:type="dxa"/>
            <w:vAlign w:val="center"/>
          </w:tcPr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40 000,00</w:t>
            </w:r>
          </w:p>
        </w:tc>
        <w:tc>
          <w:tcPr>
            <w:tcW w:w="1278" w:type="dxa"/>
            <w:vAlign w:val="center"/>
          </w:tcPr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Pr="008123BD" w:rsidRDefault="00C20CF9" w:rsidP="00A44998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Default="00C20CF9" w:rsidP="00A44998">
            <w:pPr>
              <w:rPr>
                <w:bCs/>
              </w:rPr>
            </w:pPr>
          </w:p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6229,44</w:t>
            </w:r>
          </w:p>
          <w:p w:rsidR="00C20CF9" w:rsidRPr="008123BD" w:rsidRDefault="00C20CF9" w:rsidP="00A44998">
            <w:pPr>
              <w:rPr>
                <w:bCs/>
              </w:rPr>
            </w:pPr>
            <w:r>
              <w:rPr>
                <w:bCs/>
              </w:rPr>
              <w:t>72,70</w:t>
            </w:r>
          </w:p>
        </w:tc>
        <w:tc>
          <w:tcPr>
            <w:tcW w:w="1543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A44998">
            <w:pPr>
              <w:rPr>
                <w:bCs/>
              </w:rPr>
            </w:pPr>
          </w:p>
          <w:p w:rsidR="00C20CF9" w:rsidRDefault="00C20CF9" w:rsidP="00A44998">
            <w:pPr>
              <w:rPr>
                <w:bCs/>
              </w:rPr>
            </w:pPr>
          </w:p>
          <w:p w:rsidR="00C20CF9" w:rsidRPr="008123BD" w:rsidRDefault="00C20CF9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138065,62</w:t>
            </w:r>
          </w:p>
        </w:tc>
        <w:tc>
          <w:tcPr>
            <w:tcW w:w="2214" w:type="dxa"/>
            <w:vAlign w:val="center"/>
          </w:tcPr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D0045F">
            <w:pPr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C20CF9" w:rsidRDefault="00C20CF9" w:rsidP="00D0045F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C20CF9" w:rsidRDefault="00C20CF9" w:rsidP="00D0045F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  <w:p w:rsidR="00C20CF9" w:rsidRPr="00295C31" w:rsidRDefault="00C20CF9" w:rsidP="00D0045F">
            <w:pPr>
              <w:rPr>
                <w:bCs/>
              </w:rPr>
            </w:pPr>
            <w:r>
              <w:rPr>
                <w:bCs/>
              </w:rPr>
              <w:t>Гараж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6229,44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72,70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32,7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ВАЗ 21074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Лада 21960</w:t>
            </w:r>
          </w:p>
          <w:p w:rsidR="00C20CF9" w:rsidRPr="008123BD" w:rsidRDefault="00C20CF9" w:rsidP="009D2A54">
            <w:pPr>
              <w:rPr>
                <w:bCs/>
              </w:rPr>
            </w:pPr>
          </w:p>
        </w:tc>
        <w:tc>
          <w:tcPr>
            <w:tcW w:w="1800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18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543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871A0A">
            <w:pPr>
              <w:rPr>
                <w:bCs/>
              </w:rPr>
            </w:pPr>
            <w:r>
              <w:rPr>
                <w:bCs/>
              </w:rPr>
              <w:t>Земельный участок .</w:t>
            </w:r>
          </w:p>
          <w:p w:rsidR="00C20CF9" w:rsidRDefault="00C20CF9" w:rsidP="00871A0A">
            <w:pPr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118" w:type="dxa"/>
            <w:vAlign w:val="center"/>
          </w:tcPr>
          <w:p w:rsidR="00C20CF9" w:rsidRDefault="00C20CF9" w:rsidP="00871A0A">
            <w:pPr>
              <w:rPr>
                <w:bCs/>
              </w:rPr>
            </w:pPr>
            <w:r>
              <w:rPr>
                <w:bCs/>
              </w:rPr>
              <w:t>6229,44</w:t>
            </w:r>
          </w:p>
          <w:p w:rsidR="00C20CF9" w:rsidRDefault="00C20CF9" w:rsidP="00871A0A">
            <w:pPr>
              <w:rPr>
                <w:bCs/>
              </w:rPr>
            </w:pPr>
            <w:r>
              <w:rPr>
                <w:bCs/>
              </w:rPr>
              <w:t>72,70</w:t>
            </w:r>
          </w:p>
        </w:tc>
        <w:tc>
          <w:tcPr>
            <w:tcW w:w="1543" w:type="dxa"/>
            <w:vAlign w:val="center"/>
          </w:tcPr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A44998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 w:rsidRPr="003C7046">
              <w:rPr>
                <w:b/>
              </w:rPr>
              <w:t>Гарипова Каусария Гиниятовна</w:t>
            </w:r>
            <w:r>
              <w:rPr>
                <w:b/>
              </w:rPr>
              <w:t>-заведующий МБДОУ «Чутайский д/с»</w:t>
            </w:r>
          </w:p>
        </w:tc>
        <w:tc>
          <w:tcPr>
            <w:tcW w:w="1299" w:type="dxa"/>
            <w:vAlign w:val="center"/>
          </w:tcPr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174466,66</w:t>
            </w:r>
          </w:p>
        </w:tc>
        <w:tc>
          <w:tcPr>
            <w:tcW w:w="2214" w:type="dxa"/>
            <w:vAlign w:val="center"/>
          </w:tcPr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Pr="008123BD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3268EA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Pr="008123BD" w:rsidRDefault="00C20CF9" w:rsidP="003268EA">
            <w:pPr>
              <w:rPr>
                <w:bCs/>
              </w:rPr>
            </w:pPr>
            <w:r>
              <w:rPr>
                <w:bCs/>
              </w:rPr>
              <w:t>Жилой дом Паевая земля</w:t>
            </w:r>
            <w:r w:rsidRPr="003B7463">
              <w:rPr>
                <w:bCs/>
              </w:rPr>
              <w:t xml:space="preserve"> сельхозназначения – общая долевая</w:t>
            </w:r>
          </w:p>
        </w:tc>
        <w:tc>
          <w:tcPr>
            <w:tcW w:w="1118" w:type="dxa"/>
            <w:vAlign w:val="center"/>
          </w:tcPr>
          <w:p w:rsidR="00C20CF9" w:rsidRDefault="00C20CF9" w:rsidP="00710799">
            <w:pPr>
              <w:rPr>
                <w:bCs/>
              </w:rPr>
            </w:pPr>
            <w:r>
              <w:rPr>
                <w:bCs/>
              </w:rPr>
              <w:t>4880,26</w:t>
            </w:r>
          </w:p>
          <w:p w:rsidR="00C20CF9" w:rsidRDefault="00C20CF9" w:rsidP="00710799">
            <w:pPr>
              <w:rPr>
                <w:bCs/>
              </w:rPr>
            </w:pPr>
            <w:r>
              <w:rPr>
                <w:bCs/>
              </w:rPr>
              <w:t>65,7</w:t>
            </w:r>
          </w:p>
          <w:p w:rsidR="00C20CF9" w:rsidRDefault="00C20CF9" w:rsidP="00710799">
            <w:pPr>
              <w:rPr>
                <w:bCs/>
              </w:rPr>
            </w:pPr>
          </w:p>
          <w:p w:rsidR="00C20CF9" w:rsidRDefault="00C20CF9" w:rsidP="00710799">
            <w:pPr>
              <w:rPr>
                <w:bCs/>
              </w:rPr>
            </w:pPr>
          </w:p>
          <w:p w:rsidR="00C20CF9" w:rsidRPr="008123BD" w:rsidRDefault="00C20CF9" w:rsidP="00710799">
            <w:pPr>
              <w:rPr>
                <w:bCs/>
              </w:rPr>
            </w:pPr>
            <w:r>
              <w:rPr>
                <w:bCs/>
              </w:rPr>
              <w:t>33579204,00</w:t>
            </w:r>
          </w:p>
        </w:tc>
        <w:tc>
          <w:tcPr>
            <w:tcW w:w="1543" w:type="dxa"/>
            <w:vAlign w:val="center"/>
          </w:tcPr>
          <w:p w:rsidR="00C20CF9" w:rsidRDefault="00C20CF9" w:rsidP="00710799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710799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710799">
            <w:pPr>
              <w:rPr>
                <w:bCs/>
              </w:rPr>
            </w:pPr>
          </w:p>
          <w:p w:rsidR="00C20CF9" w:rsidRDefault="00C20CF9" w:rsidP="00710799">
            <w:pPr>
              <w:rPr>
                <w:bCs/>
              </w:rPr>
            </w:pPr>
          </w:p>
          <w:p w:rsidR="00C20CF9" w:rsidRPr="008123BD" w:rsidRDefault="00C20CF9" w:rsidP="00710799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Pr="003C7046" w:rsidRDefault="00C20CF9" w:rsidP="009D2A5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32119,84</w:t>
            </w:r>
          </w:p>
        </w:tc>
        <w:tc>
          <w:tcPr>
            <w:tcW w:w="2214" w:type="dxa"/>
            <w:vAlign w:val="center"/>
          </w:tcPr>
          <w:p w:rsidR="00C20CF9" w:rsidRDefault="00C20CF9" w:rsidP="003268EA">
            <w:pPr>
              <w:rPr>
                <w:bCs/>
              </w:rPr>
            </w:pPr>
            <w:r>
              <w:rPr>
                <w:bCs/>
              </w:rPr>
              <w:t xml:space="preserve">Земельный участок-индивидуальная </w:t>
            </w:r>
          </w:p>
          <w:p w:rsidR="00C20CF9" w:rsidRDefault="00C20CF9" w:rsidP="003268EA">
            <w:pPr>
              <w:rPr>
                <w:bCs/>
              </w:rPr>
            </w:pPr>
            <w:r>
              <w:rPr>
                <w:bCs/>
              </w:rPr>
              <w:t xml:space="preserve">Жилой дом-индивидуальный Паевая земля </w:t>
            </w:r>
            <w:r w:rsidRPr="003B7463">
              <w:rPr>
                <w:bCs/>
              </w:rPr>
              <w:t xml:space="preserve"> – общая долевая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4880,26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65,7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33579204,00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ВАЗ-21150</w:t>
            </w:r>
          </w:p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ВАЗ-212140</w:t>
            </w:r>
          </w:p>
        </w:tc>
        <w:tc>
          <w:tcPr>
            <w:tcW w:w="1800" w:type="dxa"/>
            <w:vAlign w:val="center"/>
          </w:tcPr>
          <w:p w:rsidR="00C20CF9" w:rsidRDefault="00C20CF9" w:rsidP="003268EA">
            <w:pPr>
              <w:rPr>
                <w:bCs/>
              </w:rPr>
            </w:pPr>
            <w:r>
              <w:rPr>
                <w:bCs/>
              </w:rPr>
              <w:t>нет</w:t>
            </w:r>
          </w:p>
          <w:p w:rsidR="00C20CF9" w:rsidRDefault="00C20CF9" w:rsidP="003268EA">
            <w:pPr>
              <w:rPr>
                <w:bCs/>
              </w:rPr>
            </w:pPr>
          </w:p>
          <w:p w:rsidR="00C20CF9" w:rsidRDefault="00C20CF9" w:rsidP="003268EA">
            <w:pPr>
              <w:rPr>
                <w:bCs/>
              </w:rPr>
            </w:pPr>
          </w:p>
        </w:tc>
        <w:tc>
          <w:tcPr>
            <w:tcW w:w="1118" w:type="dxa"/>
            <w:vAlign w:val="center"/>
          </w:tcPr>
          <w:p w:rsidR="00C20CF9" w:rsidRDefault="00C20CF9" w:rsidP="003268EA">
            <w:pPr>
              <w:rPr>
                <w:bCs/>
              </w:rPr>
            </w:pPr>
            <w:r>
              <w:rPr>
                <w:bCs/>
              </w:rPr>
              <w:t>нет</w:t>
            </w:r>
          </w:p>
          <w:p w:rsidR="00C20CF9" w:rsidRDefault="00C20CF9" w:rsidP="003268EA">
            <w:pPr>
              <w:rPr>
                <w:bCs/>
              </w:rPr>
            </w:pPr>
          </w:p>
          <w:p w:rsidR="00C20CF9" w:rsidRPr="008123BD" w:rsidRDefault="00C20CF9" w:rsidP="003268EA">
            <w:pPr>
              <w:rPr>
                <w:bCs/>
              </w:rPr>
            </w:pPr>
          </w:p>
        </w:tc>
        <w:tc>
          <w:tcPr>
            <w:tcW w:w="1543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  <w:p w:rsidR="00C20CF9" w:rsidRDefault="00C20CF9" w:rsidP="009D2A54">
            <w:pPr>
              <w:rPr>
                <w:bCs/>
              </w:rPr>
            </w:pPr>
          </w:p>
          <w:p w:rsidR="00C20CF9" w:rsidRPr="008123BD" w:rsidRDefault="00C20CF9" w:rsidP="009D2A54">
            <w:pPr>
              <w:rPr>
                <w:bCs/>
              </w:rPr>
            </w:pPr>
          </w:p>
        </w:tc>
      </w:tr>
      <w:tr w:rsidR="00C20CF9" w:rsidRPr="009F3492" w:rsidTr="00587227">
        <w:trPr>
          <w:cantSplit/>
          <w:jc w:val="center"/>
        </w:trPr>
        <w:tc>
          <w:tcPr>
            <w:tcW w:w="2427" w:type="dxa"/>
            <w:vAlign w:val="center"/>
          </w:tcPr>
          <w:p w:rsidR="00C20CF9" w:rsidRDefault="00C20CF9" w:rsidP="009D2A5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299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214" w:type="dxa"/>
            <w:vAlign w:val="center"/>
          </w:tcPr>
          <w:p w:rsidR="00C20CF9" w:rsidRDefault="00C20CF9" w:rsidP="003268EA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36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278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2160" w:type="dxa"/>
            <w:vAlign w:val="center"/>
          </w:tcPr>
          <w:p w:rsidR="00C20CF9" w:rsidRDefault="00C20CF9" w:rsidP="009D2A54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800" w:type="dxa"/>
            <w:vAlign w:val="center"/>
          </w:tcPr>
          <w:p w:rsidR="00C20CF9" w:rsidRDefault="00C20CF9" w:rsidP="00710799">
            <w:pPr>
              <w:rPr>
                <w:bCs/>
              </w:rPr>
            </w:pPr>
            <w:r>
              <w:rPr>
                <w:bCs/>
              </w:rPr>
              <w:t xml:space="preserve">Земельный участок </w:t>
            </w:r>
          </w:p>
          <w:p w:rsidR="00C20CF9" w:rsidRDefault="00C20CF9" w:rsidP="00710799">
            <w:pPr>
              <w:rPr>
                <w:bCs/>
              </w:rPr>
            </w:pPr>
            <w:r>
              <w:rPr>
                <w:bCs/>
              </w:rPr>
              <w:t>Жилой дом Паевая земля</w:t>
            </w:r>
            <w:r w:rsidRPr="003B7463">
              <w:rPr>
                <w:bCs/>
              </w:rPr>
              <w:t xml:space="preserve"> сельхозназначения – общая долевая</w:t>
            </w:r>
          </w:p>
        </w:tc>
        <w:tc>
          <w:tcPr>
            <w:tcW w:w="1118" w:type="dxa"/>
            <w:vAlign w:val="center"/>
          </w:tcPr>
          <w:p w:rsidR="00C20CF9" w:rsidRDefault="00C20CF9" w:rsidP="00710799">
            <w:pPr>
              <w:rPr>
                <w:bCs/>
              </w:rPr>
            </w:pPr>
            <w:r>
              <w:rPr>
                <w:bCs/>
              </w:rPr>
              <w:t>4880,26</w:t>
            </w:r>
          </w:p>
          <w:p w:rsidR="00C20CF9" w:rsidRDefault="00C20CF9" w:rsidP="00710799">
            <w:pPr>
              <w:rPr>
                <w:bCs/>
              </w:rPr>
            </w:pPr>
            <w:r>
              <w:rPr>
                <w:bCs/>
              </w:rPr>
              <w:t>65,7</w:t>
            </w:r>
          </w:p>
          <w:p w:rsidR="00C20CF9" w:rsidRDefault="00C20CF9" w:rsidP="00710799">
            <w:pPr>
              <w:rPr>
                <w:bCs/>
              </w:rPr>
            </w:pPr>
          </w:p>
          <w:p w:rsidR="00C20CF9" w:rsidRDefault="00C20CF9" w:rsidP="00710799">
            <w:pPr>
              <w:rPr>
                <w:bCs/>
              </w:rPr>
            </w:pPr>
          </w:p>
          <w:p w:rsidR="00C20CF9" w:rsidRDefault="00C20CF9" w:rsidP="00710799">
            <w:pPr>
              <w:rPr>
                <w:bCs/>
              </w:rPr>
            </w:pPr>
            <w:r>
              <w:rPr>
                <w:bCs/>
              </w:rPr>
              <w:t>33579204,00</w:t>
            </w:r>
          </w:p>
        </w:tc>
        <w:tc>
          <w:tcPr>
            <w:tcW w:w="1543" w:type="dxa"/>
            <w:vAlign w:val="center"/>
          </w:tcPr>
          <w:p w:rsidR="00C20CF9" w:rsidRDefault="00C20CF9" w:rsidP="00710799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710799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  <w:p w:rsidR="00C20CF9" w:rsidRDefault="00C20CF9" w:rsidP="00710799">
            <w:pPr>
              <w:rPr>
                <w:bCs/>
              </w:rPr>
            </w:pPr>
          </w:p>
          <w:p w:rsidR="00C20CF9" w:rsidRDefault="00C20CF9" w:rsidP="00710799">
            <w:pPr>
              <w:rPr>
                <w:bCs/>
              </w:rPr>
            </w:pPr>
          </w:p>
          <w:p w:rsidR="00C20CF9" w:rsidRDefault="00C20CF9" w:rsidP="00710799">
            <w:pPr>
              <w:rPr>
                <w:bCs/>
              </w:rPr>
            </w:pPr>
            <w:r>
              <w:rPr>
                <w:bCs/>
              </w:rPr>
              <w:t>Россия</w:t>
            </w:r>
          </w:p>
        </w:tc>
      </w:tr>
    </w:tbl>
    <w:p w:rsidR="00C20CF9" w:rsidRDefault="00C20CF9"/>
    <w:sectPr w:rsidR="00C20CF9" w:rsidSect="00BA73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2221D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DAC1C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0BEA3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6253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28CEB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582F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7405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8469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5801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9EAA9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CB64A66"/>
    <w:multiLevelType w:val="hybridMultilevel"/>
    <w:tmpl w:val="89726D12"/>
    <w:lvl w:ilvl="0" w:tplc="51827964">
      <w:start w:val="1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73C0"/>
    <w:rsid w:val="0001645A"/>
    <w:rsid w:val="00046B5C"/>
    <w:rsid w:val="00057C71"/>
    <w:rsid w:val="00093C5F"/>
    <w:rsid w:val="000A0C78"/>
    <w:rsid w:val="000F1A09"/>
    <w:rsid w:val="00117DD0"/>
    <w:rsid w:val="00121186"/>
    <w:rsid w:val="00122F27"/>
    <w:rsid w:val="00142D62"/>
    <w:rsid w:val="00154F6F"/>
    <w:rsid w:val="001730E4"/>
    <w:rsid w:val="00187E03"/>
    <w:rsid w:val="001925AD"/>
    <w:rsid w:val="001A7B52"/>
    <w:rsid w:val="001B3A22"/>
    <w:rsid w:val="001D4863"/>
    <w:rsid w:val="001E26EF"/>
    <w:rsid w:val="00245C0E"/>
    <w:rsid w:val="00250795"/>
    <w:rsid w:val="00253186"/>
    <w:rsid w:val="00295C31"/>
    <w:rsid w:val="002A0B2F"/>
    <w:rsid w:val="002A35DB"/>
    <w:rsid w:val="002A7002"/>
    <w:rsid w:val="002B65D6"/>
    <w:rsid w:val="002C41E3"/>
    <w:rsid w:val="002D5A70"/>
    <w:rsid w:val="002F1F4F"/>
    <w:rsid w:val="002F75EC"/>
    <w:rsid w:val="003029B8"/>
    <w:rsid w:val="00306ECB"/>
    <w:rsid w:val="00314CA9"/>
    <w:rsid w:val="003268EA"/>
    <w:rsid w:val="00333F77"/>
    <w:rsid w:val="00344424"/>
    <w:rsid w:val="00346A7C"/>
    <w:rsid w:val="0035690B"/>
    <w:rsid w:val="003730BE"/>
    <w:rsid w:val="0037629A"/>
    <w:rsid w:val="003A4CC9"/>
    <w:rsid w:val="003A72D9"/>
    <w:rsid w:val="003B2841"/>
    <w:rsid w:val="003B4825"/>
    <w:rsid w:val="003B5313"/>
    <w:rsid w:val="003B7463"/>
    <w:rsid w:val="003C2047"/>
    <w:rsid w:val="003C7046"/>
    <w:rsid w:val="003D234F"/>
    <w:rsid w:val="003E48B1"/>
    <w:rsid w:val="004133E1"/>
    <w:rsid w:val="00416D61"/>
    <w:rsid w:val="00420C68"/>
    <w:rsid w:val="00427A18"/>
    <w:rsid w:val="00454398"/>
    <w:rsid w:val="00463C51"/>
    <w:rsid w:val="004670F4"/>
    <w:rsid w:val="004709D9"/>
    <w:rsid w:val="00475F62"/>
    <w:rsid w:val="004810E0"/>
    <w:rsid w:val="00490C76"/>
    <w:rsid w:val="004D682E"/>
    <w:rsid w:val="00500580"/>
    <w:rsid w:val="00516C28"/>
    <w:rsid w:val="005229BE"/>
    <w:rsid w:val="0052613E"/>
    <w:rsid w:val="00526D56"/>
    <w:rsid w:val="00541EC2"/>
    <w:rsid w:val="005422E2"/>
    <w:rsid w:val="00552E77"/>
    <w:rsid w:val="00555D92"/>
    <w:rsid w:val="00563228"/>
    <w:rsid w:val="005638FD"/>
    <w:rsid w:val="00583802"/>
    <w:rsid w:val="00586D8B"/>
    <w:rsid w:val="00587227"/>
    <w:rsid w:val="00593C29"/>
    <w:rsid w:val="005959A9"/>
    <w:rsid w:val="005B1E13"/>
    <w:rsid w:val="005B2AFB"/>
    <w:rsid w:val="005D70A0"/>
    <w:rsid w:val="005E6A5F"/>
    <w:rsid w:val="005F77C3"/>
    <w:rsid w:val="00601C5E"/>
    <w:rsid w:val="0060473B"/>
    <w:rsid w:val="00616CF6"/>
    <w:rsid w:val="00621CF9"/>
    <w:rsid w:val="00646DA1"/>
    <w:rsid w:val="0065063E"/>
    <w:rsid w:val="00654045"/>
    <w:rsid w:val="00662938"/>
    <w:rsid w:val="0067557A"/>
    <w:rsid w:val="00680FDC"/>
    <w:rsid w:val="00695EC5"/>
    <w:rsid w:val="006B3171"/>
    <w:rsid w:val="006C1BAA"/>
    <w:rsid w:val="006D5760"/>
    <w:rsid w:val="006D7B57"/>
    <w:rsid w:val="006E0D25"/>
    <w:rsid w:val="006E6E39"/>
    <w:rsid w:val="00707233"/>
    <w:rsid w:val="00710799"/>
    <w:rsid w:val="00717996"/>
    <w:rsid w:val="00724B80"/>
    <w:rsid w:val="00741FE3"/>
    <w:rsid w:val="0074735B"/>
    <w:rsid w:val="00760AA4"/>
    <w:rsid w:val="00761AA6"/>
    <w:rsid w:val="007835F5"/>
    <w:rsid w:val="007848BB"/>
    <w:rsid w:val="007A0ACB"/>
    <w:rsid w:val="007C03CB"/>
    <w:rsid w:val="007F7E3C"/>
    <w:rsid w:val="008044C3"/>
    <w:rsid w:val="008101C6"/>
    <w:rsid w:val="008123BD"/>
    <w:rsid w:val="00813BD3"/>
    <w:rsid w:val="00814065"/>
    <w:rsid w:val="00816321"/>
    <w:rsid w:val="00831D9F"/>
    <w:rsid w:val="0084650F"/>
    <w:rsid w:val="008467ED"/>
    <w:rsid w:val="00860F09"/>
    <w:rsid w:val="00871A0A"/>
    <w:rsid w:val="008724BC"/>
    <w:rsid w:val="008A115F"/>
    <w:rsid w:val="008B35D0"/>
    <w:rsid w:val="008B76B4"/>
    <w:rsid w:val="008D7DE6"/>
    <w:rsid w:val="008E4BE2"/>
    <w:rsid w:val="00905EE6"/>
    <w:rsid w:val="00921826"/>
    <w:rsid w:val="0093395D"/>
    <w:rsid w:val="00950935"/>
    <w:rsid w:val="00953695"/>
    <w:rsid w:val="00964577"/>
    <w:rsid w:val="00980034"/>
    <w:rsid w:val="009A6945"/>
    <w:rsid w:val="009D0AE0"/>
    <w:rsid w:val="009D21CE"/>
    <w:rsid w:val="009D2A54"/>
    <w:rsid w:val="009E6CB8"/>
    <w:rsid w:val="009F3492"/>
    <w:rsid w:val="009F7FD0"/>
    <w:rsid w:val="00A16C8D"/>
    <w:rsid w:val="00A2317E"/>
    <w:rsid w:val="00A31364"/>
    <w:rsid w:val="00A354BD"/>
    <w:rsid w:val="00A44998"/>
    <w:rsid w:val="00A56611"/>
    <w:rsid w:val="00A73324"/>
    <w:rsid w:val="00A76C4A"/>
    <w:rsid w:val="00A820D6"/>
    <w:rsid w:val="00AA5A28"/>
    <w:rsid w:val="00AC7FCE"/>
    <w:rsid w:val="00AD1DA4"/>
    <w:rsid w:val="00AD22AA"/>
    <w:rsid w:val="00AD5D44"/>
    <w:rsid w:val="00B02128"/>
    <w:rsid w:val="00B05295"/>
    <w:rsid w:val="00B511C3"/>
    <w:rsid w:val="00B658BA"/>
    <w:rsid w:val="00B75DB3"/>
    <w:rsid w:val="00B83105"/>
    <w:rsid w:val="00BA73C0"/>
    <w:rsid w:val="00BB46D2"/>
    <w:rsid w:val="00BD044B"/>
    <w:rsid w:val="00BD5EBC"/>
    <w:rsid w:val="00BD7EF0"/>
    <w:rsid w:val="00BE179E"/>
    <w:rsid w:val="00BE469B"/>
    <w:rsid w:val="00C0783A"/>
    <w:rsid w:val="00C16F94"/>
    <w:rsid w:val="00C20CF9"/>
    <w:rsid w:val="00C47D1B"/>
    <w:rsid w:val="00C5323C"/>
    <w:rsid w:val="00C653A3"/>
    <w:rsid w:val="00C845E6"/>
    <w:rsid w:val="00CA1B32"/>
    <w:rsid w:val="00CA2AF0"/>
    <w:rsid w:val="00CD6665"/>
    <w:rsid w:val="00D0045F"/>
    <w:rsid w:val="00D40F91"/>
    <w:rsid w:val="00D5348F"/>
    <w:rsid w:val="00D823D2"/>
    <w:rsid w:val="00D8320C"/>
    <w:rsid w:val="00D8670A"/>
    <w:rsid w:val="00DA1680"/>
    <w:rsid w:val="00DD00AD"/>
    <w:rsid w:val="00DF1242"/>
    <w:rsid w:val="00DF5BBA"/>
    <w:rsid w:val="00E47487"/>
    <w:rsid w:val="00E80CD1"/>
    <w:rsid w:val="00E826FA"/>
    <w:rsid w:val="00E94D41"/>
    <w:rsid w:val="00EB247A"/>
    <w:rsid w:val="00EB6FBE"/>
    <w:rsid w:val="00ED5137"/>
    <w:rsid w:val="00EF23DA"/>
    <w:rsid w:val="00EF384E"/>
    <w:rsid w:val="00F0468F"/>
    <w:rsid w:val="00F056D4"/>
    <w:rsid w:val="00F076DB"/>
    <w:rsid w:val="00F13F82"/>
    <w:rsid w:val="00F17B2F"/>
    <w:rsid w:val="00F35B42"/>
    <w:rsid w:val="00F35E9C"/>
    <w:rsid w:val="00F37731"/>
    <w:rsid w:val="00F631B3"/>
    <w:rsid w:val="00F665D3"/>
    <w:rsid w:val="00FB42BE"/>
    <w:rsid w:val="00FD0851"/>
    <w:rsid w:val="00FD35D7"/>
    <w:rsid w:val="00FE5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A73C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22F27"/>
    <w:pPr>
      <w:keepNext/>
      <w:jc w:val="both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22F27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2F27"/>
    <w:pPr>
      <w:keepNext/>
      <w:jc w:val="both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122F27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122F27"/>
    <w:pPr>
      <w:keepNext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22F27"/>
    <w:pPr>
      <w:keepNext/>
      <w:outlineLvl w:val="5"/>
    </w:pPr>
    <w:rPr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22F27"/>
    <w:pPr>
      <w:keepNext/>
      <w:jc w:val="right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22F27"/>
    <w:pPr>
      <w:keepNext/>
      <w:jc w:val="right"/>
      <w:outlineLvl w:val="7"/>
    </w:pPr>
    <w:rPr>
      <w:b/>
      <w:bCs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22F27"/>
    <w:pPr>
      <w:keepNext/>
      <w:outlineLvl w:val="8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22F27"/>
    <w:rPr>
      <w:rFonts w:cs="Times New Roman"/>
      <w:b/>
      <w:bCs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22F27"/>
    <w:rPr>
      <w:rFonts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22F27"/>
    <w:rPr>
      <w:rFonts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22F27"/>
    <w:rPr>
      <w:rFonts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22F27"/>
    <w:rPr>
      <w:rFonts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122F27"/>
    <w:rPr>
      <w:rFonts w:cs="Times New Roman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122F27"/>
    <w:rPr>
      <w:rFonts w:cs="Times New Roman"/>
      <w:b/>
      <w:bCs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22F27"/>
    <w:rPr>
      <w:rFonts w:cs="Times New Roman"/>
      <w:b/>
      <w:bCs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122F27"/>
    <w:rPr>
      <w:rFonts w:cs="Times New Roman"/>
      <w:b/>
      <w:bCs/>
    </w:rPr>
  </w:style>
  <w:style w:type="paragraph" w:styleId="NoSpacing">
    <w:name w:val="No Spacing"/>
    <w:uiPriority w:val="99"/>
    <w:qFormat/>
    <w:rsid w:val="00122F27"/>
    <w:rPr>
      <w:rFonts w:ascii="Calibri" w:hAnsi="Calibri"/>
      <w:lang w:eastAsia="en-US"/>
    </w:rPr>
  </w:style>
  <w:style w:type="paragraph" w:styleId="ListParagraph">
    <w:name w:val="List Paragraph"/>
    <w:basedOn w:val="Normal"/>
    <w:uiPriority w:val="99"/>
    <w:qFormat/>
    <w:rsid w:val="00122F2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A7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73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1138</TotalTime>
  <Pages>33</Pages>
  <Words>4268</Words>
  <Characters>24331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Разина</dc:creator>
  <cp:keywords/>
  <dc:description/>
  <cp:lastModifiedBy>Admin</cp:lastModifiedBy>
  <cp:revision>133</cp:revision>
  <cp:lastPrinted>2013-05-14T06:19:00Z</cp:lastPrinted>
  <dcterms:created xsi:type="dcterms:W3CDTF">2013-05-03T04:59:00Z</dcterms:created>
  <dcterms:modified xsi:type="dcterms:W3CDTF">2013-05-15T10:25:00Z</dcterms:modified>
</cp:coreProperties>
</file>