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0" w:type="dxa"/>
        <w:tblInd w:w="288" w:type="dxa"/>
        <w:tblLayout w:type="fixed"/>
        <w:tblLook w:val="0000"/>
      </w:tblPr>
      <w:tblGrid>
        <w:gridCol w:w="1940"/>
        <w:gridCol w:w="940"/>
        <w:gridCol w:w="1055"/>
        <w:gridCol w:w="385"/>
        <w:gridCol w:w="2340"/>
        <w:gridCol w:w="1272"/>
        <w:gridCol w:w="168"/>
        <w:gridCol w:w="1440"/>
        <w:gridCol w:w="1980"/>
        <w:gridCol w:w="1800"/>
        <w:gridCol w:w="1152"/>
        <w:gridCol w:w="1188"/>
      </w:tblGrid>
      <w:tr w:rsidR="0026419C" w:rsidTr="00D433C0">
        <w:trPr>
          <w:trHeight w:val="930"/>
        </w:trPr>
        <w:tc>
          <w:tcPr>
            <w:tcW w:w="156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Pr="00FF337F" w:rsidRDefault="0026419C" w:rsidP="00D433C0">
            <w:pPr>
              <w:jc w:val="center"/>
              <w:rPr>
                <w:b/>
              </w:rPr>
            </w:pPr>
            <w:r w:rsidRPr="00FF337F">
              <w:rPr>
                <w:b/>
              </w:rP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26419C" w:rsidRDefault="0026419C" w:rsidP="00D433C0">
            <w:pPr>
              <w:jc w:val="center"/>
            </w:pPr>
            <w:r w:rsidRPr="00FF337F">
              <w:rPr>
                <w:b/>
              </w:rPr>
              <w:t xml:space="preserve">муниципальной  службы  и </w:t>
            </w:r>
            <w:r>
              <w:rPr>
                <w:b/>
              </w:rPr>
              <w:t xml:space="preserve">членов их семей  органа местного самоуправления муниципального образования «Поселок городского типа Камское Устье  </w:t>
            </w:r>
            <w:r w:rsidRPr="00FF337F">
              <w:rPr>
                <w:b/>
              </w:rPr>
              <w:t xml:space="preserve">Камско-Устьинского муниципального района </w:t>
            </w:r>
            <w:r>
              <w:rPr>
                <w:b/>
              </w:rPr>
              <w:t xml:space="preserve"> </w:t>
            </w:r>
            <w:r w:rsidRPr="00FF337F">
              <w:rPr>
                <w:b/>
              </w:rPr>
              <w:t>Республики Татарстан</w:t>
            </w:r>
            <w:r>
              <w:rPr>
                <w:b/>
              </w:rPr>
              <w:t>»</w:t>
            </w:r>
            <w:r>
              <w:br/>
              <w:t>(за отчётный финансовый год с 1 января 2010 года по 31 декабря 2010 года)</w:t>
            </w:r>
          </w:p>
        </w:tc>
      </w:tr>
      <w:tr w:rsidR="0026419C" w:rsidTr="00D433C0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19C" w:rsidRDefault="0026419C" w:rsidP="00D433C0"/>
        </w:tc>
      </w:tr>
      <w:tr w:rsidR="0026419C" w:rsidTr="00D433C0">
        <w:trPr>
          <w:trHeight w:val="1035"/>
        </w:trPr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 xml:space="preserve"> </w:t>
            </w:r>
          </w:p>
          <w:p w:rsidR="0026419C" w:rsidRDefault="0026419C" w:rsidP="00D433C0">
            <w:pPr>
              <w:jc w:val="center"/>
            </w:pPr>
            <w:r>
              <w:t>Ф.И.О.</w:t>
            </w:r>
          </w:p>
          <w:p w:rsidR="0026419C" w:rsidRDefault="0026419C" w:rsidP="00D433C0">
            <w:pPr>
              <w:jc w:val="center"/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Деклариро-ванный годовой доход за 2010г. (руб.)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6419C" w:rsidTr="00D433C0">
        <w:trPr>
          <w:trHeight w:val="1755"/>
        </w:trPr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/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Площадь (кв.м.)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Страна расположе-ния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Площадь (кв.м.)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19C" w:rsidRDefault="0026419C" w:rsidP="00D433C0">
            <w:pPr>
              <w:jc w:val="center"/>
            </w:pPr>
            <w:r>
              <w:t>Страна расположения</w:t>
            </w:r>
          </w:p>
        </w:tc>
      </w:tr>
      <w:tr w:rsidR="0026419C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Pr="00F2042C" w:rsidRDefault="0026419C" w:rsidP="00CA5B4A">
            <w:pPr>
              <w:rPr>
                <w:bCs/>
              </w:rPr>
            </w:pPr>
            <w:r>
              <w:rPr>
                <w:bCs/>
              </w:rPr>
              <w:t>Каримова Гульчира Талгатовна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B609EA" w:rsidRDefault="0026419C" w:rsidP="00CA5B4A">
            <w:pPr>
              <w:rPr>
                <w:b/>
              </w:rPr>
            </w:pPr>
            <w:r>
              <w:rPr>
                <w:b/>
              </w:rPr>
              <w:t>93367,48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r>
              <w:t xml:space="preserve">  Жилой дом  общая долевая собст. 1/5.</w:t>
            </w:r>
          </w:p>
          <w:p w:rsidR="0026419C" w:rsidRDefault="0026419C" w:rsidP="00CA5B4A"/>
          <w:p w:rsidR="0026419C" w:rsidRDefault="0026419C" w:rsidP="00CA5B4A">
            <w:r>
              <w:t>Земельный участок</w:t>
            </w:r>
          </w:p>
          <w:p w:rsidR="0026419C" w:rsidRPr="00F2042C" w:rsidRDefault="0026419C" w:rsidP="00CA5B4A">
            <w:r>
              <w:t>общая долевая собст. 1/5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r>
              <w:t>94</w:t>
            </w:r>
          </w:p>
          <w:p w:rsidR="0026419C" w:rsidRDefault="0026419C" w:rsidP="00CA5B4A"/>
          <w:p w:rsidR="0026419C" w:rsidRDefault="0026419C" w:rsidP="00CA5B4A"/>
          <w:p w:rsidR="0026419C" w:rsidRPr="00F2042C" w:rsidRDefault="0026419C" w:rsidP="00CA5B4A">
            <w:r>
              <w:t>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r>
              <w:t>Россия</w:t>
            </w:r>
          </w:p>
          <w:p w:rsidR="0026419C" w:rsidRDefault="0026419C" w:rsidP="00CA5B4A"/>
          <w:p w:rsidR="0026419C" w:rsidRDefault="0026419C" w:rsidP="00CA5B4A"/>
          <w:p w:rsidR="0026419C" w:rsidRPr="00F2042C" w:rsidRDefault="0026419C" w:rsidP="00CA5B4A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F2042C" w:rsidRDefault="0026419C" w:rsidP="00CA5B4A"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F2042C" w:rsidRDefault="0026419C" w:rsidP="00CA5B4A"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F2042C" w:rsidRDefault="0026419C" w:rsidP="00CA5B4A">
            <w: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F2042C" w:rsidRDefault="0026419C" w:rsidP="00CA5B4A">
            <w:r>
              <w:t>-</w:t>
            </w:r>
          </w:p>
        </w:tc>
      </w:tr>
      <w:tr w:rsidR="0026419C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pPr>
              <w:rPr>
                <w:bCs/>
              </w:rPr>
            </w:pPr>
            <w:r>
              <w:rPr>
                <w:bCs/>
              </w:rPr>
              <w:t>Каримов Миниахмад</w:t>
            </w:r>
          </w:p>
          <w:p w:rsidR="0026419C" w:rsidRDefault="0026419C" w:rsidP="00CA5B4A">
            <w:pPr>
              <w:rPr>
                <w:bCs/>
              </w:rPr>
            </w:pPr>
            <w:r>
              <w:rPr>
                <w:bCs/>
              </w:rPr>
              <w:t>Рахимович</w:t>
            </w:r>
          </w:p>
          <w:p w:rsidR="0026419C" w:rsidRDefault="0026419C" w:rsidP="00CA5B4A">
            <w:pPr>
              <w:rPr>
                <w:bCs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875729">
            <w:r>
              <w:t>Жилой дом  общая долевая собст. 1/5.</w:t>
            </w:r>
          </w:p>
          <w:p w:rsidR="0026419C" w:rsidRDefault="0026419C" w:rsidP="00875729"/>
          <w:p w:rsidR="0026419C" w:rsidRDefault="0026419C" w:rsidP="00875729">
            <w:r>
              <w:t>Земельный участок</w:t>
            </w:r>
          </w:p>
          <w:p w:rsidR="0026419C" w:rsidRDefault="0026419C" w:rsidP="00875729">
            <w:r>
              <w:t>общая долевая собст. 1/5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r>
              <w:t>94</w:t>
            </w:r>
          </w:p>
          <w:p w:rsidR="0026419C" w:rsidRDefault="0026419C" w:rsidP="00CA5B4A"/>
          <w:p w:rsidR="0026419C" w:rsidRDefault="0026419C" w:rsidP="00CA5B4A"/>
          <w:p w:rsidR="0026419C" w:rsidRDefault="0026419C" w:rsidP="00CA5B4A">
            <w:r>
              <w:t>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>
            <w:r>
              <w:t>Россия</w:t>
            </w:r>
          </w:p>
          <w:p w:rsidR="0026419C" w:rsidRDefault="0026419C" w:rsidP="00CA5B4A"/>
          <w:p w:rsidR="0026419C" w:rsidRDefault="0026419C" w:rsidP="00CA5B4A"/>
          <w:p w:rsidR="0026419C" w:rsidRDefault="0026419C" w:rsidP="00CA5B4A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/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/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CA5B4A"/>
        </w:tc>
      </w:tr>
      <w:tr w:rsidR="0026419C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 xml:space="preserve"> Шалдыбина Ольга Анатольевна</w:t>
            </w:r>
          </w:p>
          <w:p w:rsidR="0026419C" w:rsidRPr="00F2042C" w:rsidRDefault="0026419C" w:rsidP="00D433C0">
            <w:pPr>
              <w:rPr>
                <w:bCs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CA5B4A">
            <w:r w:rsidRPr="00875729">
              <w:t>148521,24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 w:rsidRPr="00EC067D">
              <w:t xml:space="preserve">  </w:t>
            </w:r>
            <w:r>
              <w:t>Жилой дом  общая долевая собст. ¼</w:t>
            </w:r>
          </w:p>
          <w:p w:rsidR="0026419C" w:rsidRDefault="0026419C" w:rsidP="00D433C0"/>
          <w:p w:rsidR="0026419C" w:rsidRPr="00EC067D" w:rsidRDefault="0026419C" w:rsidP="00D433C0">
            <w:r>
              <w:t>Земельный участок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85,4</w:t>
            </w:r>
          </w:p>
          <w:p w:rsidR="0026419C" w:rsidRDefault="0026419C" w:rsidP="00D433C0"/>
          <w:p w:rsidR="0026419C" w:rsidRDefault="0026419C" w:rsidP="00D433C0"/>
          <w:p w:rsidR="0026419C" w:rsidRPr="00EC067D" w:rsidRDefault="0026419C" w:rsidP="00D433C0">
            <w:r>
              <w:t>1555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Default="0026419C" w:rsidP="00D433C0"/>
          <w:p w:rsidR="0026419C" w:rsidRPr="00EC067D" w:rsidRDefault="0026419C" w:rsidP="00D433C0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  <w:p w:rsidR="0026419C" w:rsidRDefault="0026419C" w:rsidP="00D433C0"/>
          <w:p w:rsidR="0026419C" w:rsidRPr="00175AC4" w:rsidRDefault="0026419C" w:rsidP="00D433C0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  <w:p w:rsidR="0026419C" w:rsidRDefault="0026419C" w:rsidP="00D433C0"/>
          <w:p w:rsidR="0026419C" w:rsidRPr="00EC067D" w:rsidRDefault="0026419C" w:rsidP="00D433C0"/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  <w:p w:rsidR="0026419C" w:rsidRDefault="0026419C" w:rsidP="00D433C0"/>
          <w:p w:rsidR="0026419C" w:rsidRPr="00EC067D" w:rsidRDefault="0026419C" w:rsidP="00D433C0"/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  <w:p w:rsidR="0026419C" w:rsidRDefault="0026419C" w:rsidP="00D433C0"/>
          <w:p w:rsidR="0026419C" w:rsidRPr="00EC067D" w:rsidRDefault="0026419C" w:rsidP="00D433C0"/>
        </w:tc>
      </w:tr>
      <w:tr w:rsidR="0026419C" w:rsidTr="00C271CC">
        <w:trPr>
          <w:trHeight w:val="1069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Шалдыбин Владимир Юрьевич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CA5B4A">
            <w:r w:rsidRPr="00875729">
              <w:t>331971,02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EC067D" w:rsidRDefault="0026419C" w:rsidP="00D433C0">
            <w:r>
              <w:t>Жилой дом  общая долевая собст.1/4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85,4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  <w:p w:rsidR="0026419C" w:rsidRPr="00175AC4" w:rsidRDefault="0026419C" w:rsidP="00D433C0">
            <w:r>
              <w:rPr>
                <w:lang w:val="en-US"/>
              </w:rPr>
              <w:t>Daewoo</w:t>
            </w:r>
          </w:p>
          <w:p w:rsidR="0026419C" w:rsidRDefault="0026419C" w:rsidP="00D433C0">
            <w:r>
              <w:rPr>
                <w:lang w:val="en-US"/>
              </w:rPr>
              <w:t>Nexia</w:t>
            </w:r>
            <w:r w:rsidRPr="00175AC4">
              <w:t xml:space="preserve">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  <w:p w:rsidR="0026419C" w:rsidRDefault="0026419C" w:rsidP="00D433C0"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  <w:p w:rsidR="0026419C" w:rsidRDefault="0026419C" w:rsidP="00D433C0">
            <w:r>
              <w:t>1555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  <w:p w:rsidR="0026419C" w:rsidRDefault="0026419C" w:rsidP="00C271CC">
            <w:r>
              <w:t>Россия</w:t>
            </w:r>
          </w:p>
        </w:tc>
      </w:tr>
      <w:tr w:rsidR="0026419C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Гимадиева  Фирдания Нургалиевна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875729">
            <w:r>
              <w:t xml:space="preserve">  81685,31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Жилой дом  общая долевая собст.1/4.</w:t>
            </w:r>
          </w:p>
          <w:p w:rsidR="0026419C" w:rsidRDefault="0026419C" w:rsidP="00D433C0"/>
          <w:p w:rsidR="0026419C" w:rsidRDefault="0026419C" w:rsidP="00D433C0">
            <w:r>
              <w:t>Земельный участок</w:t>
            </w:r>
          </w:p>
          <w:p w:rsidR="0026419C" w:rsidRDefault="0026419C" w:rsidP="00D433C0">
            <w:r>
              <w:t>общая долевая собст. 1/4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78,3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1853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</w:tr>
      <w:tr w:rsidR="0026419C" w:rsidRPr="00C271CC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Гимадиев Марс Касымович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 xml:space="preserve"> 243814,83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Жилой дом  общая долевая собст. ¼</w:t>
            </w:r>
          </w:p>
          <w:p w:rsidR="0026419C" w:rsidRDefault="0026419C" w:rsidP="00D433C0"/>
          <w:p w:rsidR="0026419C" w:rsidRDefault="0026419C" w:rsidP="00D433C0">
            <w:r>
              <w:t>Земельный участок</w:t>
            </w:r>
          </w:p>
          <w:p w:rsidR="0026419C" w:rsidRDefault="0026419C" w:rsidP="00D433C0">
            <w:r>
              <w:t>общая долевая собст.  1/4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78,3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1853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>
            <w:pPr>
              <w:rPr>
                <w:lang w:val="en-US"/>
              </w:rPr>
            </w:pPr>
            <w:r>
              <w:rPr>
                <w:lang w:val="en-US"/>
              </w:rPr>
              <w:t>CHEVROLET</w:t>
            </w:r>
          </w:p>
          <w:p w:rsidR="0026419C" w:rsidRPr="00875729" w:rsidRDefault="0026419C" w:rsidP="00D433C0">
            <w:pPr>
              <w:rPr>
                <w:lang w:val="en-US"/>
              </w:rPr>
            </w:pPr>
            <w:r>
              <w:rPr>
                <w:lang w:val="en-US"/>
              </w:rPr>
              <w:t>LANOS</w:t>
            </w:r>
            <w:r w:rsidRPr="00875729">
              <w:rPr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>
            <w:pPr>
              <w:rPr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>
            <w:pPr>
              <w:rPr>
                <w:lang w:val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>
            <w:pPr>
              <w:rPr>
                <w:lang w:val="en-US"/>
              </w:rPr>
            </w:pPr>
          </w:p>
        </w:tc>
      </w:tr>
      <w:tr w:rsidR="0026419C" w:rsidRPr="00875729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Гайнуллин Рафик Мирхатыпович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96994,55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Жилой дом   совместная собственность</w:t>
            </w:r>
          </w:p>
          <w:p w:rsidR="0026419C" w:rsidRDefault="0026419C" w:rsidP="00D433C0"/>
          <w:p w:rsidR="0026419C" w:rsidRDefault="0026419C" w:rsidP="00875729">
            <w:r>
              <w:t>Земельный участок</w:t>
            </w:r>
          </w:p>
          <w:p w:rsidR="0026419C" w:rsidRDefault="0026419C" w:rsidP="00875729">
            <w:r>
              <w:t xml:space="preserve"> совместная собственность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72,35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1284</w:t>
            </w:r>
          </w:p>
          <w:p w:rsidR="0026419C" w:rsidRDefault="0026419C" w:rsidP="00D433C0"/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  <w:p w:rsidR="0026419C" w:rsidRDefault="0026419C" w:rsidP="00D433C0">
            <w:r>
              <w:t>ВАЗ 21074</w:t>
            </w:r>
          </w:p>
          <w:p w:rsidR="0026419C" w:rsidRPr="00875729" w:rsidRDefault="0026419C" w:rsidP="00D433C0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/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/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Pr="00875729" w:rsidRDefault="0026419C" w:rsidP="00D433C0"/>
        </w:tc>
      </w:tr>
      <w:tr w:rsidR="0026419C" w:rsidRPr="00875729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Гайнулдлина Рузиля Фоатовна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225151,06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B36F51">
            <w:r>
              <w:t xml:space="preserve">   Жилой дом   совместная собственность</w:t>
            </w:r>
          </w:p>
          <w:p w:rsidR="0026419C" w:rsidRDefault="0026419C" w:rsidP="00B36F51"/>
          <w:p w:rsidR="0026419C" w:rsidRDefault="0026419C" w:rsidP="00B36F51">
            <w:r>
              <w:t>Земельный участок</w:t>
            </w:r>
          </w:p>
          <w:p w:rsidR="0026419C" w:rsidRDefault="0026419C" w:rsidP="00B36F51">
            <w:r>
              <w:t xml:space="preserve"> совместная собственность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72,35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1284</w:t>
            </w:r>
          </w:p>
          <w:p w:rsidR="0026419C" w:rsidRDefault="0026419C" w:rsidP="00D433C0"/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Default="0026419C" w:rsidP="00D433C0"/>
          <w:p w:rsidR="0026419C" w:rsidRDefault="0026419C" w:rsidP="00D433C0"/>
          <w:p w:rsidR="0026419C" w:rsidRDefault="0026419C" w:rsidP="00D433C0"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 xml:space="preserve">Жилой дом </w:t>
            </w:r>
          </w:p>
          <w:p w:rsidR="0026419C" w:rsidRDefault="0026419C" w:rsidP="00D9704A"/>
          <w:p w:rsidR="0026419C" w:rsidRDefault="0026419C" w:rsidP="00D9704A">
            <w:r>
              <w:t>Земельный участок</w:t>
            </w:r>
          </w:p>
          <w:p w:rsidR="0026419C" w:rsidRPr="00875729" w:rsidRDefault="0026419C" w:rsidP="00D433C0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72,35</w:t>
            </w:r>
          </w:p>
          <w:p w:rsidR="0026419C" w:rsidRDefault="0026419C" w:rsidP="00D433C0"/>
          <w:p w:rsidR="0026419C" w:rsidRPr="00875729" w:rsidRDefault="0026419C" w:rsidP="00D433C0">
            <w:r>
              <w:t>1284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Pr="00875729" w:rsidRDefault="0026419C" w:rsidP="00D433C0">
            <w:r>
              <w:t>Россия</w:t>
            </w:r>
          </w:p>
        </w:tc>
      </w:tr>
      <w:tr w:rsidR="0026419C" w:rsidRPr="00875729" w:rsidTr="00C271CC">
        <w:trPr>
          <w:trHeight w:val="12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Гайнуллин Камиль Рафикович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B36F51">
            <w: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9704A">
            <w:r>
              <w:t xml:space="preserve">Жилой дом </w:t>
            </w:r>
          </w:p>
          <w:p w:rsidR="0026419C" w:rsidRDefault="0026419C" w:rsidP="00D9704A"/>
          <w:p w:rsidR="0026419C" w:rsidRDefault="0026419C" w:rsidP="00D9704A">
            <w:r>
              <w:t>Земельный участок</w:t>
            </w:r>
          </w:p>
          <w:p w:rsidR="0026419C" w:rsidRPr="00875729" w:rsidRDefault="0026419C" w:rsidP="00D433C0"/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9704A">
            <w:r>
              <w:t>72,35</w:t>
            </w:r>
          </w:p>
          <w:p w:rsidR="0026419C" w:rsidRDefault="0026419C" w:rsidP="00D9704A"/>
          <w:p w:rsidR="0026419C" w:rsidRPr="00875729" w:rsidRDefault="0026419C" w:rsidP="00D9704A">
            <w:r>
              <w:t>1284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Pr="00875729" w:rsidRDefault="0026419C" w:rsidP="00D433C0">
            <w:r>
              <w:t>Россия</w:t>
            </w:r>
          </w:p>
        </w:tc>
      </w:tr>
      <w:tr w:rsidR="0026419C" w:rsidRPr="00875729" w:rsidTr="00D433C0">
        <w:trPr>
          <w:trHeight w:val="15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pPr>
              <w:rPr>
                <w:bCs/>
              </w:rPr>
            </w:pPr>
            <w:r>
              <w:rPr>
                <w:bCs/>
              </w:rPr>
              <w:t>Гайнуллин Инсаф Рафикович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B36F51">
            <w: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 xml:space="preserve">Жилой дом </w:t>
            </w:r>
          </w:p>
          <w:p w:rsidR="0026419C" w:rsidRDefault="0026419C" w:rsidP="00D433C0"/>
          <w:p w:rsidR="0026419C" w:rsidRDefault="0026419C" w:rsidP="00D433C0">
            <w:r>
              <w:t>Земельный участок</w:t>
            </w:r>
          </w:p>
          <w:p w:rsidR="0026419C" w:rsidRPr="00875729" w:rsidRDefault="0026419C" w:rsidP="00D433C0"/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72,35</w:t>
            </w:r>
          </w:p>
          <w:p w:rsidR="0026419C" w:rsidRDefault="0026419C" w:rsidP="00D433C0"/>
          <w:p w:rsidR="0026419C" w:rsidRPr="00875729" w:rsidRDefault="0026419C" w:rsidP="00D433C0">
            <w:r>
              <w:t>1284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9C" w:rsidRDefault="0026419C" w:rsidP="00D433C0">
            <w:r>
              <w:t>Россия</w:t>
            </w:r>
          </w:p>
          <w:p w:rsidR="0026419C" w:rsidRDefault="0026419C" w:rsidP="00D433C0"/>
          <w:p w:rsidR="0026419C" w:rsidRPr="00875729" w:rsidRDefault="0026419C" w:rsidP="00D433C0">
            <w:r>
              <w:t>Россия</w:t>
            </w:r>
          </w:p>
        </w:tc>
      </w:tr>
    </w:tbl>
    <w:p w:rsidR="0026419C" w:rsidRPr="00875729" w:rsidRDefault="0026419C" w:rsidP="00C271CC"/>
    <w:sectPr w:rsidR="0026419C" w:rsidRPr="00875729" w:rsidSect="0016634A">
      <w:pgSz w:w="16838" w:h="11906" w:orient="landscape"/>
      <w:pgMar w:top="719" w:right="1134" w:bottom="71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67D"/>
    <w:rsid w:val="00000C39"/>
    <w:rsid w:val="00003840"/>
    <w:rsid w:val="000067F1"/>
    <w:rsid w:val="00007A02"/>
    <w:rsid w:val="00011E6E"/>
    <w:rsid w:val="00012C96"/>
    <w:rsid w:val="00014968"/>
    <w:rsid w:val="00017CB8"/>
    <w:rsid w:val="00023AF8"/>
    <w:rsid w:val="00023BBE"/>
    <w:rsid w:val="000275C5"/>
    <w:rsid w:val="00027F7B"/>
    <w:rsid w:val="00036EF6"/>
    <w:rsid w:val="00042405"/>
    <w:rsid w:val="00050E55"/>
    <w:rsid w:val="0005255F"/>
    <w:rsid w:val="000543C2"/>
    <w:rsid w:val="00062E5D"/>
    <w:rsid w:val="000631F0"/>
    <w:rsid w:val="00071DFE"/>
    <w:rsid w:val="00072D72"/>
    <w:rsid w:val="0007315F"/>
    <w:rsid w:val="00073B0F"/>
    <w:rsid w:val="00074D1C"/>
    <w:rsid w:val="00076735"/>
    <w:rsid w:val="000779DF"/>
    <w:rsid w:val="00081EB2"/>
    <w:rsid w:val="00082D8B"/>
    <w:rsid w:val="000872CE"/>
    <w:rsid w:val="00087C58"/>
    <w:rsid w:val="00090954"/>
    <w:rsid w:val="000A714E"/>
    <w:rsid w:val="000A7861"/>
    <w:rsid w:val="000B037C"/>
    <w:rsid w:val="000B09C5"/>
    <w:rsid w:val="000B29F4"/>
    <w:rsid w:val="000B407B"/>
    <w:rsid w:val="000C07C8"/>
    <w:rsid w:val="000C0DAB"/>
    <w:rsid w:val="000C162F"/>
    <w:rsid w:val="000C31F1"/>
    <w:rsid w:val="000D105B"/>
    <w:rsid w:val="000D2502"/>
    <w:rsid w:val="000D3D4C"/>
    <w:rsid w:val="000D42E0"/>
    <w:rsid w:val="000D4F21"/>
    <w:rsid w:val="000D75CE"/>
    <w:rsid w:val="000E1495"/>
    <w:rsid w:val="000E433D"/>
    <w:rsid w:val="000F0FC4"/>
    <w:rsid w:val="000F17A2"/>
    <w:rsid w:val="000F261F"/>
    <w:rsid w:val="000F28FA"/>
    <w:rsid w:val="000F2BF4"/>
    <w:rsid w:val="001021F4"/>
    <w:rsid w:val="00102542"/>
    <w:rsid w:val="00102693"/>
    <w:rsid w:val="001057DC"/>
    <w:rsid w:val="00115B43"/>
    <w:rsid w:val="00117C6B"/>
    <w:rsid w:val="00133E59"/>
    <w:rsid w:val="00140631"/>
    <w:rsid w:val="00140A87"/>
    <w:rsid w:val="001571D5"/>
    <w:rsid w:val="00164A21"/>
    <w:rsid w:val="0016634A"/>
    <w:rsid w:val="00170DC7"/>
    <w:rsid w:val="00175AC4"/>
    <w:rsid w:val="001822A0"/>
    <w:rsid w:val="00195202"/>
    <w:rsid w:val="001977E4"/>
    <w:rsid w:val="001A64A5"/>
    <w:rsid w:val="001A725A"/>
    <w:rsid w:val="001B1DAF"/>
    <w:rsid w:val="001B1FE0"/>
    <w:rsid w:val="001C24EE"/>
    <w:rsid w:val="001D3A1B"/>
    <w:rsid w:val="001D6C92"/>
    <w:rsid w:val="001E08C0"/>
    <w:rsid w:val="001E26E4"/>
    <w:rsid w:val="001E6644"/>
    <w:rsid w:val="001E767B"/>
    <w:rsid w:val="001F45E1"/>
    <w:rsid w:val="001F550F"/>
    <w:rsid w:val="001F68C2"/>
    <w:rsid w:val="002010A0"/>
    <w:rsid w:val="00205A30"/>
    <w:rsid w:val="00210DED"/>
    <w:rsid w:val="002130FE"/>
    <w:rsid w:val="00215FA1"/>
    <w:rsid w:val="00217696"/>
    <w:rsid w:val="00221476"/>
    <w:rsid w:val="00223C99"/>
    <w:rsid w:val="00227095"/>
    <w:rsid w:val="00227BC7"/>
    <w:rsid w:val="00230796"/>
    <w:rsid w:val="002315C2"/>
    <w:rsid w:val="00231E57"/>
    <w:rsid w:val="00233358"/>
    <w:rsid w:val="002361E5"/>
    <w:rsid w:val="00253291"/>
    <w:rsid w:val="0025410D"/>
    <w:rsid w:val="00255F2B"/>
    <w:rsid w:val="00261E7A"/>
    <w:rsid w:val="0026419C"/>
    <w:rsid w:val="00266305"/>
    <w:rsid w:val="002727B3"/>
    <w:rsid w:val="002728D5"/>
    <w:rsid w:val="00272A2B"/>
    <w:rsid w:val="00275819"/>
    <w:rsid w:val="002851B7"/>
    <w:rsid w:val="00287DA9"/>
    <w:rsid w:val="002A2CC9"/>
    <w:rsid w:val="002A3EB6"/>
    <w:rsid w:val="002A62C7"/>
    <w:rsid w:val="002A63D4"/>
    <w:rsid w:val="002A6AD8"/>
    <w:rsid w:val="002C2672"/>
    <w:rsid w:val="002C279B"/>
    <w:rsid w:val="002C445D"/>
    <w:rsid w:val="002C4E38"/>
    <w:rsid w:val="002C7DCD"/>
    <w:rsid w:val="002D2CD5"/>
    <w:rsid w:val="002D5C4B"/>
    <w:rsid w:val="002D7718"/>
    <w:rsid w:val="002E4852"/>
    <w:rsid w:val="0030226D"/>
    <w:rsid w:val="00303DD7"/>
    <w:rsid w:val="0031726C"/>
    <w:rsid w:val="00326B07"/>
    <w:rsid w:val="00330797"/>
    <w:rsid w:val="003311F3"/>
    <w:rsid w:val="0033429A"/>
    <w:rsid w:val="00341073"/>
    <w:rsid w:val="003428BC"/>
    <w:rsid w:val="00350E0B"/>
    <w:rsid w:val="003510B0"/>
    <w:rsid w:val="00360F21"/>
    <w:rsid w:val="00364979"/>
    <w:rsid w:val="00370A87"/>
    <w:rsid w:val="00372C0D"/>
    <w:rsid w:val="00374374"/>
    <w:rsid w:val="00375ECF"/>
    <w:rsid w:val="003803FC"/>
    <w:rsid w:val="0038521A"/>
    <w:rsid w:val="00392CC1"/>
    <w:rsid w:val="00394ACA"/>
    <w:rsid w:val="003A03A1"/>
    <w:rsid w:val="003A3528"/>
    <w:rsid w:val="003A52A3"/>
    <w:rsid w:val="003B03FF"/>
    <w:rsid w:val="003B16EE"/>
    <w:rsid w:val="003B1C02"/>
    <w:rsid w:val="003B52F8"/>
    <w:rsid w:val="003B73E6"/>
    <w:rsid w:val="003C114F"/>
    <w:rsid w:val="003C271B"/>
    <w:rsid w:val="003C6B36"/>
    <w:rsid w:val="003D0B5F"/>
    <w:rsid w:val="003D426D"/>
    <w:rsid w:val="003D4445"/>
    <w:rsid w:val="003D6AD4"/>
    <w:rsid w:val="003E6BEE"/>
    <w:rsid w:val="003F14B2"/>
    <w:rsid w:val="003F5BA4"/>
    <w:rsid w:val="003F62C3"/>
    <w:rsid w:val="003F6F40"/>
    <w:rsid w:val="003F7AC4"/>
    <w:rsid w:val="0040579E"/>
    <w:rsid w:val="00406F84"/>
    <w:rsid w:val="004072DD"/>
    <w:rsid w:val="00413B89"/>
    <w:rsid w:val="0041621E"/>
    <w:rsid w:val="00420BEB"/>
    <w:rsid w:val="004211CC"/>
    <w:rsid w:val="004256A4"/>
    <w:rsid w:val="00430F2C"/>
    <w:rsid w:val="0043153F"/>
    <w:rsid w:val="0043185C"/>
    <w:rsid w:val="00432062"/>
    <w:rsid w:val="00432597"/>
    <w:rsid w:val="00432673"/>
    <w:rsid w:val="00432E06"/>
    <w:rsid w:val="00433F9C"/>
    <w:rsid w:val="00436EAB"/>
    <w:rsid w:val="00440E7E"/>
    <w:rsid w:val="00450597"/>
    <w:rsid w:val="00450BBC"/>
    <w:rsid w:val="0045124B"/>
    <w:rsid w:val="0045335E"/>
    <w:rsid w:val="00453DF5"/>
    <w:rsid w:val="004568EF"/>
    <w:rsid w:val="00457B1C"/>
    <w:rsid w:val="00461357"/>
    <w:rsid w:val="00461A6E"/>
    <w:rsid w:val="00462663"/>
    <w:rsid w:val="00464446"/>
    <w:rsid w:val="004669F3"/>
    <w:rsid w:val="00466A22"/>
    <w:rsid w:val="004670F1"/>
    <w:rsid w:val="0047030C"/>
    <w:rsid w:val="00470EE8"/>
    <w:rsid w:val="0047576C"/>
    <w:rsid w:val="00480C9B"/>
    <w:rsid w:val="0048463C"/>
    <w:rsid w:val="00497139"/>
    <w:rsid w:val="00497363"/>
    <w:rsid w:val="004B66E6"/>
    <w:rsid w:val="004B7439"/>
    <w:rsid w:val="004C1DFF"/>
    <w:rsid w:val="004D3F24"/>
    <w:rsid w:val="004D57E5"/>
    <w:rsid w:val="004E21DF"/>
    <w:rsid w:val="004E2890"/>
    <w:rsid w:val="004E5BA5"/>
    <w:rsid w:val="004F10AF"/>
    <w:rsid w:val="004F4207"/>
    <w:rsid w:val="00500327"/>
    <w:rsid w:val="005008E0"/>
    <w:rsid w:val="00502B22"/>
    <w:rsid w:val="005030F3"/>
    <w:rsid w:val="00503F58"/>
    <w:rsid w:val="0050703F"/>
    <w:rsid w:val="00511E9D"/>
    <w:rsid w:val="00515B32"/>
    <w:rsid w:val="00516E3B"/>
    <w:rsid w:val="00517966"/>
    <w:rsid w:val="00522746"/>
    <w:rsid w:val="00522E58"/>
    <w:rsid w:val="005233A0"/>
    <w:rsid w:val="00526801"/>
    <w:rsid w:val="0053056E"/>
    <w:rsid w:val="00535D7F"/>
    <w:rsid w:val="00535F81"/>
    <w:rsid w:val="005368D3"/>
    <w:rsid w:val="005549A3"/>
    <w:rsid w:val="005605D0"/>
    <w:rsid w:val="005632D5"/>
    <w:rsid w:val="00567B1B"/>
    <w:rsid w:val="0057048D"/>
    <w:rsid w:val="00573917"/>
    <w:rsid w:val="0058193C"/>
    <w:rsid w:val="005A3D6E"/>
    <w:rsid w:val="005A422B"/>
    <w:rsid w:val="005A6195"/>
    <w:rsid w:val="005C3F9B"/>
    <w:rsid w:val="005C4D0D"/>
    <w:rsid w:val="005C774A"/>
    <w:rsid w:val="005D155D"/>
    <w:rsid w:val="005D2391"/>
    <w:rsid w:val="005D2B5B"/>
    <w:rsid w:val="005D37AC"/>
    <w:rsid w:val="005D3FA5"/>
    <w:rsid w:val="005E04B3"/>
    <w:rsid w:val="005E4DA7"/>
    <w:rsid w:val="005E6F70"/>
    <w:rsid w:val="005F1689"/>
    <w:rsid w:val="005F2555"/>
    <w:rsid w:val="005F4D31"/>
    <w:rsid w:val="005F4E49"/>
    <w:rsid w:val="00601C01"/>
    <w:rsid w:val="00611F10"/>
    <w:rsid w:val="00613C8B"/>
    <w:rsid w:val="00614B15"/>
    <w:rsid w:val="00617FAF"/>
    <w:rsid w:val="00625301"/>
    <w:rsid w:val="00626C38"/>
    <w:rsid w:val="00630A32"/>
    <w:rsid w:val="0063171F"/>
    <w:rsid w:val="0063273E"/>
    <w:rsid w:val="00636885"/>
    <w:rsid w:val="00640445"/>
    <w:rsid w:val="00646366"/>
    <w:rsid w:val="006470AD"/>
    <w:rsid w:val="0065021C"/>
    <w:rsid w:val="00657A4B"/>
    <w:rsid w:val="0066533B"/>
    <w:rsid w:val="00672796"/>
    <w:rsid w:val="0067375A"/>
    <w:rsid w:val="00692E90"/>
    <w:rsid w:val="00697440"/>
    <w:rsid w:val="00697E1E"/>
    <w:rsid w:val="006A3485"/>
    <w:rsid w:val="006A366D"/>
    <w:rsid w:val="006A4A2A"/>
    <w:rsid w:val="006A67F5"/>
    <w:rsid w:val="006B1215"/>
    <w:rsid w:val="006B347D"/>
    <w:rsid w:val="006B36C1"/>
    <w:rsid w:val="006B4C50"/>
    <w:rsid w:val="006C281A"/>
    <w:rsid w:val="006C2FF5"/>
    <w:rsid w:val="006C502E"/>
    <w:rsid w:val="006C6366"/>
    <w:rsid w:val="006D125E"/>
    <w:rsid w:val="006D20C2"/>
    <w:rsid w:val="006E06C3"/>
    <w:rsid w:val="006E1E67"/>
    <w:rsid w:val="006E2EE4"/>
    <w:rsid w:val="006F4290"/>
    <w:rsid w:val="006F662B"/>
    <w:rsid w:val="007009EA"/>
    <w:rsid w:val="00701E8B"/>
    <w:rsid w:val="00702F93"/>
    <w:rsid w:val="00704B28"/>
    <w:rsid w:val="007134B2"/>
    <w:rsid w:val="007278A5"/>
    <w:rsid w:val="00741F18"/>
    <w:rsid w:val="007436D0"/>
    <w:rsid w:val="007448C9"/>
    <w:rsid w:val="007475EE"/>
    <w:rsid w:val="007504B0"/>
    <w:rsid w:val="007510BF"/>
    <w:rsid w:val="00751E27"/>
    <w:rsid w:val="007575A0"/>
    <w:rsid w:val="007647E4"/>
    <w:rsid w:val="007650C6"/>
    <w:rsid w:val="00775107"/>
    <w:rsid w:val="0077571A"/>
    <w:rsid w:val="00775E14"/>
    <w:rsid w:val="00781594"/>
    <w:rsid w:val="0078334A"/>
    <w:rsid w:val="00783379"/>
    <w:rsid w:val="00783A2B"/>
    <w:rsid w:val="00785B30"/>
    <w:rsid w:val="007870DF"/>
    <w:rsid w:val="00791A02"/>
    <w:rsid w:val="00794A00"/>
    <w:rsid w:val="00795F63"/>
    <w:rsid w:val="0079635B"/>
    <w:rsid w:val="007977DE"/>
    <w:rsid w:val="007A3862"/>
    <w:rsid w:val="007A3BC4"/>
    <w:rsid w:val="007A43FA"/>
    <w:rsid w:val="007A52FA"/>
    <w:rsid w:val="007A6C34"/>
    <w:rsid w:val="007B221F"/>
    <w:rsid w:val="007B5562"/>
    <w:rsid w:val="007B6E7C"/>
    <w:rsid w:val="007B77B7"/>
    <w:rsid w:val="007C0DAF"/>
    <w:rsid w:val="007C1824"/>
    <w:rsid w:val="007C245F"/>
    <w:rsid w:val="007C6520"/>
    <w:rsid w:val="007C7454"/>
    <w:rsid w:val="007D2F1F"/>
    <w:rsid w:val="007E04CB"/>
    <w:rsid w:val="007E15DC"/>
    <w:rsid w:val="007E1D24"/>
    <w:rsid w:val="007E6014"/>
    <w:rsid w:val="007E6EB2"/>
    <w:rsid w:val="007F05CF"/>
    <w:rsid w:val="007F3A1C"/>
    <w:rsid w:val="007F5791"/>
    <w:rsid w:val="00801275"/>
    <w:rsid w:val="00802491"/>
    <w:rsid w:val="00802A59"/>
    <w:rsid w:val="00804B62"/>
    <w:rsid w:val="00812A82"/>
    <w:rsid w:val="008139D9"/>
    <w:rsid w:val="00816093"/>
    <w:rsid w:val="008222B5"/>
    <w:rsid w:val="0083441A"/>
    <w:rsid w:val="008361C7"/>
    <w:rsid w:val="00836959"/>
    <w:rsid w:val="00842979"/>
    <w:rsid w:val="00843EDC"/>
    <w:rsid w:val="008442C8"/>
    <w:rsid w:val="00844608"/>
    <w:rsid w:val="00844C60"/>
    <w:rsid w:val="00852EB0"/>
    <w:rsid w:val="00852F5A"/>
    <w:rsid w:val="00854CD6"/>
    <w:rsid w:val="00865D56"/>
    <w:rsid w:val="00871389"/>
    <w:rsid w:val="008713DF"/>
    <w:rsid w:val="008727A5"/>
    <w:rsid w:val="00873D50"/>
    <w:rsid w:val="00873F13"/>
    <w:rsid w:val="00875729"/>
    <w:rsid w:val="00877777"/>
    <w:rsid w:val="008827B9"/>
    <w:rsid w:val="008845E6"/>
    <w:rsid w:val="008857AB"/>
    <w:rsid w:val="00887EE3"/>
    <w:rsid w:val="00891603"/>
    <w:rsid w:val="00892EDF"/>
    <w:rsid w:val="00895259"/>
    <w:rsid w:val="00895F26"/>
    <w:rsid w:val="008969CA"/>
    <w:rsid w:val="008A195E"/>
    <w:rsid w:val="008A20AF"/>
    <w:rsid w:val="008A2A64"/>
    <w:rsid w:val="008A635F"/>
    <w:rsid w:val="008B3F53"/>
    <w:rsid w:val="008B6584"/>
    <w:rsid w:val="008B7459"/>
    <w:rsid w:val="008B78A6"/>
    <w:rsid w:val="008C42F2"/>
    <w:rsid w:val="008C6388"/>
    <w:rsid w:val="008C6D58"/>
    <w:rsid w:val="008D6CBB"/>
    <w:rsid w:val="008D7514"/>
    <w:rsid w:val="008E0077"/>
    <w:rsid w:val="008E0798"/>
    <w:rsid w:val="008E1BCB"/>
    <w:rsid w:val="008E42DC"/>
    <w:rsid w:val="008E6413"/>
    <w:rsid w:val="008F0142"/>
    <w:rsid w:val="008F0C4B"/>
    <w:rsid w:val="008F0D0E"/>
    <w:rsid w:val="008F21B2"/>
    <w:rsid w:val="008F5771"/>
    <w:rsid w:val="008F585B"/>
    <w:rsid w:val="008F6CB4"/>
    <w:rsid w:val="00902F1C"/>
    <w:rsid w:val="009038DB"/>
    <w:rsid w:val="0090762E"/>
    <w:rsid w:val="00907972"/>
    <w:rsid w:val="00912AA0"/>
    <w:rsid w:val="009156C0"/>
    <w:rsid w:val="009208C7"/>
    <w:rsid w:val="0092620C"/>
    <w:rsid w:val="00935B96"/>
    <w:rsid w:val="00935F58"/>
    <w:rsid w:val="00976420"/>
    <w:rsid w:val="00977302"/>
    <w:rsid w:val="00977F03"/>
    <w:rsid w:val="00980BCC"/>
    <w:rsid w:val="00981FB8"/>
    <w:rsid w:val="0098208B"/>
    <w:rsid w:val="009861E6"/>
    <w:rsid w:val="0099075D"/>
    <w:rsid w:val="009A1261"/>
    <w:rsid w:val="009A22FA"/>
    <w:rsid w:val="009A285F"/>
    <w:rsid w:val="009A6283"/>
    <w:rsid w:val="009A7F52"/>
    <w:rsid w:val="009B2C57"/>
    <w:rsid w:val="009C215F"/>
    <w:rsid w:val="009C5F58"/>
    <w:rsid w:val="009E6B99"/>
    <w:rsid w:val="009F180F"/>
    <w:rsid w:val="009F2F20"/>
    <w:rsid w:val="009F39BC"/>
    <w:rsid w:val="00A02CCB"/>
    <w:rsid w:val="00A04DD7"/>
    <w:rsid w:val="00A05A6B"/>
    <w:rsid w:val="00A06929"/>
    <w:rsid w:val="00A07742"/>
    <w:rsid w:val="00A118E9"/>
    <w:rsid w:val="00A11BA6"/>
    <w:rsid w:val="00A14E19"/>
    <w:rsid w:val="00A15A41"/>
    <w:rsid w:val="00A16133"/>
    <w:rsid w:val="00A22847"/>
    <w:rsid w:val="00A307FC"/>
    <w:rsid w:val="00A36E81"/>
    <w:rsid w:val="00A4402C"/>
    <w:rsid w:val="00A454FD"/>
    <w:rsid w:val="00A457BC"/>
    <w:rsid w:val="00A46ABE"/>
    <w:rsid w:val="00A47861"/>
    <w:rsid w:val="00A47C9A"/>
    <w:rsid w:val="00A64B94"/>
    <w:rsid w:val="00A702D8"/>
    <w:rsid w:val="00A70FF8"/>
    <w:rsid w:val="00A7356D"/>
    <w:rsid w:val="00A762EF"/>
    <w:rsid w:val="00A807B8"/>
    <w:rsid w:val="00A83DD9"/>
    <w:rsid w:val="00A83E54"/>
    <w:rsid w:val="00A843ED"/>
    <w:rsid w:val="00AA349B"/>
    <w:rsid w:val="00AA55F6"/>
    <w:rsid w:val="00AA6B93"/>
    <w:rsid w:val="00AB5694"/>
    <w:rsid w:val="00AC447C"/>
    <w:rsid w:val="00AC480A"/>
    <w:rsid w:val="00AC5B74"/>
    <w:rsid w:val="00AD1A26"/>
    <w:rsid w:val="00AD2BE9"/>
    <w:rsid w:val="00AE63FC"/>
    <w:rsid w:val="00AE749D"/>
    <w:rsid w:val="00AF6362"/>
    <w:rsid w:val="00B00006"/>
    <w:rsid w:val="00B00BFB"/>
    <w:rsid w:val="00B01324"/>
    <w:rsid w:val="00B0260F"/>
    <w:rsid w:val="00B02ABC"/>
    <w:rsid w:val="00B1288B"/>
    <w:rsid w:val="00B15340"/>
    <w:rsid w:val="00B17D5A"/>
    <w:rsid w:val="00B26D94"/>
    <w:rsid w:val="00B36F51"/>
    <w:rsid w:val="00B420FD"/>
    <w:rsid w:val="00B457FE"/>
    <w:rsid w:val="00B53AF5"/>
    <w:rsid w:val="00B57483"/>
    <w:rsid w:val="00B609EA"/>
    <w:rsid w:val="00B64552"/>
    <w:rsid w:val="00B65E57"/>
    <w:rsid w:val="00B705BF"/>
    <w:rsid w:val="00B71F76"/>
    <w:rsid w:val="00B7309A"/>
    <w:rsid w:val="00B7676B"/>
    <w:rsid w:val="00B77E1B"/>
    <w:rsid w:val="00B81D7A"/>
    <w:rsid w:val="00B93A14"/>
    <w:rsid w:val="00B942C9"/>
    <w:rsid w:val="00BA18BE"/>
    <w:rsid w:val="00BA21D2"/>
    <w:rsid w:val="00BA64EA"/>
    <w:rsid w:val="00BB2388"/>
    <w:rsid w:val="00BB3E61"/>
    <w:rsid w:val="00BB7FDF"/>
    <w:rsid w:val="00BC639A"/>
    <w:rsid w:val="00BD548D"/>
    <w:rsid w:val="00BF5312"/>
    <w:rsid w:val="00BF7191"/>
    <w:rsid w:val="00C002C3"/>
    <w:rsid w:val="00C003EB"/>
    <w:rsid w:val="00C00F57"/>
    <w:rsid w:val="00C0280A"/>
    <w:rsid w:val="00C06C5E"/>
    <w:rsid w:val="00C11D7A"/>
    <w:rsid w:val="00C17D78"/>
    <w:rsid w:val="00C271CC"/>
    <w:rsid w:val="00C273BA"/>
    <w:rsid w:val="00C33E86"/>
    <w:rsid w:val="00C46C6B"/>
    <w:rsid w:val="00C46F3E"/>
    <w:rsid w:val="00C5149C"/>
    <w:rsid w:val="00C609F4"/>
    <w:rsid w:val="00C62189"/>
    <w:rsid w:val="00C65376"/>
    <w:rsid w:val="00C7461C"/>
    <w:rsid w:val="00C75899"/>
    <w:rsid w:val="00C8199F"/>
    <w:rsid w:val="00C91308"/>
    <w:rsid w:val="00C93040"/>
    <w:rsid w:val="00C94B4C"/>
    <w:rsid w:val="00C97986"/>
    <w:rsid w:val="00CA0853"/>
    <w:rsid w:val="00CA240E"/>
    <w:rsid w:val="00CA5175"/>
    <w:rsid w:val="00CA5B4A"/>
    <w:rsid w:val="00CB3297"/>
    <w:rsid w:val="00CB6268"/>
    <w:rsid w:val="00CC006A"/>
    <w:rsid w:val="00CC061C"/>
    <w:rsid w:val="00CC07C6"/>
    <w:rsid w:val="00CD2868"/>
    <w:rsid w:val="00CD356E"/>
    <w:rsid w:val="00CE05E0"/>
    <w:rsid w:val="00CE2429"/>
    <w:rsid w:val="00CE2C5F"/>
    <w:rsid w:val="00CE3EAA"/>
    <w:rsid w:val="00CE443C"/>
    <w:rsid w:val="00CF126A"/>
    <w:rsid w:val="00CF2BD6"/>
    <w:rsid w:val="00CF3E2C"/>
    <w:rsid w:val="00CF5D7B"/>
    <w:rsid w:val="00CF799E"/>
    <w:rsid w:val="00D10407"/>
    <w:rsid w:val="00D109AB"/>
    <w:rsid w:val="00D21BAE"/>
    <w:rsid w:val="00D2228F"/>
    <w:rsid w:val="00D27DB8"/>
    <w:rsid w:val="00D35874"/>
    <w:rsid w:val="00D433C0"/>
    <w:rsid w:val="00D469C5"/>
    <w:rsid w:val="00D5229C"/>
    <w:rsid w:val="00D54B62"/>
    <w:rsid w:val="00D56F77"/>
    <w:rsid w:val="00D6530E"/>
    <w:rsid w:val="00D722EA"/>
    <w:rsid w:val="00D72450"/>
    <w:rsid w:val="00D83636"/>
    <w:rsid w:val="00D837FF"/>
    <w:rsid w:val="00D9704A"/>
    <w:rsid w:val="00D976EB"/>
    <w:rsid w:val="00DA1338"/>
    <w:rsid w:val="00DA73A6"/>
    <w:rsid w:val="00DB0D4F"/>
    <w:rsid w:val="00DB4CBE"/>
    <w:rsid w:val="00DC58B7"/>
    <w:rsid w:val="00DC692C"/>
    <w:rsid w:val="00DE24AE"/>
    <w:rsid w:val="00DE37B5"/>
    <w:rsid w:val="00DE409D"/>
    <w:rsid w:val="00DE6DF6"/>
    <w:rsid w:val="00DE7AE6"/>
    <w:rsid w:val="00DE7C67"/>
    <w:rsid w:val="00DF0BAD"/>
    <w:rsid w:val="00DF57C6"/>
    <w:rsid w:val="00DF7957"/>
    <w:rsid w:val="00E03AFD"/>
    <w:rsid w:val="00E04046"/>
    <w:rsid w:val="00E04537"/>
    <w:rsid w:val="00E04681"/>
    <w:rsid w:val="00E11E96"/>
    <w:rsid w:val="00E140D3"/>
    <w:rsid w:val="00E14E00"/>
    <w:rsid w:val="00E15E38"/>
    <w:rsid w:val="00E3493E"/>
    <w:rsid w:val="00E3573F"/>
    <w:rsid w:val="00E36BAA"/>
    <w:rsid w:val="00E41B15"/>
    <w:rsid w:val="00E463D4"/>
    <w:rsid w:val="00E5358E"/>
    <w:rsid w:val="00E53D34"/>
    <w:rsid w:val="00E541BA"/>
    <w:rsid w:val="00E659A3"/>
    <w:rsid w:val="00E72D39"/>
    <w:rsid w:val="00E81228"/>
    <w:rsid w:val="00E8128D"/>
    <w:rsid w:val="00E8276A"/>
    <w:rsid w:val="00E93737"/>
    <w:rsid w:val="00EA19E0"/>
    <w:rsid w:val="00EA5D54"/>
    <w:rsid w:val="00EA6068"/>
    <w:rsid w:val="00EB3DEE"/>
    <w:rsid w:val="00EB51C2"/>
    <w:rsid w:val="00EC067D"/>
    <w:rsid w:val="00EC0DC1"/>
    <w:rsid w:val="00EC12D1"/>
    <w:rsid w:val="00EC183C"/>
    <w:rsid w:val="00EC266F"/>
    <w:rsid w:val="00EC7747"/>
    <w:rsid w:val="00ED1B1C"/>
    <w:rsid w:val="00ED416F"/>
    <w:rsid w:val="00ED4F62"/>
    <w:rsid w:val="00ED7DF2"/>
    <w:rsid w:val="00EE0BEB"/>
    <w:rsid w:val="00EE1682"/>
    <w:rsid w:val="00EE3374"/>
    <w:rsid w:val="00EF6B29"/>
    <w:rsid w:val="00EF7D47"/>
    <w:rsid w:val="00F141C1"/>
    <w:rsid w:val="00F14DDB"/>
    <w:rsid w:val="00F2042C"/>
    <w:rsid w:val="00F20637"/>
    <w:rsid w:val="00F216FC"/>
    <w:rsid w:val="00F30145"/>
    <w:rsid w:val="00F3022E"/>
    <w:rsid w:val="00F357A2"/>
    <w:rsid w:val="00F36004"/>
    <w:rsid w:val="00F37660"/>
    <w:rsid w:val="00F41CE9"/>
    <w:rsid w:val="00F44AC3"/>
    <w:rsid w:val="00F4775E"/>
    <w:rsid w:val="00F52F8C"/>
    <w:rsid w:val="00F544BC"/>
    <w:rsid w:val="00F553DB"/>
    <w:rsid w:val="00F5637C"/>
    <w:rsid w:val="00F56B7C"/>
    <w:rsid w:val="00F56FDD"/>
    <w:rsid w:val="00F6081B"/>
    <w:rsid w:val="00F616A2"/>
    <w:rsid w:val="00F6347F"/>
    <w:rsid w:val="00F65EBC"/>
    <w:rsid w:val="00F67ED4"/>
    <w:rsid w:val="00F73CF8"/>
    <w:rsid w:val="00F75DB0"/>
    <w:rsid w:val="00F77E84"/>
    <w:rsid w:val="00F809FE"/>
    <w:rsid w:val="00F82521"/>
    <w:rsid w:val="00F82D8F"/>
    <w:rsid w:val="00F85878"/>
    <w:rsid w:val="00F87A4F"/>
    <w:rsid w:val="00F91694"/>
    <w:rsid w:val="00F9640A"/>
    <w:rsid w:val="00FA1B1A"/>
    <w:rsid w:val="00FA29BF"/>
    <w:rsid w:val="00FA3653"/>
    <w:rsid w:val="00FB0387"/>
    <w:rsid w:val="00FB5BEF"/>
    <w:rsid w:val="00FC057E"/>
    <w:rsid w:val="00FC27D4"/>
    <w:rsid w:val="00FC2813"/>
    <w:rsid w:val="00FC32F2"/>
    <w:rsid w:val="00FC6940"/>
    <w:rsid w:val="00FD25E9"/>
    <w:rsid w:val="00FD4E62"/>
    <w:rsid w:val="00FD5F72"/>
    <w:rsid w:val="00FD7C03"/>
    <w:rsid w:val="00FE13FD"/>
    <w:rsid w:val="00FE363E"/>
    <w:rsid w:val="00FE5E5B"/>
    <w:rsid w:val="00FE5E9B"/>
    <w:rsid w:val="00FF337F"/>
    <w:rsid w:val="00FF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2</Pages>
  <Words>334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</dc:creator>
  <cp:keywords/>
  <dc:description/>
  <cp:lastModifiedBy>Администрато</cp:lastModifiedBy>
  <cp:revision>10</cp:revision>
  <cp:lastPrinted>2012-02-02T11:29:00Z</cp:lastPrinted>
  <dcterms:created xsi:type="dcterms:W3CDTF">2012-02-01T12:48:00Z</dcterms:created>
  <dcterms:modified xsi:type="dcterms:W3CDTF">2012-02-09T07:02:00Z</dcterms:modified>
</cp:coreProperties>
</file>