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678" w:rsidRPr="00B6562F" w:rsidRDefault="002D0678" w:rsidP="001B15A8">
      <w:pPr>
        <w:pStyle w:val="Subtitle"/>
        <w:rPr>
          <w:rFonts w:ascii="Times New Roman" w:hAnsi="Times New Roman" w:cs="Times New Roman"/>
          <w:b/>
          <w:sz w:val="28"/>
          <w:szCs w:val="28"/>
        </w:rPr>
      </w:pPr>
      <w:r w:rsidRPr="00B6562F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B6562F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2D0678" w:rsidRPr="00B6562F" w:rsidRDefault="002D0678" w:rsidP="001B15A8">
      <w:pPr>
        <w:pStyle w:val="Subtitle"/>
        <w:rPr>
          <w:rFonts w:ascii="Times New Roman" w:hAnsi="Times New Roman" w:cs="Times New Roman"/>
          <w:b/>
          <w:sz w:val="28"/>
          <w:szCs w:val="28"/>
        </w:rPr>
      </w:pPr>
      <w:r w:rsidRPr="00B6562F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муниципальной службы в Исполнительном комитете Черемшанского сельского поселения Черемшанского муниципального района Республики Татарстан и членов их семей </w:t>
      </w:r>
    </w:p>
    <w:p w:rsidR="002D0678" w:rsidRPr="00B6562F" w:rsidRDefault="002D0678" w:rsidP="001B15A8">
      <w:pPr>
        <w:pStyle w:val="Subtitle"/>
        <w:rPr>
          <w:rFonts w:ascii="Times New Roman" w:hAnsi="Times New Roman" w:cs="Times New Roman"/>
          <w:b/>
          <w:sz w:val="28"/>
          <w:szCs w:val="28"/>
        </w:rPr>
      </w:pPr>
      <w:r w:rsidRPr="00B6562F">
        <w:rPr>
          <w:rFonts w:ascii="Times New Roman" w:hAnsi="Times New Roman" w:cs="Times New Roman"/>
          <w:b/>
          <w:sz w:val="28"/>
          <w:szCs w:val="28"/>
        </w:rPr>
        <w:t>(</w:t>
      </w:r>
      <w:r w:rsidRPr="00B6562F">
        <w:rPr>
          <w:rFonts w:ascii="Times New Roman" w:hAnsi="Times New Roman" w:cs="Times New Roman"/>
          <w:b/>
          <w:bCs/>
          <w:sz w:val="28"/>
          <w:szCs w:val="28"/>
        </w:rPr>
        <w:t>за отчетный финансовый год с 1 января 2011 года по 31 декабря 2011 года</w:t>
      </w:r>
      <w:r w:rsidRPr="00B6562F">
        <w:rPr>
          <w:rFonts w:ascii="Times New Roman" w:hAnsi="Times New Roman" w:cs="Times New Roman"/>
          <w:b/>
          <w:sz w:val="28"/>
          <w:szCs w:val="28"/>
        </w:rPr>
        <w:t>)</w:t>
      </w:r>
    </w:p>
    <w:p w:rsidR="002D0678" w:rsidRPr="00B6562F" w:rsidRDefault="002D0678" w:rsidP="001B15A8">
      <w:pPr>
        <w:pStyle w:val="Subtitle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516"/>
        <w:gridCol w:w="2310"/>
        <w:gridCol w:w="1430"/>
        <w:gridCol w:w="1111"/>
        <w:gridCol w:w="1676"/>
        <w:gridCol w:w="1800"/>
        <w:gridCol w:w="1440"/>
        <w:gridCol w:w="1440"/>
      </w:tblGrid>
      <w:tr w:rsidR="002D0678" w:rsidRPr="00B6562F" w:rsidTr="00B6562F">
        <w:trPr>
          <w:cantSplit/>
          <w:jc w:val="center"/>
        </w:trPr>
        <w:tc>
          <w:tcPr>
            <w:tcW w:w="2382" w:type="dxa"/>
            <w:vMerge w:val="restart"/>
            <w:vAlign w:val="center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516" w:type="dxa"/>
            <w:vMerge w:val="restart"/>
            <w:vAlign w:val="center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Деклариро-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 xml:space="preserve">ванный годовой доход за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B6562F">
                <w:rPr>
                  <w:rFonts w:ascii="Times New Roman" w:hAnsi="Times New Roman"/>
                  <w:sz w:val="24"/>
                  <w:szCs w:val="24"/>
                </w:rPr>
                <w:t>2011 г</w:t>
              </w:r>
            </w:smartTag>
            <w:r w:rsidRPr="00B6562F">
              <w:rPr>
                <w:rFonts w:ascii="Times New Roman" w:hAnsi="Times New Roman"/>
                <w:sz w:val="24"/>
                <w:szCs w:val="24"/>
              </w:rPr>
              <w:t>. (руб.)</w:t>
            </w:r>
          </w:p>
        </w:tc>
        <w:tc>
          <w:tcPr>
            <w:tcW w:w="6527" w:type="dxa"/>
            <w:gridSpan w:val="4"/>
            <w:vAlign w:val="center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D0678" w:rsidRPr="00B6562F" w:rsidTr="00B6562F">
        <w:trPr>
          <w:cantSplit/>
          <w:jc w:val="center"/>
        </w:trPr>
        <w:tc>
          <w:tcPr>
            <w:tcW w:w="2382" w:type="dxa"/>
            <w:vMerge/>
            <w:vAlign w:val="center"/>
          </w:tcPr>
          <w:p w:rsidR="002D0678" w:rsidRPr="00B6562F" w:rsidRDefault="002D0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vAlign w:val="center"/>
          </w:tcPr>
          <w:p w:rsidR="002D0678" w:rsidRPr="00B6562F" w:rsidRDefault="002D0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30" w:type="dxa"/>
            <w:vAlign w:val="center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111" w:type="dxa"/>
            <w:vAlign w:val="center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Страна рас-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Транс-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портные средства</w:t>
            </w:r>
          </w:p>
        </w:tc>
        <w:tc>
          <w:tcPr>
            <w:tcW w:w="1800" w:type="dxa"/>
            <w:vAlign w:val="center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Страна рас-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положения</w:t>
            </w:r>
          </w:p>
        </w:tc>
      </w:tr>
      <w:tr w:rsidR="002D0678" w:rsidRPr="00B6562F" w:rsidTr="00B6562F">
        <w:trPr>
          <w:cantSplit/>
          <w:trHeight w:val="537"/>
          <w:jc w:val="center"/>
        </w:trPr>
        <w:tc>
          <w:tcPr>
            <w:tcW w:w="2382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Ганиева Светлана Саримовна</w:t>
            </w:r>
          </w:p>
        </w:tc>
        <w:tc>
          <w:tcPr>
            <w:tcW w:w="151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297084,14</w:t>
            </w:r>
          </w:p>
        </w:tc>
        <w:tc>
          <w:tcPr>
            <w:tcW w:w="231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D0678" w:rsidRPr="00B6562F" w:rsidRDefault="002D0678" w:rsidP="00B65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(1/4 доля)</w:t>
            </w:r>
          </w:p>
        </w:tc>
        <w:tc>
          <w:tcPr>
            <w:tcW w:w="143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2D0678" w:rsidRPr="00B6562F" w:rsidRDefault="002D0678" w:rsidP="00B65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958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D0678" w:rsidRPr="00B6562F" w:rsidTr="00B6562F">
        <w:trPr>
          <w:cantSplit/>
          <w:trHeight w:val="537"/>
          <w:jc w:val="center"/>
        </w:trPr>
        <w:tc>
          <w:tcPr>
            <w:tcW w:w="2382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Муртазин Фархад Асгатович</w:t>
            </w:r>
          </w:p>
        </w:tc>
        <w:tc>
          <w:tcPr>
            <w:tcW w:w="1516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219560,49</w:t>
            </w:r>
          </w:p>
        </w:tc>
        <w:tc>
          <w:tcPr>
            <w:tcW w:w="231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Земельный участок (индивидуальный)</w:t>
            </w:r>
          </w:p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65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43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826,54</w:t>
            </w:r>
          </w:p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185,4</w:t>
            </w:r>
          </w:p>
        </w:tc>
        <w:tc>
          <w:tcPr>
            <w:tcW w:w="1111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ВАЗ 210740</w:t>
            </w:r>
          </w:p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0678" w:rsidRPr="00B6562F" w:rsidTr="00B6562F">
        <w:trPr>
          <w:cantSplit/>
          <w:trHeight w:val="537"/>
          <w:jc w:val="center"/>
        </w:trPr>
        <w:tc>
          <w:tcPr>
            <w:tcW w:w="2382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супруги - Муртазиной Мадины Закировны</w:t>
            </w:r>
          </w:p>
        </w:tc>
        <w:tc>
          <w:tcPr>
            <w:tcW w:w="1516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130125,15</w:t>
            </w:r>
          </w:p>
        </w:tc>
        <w:tc>
          <w:tcPr>
            <w:tcW w:w="231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0678" w:rsidRPr="00B6562F" w:rsidTr="00B6562F">
        <w:trPr>
          <w:cantSplit/>
          <w:trHeight w:val="537"/>
          <w:jc w:val="center"/>
        </w:trPr>
        <w:tc>
          <w:tcPr>
            <w:tcW w:w="2382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дочери - Муртазиной Алсу Фархадовны</w:t>
            </w:r>
          </w:p>
        </w:tc>
        <w:tc>
          <w:tcPr>
            <w:tcW w:w="1516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1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0678" w:rsidRPr="00B6562F" w:rsidTr="00B6562F">
        <w:trPr>
          <w:cantSplit/>
          <w:trHeight w:val="537"/>
          <w:jc w:val="center"/>
        </w:trPr>
        <w:tc>
          <w:tcPr>
            <w:tcW w:w="2382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сына – Муртазина Ленара Фархадовича</w:t>
            </w:r>
          </w:p>
        </w:tc>
        <w:tc>
          <w:tcPr>
            <w:tcW w:w="1516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1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0678" w:rsidRPr="00B6562F" w:rsidTr="00B6562F">
        <w:trPr>
          <w:cantSplit/>
          <w:trHeight w:val="537"/>
          <w:jc w:val="center"/>
        </w:trPr>
        <w:tc>
          <w:tcPr>
            <w:tcW w:w="2382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дочери – Муртазиной Ленары Фархадовны</w:t>
            </w:r>
          </w:p>
        </w:tc>
        <w:tc>
          <w:tcPr>
            <w:tcW w:w="1516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1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 w:rsidP="00BE5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0678" w:rsidRPr="00B6562F" w:rsidTr="00B6562F">
        <w:trPr>
          <w:cantSplit/>
          <w:jc w:val="center"/>
        </w:trPr>
        <w:tc>
          <w:tcPr>
            <w:tcW w:w="2382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 xml:space="preserve">Гизатуллина Фиалка Фатыховна </w:t>
            </w:r>
          </w:p>
        </w:tc>
        <w:tc>
          <w:tcPr>
            <w:tcW w:w="151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342712</w:t>
            </w:r>
          </w:p>
        </w:tc>
        <w:tc>
          <w:tcPr>
            <w:tcW w:w="231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Земельный участок (индивидуальный)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65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43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900,00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65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84,00</w:t>
            </w:r>
          </w:p>
        </w:tc>
        <w:tc>
          <w:tcPr>
            <w:tcW w:w="1111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65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0678" w:rsidRPr="00B6562F" w:rsidTr="00B6562F">
        <w:trPr>
          <w:cantSplit/>
          <w:trHeight w:val="563"/>
          <w:jc w:val="center"/>
        </w:trPr>
        <w:tc>
          <w:tcPr>
            <w:tcW w:w="2382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Супруга – Гизатуллина Юсупа Гаязитдиновича</w:t>
            </w:r>
          </w:p>
        </w:tc>
        <w:tc>
          <w:tcPr>
            <w:tcW w:w="151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401838</w:t>
            </w:r>
          </w:p>
        </w:tc>
        <w:tc>
          <w:tcPr>
            <w:tcW w:w="2310" w:type="dxa"/>
          </w:tcPr>
          <w:p w:rsidR="002D0678" w:rsidRPr="00B6562F" w:rsidRDefault="002D0678" w:rsidP="00B65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430" w:type="dxa"/>
          </w:tcPr>
          <w:p w:rsidR="002D0678" w:rsidRPr="00B6562F" w:rsidRDefault="002D0678" w:rsidP="00451F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112,5</w:t>
            </w:r>
          </w:p>
        </w:tc>
        <w:tc>
          <w:tcPr>
            <w:tcW w:w="1111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ВАЗ – 21070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ЛАДА - 217230</w:t>
            </w:r>
          </w:p>
        </w:tc>
        <w:tc>
          <w:tcPr>
            <w:tcW w:w="1800" w:type="dxa"/>
          </w:tcPr>
          <w:p w:rsidR="002D0678" w:rsidRPr="00B6562F" w:rsidRDefault="002D0678" w:rsidP="00B65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907,5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65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65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678" w:rsidRPr="00B6562F" w:rsidTr="00B6562F">
        <w:trPr>
          <w:cantSplit/>
          <w:trHeight w:val="563"/>
          <w:jc w:val="center"/>
        </w:trPr>
        <w:tc>
          <w:tcPr>
            <w:tcW w:w="2382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Гиниятуллина Минзиля Сагитовна</w:t>
            </w:r>
          </w:p>
        </w:tc>
        <w:tc>
          <w:tcPr>
            <w:tcW w:w="151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123248,14</w:t>
            </w:r>
          </w:p>
        </w:tc>
        <w:tc>
          <w:tcPr>
            <w:tcW w:w="231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(1/2 доля)</w:t>
            </w:r>
          </w:p>
          <w:p w:rsidR="002D0678" w:rsidRPr="00B6562F" w:rsidRDefault="002D0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(1/2 доля)</w:t>
            </w:r>
          </w:p>
        </w:tc>
        <w:tc>
          <w:tcPr>
            <w:tcW w:w="143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1319,0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111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65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988,0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D0678" w:rsidRPr="00B6562F" w:rsidTr="00B6562F">
        <w:trPr>
          <w:cantSplit/>
          <w:trHeight w:val="563"/>
          <w:jc w:val="center"/>
        </w:trPr>
        <w:tc>
          <w:tcPr>
            <w:tcW w:w="2382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супруга – Гиниятуллина Анаса Шарифзяновича</w:t>
            </w:r>
          </w:p>
        </w:tc>
        <w:tc>
          <w:tcPr>
            <w:tcW w:w="151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377649,82</w:t>
            </w:r>
          </w:p>
        </w:tc>
        <w:tc>
          <w:tcPr>
            <w:tcW w:w="231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(1/2 доля)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(1/2 доля)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Земельный участок (Паи, 1/394)</w:t>
            </w:r>
          </w:p>
        </w:tc>
        <w:tc>
          <w:tcPr>
            <w:tcW w:w="143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1319,0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79,4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13790000</w:t>
            </w:r>
          </w:p>
        </w:tc>
        <w:tc>
          <w:tcPr>
            <w:tcW w:w="1111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65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ВАЗ – 11113</w:t>
            </w:r>
          </w:p>
        </w:tc>
        <w:tc>
          <w:tcPr>
            <w:tcW w:w="180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0678" w:rsidRPr="00B6562F" w:rsidTr="00B6562F">
        <w:trPr>
          <w:cantSplit/>
          <w:trHeight w:val="563"/>
          <w:jc w:val="center"/>
        </w:trPr>
        <w:tc>
          <w:tcPr>
            <w:tcW w:w="2382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сына Гиниятуллина Айрата Анасовича</w:t>
            </w:r>
          </w:p>
        </w:tc>
        <w:tc>
          <w:tcPr>
            <w:tcW w:w="151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1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0678" w:rsidRPr="00B6562F" w:rsidTr="00B6562F">
        <w:trPr>
          <w:cantSplit/>
          <w:trHeight w:val="563"/>
          <w:jc w:val="center"/>
        </w:trPr>
        <w:tc>
          <w:tcPr>
            <w:tcW w:w="2382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сына Гиниятуллина Анвара Анасовича</w:t>
            </w:r>
          </w:p>
        </w:tc>
        <w:tc>
          <w:tcPr>
            <w:tcW w:w="151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1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0678" w:rsidRPr="00B6562F" w:rsidTr="00B6562F">
        <w:trPr>
          <w:cantSplit/>
          <w:trHeight w:val="563"/>
          <w:jc w:val="center"/>
        </w:trPr>
        <w:tc>
          <w:tcPr>
            <w:tcW w:w="2382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Зиганшина Гайшя Сирачевна</w:t>
            </w:r>
          </w:p>
        </w:tc>
        <w:tc>
          <w:tcPr>
            <w:tcW w:w="151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91353,4</w:t>
            </w:r>
          </w:p>
        </w:tc>
        <w:tc>
          <w:tcPr>
            <w:tcW w:w="231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Земельный участок (индивидуальный)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D0678" w:rsidRPr="00B6562F" w:rsidRDefault="002D0678" w:rsidP="00B65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(1/5 доля)</w:t>
            </w:r>
          </w:p>
        </w:tc>
        <w:tc>
          <w:tcPr>
            <w:tcW w:w="143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121,0</w:t>
            </w:r>
          </w:p>
        </w:tc>
        <w:tc>
          <w:tcPr>
            <w:tcW w:w="1111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65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0678" w:rsidRPr="00B6562F" w:rsidTr="00B6562F">
        <w:trPr>
          <w:cantSplit/>
          <w:trHeight w:val="563"/>
          <w:jc w:val="center"/>
        </w:trPr>
        <w:tc>
          <w:tcPr>
            <w:tcW w:w="2382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супруга – Зиганшина Ильяса Хафизовича</w:t>
            </w:r>
          </w:p>
        </w:tc>
        <w:tc>
          <w:tcPr>
            <w:tcW w:w="1516" w:type="dxa"/>
          </w:tcPr>
          <w:p w:rsidR="002D0678" w:rsidRPr="00B6562F" w:rsidRDefault="002D0678" w:rsidP="00D10A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249620,87</w:t>
            </w:r>
          </w:p>
        </w:tc>
        <w:tc>
          <w:tcPr>
            <w:tcW w:w="231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 xml:space="preserve"> (1/5 доля)</w:t>
            </w:r>
          </w:p>
        </w:tc>
        <w:tc>
          <w:tcPr>
            <w:tcW w:w="143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121,0</w:t>
            </w:r>
          </w:p>
        </w:tc>
        <w:tc>
          <w:tcPr>
            <w:tcW w:w="1111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ВАЗ 21061</w:t>
            </w:r>
          </w:p>
        </w:tc>
        <w:tc>
          <w:tcPr>
            <w:tcW w:w="180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0678" w:rsidRPr="00B6562F" w:rsidTr="00B6562F">
        <w:trPr>
          <w:cantSplit/>
          <w:trHeight w:val="563"/>
          <w:jc w:val="center"/>
        </w:trPr>
        <w:tc>
          <w:tcPr>
            <w:tcW w:w="2382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Матягина Елена Владимировна</w:t>
            </w:r>
          </w:p>
        </w:tc>
        <w:tc>
          <w:tcPr>
            <w:tcW w:w="151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116379,88</w:t>
            </w:r>
          </w:p>
        </w:tc>
        <w:tc>
          <w:tcPr>
            <w:tcW w:w="231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Земельный участок (индивидуальный)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 w:rsidP="00B65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43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1410,0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95,5</w:t>
            </w:r>
          </w:p>
        </w:tc>
        <w:tc>
          <w:tcPr>
            <w:tcW w:w="1111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0678" w:rsidRPr="00B6562F" w:rsidTr="00B6562F">
        <w:trPr>
          <w:cantSplit/>
          <w:trHeight w:val="563"/>
          <w:jc w:val="center"/>
        </w:trPr>
        <w:tc>
          <w:tcPr>
            <w:tcW w:w="2382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супруга – Матягина Александра Александровича</w:t>
            </w:r>
          </w:p>
        </w:tc>
        <w:tc>
          <w:tcPr>
            <w:tcW w:w="151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107463</w:t>
            </w:r>
          </w:p>
        </w:tc>
        <w:tc>
          <w:tcPr>
            <w:tcW w:w="231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ВАЗ 2107</w:t>
            </w:r>
          </w:p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ВАЗ 11193</w:t>
            </w:r>
          </w:p>
        </w:tc>
        <w:tc>
          <w:tcPr>
            <w:tcW w:w="180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0678" w:rsidRPr="00B6562F" w:rsidTr="00B6562F">
        <w:trPr>
          <w:cantSplit/>
          <w:trHeight w:val="563"/>
          <w:jc w:val="center"/>
        </w:trPr>
        <w:tc>
          <w:tcPr>
            <w:tcW w:w="2382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сына – Матягина Анатолия Александровича</w:t>
            </w:r>
          </w:p>
        </w:tc>
        <w:tc>
          <w:tcPr>
            <w:tcW w:w="151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1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0678" w:rsidRPr="00B6562F" w:rsidTr="00B6562F">
        <w:trPr>
          <w:cantSplit/>
          <w:trHeight w:val="563"/>
          <w:jc w:val="center"/>
        </w:trPr>
        <w:tc>
          <w:tcPr>
            <w:tcW w:w="2382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сына – Матягина Вадима Александровича</w:t>
            </w:r>
          </w:p>
        </w:tc>
        <w:tc>
          <w:tcPr>
            <w:tcW w:w="151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1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D0678" w:rsidRPr="00B6562F" w:rsidRDefault="002D0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6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D0678" w:rsidRPr="00B6562F" w:rsidRDefault="002D0678" w:rsidP="001B15A8">
      <w:pPr>
        <w:spacing w:after="0"/>
        <w:rPr>
          <w:rFonts w:ascii="Times New Roman" w:hAnsi="Times New Roman"/>
          <w:sz w:val="24"/>
          <w:szCs w:val="24"/>
        </w:rPr>
      </w:pPr>
    </w:p>
    <w:p w:rsidR="002D0678" w:rsidRPr="00B6562F" w:rsidRDefault="002D0678">
      <w:pPr>
        <w:rPr>
          <w:rFonts w:ascii="Times New Roman" w:hAnsi="Times New Roman"/>
          <w:sz w:val="24"/>
          <w:szCs w:val="24"/>
        </w:rPr>
      </w:pPr>
    </w:p>
    <w:sectPr w:rsidR="002D0678" w:rsidRPr="00B6562F" w:rsidSect="001B15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15A8"/>
    <w:rsid w:val="000B3A24"/>
    <w:rsid w:val="00113B03"/>
    <w:rsid w:val="0017093A"/>
    <w:rsid w:val="001718A8"/>
    <w:rsid w:val="001B15A8"/>
    <w:rsid w:val="00231AA8"/>
    <w:rsid w:val="002D0678"/>
    <w:rsid w:val="002F09CC"/>
    <w:rsid w:val="003401EE"/>
    <w:rsid w:val="00351149"/>
    <w:rsid w:val="00451F89"/>
    <w:rsid w:val="004D2C16"/>
    <w:rsid w:val="005839AB"/>
    <w:rsid w:val="00691C03"/>
    <w:rsid w:val="00823CD7"/>
    <w:rsid w:val="00847D8A"/>
    <w:rsid w:val="00866D35"/>
    <w:rsid w:val="00906A05"/>
    <w:rsid w:val="00975210"/>
    <w:rsid w:val="009C495F"/>
    <w:rsid w:val="00A04701"/>
    <w:rsid w:val="00A554FE"/>
    <w:rsid w:val="00B6234C"/>
    <w:rsid w:val="00B6562F"/>
    <w:rsid w:val="00BE5B1F"/>
    <w:rsid w:val="00CE2C74"/>
    <w:rsid w:val="00D04599"/>
    <w:rsid w:val="00D10A85"/>
    <w:rsid w:val="00D37DC1"/>
    <w:rsid w:val="00E14F08"/>
    <w:rsid w:val="00E25DAD"/>
    <w:rsid w:val="00F219BF"/>
    <w:rsid w:val="00FB4B76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14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99"/>
    <w:qFormat/>
    <w:rsid w:val="001B15A8"/>
    <w:pPr>
      <w:spacing w:after="60" w:line="240" w:lineRule="auto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B15A8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300</TotalTime>
  <Pages>3</Pages>
  <Words>381</Words>
  <Characters>2176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Фанис</cp:lastModifiedBy>
  <cp:revision>20</cp:revision>
  <dcterms:created xsi:type="dcterms:W3CDTF">2012-05-03T10:58:00Z</dcterms:created>
  <dcterms:modified xsi:type="dcterms:W3CDTF">2012-05-11T10:55:00Z</dcterms:modified>
</cp:coreProperties>
</file>