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A1" w:rsidRDefault="00382AA1" w:rsidP="00FA57C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Сведения о доходах и имуществе руководителей муниципальных автономных общеобразовательных учреждений  за 201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3 г.</w:t>
      </w: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620"/>
        <w:gridCol w:w="1329"/>
        <w:gridCol w:w="1841"/>
        <w:gridCol w:w="1297"/>
        <w:gridCol w:w="1793"/>
        <w:gridCol w:w="1841"/>
        <w:gridCol w:w="1259"/>
        <w:gridCol w:w="1509"/>
        <w:gridCol w:w="1911"/>
      </w:tblGrid>
      <w:tr w:rsidR="00382AA1" w:rsidRPr="008465CF">
        <w:trPr>
          <w:trHeight w:val="550"/>
        </w:trPr>
        <w:tc>
          <w:tcPr>
            <w:tcW w:w="1548" w:type="dxa"/>
            <w:vMerge w:val="restart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329" w:type="dxa"/>
            <w:vMerge w:val="restart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Общая сумма дохода за 201</w:t>
            </w:r>
            <w:r w:rsidRPr="00083BC4">
              <w:rPr>
                <w:rFonts w:ascii="Arial" w:hAnsi="Arial" w:cs="Arial"/>
              </w:rPr>
              <w:t>2</w:t>
            </w:r>
            <w:r w:rsidRPr="008465CF">
              <w:rPr>
                <w:rFonts w:ascii="Arial" w:hAnsi="Arial" w:cs="Arial"/>
              </w:rPr>
              <w:t xml:space="preserve"> год (в рублях)</w:t>
            </w:r>
          </w:p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31" w:type="dxa"/>
            <w:gridSpan w:val="3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911" w:type="dxa"/>
            <w:vMerge w:val="restart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382AA1" w:rsidRPr="008465CF">
        <w:trPr>
          <w:trHeight w:val="550"/>
        </w:trPr>
        <w:tc>
          <w:tcPr>
            <w:tcW w:w="1548" w:type="dxa"/>
            <w:vMerge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(кв.м)</w:t>
            </w:r>
          </w:p>
        </w:tc>
        <w:tc>
          <w:tcPr>
            <w:tcW w:w="1793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1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59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(кв.м)</w:t>
            </w:r>
          </w:p>
        </w:tc>
        <w:tc>
          <w:tcPr>
            <w:tcW w:w="1509" w:type="dxa"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</w:t>
            </w:r>
            <w:r>
              <w:rPr>
                <w:rFonts w:ascii="Arial" w:hAnsi="Arial" w:cs="Arial"/>
              </w:rPr>
              <w:t>-</w:t>
            </w:r>
            <w:r w:rsidRPr="008465CF">
              <w:rPr>
                <w:rFonts w:ascii="Arial" w:hAnsi="Arial" w:cs="Arial"/>
              </w:rPr>
              <w:t>ния</w:t>
            </w:r>
          </w:p>
        </w:tc>
        <w:tc>
          <w:tcPr>
            <w:tcW w:w="1911" w:type="dxa"/>
            <w:vMerge/>
          </w:tcPr>
          <w:p w:rsidR="00382AA1" w:rsidRPr="008465C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A1" w:rsidRPr="00DA3C1D">
        <w:trPr>
          <w:trHeight w:val="308"/>
        </w:trPr>
        <w:tc>
          <w:tcPr>
            <w:tcW w:w="1548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>Куликова Любовь Петровна</w:t>
            </w:r>
          </w:p>
        </w:tc>
        <w:tc>
          <w:tcPr>
            <w:tcW w:w="1620" w:type="dxa"/>
          </w:tcPr>
          <w:p w:rsidR="00382AA1" w:rsidRPr="00BD729D" w:rsidRDefault="00382AA1" w:rsidP="00083BC4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BD729D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общеобразова-тельного учреждения Черноковская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BD729D" w:rsidRDefault="00382AA1" w:rsidP="00083BC4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775753,73</w:t>
            </w:r>
          </w:p>
        </w:tc>
        <w:tc>
          <w:tcPr>
            <w:tcW w:w="1841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</w:tc>
        <w:tc>
          <w:tcPr>
            <w:tcW w:w="1259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1509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911" w:type="dxa"/>
          </w:tcPr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29D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382AA1" w:rsidRPr="00BD729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48"/>
        </w:trPr>
        <w:tc>
          <w:tcPr>
            <w:tcW w:w="1548" w:type="dxa"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</w:tcPr>
          <w:p w:rsidR="00382AA1" w:rsidRPr="00DC0916" w:rsidRDefault="00382AA1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382AA1" w:rsidRPr="00DC0916" w:rsidRDefault="00382AA1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DC0916" w:rsidRDefault="00382AA1" w:rsidP="008465CF">
            <w:pPr>
              <w:spacing w:after="0" w:line="240" w:lineRule="auto"/>
              <w:jc w:val="center"/>
            </w:pPr>
          </w:p>
        </w:tc>
        <w:tc>
          <w:tcPr>
            <w:tcW w:w="1841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</w:tc>
        <w:tc>
          <w:tcPr>
            <w:tcW w:w="1259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1509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911" w:type="dxa"/>
          </w:tcPr>
          <w:p w:rsidR="00382AA1" w:rsidRPr="00DC091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1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15"/>
        </w:trPr>
        <w:tc>
          <w:tcPr>
            <w:tcW w:w="1548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Урамаева Наджия Мухамедча-новна</w:t>
            </w:r>
          </w:p>
        </w:tc>
        <w:tc>
          <w:tcPr>
            <w:tcW w:w="1620" w:type="dxa"/>
            <w:vMerge w:val="restart"/>
          </w:tcPr>
          <w:p w:rsidR="00382AA1" w:rsidRPr="00AB5694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AB5694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общеобразова-тельного учреждения Карагайская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AB5694" w:rsidRDefault="00382AA1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1144093,01</w:t>
            </w:r>
          </w:p>
        </w:tc>
        <w:tc>
          <w:tcPr>
            <w:tcW w:w="1841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509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045"/>
        </w:trPr>
        <w:tc>
          <w:tcPr>
            <w:tcW w:w="1548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50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420"/>
        </w:trPr>
        <w:tc>
          <w:tcPr>
            <w:tcW w:w="1548" w:type="dxa"/>
            <w:vMerge w:val="restart"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 w:val="restart"/>
          </w:tcPr>
          <w:p w:rsidR="00382AA1" w:rsidRPr="00AB5694" w:rsidRDefault="00382AA1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AB5694">
              <w:rPr>
                <w:rFonts w:ascii="Arial" w:hAnsi="Arial" w:cs="Arial"/>
                <w:sz w:val="20"/>
                <w:szCs w:val="20"/>
              </w:rPr>
              <w:t>упруг</w:t>
            </w:r>
          </w:p>
        </w:tc>
        <w:tc>
          <w:tcPr>
            <w:tcW w:w="1329" w:type="dxa"/>
            <w:vMerge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AB5694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AB5694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AB569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98"/>
        </w:trPr>
        <w:tc>
          <w:tcPr>
            <w:tcW w:w="1548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AB5694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AB5694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694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793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00"/>
        </w:trPr>
        <w:tc>
          <w:tcPr>
            <w:tcW w:w="1548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Гайсин Анвар Хананович</w:t>
            </w:r>
          </w:p>
        </w:tc>
        <w:tc>
          <w:tcPr>
            <w:tcW w:w="1620" w:type="dxa"/>
            <w:vMerge w:val="restart"/>
          </w:tcPr>
          <w:p w:rsidR="00382AA1" w:rsidRPr="00B45DB3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B45DB3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общеобразова-тельного учреждения Юрминская средняя общеобразова-тельнвая школа</w:t>
            </w:r>
          </w:p>
        </w:tc>
        <w:tc>
          <w:tcPr>
            <w:tcW w:w="1329" w:type="dxa"/>
            <w:vMerge w:val="restart"/>
          </w:tcPr>
          <w:p w:rsidR="00382AA1" w:rsidRPr="00B45DB3" w:rsidRDefault="00382AA1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1321658,08</w:t>
            </w:r>
          </w:p>
          <w:p w:rsidR="00382AA1" w:rsidRPr="00B45DB3" w:rsidRDefault="00382AA1" w:rsidP="00460E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B45DB3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B45DB3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Автомобиль Нива 21213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B45DB3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B45DB3" w:rsidRDefault="00382AA1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45DB3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B45DB3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509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59"/>
        </w:trPr>
        <w:tc>
          <w:tcPr>
            <w:tcW w:w="1548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B45DB3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B45DB3" w:rsidRDefault="00382AA1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45DB3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B45DB3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Автомобиль Фиат Альбева</w:t>
            </w:r>
          </w:p>
        </w:tc>
      </w:tr>
      <w:tr w:rsidR="00382AA1" w:rsidRPr="00DA3C1D">
        <w:trPr>
          <w:trHeight w:val="435"/>
        </w:trPr>
        <w:tc>
          <w:tcPr>
            <w:tcW w:w="1548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B45DB3" w:rsidRDefault="00382AA1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B45DB3" w:rsidRDefault="00382AA1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45DB3" w:rsidRDefault="00382AA1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B45DB3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B45DB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382AA1" w:rsidRPr="00DA3C1D">
        <w:trPr>
          <w:trHeight w:val="330"/>
        </w:trPr>
        <w:tc>
          <w:tcPr>
            <w:tcW w:w="1548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B45DB3" w:rsidRDefault="00382AA1" w:rsidP="005E7459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B45DB3">
              <w:rPr>
                <w:rFonts w:ascii="Arial" w:hAnsi="Arial" w:cs="Arial"/>
                <w:sz w:val="20"/>
                <w:szCs w:val="20"/>
              </w:rPr>
              <w:t>упруга</w:t>
            </w:r>
          </w:p>
        </w:tc>
        <w:tc>
          <w:tcPr>
            <w:tcW w:w="1329" w:type="dxa"/>
            <w:vMerge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B45DB3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B45DB3" w:rsidRDefault="00382AA1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93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B45DB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45"/>
        </w:trPr>
        <w:tc>
          <w:tcPr>
            <w:tcW w:w="1548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B45DB3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B45DB3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DB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231"/>
        </w:trPr>
        <w:tc>
          <w:tcPr>
            <w:tcW w:w="1548" w:type="dxa"/>
            <w:vMerge w:val="restart"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Ахатова Юлия Чахваровна</w:t>
            </w:r>
          </w:p>
        </w:tc>
        <w:tc>
          <w:tcPr>
            <w:tcW w:w="1620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6302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Второвагайская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458467,96</w:t>
            </w:r>
          </w:p>
        </w:tc>
        <w:tc>
          <w:tcPr>
            <w:tcW w:w="1841" w:type="dxa"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793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045A1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045A1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55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91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F6302" w:rsidRDefault="00382AA1" w:rsidP="00D5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1793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515"/>
        </w:trPr>
        <w:tc>
          <w:tcPr>
            <w:tcW w:w="1548" w:type="dxa"/>
            <w:vMerge w:val="restart"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Земельной участок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82AA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Автомобиль ВАЗ-211050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Автомобиль грузовой УАЗ-330302</w:t>
            </w:r>
          </w:p>
        </w:tc>
      </w:tr>
      <w:tr w:rsidR="00382AA1" w:rsidRPr="00DA3C1D">
        <w:trPr>
          <w:trHeight w:val="444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84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Default="00382AA1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8A0F4E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Автомобиль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тойота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corolla</w:t>
            </w:r>
          </w:p>
        </w:tc>
      </w:tr>
      <w:tr w:rsidR="00382AA1" w:rsidRPr="00DA3C1D">
        <w:trPr>
          <w:trHeight w:val="81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49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Комната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Трактор МТЗ-82</w:t>
            </w:r>
          </w:p>
        </w:tc>
      </w:tr>
      <w:tr w:rsidR="00382AA1" w:rsidRPr="00DA3C1D">
        <w:trPr>
          <w:trHeight w:val="498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Моторная лодка Казанка</w:t>
            </w:r>
          </w:p>
        </w:tc>
      </w:tr>
      <w:tr w:rsidR="00382AA1" w:rsidRPr="00DA3C1D">
        <w:trPr>
          <w:trHeight w:val="373"/>
        </w:trPr>
        <w:tc>
          <w:tcPr>
            <w:tcW w:w="1548" w:type="dxa"/>
            <w:vMerge w:val="restart"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Жилое помещение (долевая ½ и 23/100 доли)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62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196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D715C6" w:rsidRDefault="00382AA1" w:rsidP="00D715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1297" w:type="dxa"/>
          </w:tcPr>
          <w:p w:rsidR="00382AA1" w:rsidRPr="000F6302" w:rsidRDefault="00382AA1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 w:val="restart"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Жилое помещение (долевая ½ и 23/100 доли)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09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F6302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49"/>
        </w:trPr>
        <w:tc>
          <w:tcPr>
            <w:tcW w:w="1548" w:type="dxa"/>
            <w:vMerge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D715C6" w:rsidRDefault="00382AA1" w:rsidP="00122EA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1297" w:type="dxa"/>
          </w:tcPr>
          <w:p w:rsidR="00382AA1" w:rsidRPr="000F6302" w:rsidRDefault="00382AA1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382AA1" w:rsidRPr="000F6302" w:rsidRDefault="00382AA1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80"/>
        </w:trPr>
        <w:tc>
          <w:tcPr>
            <w:tcW w:w="1548" w:type="dxa"/>
            <w:vMerge w:val="restart"/>
          </w:tcPr>
          <w:p w:rsidR="00382AA1" w:rsidRPr="000F6302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D715C6" w:rsidRDefault="00382AA1" w:rsidP="00122EA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1297" w:type="dxa"/>
            <w:vMerge w:val="restart"/>
          </w:tcPr>
          <w:p w:rsidR="00382AA1" w:rsidRPr="000F6302" w:rsidRDefault="00382AA1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  <w:vMerge w:val="restart"/>
          </w:tcPr>
          <w:p w:rsidR="00382AA1" w:rsidRPr="000F6302" w:rsidRDefault="00382AA1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382AA1" w:rsidRPr="000F630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F630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95"/>
        </w:trPr>
        <w:tc>
          <w:tcPr>
            <w:tcW w:w="1548" w:type="dxa"/>
            <w:vMerge/>
          </w:tcPr>
          <w:p w:rsidR="00382AA1" w:rsidRPr="00DA3C1D" w:rsidRDefault="00382AA1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0F630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302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91"/>
        </w:trPr>
        <w:tc>
          <w:tcPr>
            <w:tcW w:w="1548" w:type="dxa"/>
            <w:vMerge w:val="restart"/>
          </w:tcPr>
          <w:p w:rsidR="00382AA1" w:rsidRPr="00721D8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Курманалиев Азат Камсуллович</w:t>
            </w:r>
          </w:p>
        </w:tc>
        <w:tc>
          <w:tcPr>
            <w:tcW w:w="1620" w:type="dxa"/>
            <w:vMerge w:val="restart"/>
          </w:tcPr>
          <w:p w:rsidR="00382AA1" w:rsidRPr="00721D8C" w:rsidRDefault="00382AA1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721D8C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общеобразо-вательного учреждения Аксурская </w:t>
            </w:r>
          </w:p>
          <w:p w:rsidR="00382AA1" w:rsidRPr="00721D8C" w:rsidRDefault="00382AA1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721D8C">
              <w:rPr>
                <w:rFonts w:ascii="Arial" w:hAnsi="Arial" w:cs="Arial"/>
                <w:sz w:val="18"/>
                <w:szCs w:val="18"/>
              </w:rPr>
              <w:t>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862996,32</w:t>
            </w:r>
          </w:p>
        </w:tc>
        <w:tc>
          <w:tcPr>
            <w:tcW w:w="1841" w:type="dxa"/>
          </w:tcPr>
          <w:p w:rsidR="00382AA1" w:rsidRPr="00721D8C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793" w:type="dxa"/>
            <w:vMerge w:val="restart"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721D8C">
              <w:rPr>
                <w:rFonts w:ascii="Arial" w:hAnsi="Arial" w:cs="Arial"/>
                <w:sz w:val="20"/>
                <w:szCs w:val="20"/>
                <w:lang w:val="en-US"/>
              </w:rPr>
              <w:t>Chevrolet  aveo</w:t>
            </w:r>
          </w:p>
        </w:tc>
      </w:tr>
      <w:tr w:rsidR="00382AA1" w:rsidRPr="00DA3C1D">
        <w:trPr>
          <w:trHeight w:val="427"/>
        </w:trPr>
        <w:tc>
          <w:tcPr>
            <w:tcW w:w="1548" w:type="dxa"/>
            <w:vMerge/>
          </w:tcPr>
          <w:p w:rsidR="00382AA1" w:rsidRPr="00721D8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721D8C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793" w:type="dxa"/>
            <w:vMerge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13"/>
        </w:trPr>
        <w:tc>
          <w:tcPr>
            <w:tcW w:w="1548" w:type="dxa"/>
            <w:vMerge/>
          </w:tcPr>
          <w:p w:rsidR="00382AA1" w:rsidRPr="00721D8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721D8C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793" w:type="dxa"/>
            <w:vMerge w:val="restart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02"/>
        </w:trPr>
        <w:tc>
          <w:tcPr>
            <w:tcW w:w="1548" w:type="dxa"/>
            <w:vMerge/>
          </w:tcPr>
          <w:p w:rsidR="00382AA1" w:rsidRPr="00721D8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721D8C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57,7</w:t>
            </w:r>
          </w:p>
        </w:tc>
        <w:tc>
          <w:tcPr>
            <w:tcW w:w="1793" w:type="dxa"/>
            <w:vMerge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195"/>
        </w:trPr>
        <w:tc>
          <w:tcPr>
            <w:tcW w:w="1548" w:type="dxa"/>
            <w:vMerge w:val="restart"/>
          </w:tcPr>
          <w:p w:rsidR="00382AA1" w:rsidRPr="00721D8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721D8C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509" w:type="dxa"/>
            <w:vMerge w:val="restart"/>
          </w:tcPr>
          <w:p w:rsidR="00382AA1" w:rsidRPr="00721D8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721D8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249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721D8C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721D8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D8C"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02"/>
        </w:trPr>
        <w:tc>
          <w:tcPr>
            <w:tcW w:w="1548" w:type="dxa"/>
            <w:vMerge w:val="restart"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Таулетбаев Рашид Раисович</w:t>
            </w:r>
          </w:p>
        </w:tc>
        <w:tc>
          <w:tcPr>
            <w:tcW w:w="1620" w:type="dxa"/>
            <w:vMerge w:val="restart"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95547E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Куларовская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1066585,45</w:t>
            </w: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95547E">
              <w:rPr>
                <w:rFonts w:ascii="Arial" w:hAnsi="Arial" w:cs="Arial"/>
                <w:sz w:val="20"/>
                <w:szCs w:val="20"/>
                <w:lang w:val="en-US"/>
              </w:rPr>
              <w:t xml:space="preserve"> TOYOTA  COROLLA</w:t>
            </w:r>
          </w:p>
        </w:tc>
      </w:tr>
      <w:tr w:rsidR="00382AA1" w:rsidRPr="00DA3C1D">
        <w:trPr>
          <w:trHeight w:val="681"/>
        </w:trPr>
        <w:tc>
          <w:tcPr>
            <w:tcW w:w="1548" w:type="dxa"/>
            <w:vMerge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20"/>
        </w:trPr>
        <w:tc>
          <w:tcPr>
            <w:tcW w:w="1548" w:type="dxa"/>
            <w:vMerge w:val="restart"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92"/>
        </w:trPr>
        <w:tc>
          <w:tcPr>
            <w:tcW w:w="1548" w:type="dxa"/>
            <w:vMerge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49"/>
        </w:trPr>
        <w:tc>
          <w:tcPr>
            <w:tcW w:w="1548" w:type="dxa"/>
            <w:vMerge w:val="restart"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95"/>
        </w:trPr>
        <w:tc>
          <w:tcPr>
            <w:tcW w:w="1548" w:type="dxa"/>
            <w:vMerge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5547E" w:rsidRDefault="00382AA1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13"/>
        </w:trPr>
        <w:tc>
          <w:tcPr>
            <w:tcW w:w="1548" w:type="dxa"/>
            <w:vMerge w:val="restart"/>
          </w:tcPr>
          <w:p w:rsidR="00382AA1" w:rsidRPr="0095547E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</w:tc>
        <w:tc>
          <w:tcPr>
            <w:tcW w:w="1329" w:type="dxa"/>
            <w:vMerge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382AA1" w:rsidRPr="0095547E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95547E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231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95547E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95547E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47E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 w:val="restart"/>
          </w:tcPr>
          <w:p w:rsidR="00382AA1" w:rsidRPr="00E26E6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Плесовских Ирина Георгиевна</w:t>
            </w:r>
          </w:p>
        </w:tc>
        <w:tc>
          <w:tcPr>
            <w:tcW w:w="1620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E26E64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Шишкинская средняя общеобразова-</w:t>
            </w:r>
          </w:p>
          <w:p w:rsidR="00382AA1" w:rsidRPr="00E26E6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E26E64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800508,00</w:t>
            </w:r>
          </w:p>
        </w:tc>
        <w:tc>
          <w:tcPr>
            <w:tcW w:w="1841" w:type="dxa"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3220</w:t>
            </w:r>
          </w:p>
        </w:tc>
        <w:tc>
          <w:tcPr>
            <w:tcW w:w="1793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739"/>
        </w:trPr>
        <w:tc>
          <w:tcPr>
            <w:tcW w:w="1548" w:type="dxa"/>
            <w:vMerge/>
          </w:tcPr>
          <w:p w:rsidR="00382AA1" w:rsidRPr="00E26E6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E26E6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144,3</w:t>
            </w:r>
          </w:p>
        </w:tc>
        <w:tc>
          <w:tcPr>
            <w:tcW w:w="1793" w:type="dxa"/>
            <w:vMerge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49"/>
        </w:trPr>
        <w:tc>
          <w:tcPr>
            <w:tcW w:w="1548" w:type="dxa"/>
            <w:vMerge w:val="restart"/>
          </w:tcPr>
          <w:p w:rsidR="00382AA1" w:rsidRPr="00E26E6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144,3</w:t>
            </w:r>
          </w:p>
        </w:tc>
        <w:tc>
          <w:tcPr>
            <w:tcW w:w="1509" w:type="dxa"/>
            <w:vMerge w:val="restart"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6A73A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Renault</w:t>
            </w:r>
            <w:r w:rsidRPr="006A73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Logan</w:t>
            </w:r>
            <w:r w:rsidRPr="006A73AF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sr</w:t>
            </w:r>
            <w:r w:rsidRPr="006A73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82AA1" w:rsidRPr="00DA3C1D">
        <w:trPr>
          <w:trHeight w:val="729"/>
        </w:trPr>
        <w:tc>
          <w:tcPr>
            <w:tcW w:w="1548" w:type="dxa"/>
            <w:vMerge/>
          </w:tcPr>
          <w:p w:rsidR="00382AA1" w:rsidRPr="00E26E6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E26E6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E26E6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26E64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E6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E26E6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3220</w:t>
            </w:r>
          </w:p>
        </w:tc>
        <w:tc>
          <w:tcPr>
            <w:tcW w:w="1509" w:type="dxa"/>
            <w:vMerge/>
          </w:tcPr>
          <w:p w:rsidR="00382AA1" w:rsidRPr="00E26E6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E26E64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 w:val="restart"/>
          </w:tcPr>
          <w:p w:rsidR="00382AA1" w:rsidRPr="008E4A70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 xml:space="preserve">Азисов </w:t>
            </w:r>
          </w:p>
          <w:p w:rsidR="00382AA1" w:rsidRPr="008E4A70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Мансур Сахретдинович</w:t>
            </w:r>
          </w:p>
        </w:tc>
        <w:tc>
          <w:tcPr>
            <w:tcW w:w="1620" w:type="dxa"/>
            <w:vMerge w:val="restart"/>
          </w:tcPr>
          <w:p w:rsidR="00382AA1" w:rsidRPr="008E4A7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E4A70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Шестовская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8E4A70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476841.82</w:t>
            </w:r>
          </w:p>
        </w:tc>
        <w:tc>
          <w:tcPr>
            <w:tcW w:w="1841" w:type="dxa"/>
            <w:vMerge w:val="restart"/>
          </w:tcPr>
          <w:p w:rsidR="00382AA1" w:rsidRPr="008E4A70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97" w:type="dxa"/>
            <w:vMerge w:val="restart"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793" w:type="dxa"/>
            <w:vMerge w:val="restart"/>
          </w:tcPr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8E4A70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8E4A7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8E4A70">
              <w:rPr>
                <w:rFonts w:ascii="Arial" w:hAnsi="Arial" w:cs="Arial"/>
                <w:sz w:val="20"/>
                <w:szCs w:val="20"/>
                <w:lang w:val="en-US"/>
              </w:rPr>
              <w:t>DAEWOO NEXIA</w:t>
            </w:r>
          </w:p>
        </w:tc>
      </w:tr>
      <w:tr w:rsidR="00382AA1" w:rsidRPr="00DA3C1D">
        <w:trPr>
          <w:trHeight w:val="569"/>
        </w:trPr>
        <w:tc>
          <w:tcPr>
            <w:tcW w:w="1548" w:type="dxa"/>
            <w:vMerge/>
          </w:tcPr>
          <w:p w:rsidR="00382AA1" w:rsidRPr="008E4A70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8E4A7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8E4A70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8E4A70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8E4A70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8E4A7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8E4A7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Автомобиль грузовой  УАЗ-3303</w:t>
            </w:r>
          </w:p>
        </w:tc>
      </w:tr>
      <w:tr w:rsidR="00382AA1" w:rsidRPr="00DA3C1D">
        <w:trPr>
          <w:trHeight w:val="489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Земельный участок (наследство)</w:t>
            </w:r>
          </w:p>
        </w:tc>
        <w:tc>
          <w:tcPr>
            <w:tcW w:w="1297" w:type="dxa"/>
          </w:tcPr>
          <w:p w:rsidR="00382AA1" w:rsidRPr="008E4A7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A70">
              <w:rPr>
                <w:rFonts w:ascii="Arial" w:hAnsi="Arial" w:cs="Arial"/>
                <w:sz w:val="20"/>
                <w:szCs w:val="20"/>
              </w:rPr>
              <w:t>4100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889"/>
        </w:trPr>
        <w:tc>
          <w:tcPr>
            <w:tcW w:w="1548" w:type="dxa"/>
          </w:tcPr>
          <w:p w:rsidR="00382AA1" w:rsidRPr="000C76B5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Фиалковская Надежда Константиновна</w:t>
            </w:r>
          </w:p>
        </w:tc>
        <w:tc>
          <w:tcPr>
            <w:tcW w:w="1620" w:type="dxa"/>
          </w:tcPr>
          <w:p w:rsidR="00382AA1" w:rsidRPr="000C76B5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C76B5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Курьинская основная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0C76B5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642041,48</w:t>
            </w:r>
          </w:p>
        </w:tc>
        <w:tc>
          <w:tcPr>
            <w:tcW w:w="1841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0C76B5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C76B5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9" w:type="dxa"/>
          </w:tcPr>
          <w:p w:rsidR="00382AA1" w:rsidRPr="000C76B5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0C76B5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520"/>
        </w:trPr>
        <w:tc>
          <w:tcPr>
            <w:tcW w:w="1548" w:type="dxa"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</w:tcPr>
          <w:p w:rsidR="00382AA1" w:rsidRPr="000C76B5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0C76B5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0C76B5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C76B5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0C76B5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9" w:type="dxa"/>
          </w:tcPr>
          <w:p w:rsidR="00382AA1" w:rsidRPr="000C76B5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0C76B5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6B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73"/>
        </w:trPr>
        <w:tc>
          <w:tcPr>
            <w:tcW w:w="1548" w:type="dxa"/>
            <w:vMerge w:val="restart"/>
          </w:tcPr>
          <w:p w:rsidR="00382AA1" w:rsidRPr="005A1100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Южакова Татьяна Михайловна</w:t>
            </w:r>
          </w:p>
        </w:tc>
        <w:tc>
          <w:tcPr>
            <w:tcW w:w="1620" w:type="dxa"/>
            <w:vMerge w:val="restart"/>
          </w:tcPr>
          <w:p w:rsidR="00382AA1" w:rsidRPr="005A110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A1100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Первомайская средняя общеобразова-</w:t>
            </w:r>
          </w:p>
          <w:p w:rsidR="00382AA1" w:rsidRPr="005A110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A1100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382AA1" w:rsidRPr="005A1100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752764,04</w:t>
            </w:r>
          </w:p>
        </w:tc>
        <w:tc>
          <w:tcPr>
            <w:tcW w:w="1841" w:type="dxa"/>
            <w:vMerge w:val="restart"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10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A1100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10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5A110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10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284"/>
        </w:trPr>
        <w:tc>
          <w:tcPr>
            <w:tcW w:w="1548" w:type="dxa"/>
            <w:vMerge/>
          </w:tcPr>
          <w:p w:rsidR="00382AA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5A110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382AA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A110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853"/>
        </w:trPr>
        <w:tc>
          <w:tcPr>
            <w:tcW w:w="1548" w:type="dxa"/>
            <w:vMerge/>
          </w:tcPr>
          <w:p w:rsidR="00382AA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5A110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382AA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A110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31"/>
        </w:trPr>
        <w:tc>
          <w:tcPr>
            <w:tcW w:w="1548" w:type="dxa"/>
            <w:vMerge/>
          </w:tcPr>
          <w:p w:rsidR="00382AA1" w:rsidRDefault="00382AA1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70037A" w:rsidRDefault="00382AA1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70037A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93" w:type="dxa"/>
            <w:vMerge w:val="restart"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5A1100" w:rsidRDefault="00382AA1" w:rsidP="00FF1FE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5A1100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382AA1" w:rsidRPr="005A110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5A110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ЛАДА 211440</w:t>
            </w:r>
          </w:p>
        </w:tc>
      </w:tr>
      <w:tr w:rsidR="00382AA1" w:rsidRPr="00DA3C1D">
        <w:trPr>
          <w:trHeight w:val="267"/>
        </w:trPr>
        <w:tc>
          <w:tcPr>
            <w:tcW w:w="1548" w:type="dxa"/>
            <w:vMerge/>
          </w:tcPr>
          <w:p w:rsidR="00382AA1" w:rsidRDefault="00382AA1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70037A" w:rsidRDefault="00382AA1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0B23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97" w:type="dxa"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vMerge/>
          </w:tcPr>
          <w:p w:rsidR="00382AA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5A110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A110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44"/>
        </w:trPr>
        <w:tc>
          <w:tcPr>
            <w:tcW w:w="1548" w:type="dxa"/>
            <w:vMerge w:val="restart"/>
            <w:tcBorders>
              <w:top w:val="nil"/>
            </w:tcBorders>
          </w:tcPr>
          <w:p w:rsidR="00382AA1" w:rsidRDefault="00382AA1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2AA1" w:rsidRDefault="00382AA1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2AA1" w:rsidRPr="005338E8" w:rsidRDefault="00382AA1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D94F9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D94F91">
              <w:rPr>
                <w:rFonts w:ascii="Arial" w:hAnsi="Arial" w:cs="Arial"/>
                <w:sz w:val="20"/>
                <w:szCs w:val="20"/>
              </w:rPr>
              <w:t>Несовершен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94F91">
              <w:rPr>
                <w:rFonts w:ascii="Arial" w:hAnsi="Arial" w:cs="Arial"/>
                <w:sz w:val="20"/>
                <w:szCs w:val="20"/>
              </w:rPr>
              <w:t>нолетняя дочь</w:t>
            </w: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5338E8" w:rsidRDefault="00382AA1" w:rsidP="002B7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80"/>
        </w:trPr>
        <w:tc>
          <w:tcPr>
            <w:tcW w:w="1548" w:type="dxa"/>
            <w:vMerge/>
          </w:tcPr>
          <w:p w:rsidR="00382AA1" w:rsidRDefault="00382AA1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94F9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338E8" w:rsidRDefault="00382AA1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D535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/>
          </w:tcPr>
          <w:p w:rsidR="00382AA1" w:rsidRDefault="00382AA1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94F9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338E8" w:rsidRDefault="00382AA1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D535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31"/>
        </w:trPr>
        <w:tc>
          <w:tcPr>
            <w:tcW w:w="1548" w:type="dxa"/>
            <w:vMerge/>
          </w:tcPr>
          <w:p w:rsidR="00382AA1" w:rsidRDefault="00382AA1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5338E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94F91">
              <w:rPr>
                <w:rFonts w:ascii="Arial" w:hAnsi="Arial" w:cs="Arial"/>
                <w:sz w:val="20"/>
                <w:szCs w:val="20"/>
              </w:rPr>
              <w:t>Несовершен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94F91">
              <w:rPr>
                <w:rFonts w:ascii="Arial" w:hAnsi="Arial" w:cs="Arial"/>
                <w:sz w:val="20"/>
                <w:szCs w:val="20"/>
              </w:rPr>
              <w:t>нолетн</w:t>
            </w:r>
            <w:r>
              <w:rPr>
                <w:rFonts w:ascii="Arial" w:hAnsi="Arial" w:cs="Arial"/>
                <w:sz w:val="20"/>
                <w:szCs w:val="20"/>
              </w:rPr>
              <w:t>ий</w:t>
            </w:r>
            <w:r w:rsidRPr="00D94F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5338E8" w:rsidRDefault="00382AA1" w:rsidP="002B7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297" w:type="dxa"/>
            <w:vMerge w:val="restart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FF1FE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5338E8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02"/>
        </w:trPr>
        <w:tc>
          <w:tcPr>
            <w:tcW w:w="1548" w:type="dxa"/>
            <w:vMerge/>
          </w:tcPr>
          <w:p w:rsidR="00382AA1" w:rsidRDefault="00382AA1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94F9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338E8" w:rsidRDefault="00382AA1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5338E8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84"/>
        </w:trPr>
        <w:tc>
          <w:tcPr>
            <w:tcW w:w="1548" w:type="dxa"/>
            <w:vMerge/>
          </w:tcPr>
          <w:p w:rsidR="00382AA1" w:rsidRDefault="00382AA1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94F9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5338E8" w:rsidRDefault="00382AA1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382AA1" w:rsidRPr="005338E8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222"/>
        </w:trPr>
        <w:tc>
          <w:tcPr>
            <w:tcW w:w="1548" w:type="dxa"/>
            <w:vMerge w:val="restart"/>
          </w:tcPr>
          <w:p w:rsidR="00382AA1" w:rsidRDefault="00382AA1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2AA1" w:rsidRDefault="00382AA1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Пальянова Ольга Владимировна</w:t>
            </w:r>
          </w:p>
        </w:tc>
        <w:tc>
          <w:tcPr>
            <w:tcW w:w="1620" w:type="dxa"/>
          </w:tcPr>
          <w:p w:rsidR="00382AA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  <w:p w:rsidR="00382AA1" w:rsidRDefault="00382AA1" w:rsidP="003D1C7E">
            <w:pPr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338E8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общеобразова-тельного учреждения Ушаковская основная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AA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743937,18</w:t>
            </w:r>
          </w:p>
        </w:tc>
        <w:tc>
          <w:tcPr>
            <w:tcW w:w="1841" w:type="dxa"/>
          </w:tcPr>
          <w:p w:rsidR="00382AA1" w:rsidRDefault="00382AA1" w:rsidP="006E53E3">
            <w:pPr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Квартира          (2- комнатная)</w:t>
            </w:r>
          </w:p>
        </w:tc>
        <w:tc>
          <w:tcPr>
            <w:tcW w:w="1297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793" w:type="dxa"/>
          </w:tcPr>
          <w:p w:rsidR="00382AA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382AA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802"/>
        </w:trPr>
        <w:tc>
          <w:tcPr>
            <w:tcW w:w="1548" w:type="dxa"/>
            <w:vMerge/>
          </w:tcPr>
          <w:p w:rsidR="00382AA1" w:rsidRPr="005338E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5338E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5338E8">
              <w:rPr>
                <w:rFonts w:ascii="Arial" w:hAnsi="Arial" w:cs="Arial"/>
                <w:sz w:val="20"/>
                <w:szCs w:val="20"/>
                <w:lang w:val="en-US"/>
              </w:rPr>
              <w:t>Lada Granta</w:t>
            </w:r>
          </w:p>
        </w:tc>
      </w:tr>
      <w:tr w:rsidR="00382AA1" w:rsidRPr="00DA3C1D">
        <w:trPr>
          <w:trHeight w:val="348"/>
        </w:trPr>
        <w:tc>
          <w:tcPr>
            <w:tcW w:w="1548" w:type="dxa"/>
            <w:vMerge/>
          </w:tcPr>
          <w:p w:rsidR="00382AA1" w:rsidRPr="005338E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5338E8" w:rsidRDefault="00382AA1" w:rsidP="00DA367D">
            <w:pPr>
              <w:spacing w:after="0" w:line="240" w:lineRule="auto"/>
              <w:ind w:right="-84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Несовершенно-летний  сын</w:t>
            </w:r>
          </w:p>
          <w:p w:rsidR="00382AA1" w:rsidRPr="005338E8" w:rsidRDefault="00382AA1" w:rsidP="00DA367D">
            <w:pPr>
              <w:spacing w:after="0" w:line="240" w:lineRule="auto"/>
              <w:ind w:right="-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48"/>
        </w:trPr>
        <w:tc>
          <w:tcPr>
            <w:tcW w:w="1548" w:type="dxa"/>
            <w:vMerge/>
          </w:tcPr>
          <w:p w:rsidR="00382AA1" w:rsidRPr="005338E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5338E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  <w:p w:rsidR="00382AA1" w:rsidRPr="005338E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5338E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5338E8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5338E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382AA1" w:rsidRPr="005338E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5338E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8E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80"/>
        </w:trPr>
        <w:tc>
          <w:tcPr>
            <w:tcW w:w="1548" w:type="dxa"/>
            <w:vMerge w:val="restart"/>
          </w:tcPr>
          <w:p w:rsidR="00382AA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 xml:space="preserve">Кузнецова Ольга </w:t>
            </w:r>
          </w:p>
          <w:p w:rsidR="00382AA1" w:rsidRPr="001479E3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Юрьевна</w:t>
            </w:r>
          </w:p>
        </w:tc>
        <w:tc>
          <w:tcPr>
            <w:tcW w:w="1620" w:type="dxa"/>
            <w:vMerge w:val="restart"/>
          </w:tcPr>
          <w:p w:rsidR="00382AA1" w:rsidRPr="001479E3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479E3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Птицкая средняя общеобразова-</w:t>
            </w:r>
          </w:p>
          <w:p w:rsidR="00382AA1" w:rsidRPr="001479E3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479E3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382AA1" w:rsidRPr="001479E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820501,93</w:t>
            </w:r>
          </w:p>
        </w:tc>
        <w:tc>
          <w:tcPr>
            <w:tcW w:w="1841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vMerge w:val="restart"/>
          </w:tcPr>
          <w:p w:rsidR="00382AA1" w:rsidRPr="001479E3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1479E3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1479E3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1479E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98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97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478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1479E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462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 w:val="restart"/>
          </w:tcPr>
          <w:p w:rsidR="00382AA1" w:rsidRPr="00DA3C1D" w:rsidRDefault="00382AA1" w:rsidP="003D1C7E">
            <w:pPr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Копылов Анатолий Вал</w:t>
            </w:r>
            <w:r w:rsidRPr="00A04AD3">
              <w:rPr>
                <w:rFonts w:ascii="Arial" w:hAnsi="Arial" w:cs="Arial"/>
                <w:sz w:val="20"/>
                <w:szCs w:val="20"/>
              </w:rPr>
              <w:t>ентинович</w:t>
            </w:r>
            <w:r>
              <w:rPr>
                <w:rFonts w:ascii="Arial" w:hAnsi="Arial" w:cs="Arial"/>
                <w:sz w:val="20"/>
                <w:szCs w:val="20"/>
              </w:rPr>
              <w:t xml:space="preserve"> (муж)</w:t>
            </w: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 w:val="restart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vMerge w:val="restart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A04AD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A04AD3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</w:rPr>
              <w:t xml:space="preserve"> ДЭУ МАТИС МХ</w:t>
            </w:r>
          </w:p>
        </w:tc>
      </w:tr>
      <w:tr w:rsidR="00382AA1" w:rsidRPr="00DA3C1D">
        <w:trPr>
          <w:trHeight w:val="782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Default="00382AA1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59" w:type="dxa"/>
          </w:tcPr>
          <w:p w:rsidR="00382AA1" w:rsidRPr="001479E3" w:rsidRDefault="00382AA1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9E3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702"/>
        </w:trPr>
        <w:tc>
          <w:tcPr>
            <w:tcW w:w="1548" w:type="dxa"/>
            <w:vMerge w:val="restart"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Евланова Светлана Геннадьевна</w:t>
            </w:r>
          </w:p>
        </w:tc>
        <w:tc>
          <w:tcPr>
            <w:tcW w:w="1620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C06FD1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Дубровинская 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1135630,96</w:t>
            </w:r>
          </w:p>
        </w:tc>
        <w:tc>
          <w:tcPr>
            <w:tcW w:w="1841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907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515"/>
        </w:trPr>
        <w:tc>
          <w:tcPr>
            <w:tcW w:w="1548" w:type="dxa"/>
            <w:vMerge w:val="restart"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Автомобиль легковой ГАЗ-3110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C06FD1">
              <w:rPr>
                <w:rFonts w:ascii="Arial" w:hAnsi="Arial" w:cs="Arial"/>
                <w:sz w:val="20"/>
                <w:szCs w:val="20"/>
                <w:lang w:val="en-US"/>
              </w:rPr>
              <w:t xml:space="preserve"> SAMAND TU 5</w:t>
            </w:r>
          </w:p>
        </w:tc>
      </w:tr>
      <w:tr w:rsidR="00382AA1" w:rsidRPr="00DA3C1D">
        <w:trPr>
          <w:trHeight w:val="213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Земельный участок (1/4 доля)</w:t>
            </w:r>
          </w:p>
        </w:tc>
        <w:tc>
          <w:tcPr>
            <w:tcW w:w="1297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84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160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Квартира (1/4 доля)</w:t>
            </w:r>
          </w:p>
        </w:tc>
        <w:tc>
          <w:tcPr>
            <w:tcW w:w="1297" w:type="dxa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57,75</w:t>
            </w: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44"/>
        </w:trPr>
        <w:tc>
          <w:tcPr>
            <w:tcW w:w="1548" w:type="dxa"/>
            <w:vMerge w:val="restart"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Несовершенно-летний  сын</w:t>
            </w: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543"/>
        </w:trPr>
        <w:tc>
          <w:tcPr>
            <w:tcW w:w="1548" w:type="dxa"/>
            <w:vMerge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44"/>
        </w:trPr>
        <w:tc>
          <w:tcPr>
            <w:tcW w:w="1548" w:type="dxa"/>
            <w:vMerge w:val="restart"/>
          </w:tcPr>
          <w:p w:rsidR="00382AA1" w:rsidRPr="00C06FD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Несовершенно-летний  сын</w:t>
            </w:r>
          </w:p>
        </w:tc>
        <w:tc>
          <w:tcPr>
            <w:tcW w:w="1329" w:type="dxa"/>
            <w:vMerge/>
          </w:tcPr>
          <w:p w:rsidR="00382AA1" w:rsidRPr="00C06FD1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C06FD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C06FD1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382AA1" w:rsidRPr="00C06FD1" w:rsidRDefault="00382AA1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C06FD1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480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C06FD1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6FD1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382AA1" w:rsidRPr="00DA3C1D" w:rsidRDefault="00382AA1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640"/>
        </w:trPr>
        <w:tc>
          <w:tcPr>
            <w:tcW w:w="1548" w:type="dxa"/>
            <w:vMerge w:val="restart"/>
          </w:tcPr>
          <w:p w:rsidR="00382AA1" w:rsidRPr="00A00CD3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 xml:space="preserve">Аликова </w:t>
            </w:r>
          </w:p>
          <w:p w:rsidR="00382AA1" w:rsidRPr="00A00CD3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Райса Абдрахмановна</w:t>
            </w:r>
          </w:p>
        </w:tc>
        <w:tc>
          <w:tcPr>
            <w:tcW w:w="1620" w:type="dxa"/>
            <w:vMerge w:val="restart"/>
          </w:tcPr>
          <w:p w:rsidR="00382AA1" w:rsidRPr="00A00CD3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A00CD3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Зареченская 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A00CD3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811206,99</w:t>
            </w:r>
          </w:p>
        </w:tc>
        <w:tc>
          <w:tcPr>
            <w:tcW w:w="1841" w:type="dxa"/>
          </w:tcPr>
          <w:p w:rsidR="00382AA1" w:rsidRPr="00A00CD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A00CD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  <w:vMerge w:val="restart"/>
          </w:tcPr>
          <w:p w:rsidR="00382AA1" w:rsidRPr="00A00CD3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A00CD3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A00CD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A00CD3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A00CD3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729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A00CD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97" w:type="dxa"/>
          </w:tcPr>
          <w:p w:rsidR="00382AA1" w:rsidRPr="00A00CD3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CD3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427"/>
        </w:trPr>
        <w:tc>
          <w:tcPr>
            <w:tcW w:w="1548" w:type="dxa"/>
            <w:vMerge w:val="restart"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 xml:space="preserve">Ибуков </w:t>
            </w:r>
          </w:p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Вайнер Абдрашитович</w:t>
            </w:r>
          </w:p>
        </w:tc>
        <w:tc>
          <w:tcPr>
            <w:tcW w:w="1620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C75DF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Тукузская</w:t>
            </w:r>
          </w:p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C75DF">
              <w:rPr>
                <w:rFonts w:ascii="Arial" w:hAnsi="Arial" w:cs="Arial"/>
                <w:sz w:val="18"/>
                <w:szCs w:val="18"/>
              </w:rPr>
              <w:t xml:space="preserve">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1316176,73</w:t>
            </w:r>
          </w:p>
        </w:tc>
        <w:tc>
          <w:tcPr>
            <w:tcW w:w="1841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93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786627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1C75DF">
              <w:rPr>
                <w:rFonts w:ascii="Arial" w:hAnsi="Arial" w:cs="Arial"/>
                <w:sz w:val="20"/>
                <w:szCs w:val="20"/>
                <w:lang w:val="en-US"/>
              </w:rPr>
              <w:t>FIAT</w:t>
            </w:r>
            <w:r w:rsidRPr="00786627">
              <w:rPr>
                <w:rFonts w:ascii="Arial" w:hAnsi="Arial" w:cs="Arial"/>
                <w:sz w:val="20"/>
                <w:szCs w:val="20"/>
              </w:rPr>
              <w:t xml:space="preserve"> 178  </w:t>
            </w:r>
            <w:r w:rsidRPr="001C75DF">
              <w:rPr>
                <w:rFonts w:ascii="Arial" w:hAnsi="Arial" w:cs="Arial"/>
                <w:sz w:val="20"/>
                <w:szCs w:val="20"/>
                <w:lang w:val="en-US"/>
              </w:rPr>
              <w:t>CYN</w:t>
            </w:r>
            <w:r w:rsidRPr="00786627">
              <w:rPr>
                <w:rFonts w:ascii="Arial" w:hAnsi="Arial" w:cs="Arial"/>
                <w:sz w:val="20"/>
                <w:szCs w:val="20"/>
              </w:rPr>
              <w:t>1</w:t>
            </w:r>
            <w:r w:rsidRPr="001C75DF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75DF">
              <w:rPr>
                <w:rFonts w:ascii="Arial" w:hAnsi="Arial" w:cs="Arial"/>
                <w:sz w:val="20"/>
                <w:szCs w:val="20"/>
                <w:lang w:val="en-US"/>
              </w:rPr>
              <w:t>ALBEA</w:t>
            </w:r>
          </w:p>
        </w:tc>
      </w:tr>
      <w:tr w:rsidR="00382AA1" w:rsidRPr="00DA3C1D">
        <w:trPr>
          <w:trHeight w:val="409"/>
        </w:trPr>
        <w:tc>
          <w:tcPr>
            <w:tcW w:w="1548" w:type="dxa"/>
            <w:vMerge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793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98"/>
        </w:trPr>
        <w:tc>
          <w:tcPr>
            <w:tcW w:w="1548" w:type="dxa"/>
            <w:vMerge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1793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38"/>
        </w:trPr>
        <w:tc>
          <w:tcPr>
            <w:tcW w:w="1548" w:type="dxa"/>
            <w:vMerge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F7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97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1793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160"/>
        </w:trPr>
        <w:tc>
          <w:tcPr>
            <w:tcW w:w="1548" w:type="dxa"/>
            <w:vMerge w:val="restart"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38"/>
        </w:trPr>
        <w:tc>
          <w:tcPr>
            <w:tcW w:w="1548" w:type="dxa"/>
            <w:vMerge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37"/>
        </w:trPr>
        <w:tc>
          <w:tcPr>
            <w:tcW w:w="1548" w:type="dxa"/>
            <w:vMerge w:val="restart"/>
          </w:tcPr>
          <w:p w:rsidR="00382AA1" w:rsidRPr="001C75DF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1C75DF" w:rsidRDefault="00382AA1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  <w:p w:rsidR="00382AA1" w:rsidRPr="001C75DF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382AA1" w:rsidRPr="001C75DF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382AA1" w:rsidRPr="001C75DF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1C75DF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563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  <w:tcBorders>
              <w:top w:val="nil"/>
            </w:tcBorders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1C75DF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5D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556"/>
        </w:trPr>
        <w:tc>
          <w:tcPr>
            <w:tcW w:w="1548" w:type="dxa"/>
            <w:vMerge w:val="restart"/>
          </w:tcPr>
          <w:p w:rsidR="00382AA1" w:rsidRPr="0060574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Мингалёва Валентина Аркадьевна</w:t>
            </w:r>
          </w:p>
        </w:tc>
        <w:tc>
          <w:tcPr>
            <w:tcW w:w="1620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605742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Иртышская основная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60574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1048373,39</w:t>
            </w:r>
          </w:p>
        </w:tc>
        <w:tc>
          <w:tcPr>
            <w:tcW w:w="1841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605742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60574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714"/>
        </w:trPr>
        <w:tc>
          <w:tcPr>
            <w:tcW w:w="1548" w:type="dxa"/>
            <w:vMerge/>
          </w:tcPr>
          <w:p w:rsidR="00382AA1" w:rsidRPr="0060574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60574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60574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605742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60574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177"/>
        </w:trPr>
        <w:tc>
          <w:tcPr>
            <w:tcW w:w="1548" w:type="dxa"/>
            <w:vMerge w:val="restart"/>
          </w:tcPr>
          <w:p w:rsidR="00382AA1" w:rsidRPr="0060574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60574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605742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60574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60574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605742">
              <w:rPr>
                <w:rFonts w:ascii="Arial" w:hAnsi="Arial" w:cs="Arial"/>
                <w:sz w:val="20"/>
                <w:szCs w:val="20"/>
                <w:lang w:val="en-US"/>
              </w:rPr>
              <w:t>PEHO DUSTER</w:t>
            </w:r>
          </w:p>
        </w:tc>
      </w:tr>
      <w:tr w:rsidR="00382AA1" w:rsidRPr="00DA3C1D">
        <w:trPr>
          <w:trHeight w:val="267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382AA1" w:rsidRPr="0060574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742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46"/>
        </w:trPr>
        <w:tc>
          <w:tcPr>
            <w:tcW w:w="1548" w:type="dxa"/>
          </w:tcPr>
          <w:p w:rsidR="00382AA1" w:rsidRPr="00410946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Сайдашева Нелли Равильевна</w:t>
            </w:r>
          </w:p>
        </w:tc>
        <w:tc>
          <w:tcPr>
            <w:tcW w:w="1620" w:type="dxa"/>
          </w:tcPr>
          <w:p w:rsidR="00382AA1" w:rsidRPr="00410946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410946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 Комсомольская 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41094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596037,63</w:t>
            </w:r>
          </w:p>
        </w:tc>
        <w:tc>
          <w:tcPr>
            <w:tcW w:w="1841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  <w:tc>
          <w:tcPr>
            <w:tcW w:w="1793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410946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410946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46"/>
        </w:trPr>
        <w:tc>
          <w:tcPr>
            <w:tcW w:w="1548" w:type="dxa"/>
          </w:tcPr>
          <w:p w:rsidR="00382AA1" w:rsidRPr="00410946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410946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41094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410946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410946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Автомобиль легковой ВАЗ 21</w:t>
            </w:r>
            <w:r>
              <w:rPr>
                <w:rFonts w:ascii="Arial" w:hAnsi="Arial" w:cs="Arial"/>
                <w:sz w:val="20"/>
                <w:szCs w:val="20"/>
              </w:rPr>
              <w:t>7130</w:t>
            </w:r>
          </w:p>
        </w:tc>
      </w:tr>
      <w:tr w:rsidR="00382AA1" w:rsidRPr="00DA3C1D">
        <w:trPr>
          <w:trHeight w:val="346"/>
        </w:trPr>
        <w:tc>
          <w:tcPr>
            <w:tcW w:w="1548" w:type="dxa"/>
          </w:tcPr>
          <w:p w:rsidR="00382AA1" w:rsidRPr="00410946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410946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  <w:p w:rsidR="00382AA1" w:rsidRPr="00410946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410946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410946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410946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382AA1" w:rsidRPr="00410946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410946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094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551"/>
        </w:trPr>
        <w:tc>
          <w:tcPr>
            <w:tcW w:w="1548" w:type="dxa"/>
            <w:vMerge w:val="restart"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Курманалиева Махиза Мухаметовна</w:t>
            </w:r>
          </w:p>
        </w:tc>
        <w:tc>
          <w:tcPr>
            <w:tcW w:w="1620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934D7A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Казанская</w:t>
            </w:r>
          </w:p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934D7A">
              <w:rPr>
                <w:rFonts w:ascii="Arial" w:hAnsi="Arial" w:cs="Arial"/>
                <w:sz w:val="18"/>
                <w:szCs w:val="18"/>
              </w:rPr>
              <w:t>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722396,20</w:t>
            </w:r>
          </w:p>
        </w:tc>
        <w:tc>
          <w:tcPr>
            <w:tcW w:w="1841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793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934D7A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56"/>
        </w:trPr>
        <w:tc>
          <w:tcPr>
            <w:tcW w:w="1548" w:type="dxa"/>
            <w:vMerge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793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16"/>
        </w:trPr>
        <w:tc>
          <w:tcPr>
            <w:tcW w:w="1548" w:type="dxa"/>
            <w:vMerge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1793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284"/>
        </w:trPr>
        <w:tc>
          <w:tcPr>
            <w:tcW w:w="1548" w:type="dxa"/>
            <w:vMerge w:val="restart"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09" w:type="dxa"/>
            <w:vMerge w:val="restart"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Автомобиль легковой  ВАЗ 210610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09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759"/>
        </w:trPr>
        <w:tc>
          <w:tcPr>
            <w:tcW w:w="1548" w:type="dxa"/>
            <w:vMerge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Автомобиль грузовой  ГАЗ 3309</w:t>
            </w:r>
          </w:p>
        </w:tc>
      </w:tr>
      <w:tr w:rsidR="00382AA1" w:rsidRPr="00DA3C1D">
        <w:trPr>
          <w:trHeight w:val="214"/>
        </w:trPr>
        <w:tc>
          <w:tcPr>
            <w:tcW w:w="1548" w:type="dxa"/>
            <w:vMerge/>
          </w:tcPr>
          <w:p w:rsidR="00382AA1" w:rsidRPr="00934D7A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934D7A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934D7A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934D7A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934D7A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934D7A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D7A">
              <w:rPr>
                <w:rFonts w:ascii="Arial" w:hAnsi="Arial" w:cs="Arial"/>
                <w:sz w:val="20"/>
                <w:szCs w:val="20"/>
              </w:rPr>
              <w:t>Автомобиль грузовой  ГАЗ</w:t>
            </w:r>
            <w:r>
              <w:rPr>
                <w:rFonts w:ascii="Arial" w:hAnsi="Arial" w:cs="Arial"/>
                <w:sz w:val="20"/>
                <w:szCs w:val="20"/>
              </w:rPr>
              <w:t xml:space="preserve"> САЗ</w:t>
            </w:r>
            <w:r w:rsidRPr="00934D7A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>5071</w:t>
            </w:r>
          </w:p>
        </w:tc>
      </w:tr>
      <w:tr w:rsidR="00382AA1" w:rsidRPr="00DA3C1D">
        <w:trPr>
          <w:trHeight w:val="445"/>
        </w:trPr>
        <w:tc>
          <w:tcPr>
            <w:tcW w:w="1548" w:type="dxa"/>
          </w:tcPr>
          <w:p w:rsidR="00382AA1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Шарипов </w:t>
            </w:r>
          </w:p>
          <w:p w:rsidR="00382AA1" w:rsidRPr="00407D60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Данил Марсельевич</w:t>
            </w:r>
          </w:p>
        </w:tc>
        <w:tc>
          <w:tcPr>
            <w:tcW w:w="1620" w:type="dxa"/>
          </w:tcPr>
          <w:p w:rsidR="00382AA1" w:rsidRPr="00407D60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407D60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Абаульская основная общеобразова-тельная школа</w:t>
            </w:r>
          </w:p>
        </w:tc>
        <w:tc>
          <w:tcPr>
            <w:tcW w:w="1329" w:type="dxa"/>
          </w:tcPr>
          <w:p w:rsidR="00382AA1" w:rsidRPr="00407D60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168350,31</w:t>
            </w:r>
          </w:p>
        </w:tc>
        <w:tc>
          <w:tcPr>
            <w:tcW w:w="1841" w:type="dxa"/>
          </w:tcPr>
          <w:p w:rsidR="00382AA1" w:rsidRPr="00407D6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407D6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407D6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407D6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407D60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09" w:type="dxa"/>
          </w:tcPr>
          <w:p w:rsidR="00382AA1" w:rsidRPr="00407D60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407D60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7D6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38"/>
        </w:trPr>
        <w:tc>
          <w:tcPr>
            <w:tcW w:w="1548" w:type="dxa"/>
            <w:vMerge w:val="restart"/>
          </w:tcPr>
          <w:p w:rsidR="00382AA1" w:rsidRPr="00BC55A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Халиуллина Гульсара Жигангировна</w:t>
            </w:r>
          </w:p>
        </w:tc>
        <w:tc>
          <w:tcPr>
            <w:tcW w:w="1620" w:type="dxa"/>
            <w:vMerge w:val="restart"/>
          </w:tcPr>
          <w:p w:rsidR="00382AA1" w:rsidRPr="00BC55A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BC55A2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Бегишевская 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BC55A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597185,49</w:t>
            </w:r>
          </w:p>
        </w:tc>
        <w:tc>
          <w:tcPr>
            <w:tcW w:w="1841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793" w:type="dxa"/>
            <w:vMerge w:val="restart"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BC55A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Автомобиль  грузовой  МАЗ 6303</w:t>
            </w:r>
          </w:p>
        </w:tc>
      </w:tr>
      <w:tr w:rsidR="00382AA1" w:rsidRPr="00DA3C1D">
        <w:trPr>
          <w:trHeight w:val="230"/>
        </w:trPr>
        <w:tc>
          <w:tcPr>
            <w:tcW w:w="1548" w:type="dxa"/>
            <w:vMerge/>
          </w:tcPr>
          <w:p w:rsidR="00382AA1" w:rsidRPr="00BC55A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BC55A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BC55A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vMerge w:val="restart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93" w:type="dxa"/>
            <w:vMerge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BC55A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604"/>
        </w:trPr>
        <w:tc>
          <w:tcPr>
            <w:tcW w:w="1548" w:type="dxa"/>
            <w:vMerge/>
          </w:tcPr>
          <w:p w:rsidR="00382AA1" w:rsidRPr="00BC55A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BC55A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BC55A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BC55A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BC55A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BC55A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Автомобиль  грузовой ГАЗ 32705</w:t>
            </w:r>
          </w:p>
        </w:tc>
      </w:tr>
      <w:tr w:rsidR="00382AA1" w:rsidRPr="00DA3C1D">
        <w:trPr>
          <w:trHeight w:val="284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213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231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382AA1" w:rsidRPr="00BC55A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5A2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356"/>
        </w:trPr>
        <w:tc>
          <w:tcPr>
            <w:tcW w:w="1548" w:type="dxa"/>
            <w:vMerge w:val="restart"/>
          </w:tcPr>
          <w:p w:rsidR="00382AA1" w:rsidRPr="00E92E8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Шевелёва Надежда Михайловна</w:t>
            </w:r>
          </w:p>
        </w:tc>
        <w:tc>
          <w:tcPr>
            <w:tcW w:w="1620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E92E88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Супринская 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E92E8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743392,63</w:t>
            </w:r>
          </w:p>
        </w:tc>
        <w:tc>
          <w:tcPr>
            <w:tcW w:w="1841" w:type="dxa"/>
            <w:vMerge w:val="restart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Комната в общежитии</w:t>
            </w:r>
          </w:p>
        </w:tc>
        <w:tc>
          <w:tcPr>
            <w:tcW w:w="1297" w:type="dxa"/>
            <w:vMerge w:val="restart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1793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509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E92E8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013"/>
        </w:trPr>
        <w:tc>
          <w:tcPr>
            <w:tcW w:w="1548" w:type="dxa"/>
            <w:vMerge/>
          </w:tcPr>
          <w:p w:rsidR="00382AA1" w:rsidRPr="00E92E8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E92E8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E92E8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509" w:type="dxa"/>
            <w:vMerge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E92E8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462"/>
        </w:trPr>
        <w:tc>
          <w:tcPr>
            <w:tcW w:w="1548" w:type="dxa"/>
            <w:vMerge w:val="restart"/>
          </w:tcPr>
          <w:p w:rsidR="00382AA1" w:rsidRPr="00E92E8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E92E8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793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E92E8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Трактор Т-16М</w:t>
            </w:r>
          </w:p>
        </w:tc>
      </w:tr>
      <w:tr w:rsidR="00382AA1" w:rsidRPr="00DA3C1D">
        <w:trPr>
          <w:trHeight w:val="249"/>
        </w:trPr>
        <w:tc>
          <w:tcPr>
            <w:tcW w:w="1548" w:type="dxa"/>
            <w:vMerge/>
          </w:tcPr>
          <w:p w:rsidR="00382AA1" w:rsidRPr="00E92E8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E92E88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E92E8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793" w:type="dxa"/>
            <w:vMerge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E92E88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E92E8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515"/>
        </w:trPr>
        <w:tc>
          <w:tcPr>
            <w:tcW w:w="1548" w:type="dxa"/>
            <w:vMerge w:val="restart"/>
          </w:tcPr>
          <w:p w:rsidR="00382AA1" w:rsidRPr="00E92E88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E92E88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</w:tc>
        <w:tc>
          <w:tcPr>
            <w:tcW w:w="1329" w:type="dxa"/>
            <w:vMerge/>
          </w:tcPr>
          <w:p w:rsidR="00382AA1" w:rsidRPr="00E92E88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509" w:type="dxa"/>
            <w:vMerge w:val="restart"/>
          </w:tcPr>
          <w:p w:rsidR="00382AA1" w:rsidRPr="00E92E88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E92E88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391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E92E88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E88"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505"/>
        </w:trPr>
        <w:tc>
          <w:tcPr>
            <w:tcW w:w="1548" w:type="dxa"/>
            <w:vMerge w:val="restart"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Копылова</w:t>
            </w:r>
          </w:p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 xml:space="preserve"> Нина </w:t>
            </w:r>
          </w:p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Ивановна</w:t>
            </w:r>
          </w:p>
        </w:tc>
        <w:tc>
          <w:tcPr>
            <w:tcW w:w="1620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A3C1D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общеобразо-вательного учреждения Вагайская </w:t>
            </w:r>
          </w:p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A3C1D">
              <w:rPr>
                <w:rFonts w:ascii="Arial" w:hAnsi="Arial" w:cs="Arial"/>
                <w:sz w:val="18"/>
                <w:szCs w:val="18"/>
              </w:rPr>
              <w:t>средняя общеобразова- тельная школа</w:t>
            </w:r>
          </w:p>
        </w:tc>
        <w:tc>
          <w:tcPr>
            <w:tcW w:w="1329" w:type="dxa"/>
            <w:vMerge w:val="restart"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979904</w:t>
            </w:r>
          </w:p>
        </w:tc>
        <w:tc>
          <w:tcPr>
            <w:tcW w:w="1841" w:type="dxa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  <w:tc>
          <w:tcPr>
            <w:tcW w:w="1793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836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91"/>
        </w:trPr>
        <w:tc>
          <w:tcPr>
            <w:tcW w:w="1548" w:type="dxa"/>
            <w:vMerge w:val="restart"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DA3C1D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</w:p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3C1D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382AA1" w:rsidRPr="00DA3C1D">
        <w:trPr>
          <w:trHeight w:val="782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509" w:type="dxa"/>
          </w:tcPr>
          <w:p w:rsidR="00382AA1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516"/>
        </w:trPr>
        <w:tc>
          <w:tcPr>
            <w:tcW w:w="1548" w:type="dxa"/>
            <w:vMerge w:val="restart"/>
          </w:tcPr>
          <w:p w:rsidR="00382AA1" w:rsidRPr="00CB2567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Камалова Шарибчамал Муташовна</w:t>
            </w:r>
          </w:p>
        </w:tc>
        <w:tc>
          <w:tcPr>
            <w:tcW w:w="1620" w:type="dxa"/>
            <w:vMerge w:val="restart"/>
          </w:tcPr>
          <w:p w:rsidR="00382AA1" w:rsidRPr="00CB2567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CB2567">
              <w:rPr>
                <w:rFonts w:ascii="Arial" w:hAnsi="Arial" w:cs="Arial"/>
                <w:sz w:val="18"/>
                <w:szCs w:val="18"/>
              </w:rPr>
              <w:t>Директор муниципального казенного специального (коррекционного) образовательного   учреждения  для обучающихся , воспитанников с ограниченными возможностями здоровья Зареченская специальная (коррекционная) школа-интернат</w:t>
            </w:r>
          </w:p>
        </w:tc>
        <w:tc>
          <w:tcPr>
            <w:tcW w:w="1329" w:type="dxa"/>
            <w:vMerge w:val="restart"/>
          </w:tcPr>
          <w:p w:rsidR="00382AA1" w:rsidRPr="00CB2567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980380,05</w:t>
            </w:r>
          </w:p>
        </w:tc>
        <w:tc>
          <w:tcPr>
            <w:tcW w:w="1841" w:type="dxa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793" w:type="dxa"/>
          </w:tcPr>
          <w:p w:rsidR="00382AA1" w:rsidRPr="00CB2567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CB2567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CB2567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853"/>
        </w:trPr>
        <w:tc>
          <w:tcPr>
            <w:tcW w:w="1548" w:type="dxa"/>
            <w:vMerge/>
          </w:tcPr>
          <w:p w:rsidR="00382AA1" w:rsidRPr="00CB2567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CB2567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CB2567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CB2567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CB2567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DA3C1D">
        <w:trPr>
          <w:trHeight w:val="338"/>
        </w:trPr>
        <w:tc>
          <w:tcPr>
            <w:tcW w:w="1548" w:type="dxa"/>
            <w:vMerge w:val="restart"/>
          </w:tcPr>
          <w:p w:rsidR="00382AA1" w:rsidRPr="00CB2567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CB2567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CB2567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82AA1" w:rsidRPr="00CB2567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82AA1" w:rsidRPr="00CB2567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382AA1" w:rsidRPr="00CB2567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CB2567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Автомобиль грузовой  ГАЗ 2705</w:t>
            </w:r>
          </w:p>
        </w:tc>
      </w:tr>
      <w:tr w:rsidR="00382AA1" w:rsidRPr="00DA3C1D">
        <w:trPr>
          <w:trHeight w:val="641"/>
        </w:trPr>
        <w:tc>
          <w:tcPr>
            <w:tcW w:w="1548" w:type="dxa"/>
            <w:vMerge/>
          </w:tcPr>
          <w:p w:rsidR="00382AA1" w:rsidRPr="00DA3C1D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20" w:type="dxa"/>
            <w:vMerge/>
          </w:tcPr>
          <w:p w:rsidR="00382AA1" w:rsidRPr="00DA3C1D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vMerge/>
          </w:tcPr>
          <w:p w:rsidR="00382AA1" w:rsidRPr="00DA3C1D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  <w:vMerge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97" w:type="dxa"/>
            <w:vMerge/>
          </w:tcPr>
          <w:p w:rsidR="00382AA1" w:rsidRPr="00DA3C1D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93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841" w:type="dxa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382AA1" w:rsidRPr="00CB2567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567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509" w:type="dxa"/>
            <w:vMerge/>
          </w:tcPr>
          <w:p w:rsidR="00382AA1" w:rsidRPr="00DA3C1D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911" w:type="dxa"/>
            <w:vMerge/>
          </w:tcPr>
          <w:p w:rsidR="00382AA1" w:rsidRPr="00DA3C1D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382AA1" w:rsidRPr="00DA3C1D">
        <w:trPr>
          <w:trHeight w:val="178"/>
        </w:trPr>
        <w:tc>
          <w:tcPr>
            <w:tcW w:w="1548" w:type="dxa"/>
          </w:tcPr>
          <w:p w:rsidR="00382AA1" w:rsidRPr="00151C9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Залилова Лариса Дмитриевна</w:t>
            </w:r>
          </w:p>
        </w:tc>
        <w:tc>
          <w:tcPr>
            <w:tcW w:w="1620" w:type="dxa"/>
          </w:tcPr>
          <w:p w:rsidR="00382AA1" w:rsidRPr="00151C9C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51C9C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дошкольного образовательного </w:t>
            </w:r>
          </w:p>
          <w:p w:rsidR="00382AA1" w:rsidRPr="00151C9C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51C9C">
              <w:rPr>
                <w:rFonts w:ascii="Arial" w:hAnsi="Arial" w:cs="Arial"/>
                <w:sz w:val="18"/>
                <w:szCs w:val="18"/>
              </w:rPr>
              <w:t>учреждения   Вагайский детский сад «Колосок»</w:t>
            </w:r>
          </w:p>
        </w:tc>
        <w:tc>
          <w:tcPr>
            <w:tcW w:w="1329" w:type="dxa"/>
            <w:vMerge w:val="restart"/>
          </w:tcPr>
          <w:p w:rsidR="00382AA1" w:rsidRPr="00151C9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715957.23</w:t>
            </w:r>
          </w:p>
        </w:tc>
        <w:tc>
          <w:tcPr>
            <w:tcW w:w="1841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151C9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51C9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151C9C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09" w:type="dxa"/>
          </w:tcPr>
          <w:p w:rsidR="00382AA1" w:rsidRPr="00151C9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151C9C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78"/>
        </w:trPr>
        <w:tc>
          <w:tcPr>
            <w:tcW w:w="1548" w:type="dxa"/>
          </w:tcPr>
          <w:p w:rsidR="00382AA1" w:rsidRPr="00151C9C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151C9C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151C9C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151C9C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151C9C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09" w:type="dxa"/>
          </w:tcPr>
          <w:p w:rsidR="00382AA1" w:rsidRPr="00151C9C" w:rsidRDefault="00382AA1" w:rsidP="006D4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151C9C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C9C">
              <w:rPr>
                <w:rFonts w:ascii="Arial" w:hAnsi="Arial" w:cs="Arial"/>
                <w:sz w:val="20"/>
                <w:szCs w:val="20"/>
              </w:rPr>
              <w:t>Автомобиль легковой ВАЗ 21053</w:t>
            </w:r>
          </w:p>
        </w:tc>
      </w:tr>
      <w:tr w:rsidR="00382AA1" w:rsidRPr="00DA3C1D">
        <w:trPr>
          <w:trHeight w:val="178"/>
        </w:trPr>
        <w:tc>
          <w:tcPr>
            <w:tcW w:w="1548" w:type="dxa"/>
          </w:tcPr>
          <w:p w:rsidR="00382AA1" w:rsidRPr="003A03A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Шустовских Надежда Александровна</w:t>
            </w:r>
          </w:p>
        </w:tc>
        <w:tc>
          <w:tcPr>
            <w:tcW w:w="1620" w:type="dxa"/>
          </w:tcPr>
          <w:p w:rsidR="00382AA1" w:rsidRPr="003A03A4" w:rsidRDefault="00382AA1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3A03A4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дошкольного образовательного </w:t>
            </w:r>
          </w:p>
          <w:p w:rsidR="00382AA1" w:rsidRPr="003A03A4" w:rsidRDefault="00382AA1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3A03A4">
              <w:rPr>
                <w:rFonts w:ascii="Arial" w:hAnsi="Arial" w:cs="Arial"/>
                <w:sz w:val="18"/>
                <w:szCs w:val="18"/>
              </w:rPr>
              <w:t xml:space="preserve">учреждения Вагайский </w:t>
            </w:r>
          </w:p>
          <w:p w:rsidR="00382AA1" w:rsidRPr="003A03A4" w:rsidRDefault="00382AA1" w:rsidP="00234F4C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18"/>
                <w:szCs w:val="18"/>
              </w:rPr>
              <w:t>детский сад «Родничок»</w:t>
            </w:r>
          </w:p>
        </w:tc>
        <w:tc>
          <w:tcPr>
            <w:tcW w:w="1329" w:type="dxa"/>
            <w:vMerge w:val="restart"/>
          </w:tcPr>
          <w:p w:rsidR="00382AA1" w:rsidRPr="003A03A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955037.85</w:t>
            </w:r>
          </w:p>
        </w:tc>
        <w:tc>
          <w:tcPr>
            <w:tcW w:w="1841" w:type="dxa"/>
          </w:tcPr>
          <w:p w:rsidR="00382AA1" w:rsidRPr="003A03A4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382AA1" w:rsidRPr="003A03A4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382AA1" w:rsidRPr="003A03A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3A03A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82AA1" w:rsidRPr="003A03A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1509" w:type="dxa"/>
          </w:tcPr>
          <w:p w:rsidR="00382AA1" w:rsidRPr="003A03A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382AA1" w:rsidRPr="003A03A4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DA3C1D">
        <w:trPr>
          <w:trHeight w:val="178"/>
        </w:trPr>
        <w:tc>
          <w:tcPr>
            <w:tcW w:w="1548" w:type="dxa"/>
          </w:tcPr>
          <w:p w:rsidR="00382AA1" w:rsidRPr="003A03A4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2AA1" w:rsidRPr="003A03A4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3A03A4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3A03A4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82AA1" w:rsidRPr="003A03A4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1793" w:type="dxa"/>
          </w:tcPr>
          <w:p w:rsidR="00382AA1" w:rsidRPr="003A03A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3A03A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</w:tcPr>
          <w:p w:rsidR="00382AA1" w:rsidRPr="003A03A4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</w:tcPr>
          <w:p w:rsidR="00382AA1" w:rsidRPr="003A03A4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382AA1" w:rsidRPr="003A03A4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3A4">
              <w:rPr>
                <w:rFonts w:ascii="Arial" w:hAnsi="Arial" w:cs="Arial"/>
                <w:sz w:val="20"/>
                <w:szCs w:val="20"/>
              </w:rPr>
              <w:t>Автомобиль грузовой УАЗ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фермер</w:t>
            </w:r>
          </w:p>
        </w:tc>
      </w:tr>
      <w:tr w:rsidR="00382AA1" w:rsidRPr="00086F22">
        <w:trPr>
          <w:trHeight w:val="409"/>
        </w:trPr>
        <w:tc>
          <w:tcPr>
            <w:tcW w:w="1548" w:type="dxa"/>
            <w:vMerge w:val="restart"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Баширова Любовь Михайловна</w:t>
            </w:r>
          </w:p>
        </w:tc>
        <w:tc>
          <w:tcPr>
            <w:tcW w:w="1620" w:type="dxa"/>
            <w:vMerge w:val="restart"/>
          </w:tcPr>
          <w:p w:rsidR="00382AA1" w:rsidRPr="00086F22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86F22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Осиновская средняя общеобразова-тельная школа</w:t>
            </w:r>
          </w:p>
        </w:tc>
        <w:tc>
          <w:tcPr>
            <w:tcW w:w="1329" w:type="dxa"/>
            <w:vMerge w:val="restart"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1238760,82</w:t>
            </w:r>
          </w:p>
        </w:tc>
        <w:tc>
          <w:tcPr>
            <w:tcW w:w="1841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086F22">
        <w:trPr>
          <w:trHeight w:val="302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764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480"/>
        </w:trPr>
        <w:tc>
          <w:tcPr>
            <w:tcW w:w="1548" w:type="dxa"/>
            <w:vMerge w:val="restart"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793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Автомобиль легковой рено дастер</w:t>
            </w:r>
          </w:p>
        </w:tc>
      </w:tr>
      <w:tr w:rsidR="00382AA1" w:rsidRPr="00086F22">
        <w:trPr>
          <w:trHeight w:val="230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640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249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320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551"/>
        </w:trPr>
        <w:tc>
          <w:tcPr>
            <w:tcW w:w="1548" w:type="dxa"/>
            <w:vMerge w:val="restart"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Несовершенно-летний  сын</w:t>
            </w: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086F22">
        <w:trPr>
          <w:trHeight w:val="427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86F22" w:rsidRDefault="00382AA1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249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586"/>
        </w:trPr>
        <w:tc>
          <w:tcPr>
            <w:tcW w:w="1548" w:type="dxa"/>
            <w:vMerge w:val="restart"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Несовершенно-летняя  дочь</w:t>
            </w: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82AA1" w:rsidRPr="00086F22">
        <w:trPr>
          <w:trHeight w:val="392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AA1" w:rsidRPr="00086F22">
        <w:trPr>
          <w:trHeight w:val="213"/>
        </w:trPr>
        <w:tc>
          <w:tcPr>
            <w:tcW w:w="1548" w:type="dxa"/>
            <w:vMerge/>
          </w:tcPr>
          <w:p w:rsidR="00382AA1" w:rsidRPr="00086F22" w:rsidRDefault="00382AA1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82AA1" w:rsidRPr="00086F22" w:rsidRDefault="00382AA1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82AA1" w:rsidRPr="00086F22" w:rsidRDefault="00382AA1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382AA1" w:rsidRPr="00086F22" w:rsidRDefault="00382AA1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F22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82AA1" w:rsidRPr="00086F22" w:rsidRDefault="00382AA1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82AA1" w:rsidRPr="00086F22" w:rsidRDefault="00382AA1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82AA1" w:rsidRPr="00086F22" w:rsidRDefault="00382AA1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AA1" w:rsidRDefault="00382AA1" w:rsidP="00FA57CF">
      <w:pPr>
        <w:jc w:val="center"/>
        <w:rPr>
          <w:rFonts w:ascii="Arial" w:hAnsi="Arial" w:cs="Arial"/>
          <w:sz w:val="24"/>
          <w:szCs w:val="24"/>
        </w:rPr>
      </w:pPr>
    </w:p>
    <w:p w:rsidR="00382AA1" w:rsidRDefault="00382AA1" w:rsidP="00FA57CF">
      <w:pPr>
        <w:jc w:val="center"/>
        <w:rPr>
          <w:rFonts w:ascii="Arial" w:hAnsi="Arial" w:cs="Arial"/>
          <w:sz w:val="24"/>
          <w:szCs w:val="24"/>
        </w:rPr>
      </w:pPr>
    </w:p>
    <w:p w:rsidR="00382AA1" w:rsidRDefault="00382AA1" w:rsidP="00FA57CF">
      <w:pPr>
        <w:jc w:val="center"/>
        <w:rPr>
          <w:rFonts w:ascii="Arial" w:hAnsi="Arial" w:cs="Arial"/>
          <w:sz w:val="24"/>
          <w:szCs w:val="24"/>
        </w:rPr>
      </w:pPr>
    </w:p>
    <w:p w:rsidR="00382AA1" w:rsidRDefault="00382AA1" w:rsidP="00FA57CF">
      <w:pPr>
        <w:jc w:val="center"/>
        <w:rPr>
          <w:rFonts w:ascii="Arial" w:hAnsi="Arial" w:cs="Arial"/>
          <w:sz w:val="24"/>
          <w:szCs w:val="24"/>
        </w:rPr>
      </w:pPr>
    </w:p>
    <w:p w:rsidR="00382AA1" w:rsidRPr="005F7872" w:rsidRDefault="00382AA1" w:rsidP="00FA57CF">
      <w:pPr>
        <w:jc w:val="center"/>
        <w:rPr>
          <w:rFonts w:ascii="Arial" w:hAnsi="Arial" w:cs="Arial"/>
          <w:sz w:val="24"/>
          <w:szCs w:val="24"/>
        </w:rPr>
      </w:pPr>
    </w:p>
    <w:sectPr w:rsidR="00382AA1" w:rsidRPr="005F7872" w:rsidSect="007E4CC2">
      <w:pgSz w:w="16838" w:h="11906" w:orient="landscape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3571A"/>
    <w:rsid w:val="00036ABC"/>
    <w:rsid w:val="0004105F"/>
    <w:rsid w:val="00042A32"/>
    <w:rsid w:val="000448DD"/>
    <w:rsid w:val="00045A17"/>
    <w:rsid w:val="00046C61"/>
    <w:rsid w:val="00052C7F"/>
    <w:rsid w:val="000553E0"/>
    <w:rsid w:val="00055E1B"/>
    <w:rsid w:val="00060EB8"/>
    <w:rsid w:val="00061609"/>
    <w:rsid w:val="0006349C"/>
    <w:rsid w:val="000645F1"/>
    <w:rsid w:val="00065C39"/>
    <w:rsid w:val="00073E18"/>
    <w:rsid w:val="00081AAF"/>
    <w:rsid w:val="000831D6"/>
    <w:rsid w:val="000833E4"/>
    <w:rsid w:val="00083BC4"/>
    <w:rsid w:val="00086F22"/>
    <w:rsid w:val="00092EFA"/>
    <w:rsid w:val="0009323E"/>
    <w:rsid w:val="0009351C"/>
    <w:rsid w:val="00096163"/>
    <w:rsid w:val="000B1E73"/>
    <w:rsid w:val="000B239E"/>
    <w:rsid w:val="000B32A4"/>
    <w:rsid w:val="000B710C"/>
    <w:rsid w:val="000B758D"/>
    <w:rsid w:val="000B795E"/>
    <w:rsid w:val="000B7C43"/>
    <w:rsid w:val="000C204F"/>
    <w:rsid w:val="000C4218"/>
    <w:rsid w:val="000C76B5"/>
    <w:rsid w:val="000D5C53"/>
    <w:rsid w:val="000E0201"/>
    <w:rsid w:val="000E20A5"/>
    <w:rsid w:val="000E537E"/>
    <w:rsid w:val="000E5CBC"/>
    <w:rsid w:val="000F0EEC"/>
    <w:rsid w:val="000F1843"/>
    <w:rsid w:val="000F2DF5"/>
    <w:rsid w:val="000F3102"/>
    <w:rsid w:val="000F5456"/>
    <w:rsid w:val="000F6302"/>
    <w:rsid w:val="000F6AE3"/>
    <w:rsid w:val="001013EF"/>
    <w:rsid w:val="00105964"/>
    <w:rsid w:val="001139AA"/>
    <w:rsid w:val="00116722"/>
    <w:rsid w:val="00122B70"/>
    <w:rsid w:val="00122EA9"/>
    <w:rsid w:val="0012709D"/>
    <w:rsid w:val="00127592"/>
    <w:rsid w:val="00130C03"/>
    <w:rsid w:val="001337C7"/>
    <w:rsid w:val="00133899"/>
    <w:rsid w:val="00135ECC"/>
    <w:rsid w:val="00140C3B"/>
    <w:rsid w:val="0014169B"/>
    <w:rsid w:val="00143882"/>
    <w:rsid w:val="001479E3"/>
    <w:rsid w:val="00147A7B"/>
    <w:rsid w:val="00151B47"/>
    <w:rsid w:val="00151C9C"/>
    <w:rsid w:val="001551FC"/>
    <w:rsid w:val="001552DF"/>
    <w:rsid w:val="001607A0"/>
    <w:rsid w:val="00161FB1"/>
    <w:rsid w:val="00163CAF"/>
    <w:rsid w:val="00166EF7"/>
    <w:rsid w:val="00173DF6"/>
    <w:rsid w:val="00176306"/>
    <w:rsid w:val="0017652F"/>
    <w:rsid w:val="00180763"/>
    <w:rsid w:val="00183570"/>
    <w:rsid w:val="001839DD"/>
    <w:rsid w:val="0019036C"/>
    <w:rsid w:val="001930C0"/>
    <w:rsid w:val="001A2C0D"/>
    <w:rsid w:val="001A3724"/>
    <w:rsid w:val="001A4F55"/>
    <w:rsid w:val="001A6EFA"/>
    <w:rsid w:val="001A7A0D"/>
    <w:rsid w:val="001B074B"/>
    <w:rsid w:val="001B53D8"/>
    <w:rsid w:val="001C1A63"/>
    <w:rsid w:val="001C5170"/>
    <w:rsid w:val="001C6BFB"/>
    <w:rsid w:val="001C75DF"/>
    <w:rsid w:val="001D00D5"/>
    <w:rsid w:val="001D1357"/>
    <w:rsid w:val="001E13FA"/>
    <w:rsid w:val="001E290A"/>
    <w:rsid w:val="001E3EAC"/>
    <w:rsid w:val="001E5B22"/>
    <w:rsid w:val="001E5D37"/>
    <w:rsid w:val="001E663A"/>
    <w:rsid w:val="001E66DB"/>
    <w:rsid w:val="001E6A80"/>
    <w:rsid w:val="001E6C32"/>
    <w:rsid w:val="001F06FC"/>
    <w:rsid w:val="001F2339"/>
    <w:rsid w:val="001F3023"/>
    <w:rsid w:val="001F3857"/>
    <w:rsid w:val="001F6646"/>
    <w:rsid w:val="001F7A09"/>
    <w:rsid w:val="00201168"/>
    <w:rsid w:val="002069CE"/>
    <w:rsid w:val="00212A84"/>
    <w:rsid w:val="002164B1"/>
    <w:rsid w:val="00224558"/>
    <w:rsid w:val="002265FB"/>
    <w:rsid w:val="00231A27"/>
    <w:rsid w:val="00233026"/>
    <w:rsid w:val="00233B24"/>
    <w:rsid w:val="00234F4C"/>
    <w:rsid w:val="00235547"/>
    <w:rsid w:val="002364C3"/>
    <w:rsid w:val="002365CD"/>
    <w:rsid w:val="00236FB1"/>
    <w:rsid w:val="002426C2"/>
    <w:rsid w:val="002448AB"/>
    <w:rsid w:val="00244F43"/>
    <w:rsid w:val="0024772B"/>
    <w:rsid w:val="0025418D"/>
    <w:rsid w:val="0026360A"/>
    <w:rsid w:val="00263A5F"/>
    <w:rsid w:val="00267A4F"/>
    <w:rsid w:val="002721FE"/>
    <w:rsid w:val="0027240E"/>
    <w:rsid w:val="00275E70"/>
    <w:rsid w:val="00277E09"/>
    <w:rsid w:val="00281BDA"/>
    <w:rsid w:val="0028574D"/>
    <w:rsid w:val="00286DF6"/>
    <w:rsid w:val="00286E91"/>
    <w:rsid w:val="00287F9D"/>
    <w:rsid w:val="0029025E"/>
    <w:rsid w:val="00295D6F"/>
    <w:rsid w:val="00296712"/>
    <w:rsid w:val="002A3236"/>
    <w:rsid w:val="002A3797"/>
    <w:rsid w:val="002B4360"/>
    <w:rsid w:val="002B664B"/>
    <w:rsid w:val="002B748E"/>
    <w:rsid w:val="002B7DE5"/>
    <w:rsid w:val="002C5859"/>
    <w:rsid w:val="002C6585"/>
    <w:rsid w:val="002C7FE2"/>
    <w:rsid w:val="002D1E44"/>
    <w:rsid w:val="002D2C33"/>
    <w:rsid w:val="002D778F"/>
    <w:rsid w:val="002F4075"/>
    <w:rsid w:val="002F53C4"/>
    <w:rsid w:val="00300AC1"/>
    <w:rsid w:val="003010AB"/>
    <w:rsid w:val="00301863"/>
    <w:rsid w:val="00303B3F"/>
    <w:rsid w:val="003127A2"/>
    <w:rsid w:val="003131F4"/>
    <w:rsid w:val="00315E67"/>
    <w:rsid w:val="003173A9"/>
    <w:rsid w:val="0031790C"/>
    <w:rsid w:val="003208FA"/>
    <w:rsid w:val="00330C3E"/>
    <w:rsid w:val="00333232"/>
    <w:rsid w:val="00334A3F"/>
    <w:rsid w:val="003371C1"/>
    <w:rsid w:val="0033785B"/>
    <w:rsid w:val="00341888"/>
    <w:rsid w:val="00343046"/>
    <w:rsid w:val="00345F9C"/>
    <w:rsid w:val="00352289"/>
    <w:rsid w:val="00352CE6"/>
    <w:rsid w:val="00353FB0"/>
    <w:rsid w:val="0036117B"/>
    <w:rsid w:val="00361A91"/>
    <w:rsid w:val="003633F3"/>
    <w:rsid w:val="00370E94"/>
    <w:rsid w:val="00380C47"/>
    <w:rsid w:val="00381136"/>
    <w:rsid w:val="003815D9"/>
    <w:rsid w:val="00381806"/>
    <w:rsid w:val="00381A06"/>
    <w:rsid w:val="00382AA1"/>
    <w:rsid w:val="00386B1E"/>
    <w:rsid w:val="00387D79"/>
    <w:rsid w:val="0039461B"/>
    <w:rsid w:val="00394D25"/>
    <w:rsid w:val="003A03A4"/>
    <w:rsid w:val="003A0785"/>
    <w:rsid w:val="003A18A7"/>
    <w:rsid w:val="003A75B2"/>
    <w:rsid w:val="003B459E"/>
    <w:rsid w:val="003C14C3"/>
    <w:rsid w:val="003C30A0"/>
    <w:rsid w:val="003C33C4"/>
    <w:rsid w:val="003C4004"/>
    <w:rsid w:val="003C425D"/>
    <w:rsid w:val="003C5150"/>
    <w:rsid w:val="003C5B85"/>
    <w:rsid w:val="003C676E"/>
    <w:rsid w:val="003D1C7E"/>
    <w:rsid w:val="003D5AB6"/>
    <w:rsid w:val="003D5AEA"/>
    <w:rsid w:val="003E2453"/>
    <w:rsid w:val="003E289F"/>
    <w:rsid w:val="003E36E9"/>
    <w:rsid w:val="003E62E1"/>
    <w:rsid w:val="003F03BE"/>
    <w:rsid w:val="003F1B76"/>
    <w:rsid w:val="003F3E78"/>
    <w:rsid w:val="003F4D35"/>
    <w:rsid w:val="0040122B"/>
    <w:rsid w:val="004014C6"/>
    <w:rsid w:val="0040380A"/>
    <w:rsid w:val="00404D66"/>
    <w:rsid w:val="0040600F"/>
    <w:rsid w:val="00407D60"/>
    <w:rsid w:val="00410946"/>
    <w:rsid w:val="00410AD8"/>
    <w:rsid w:val="0041138C"/>
    <w:rsid w:val="00421147"/>
    <w:rsid w:val="0042231B"/>
    <w:rsid w:val="00422C29"/>
    <w:rsid w:val="004251F7"/>
    <w:rsid w:val="00425374"/>
    <w:rsid w:val="0043016E"/>
    <w:rsid w:val="00432F6D"/>
    <w:rsid w:val="00434358"/>
    <w:rsid w:val="00434687"/>
    <w:rsid w:val="00434E8E"/>
    <w:rsid w:val="00435898"/>
    <w:rsid w:val="00436FA2"/>
    <w:rsid w:val="00441A56"/>
    <w:rsid w:val="00450A3F"/>
    <w:rsid w:val="00451516"/>
    <w:rsid w:val="00454444"/>
    <w:rsid w:val="00455B55"/>
    <w:rsid w:val="004560BB"/>
    <w:rsid w:val="00460E16"/>
    <w:rsid w:val="00463DBE"/>
    <w:rsid w:val="00464531"/>
    <w:rsid w:val="004668F2"/>
    <w:rsid w:val="00480AE5"/>
    <w:rsid w:val="00486489"/>
    <w:rsid w:val="00487B73"/>
    <w:rsid w:val="004909C1"/>
    <w:rsid w:val="0049362F"/>
    <w:rsid w:val="00495A7D"/>
    <w:rsid w:val="004A36BB"/>
    <w:rsid w:val="004A640E"/>
    <w:rsid w:val="004A647C"/>
    <w:rsid w:val="004A7CC1"/>
    <w:rsid w:val="004B1F0A"/>
    <w:rsid w:val="004B29F4"/>
    <w:rsid w:val="004B4013"/>
    <w:rsid w:val="004B4B83"/>
    <w:rsid w:val="004C1563"/>
    <w:rsid w:val="004C28A3"/>
    <w:rsid w:val="004C33F5"/>
    <w:rsid w:val="004C3715"/>
    <w:rsid w:val="004C5FA8"/>
    <w:rsid w:val="004C6319"/>
    <w:rsid w:val="004C67D6"/>
    <w:rsid w:val="004C6B48"/>
    <w:rsid w:val="004E0671"/>
    <w:rsid w:val="004E19BC"/>
    <w:rsid w:val="004E3F63"/>
    <w:rsid w:val="004E4A36"/>
    <w:rsid w:val="004F187F"/>
    <w:rsid w:val="004F1B50"/>
    <w:rsid w:val="004F6CF9"/>
    <w:rsid w:val="00503696"/>
    <w:rsid w:val="00503B03"/>
    <w:rsid w:val="00505CA9"/>
    <w:rsid w:val="00510225"/>
    <w:rsid w:val="005108A8"/>
    <w:rsid w:val="005115AC"/>
    <w:rsid w:val="0051249D"/>
    <w:rsid w:val="0051491F"/>
    <w:rsid w:val="00517249"/>
    <w:rsid w:val="00517253"/>
    <w:rsid w:val="00524E62"/>
    <w:rsid w:val="005263D0"/>
    <w:rsid w:val="00532161"/>
    <w:rsid w:val="00532B92"/>
    <w:rsid w:val="005334EF"/>
    <w:rsid w:val="00533702"/>
    <w:rsid w:val="005338E8"/>
    <w:rsid w:val="00534729"/>
    <w:rsid w:val="00537BF3"/>
    <w:rsid w:val="00541320"/>
    <w:rsid w:val="00542E3E"/>
    <w:rsid w:val="0054430D"/>
    <w:rsid w:val="00545FC7"/>
    <w:rsid w:val="00547D22"/>
    <w:rsid w:val="00550344"/>
    <w:rsid w:val="00550633"/>
    <w:rsid w:val="00551EE4"/>
    <w:rsid w:val="005541C3"/>
    <w:rsid w:val="00555D92"/>
    <w:rsid w:val="0056052A"/>
    <w:rsid w:val="005607EB"/>
    <w:rsid w:val="00562FE7"/>
    <w:rsid w:val="00563243"/>
    <w:rsid w:val="0056416C"/>
    <w:rsid w:val="00566044"/>
    <w:rsid w:val="00566668"/>
    <w:rsid w:val="00573C9C"/>
    <w:rsid w:val="005767DD"/>
    <w:rsid w:val="00580D4F"/>
    <w:rsid w:val="0059244D"/>
    <w:rsid w:val="005A0205"/>
    <w:rsid w:val="005A1100"/>
    <w:rsid w:val="005A2663"/>
    <w:rsid w:val="005C3225"/>
    <w:rsid w:val="005C3692"/>
    <w:rsid w:val="005C58A8"/>
    <w:rsid w:val="005D1013"/>
    <w:rsid w:val="005D2FB0"/>
    <w:rsid w:val="005D3504"/>
    <w:rsid w:val="005D40D0"/>
    <w:rsid w:val="005D6873"/>
    <w:rsid w:val="005E2D89"/>
    <w:rsid w:val="005E35DB"/>
    <w:rsid w:val="005E63F2"/>
    <w:rsid w:val="005E7459"/>
    <w:rsid w:val="005F0006"/>
    <w:rsid w:val="005F5B69"/>
    <w:rsid w:val="005F7872"/>
    <w:rsid w:val="00603374"/>
    <w:rsid w:val="00605742"/>
    <w:rsid w:val="00605749"/>
    <w:rsid w:val="0060666F"/>
    <w:rsid w:val="00611383"/>
    <w:rsid w:val="00612435"/>
    <w:rsid w:val="00614627"/>
    <w:rsid w:val="006212DE"/>
    <w:rsid w:val="006310CF"/>
    <w:rsid w:val="00631726"/>
    <w:rsid w:val="00633B96"/>
    <w:rsid w:val="0063658E"/>
    <w:rsid w:val="0063705A"/>
    <w:rsid w:val="006370E8"/>
    <w:rsid w:val="00640F73"/>
    <w:rsid w:val="0064254D"/>
    <w:rsid w:val="0064353C"/>
    <w:rsid w:val="00644DEC"/>
    <w:rsid w:val="0064518A"/>
    <w:rsid w:val="0064699F"/>
    <w:rsid w:val="00647F3D"/>
    <w:rsid w:val="00651D51"/>
    <w:rsid w:val="00652EB7"/>
    <w:rsid w:val="00653340"/>
    <w:rsid w:val="00656590"/>
    <w:rsid w:val="00660543"/>
    <w:rsid w:val="00662B39"/>
    <w:rsid w:val="00663EF4"/>
    <w:rsid w:val="006651C4"/>
    <w:rsid w:val="006709B4"/>
    <w:rsid w:val="0067471D"/>
    <w:rsid w:val="00684A75"/>
    <w:rsid w:val="006903AE"/>
    <w:rsid w:val="00693837"/>
    <w:rsid w:val="00695773"/>
    <w:rsid w:val="00697637"/>
    <w:rsid w:val="006A72A0"/>
    <w:rsid w:val="006A73AF"/>
    <w:rsid w:val="006B4B32"/>
    <w:rsid w:val="006B60C0"/>
    <w:rsid w:val="006B6A67"/>
    <w:rsid w:val="006B79EC"/>
    <w:rsid w:val="006C1859"/>
    <w:rsid w:val="006C26CC"/>
    <w:rsid w:val="006C33B0"/>
    <w:rsid w:val="006D0EC8"/>
    <w:rsid w:val="006D4647"/>
    <w:rsid w:val="006D6ECB"/>
    <w:rsid w:val="006E2A18"/>
    <w:rsid w:val="006E342E"/>
    <w:rsid w:val="006E3CD8"/>
    <w:rsid w:val="006E4C91"/>
    <w:rsid w:val="006E53E3"/>
    <w:rsid w:val="006E6EDB"/>
    <w:rsid w:val="006F08C7"/>
    <w:rsid w:val="006F162E"/>
    <w:rsid w:val="006F3AB9"/>
    <w:rsid w:val="006F4AEF"/>
    <w:rsid w:val="006F5D79"/>
    <w:rsid w:val="006F7EBA"/>
    <w:rsid w:val="0070037A"/>
    <w:rsid w:val="007065FE"/>
    <w:rsid w:val="007069B6"/>
    <w:rsid w:val="007107BE"/>
    <w:rsid w:val="00710D85"/>
    <w:rsid w:val="00713AC1"/>
    <w:rsid w:val="00713C3D"/>
    <w:rsid w:val="00713FB5"/>
    <w:rsid w:val="0071531A"/>
    <w:rsid w:val="00715AB5"/>
    <w:rsid w:val="007168C9"/>
    <w:rsid w:val="00721D8C"/>
    <w:rsid w:val="00734617"/>
    <w:rsid w:val="007346D8"/>
    <w:rsid w:val="007359FB"/>
    <w:rsid w:val="00737CF3"/>
    <w:rsid w:val="00742036"/>
    <w:rsid w:val="0074239D"/>
    <w:rsid w:val="0075062A"/>
    <w:rsid w:val="00750CD7"/>
    <w:rsid w:val="00754D14"/>
    <w:rsid w:val="00757C33"/>
    <w:rsid w:val="00761539"/>
    <w:rsid w:val="00761F31"/>
    <w:rsid w:val="00767369"/>
    <w:rsid w:val="007763E9"/>
    <w:rsid w:val="00776468"/>
    <w:rsid w:val="00776731"/>
    <w:rsid w:val="0077674A"/>
    <w:rsid w:val="00776FCD"/>
    <w:rsid w:val="007800CF"/>
    <w:rsid w:val="00786627"/>
    <w:rsid w:val="00796373"/>
    <w:rsid w:val="00796F04"/>
    <w:rsid w:val="007A074D"/>
    <w:rsid w:val="007A2BBF"/>
    <w:rsid w:val="007A321C"/>
    <w:rsid w:val="007B068C"/>
    <w:rsid w:val="007B4249"/>
    <w:rsid w:val="007B51F9"/>
    <w:rsid w:val="007B6E82"/>
    <w:rsid w:val="007C1FF9"/>
    <w:rsid w:val="007C21CA"/>
    <w:rsid w:val="007C30D5"/>
    <w:rsid w:val="007C3A66"/>
    <w:rsid w:val="007C3BBB"/>
    <w:rsid w:val="007C7BBE"/>
    <w:rsid w:val="007C7D7C"/>
    <w:rsid w:val="007D264B"/>
    <w:rsid w:val="007D3452"/>
    <w:rsid w:val="007D6F7A"/>
    <w:rsid w:val="007D6FCB"/>
    <w:rsid w:val="007E0BDF"/>
    <w:rsid w:val="007E13B1"/>
    <w:rsid w:val="007E20A0"/>
    <w:rsid w:val="007E2BD9"/>
    <w:rsid w:val="007E4CC2"/>
    <w:rsid w:val="007E656A"/>
    <w:rsid w:val="007E67A2"/>
    <w:rsid w:val="007E7281"/>
    <w:rsid w:val="007F26FA"/>
    <w:rsid w:val="0080453D"/>
    <w:rsid w:val="00807000"/>
    <w:rsid w:val="00811292"/>
    <w:rsid w:val="008128CB"/>
    <w:rsid w:val="00825608"/>
    <w:rsid w:val="00826719"/>
    <w:rsid w:val="00826C30"/>
    <w:rsid w:val="008275D6"/>
    <w:rsid w:val="008465CF"/>
    <w:rsid w:val="00847454"/>
    <w:rsid w:val="00850787"/>
    <w:rsid w:val="00852D94"/>
    <w:rsid w:val="00855899"/>
    <w:rsid w:val="008569DD"/>
    <w:rsid w:val="008631AC"/>
    <w:rsid w:val="00865E71"/>
    <w:rsid w:val="00866BFB"/>
    <w:rsid w:val="00876128"/>
    <w:rsid w:val="00876D59"/>
    <w:rsid w:val="008771A6"/>
    <w:rsid w:val="00877F88"/>
    <w:rsid w:val="008816E9"/>
    <w:rsid w:val="008829DC"/>
    <w:rsid w:val="00884190"/>
    <w:rsid w:val="00885BB9"/>
    <w:rsid w:val="008932BF"/>
    <w:rsid w:val="00897846"/>
    <w:rsid w:val="008A0A89"/>
    <w:rsid w:val="008A0F4E"/>
    <w:rsid w:val="008A172E"/>
    <w:rsid w:val="008A2256"/>
    <w:rsid w:val="008A46C3"/>
    <w:rsid w:val="008A5F80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52FD"/>
    <w:rsid w:val="008D6636"/>
    <w:rsid w:val="008E4A70"/>
    <w:rsid w:val="008E6A24"/>
    <w:rsid w:val="008E71C1"/>
    <w:rsid w:val="008F2908"/>
    <w:rsid w:val="008F4309"/>
    <w:rsid w:val="008F726F"/>
    <w:rsid w:val="009005EB"/>
    <w:rsid w:val="00910E17"/>
    <w:rsid w:val="00912EDA"/>
    <w:rsid w:val="00915FFB"/>
    <w:rsid w:val="009174C9"/>
    <w:rsid w:val="0092289D"/>
    <w:rsid w:val="009322B4"/>
    <w:rsid w:val="00932A07"/>
    <w:rsid w:val="00934D7A"/>
    <w:rsid w:val="00942BB4"/>
    <w:rsid w:val="009550B4"/>
    <w:rsid w:val="0095547E"/>
    <w:rsid w:val="00955496"/>
    <w:rsid w:val="00961664"/>
    <w:rsid w:val="00964300"/>
    <w:rsid w:val="00974CCD"/>
    <w:rsid w:val="0097582E"/>
    <w:rsid w:val="009771F8"/>
    <w:rsid w:val="00982758"/>
    <w:rsid w:val="00983DBF"/>
    <w:rsid w:val="00985EDA"/>
    <w:rsid w:val="009910EE"/>
    <w:rsid w:val="00994AFB"/>
    <w:rsid w:val="009B5483"/>
    <w:rsid w:val="009B5593"/>
    <w:rsid w:val="009B5843"/>
    <w:rsid w:val="009C1B34"/>
    <w:rsid w:val="009C5569"/>
    <w:rsid w:val="009C65B5"/>
    <w:rsid w:val="009C72CB"/>
    <w:rsid w:val="009D3040"/>
    <w:rsid w:val="009D3DC1"/>
    <w:rsid w:val="009D4D11"/>
    <w:rsid w:val="009D5012"/>
    <w:rsid w:val="009D7AFA"/>
    <w:rsid w:val="009E3A33"/>
    <w:rsid w:val="009E5ABE"/>
    <w:rsid w:val="009E6306"/>
    <w:rsid w:val="009E63C8"/>
    <w:rsid w:val="009F10E8"/>
    <w:rsid w:val="009F4244"/>
    <w:rsid w:val="009F5099"/>
    <w:rsid w:val="00A00CD3"/>
    <w:rsid w:val="00A021D4"/>
    <w:rsid w:val="00A02ADD"/>
    <w:rsid w:val="00A02B3A"/>
    <w:rsid w:val="00A02B6A"/>
    <w:rsid w:val="00A04AD3"/>
    <w:rsid w:val="00A11D94"/>
    <w:rsid w:val="00A2215A"/>
    <w:rsid w:val="00A24B80"/>
    <w:rsid w:val="00A3338B"/>
    <w:rsid w:val="00A34B36"/>
    <w:rsid w:val="00A35A4E"/>
    <w:rsid w:val="00A3655F"/>
    <w:rsid w:val="00A36A1D"/>
    <w:rsid w:val="00A4274C"/>
    <w:rsid w:val="00A42F6A"/>
    <w:rsid w:val="00A44CB3"/>
    <w:rsid w:val="00A4607A"/>
    <w:rsid w:val="00A51399"/>
    <w:rsid w:val="00A55B9C"/>
    <w:rsid w:val="00A578A3"/>
    <w:rsid w:val="00A6071D"/>
    <w:rsid w:val="00A61C11"/>
    <w:rsid w:val="00A62A2B"/>
    <w:rsid w:val="00A651A0"/>
    <w:rsid w:val="00A662B1"/>
    <w:rsid w:val="00A66E70"/>
    <w:rsid w:val="00A71957"/>
    <w:rsid w:val="00A72187"/>
    <w:rsid w:val="00A74756"/>
    <w:rsid w:val="00A75E3D"/>
    <w:rsid w:val="00A76064"/>
    <w:rsid w:val="00A779DC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5694"/>
    <w:rsid w:val="00AB6860"/>
    <w:rsid w:val="00AC4782"/>
    <w:rsid w:val="00AD4F27"/>
    <w:rsid w:val="00AD7021"/>
    <w:rsid w:val="00AE3C22"/>
    <w:rsid w:val="00AE5C03"/>
    <w:rsid w:val="00AF0848"/>
    <w:rsid w:val="00AF108D"/>
    <w:rsid w:val="00AF2AE7"/>
    <w:rsid w:val="00B03590"/>
    <w:rsid w:val="00B042F7"/>
    <w:rsid w:val="00B06DFC"/>
    <w:rsid w:val="00B1239E"/>
    <w:rsid w:val="00B15336"/>
    <w:rsid w:val="00B16593"/>
    <w:rsid w:val="00B218B3"/>
    <w:rsid w:val="00B23EFF"/>
    <w:rsid w:val="00B251BF"/>
    <w:rsid w:val="00B30C62"/>
    <w:rsid w:val="00B34912"/>
    <w:rsid w:val="00B36470"/>
    <w:rsid w:val="00B364DE"/>
    <w:rsid w:val="00B364E2"/>
    <w:rsid w:val="00B445AA"/>
    <w:rsid w:val="00B44727"/>
    <w:rsid w:val="00B45DB3"/>
    <w:rsid w:val="00B51880"/>
    <w:rsid w:val="00B54F98"/>
    <w:rsid w:val="00B56FDC"/>
    <w:rsid w:val="00B57F60"/>
    <w:rsid w:val="00B6256F"/>
    <w:rsid w:val="00B626AB"/>
    <w:rsid w:val="00B673B7"/>
    <w:rsid w:val="00B73F36"/>
    <w:rsid w:val="00B8146F"/>
    <w:rsid w:val="00B83275"/>
    <w:rsid w:val="00B87C68"/>
    <w:rsid w:val="00B906A6"/>
    <w:rsid w:val="00B94203"/>
    <w:rsid w:val="00B97182"/>
    <w:rsid w:val="00BA1EF5"/>
    <w:rsid w:val="00BA7D93"/>
    <w:rsid w:val="00BB3A5E"/>
    <w:rsid w:val="00BB5DA9"/>
    <w:rsid w:val="00BB7BAC"/>
    <w:rsid w:val="00BC5406"/>
    <w:rsid w:val="00BC55A2"/>
    <w:rsid w:val="00BC7EA7"/>
    <w:rsid w:val="00BC7EDF"/>
    <w:rsid w:val="00BD119D"/>
    <w:rsid w:val="00BD326C"/>
    <w:rsid w:val="00BD5C64"/>
    <w:rsid w:val="00BD6012"/>
    <w:rsid w:val="00BD729D"/>
    <w:rsid w:val="00BE140D"/>
    <w:rsid w:val="00BE57DE"/>
    <w:rsid w:val="00BF3DD8"/>
    <w:rsid w:val="00BF3EC1"/>
    <w:rsid w:val="00BF4AF0"/>
    <w:rsid w:val="00BF5F6C"/>
    <w:rsid w:val="00C00540"/>
    <w:rsid w:val="00C015D9"/>
    <w:rsid w:val="00C03C6C"/>
    <w:rsid w:val="00C06FD1"/>
    <w:rsid w:val="00C10C47"/>
    <w:rsid w:val="00C10D79"/>
    <w:rsid w:val="00C14449"/>
    <w:rsid w:val="00C14B97"/>
    <w:rsid w:val="00C14F3F"/>
    <w:rsid w:val="00C15725"/>
    <w:rsid w:val="00C16C05"/>
    <w:rsid w:val="00C21091"/>
    <w:rsid w:val="00C211B9"/>
    <w:rsid w:val="00C25310"/>
    <w:rsid w:val="00C26995"/>
    <w:rsid w:val="00C311C8"/>
    <w:rsid w:val="00C353B5"/>
    <w:rsid w:val="00C369D0"/>
    <w:rsid w:val="00C42267"/>
    <w:rsid w:val="00C4543D"/>
    <w:rsid w:val="00C46AF4"/>
    <w:rsid w:val="00C519D5"/>
    <w:rsid w:val="00C52C71"/>
    <w:rsid w:val="00C61748"/>
    <w:rsid w:val="00C61756"/>
    <w:rsid w:val="00C649A2"/>
    <w:rsid w:val="00C7154F"/>
    <w:rsid w:val="00C72043"/>
    <w:rsid w:val="00C72CB2"/>
    <w:rsid w:val="00C73ADC"/>
    <w:rsid w:val="00C74C77"/>
    <w:rsid w:val="00C77010"/>
    <w:rsid w:val="00C807A0"/>
    <w:rsid w:val="00C81CB9"/>
    <w:rsid w:val="00C822BA"/>
    <w:rsid w:val="00C827D6"/>
    <w:rsid w:val="00C83665"/>
    <w:rsid w:val="00C83EA4"/>
    <w:rsid w:val="00C87833"/>
    <w:rsid w:val="00C90B50"/>
    <w:rsid w:val="00C94FAC"/>
    <w:rsid w:val="00CA41B3"/>
    <w:rsid w:val="00CA4508"/>
    <w:rsid w:val="00CA5522"/>
    <w:rsid w:val="00CA6F29"/>
    <w:rsid w:val="00CA75F1"/>
    <w:rsid w:val="00CB2567"/>
    <w:rsid w:val="00CB3787"/>
    <w:rsid w:val="00CB4D0F"/>
    <w:rsid w:val="00CC1641"/>
    <w:rsid w:val="00CC31FA"/>
    <w:rsid w:val="00CC6FF1"/>
    <w:rsid w:val="00CD6482"/>
    <w:rsid w:val="00CE34BA"/>
    <w:rsid w:val="00CE3831"/>
    <w:rsid w:val="00CE4F3B"/>
    <w:rsid w:val="00CE70E1"/>
    <w:rsid w:val="00CF08ED"/>
    <w:rsid w:val="00CF135F"/>
    <w:rsid w:val="00CF1D67"/>
    <w:rsid w:val="00CF258C"/>
    <w:rsid w:val="00CF598B"/>
    <w:rsid w:val="00CF65A5"/>
    <w:rsid w:val="00D042FA"/>
    <w:rsid w:val="00D07547"/>
    <w:rsid w:val="00D10B6D"/>
    <w:rsid w:val="00D1134E"/>
    <w:rsid w:val="00D11FB8"/>
    <w:rsid w:val="00D1246A"/>
    <w:rsid w:val="00D1387A"/>
    <w:rsid w:val="00D221F4"/>
    <w:rsid w:val="00D23FFD"/>
    <w:rsid w:val="00D24447"/>
    <w:rsid w:val="00D26DDD"/>
    <w:rsid w:val="00D27D52"/>
    <w:rsid w:val="00D31C36"/>
    <w:rsid w:val="00D325E6"/>
    <w:rsid w:val="00D351B1"/>
    <w:rsid w:val="00D36C05"/>
    <w:rsid w:val="00D37AFB"/>
    <w:rsid w:val="00D409EF"/>
    <w:rsid w:val="00D45A10"/>
    <w:rsid w:val="00D46E56"/>
    <w:rsid w:val="00D47025"/>
    <w:rsid w:val="00D4745E"/>
    <w:rsid w:val="00D47906"/>
    <w:rsid w:val="00D500CC"/>
    <w:rsid w:val="00D50797"/>
    <w:rsid w:val="00D515B3"/>
    <w:rsid w:val="00D53545"/>
    <w:rsid w:val="00D53897"/>
    <w:rsid w:val="00D67546"/>
    <w:rsid w:val="00D715C6"/>
    <w:rsid w:val="00D71880"/>
    <w:rsid w:val="00D74805"/>
    <w:rsid w:val="00D7685B"/>
    <w:rsid w:val="00D76A82"/>
    <w:rsid w:val="00D7769B"/>
    <w:rsid w:val="00D83272"/>
    <w:rsid w:val="00D85554"/>
    <w:rsid w:val="00D85B22"/>
    <w:rsid w:val="00D91281"/>
    <w:rsid w:val="00D919B4"/>
    <w:rsid w:val="00D9227B"/>
    <w:rsid w:val="00D94F91"/>
    <w:rsid w:val="00DA0FF7"/>
    <w:rsid w:val="00DA367D"/>
    <w:rsid w:val="00DA3C1D"/>
    <w:rsid w:val="00DA41DA"/>
    <w:rsid w:val="00DA613D"/>
    <w:rsid w:val="00DA6A3A"/>
    <w:rsid w:val="00DB0800"/>
    <w:rsid w:val="00DB0F2B"/>
    <w:rsid w:val="00DB28B9"/>
    <w:rsid w:val="00DB62CD"/>
    <w:rsid w:val="00DC085B"/>
    <w:rsid w:val="00DC0916"/>
    <w:rsid w:val="00DC483C"/>
    <w:rsid w:val="00DC4F78"/>
    <w:rsid w:val="00DC52ED"/>
    <w:rsid w:val="00DC5536"/>
    <w:rsid w:val="00DC5C30"/>
    <w:rsid w:val="00DD038C"/>
    <w:rsid w:val="00DD22A8"/>
    <w:rsid w:val="00DD5856"/>
    <w:rsid w:val="00DE2754"/>
    <w:rsid w:val="00DE5F58"/>
    <w:rsid w:val="00DE700C"/>
    <w:rsid w:val="00DF289C"/>
    <w:rsid w:val="00DF7272"/>
    <w:rsid w:val="00DF7F91"/>
    <w:rsid w:val="00E03C97"/>
    <w:rsid w:val="00E07670"/>
    <w:rsid w:val="00E13D49"/>
    <w:rsid w:val="00E24677"/>
    <w:rsid w:val="00E26E64"/>
    <w:rsid w:val="00E32A59"/>
    <w:rsid w:val="00E33818"/>
    <w:rsid w:val="00E35D4E"/>
    <w:rsid w:val="00E401D6"/>
    <w:rsid w:val="00E41943"/>
    <w:rsid w:val="00E44559"/>
    <w:rsid w:val="00E45702"/>
    <w:rsid w:val="00E479F0"/>
    <w:rsid w:val="00E5525D"/>
    <w:rsid w:val="00E56167"/>
    <w:rsid w:val="00E72B07"/>
    <w:rsid w:val="00E76654"/>
    <w:rsid w:val="00E775E7"/>
    <w:rsid w:val="00E8564F"/>
    <w:rsid w:val="00E86DB7"/>
    <w:rsid w:val="00E92E88"/>
    <w:rsid w:val="00E97101"/>
    <w:rsid w:val="00E97985"/>
    <w:rsid w:val="00E97A46"/>
    <w:rsid w:val="00EA0A0D"/>
    <w:rsid w:val="00EA191B"/>
    <w:rsid w:val="00EA25B1"/>
    <w:rsid w:val="00EA5146"/>
    <w:rsid w:val="00EA5D93"/>
    <w:rsid w:val="00EA7976"/>
    <w:rsid w:val="00EB1A8B"/>
    <w:rsid w:val="00EB30B1"/>
    <w:rsid w:val="00EB481E"/>
    <w:rsid w:val="00EB6719"/>
    <w:rsid w:val="00EB7414"/>
    <w:rsid w:val="00EC2AD7"/>
    <w:rsid w:val="00EC4DA5"/>
    <w:rsid w:val="00EC61F0"/>
    <w:rsid w:val="00ED1358"/>
    <w:rsid w:val="00ED4F5E"/>
    <w:rsid w:val="00ED7553"/>
    <w:rsid w:val="00EE4CC1"/>
    <w:rsid w:val="00EF06F7"/>
    <w:rsid w:val="00EF14F2"/>
    <w:rsid w:val="00EF5C30"/>
    <w:rsid w:val="00EF6BD1"/>
    <w:rsid w:val="00EF6F83"/>
    <w:rsid w:val="00F0018E"/>
    <w:rsid w:val="00F018BC"/>
    <w:rsid w:val="00F02595"/>
    <w:rsid w:val="00F03B24"/>
    <w:rsid w:val="00F06CC4"/>
    <w:rsid w:val="00F10474"/>
    <w:rsid w:val="00F1065F"/>
    <w:rsid w:val="00F11990"/>
    <w:rsid w:val="00F12CAC"/>
    <w:rsid w:val="00F24CDA"/>
    <w:rsid w:val="00F305F7"/>
    <w:rsid w:val="00F31784"/>
    <w:rsid w:val="00F32669"/>
    <w:rsid w:val="00F35366"/>
    <w:rsid w:val="00F41295"/>
    <w:rsid w:val="00F41C14"/>
    <w:rsid w:val="00F4532A"/>
    <w:rsid w:val="00F544F0"/>
    <w:rsid w:val="00F5478E"/>
    <w:rsid w:val="00F54D80"/>
    <w:rsid w:val="00F61894"/>
    <w:rsid w:val="00F6546F"/>
    <w:rsid w:val="00F66536"/>
    <w:rsid w:val="00F70E4E"/>
    <w:rsid w:val="00F7224C"/>
    <w:rsid w:val="00F72EAF"/>
    <w:rsid w:val="00F7342A"/>
    <w:rsid w:val="00F81C17"/>
    <w:rsid w:val="00F838F3"/>
    <w:rsid w:val="00F87E7B"/>
    <w:rsid w:val="00F90761"/>
    <w:rsid w:val="00F908ED"/>
    <w:rsid w:val="00F921A1"/>
    <w:rsid w:val="00F92D84"/>
    <w:rsid w:val="00FA57CF"/>
    <w:rsid w:val="00FA7621"/>
    <w:rsid w:val="00FB2E29"/>
    <w:rsid w:val="00FB5207"/>
    <w:rsid w:val="00FB690E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1808"/>
    <w:rsid w:val="00FD19A8"/>
    <w:rsid w:val="00FD239B"/>
    <w:rsid w:val="00FE1A59"/>
    <w:rsid w:val="00FE1C41"/>
    <w:rsid w:val="00FE32A7"/>
    <w:rsid w:val="00FE3F25"/>
    <w:rsid w:val="00FF14A4"/>
    <w:rsid w:val="00FF1CF0"/>
    <w:rsid w:val="00FF1FE7"/>
    <w:rsid w:val="00FF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78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1200</TotalTime>
  <Pages>12</Pages>
  <Words>1764</Words>
  <Characters>10058</Characters>
  <Application>Microsoft Office Outlook</Application>
  <DocSecurity>0</DocSecurity>
  <Lines>0</Lines>
  <Paragraphs>0</Paragraphs>
  <ScaleCrop>false</ScaleCrop>
  <Company>РОНО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Начальник</cp:lastModifiedBy>
  <cp:revision>352</cp:revision>
  <dcterms:created xsi:type="dcterms:W3CDTF">2012-05-10T10:35:00Z</dcterms:created>
  <dcterms:modified xsi:type="dcterms:W3CDTF">2014-05-27T03:52:00Z</dcterms:modified>
</cp:coreProperties>
</file>