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1D" w:rsidRDefault="00023E1D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 w:rsidRPr="00802149">
        <w:rPr>
          <w:rFonts w:ascii="Arial" w:hAnsi="Arial" w:cs="Arial"/>
          <w:b/>
          <w:bCs/>
          <w:color w:val="CD3301"/>
          <w:kern w:val="36"/>
        </w:rPr>
        <w:t>Сведения о доходах</w:t>
      </w:r>
      <w:r>
        <w:rPr>
          <w:rFonts w:ascii="Arial" w:hAnsi="Arial" w:cs="Arial"/>
          <w:b/>
          <w:bCs/>
          <w:color w:val="CD3301"/>
          <w:kern w:val="36"/>
        </w:rPr>
        <w:t>, об имуществе</w:t>
      </w:r>
      <w:r w:rsidRPr="00802149">
        <w:rPr>
          <w:rFonts w:ascii="Arial" w:hAnsi="Arial" w:cs="Arial"/>
          <w:b/>
          <w:bCs/>
          <w:color w:val="CD3301"/>
          <w:kern w:val="36"/>
        </w:rPr>
        <w:t xml:space="preserve"> и</w:t>
      </w:r>
      <w:r>
        <w:rPr>
          <w:rFonts w:ascii="Arial" w:hAnsi="Arial" w:cs="Arial"/>
          <w:b/>
          <w:bCs/>
          <w:color w:val="CD3301"/>
          <w:kern w:val="36"/>
        </w:rPr>
        <w:t xml:space="preserve"> обязательствах</w:t>
      </w:r>
      <w:r w:rsidRPr="00802149">
        <w:rPr>
          <w:rFonts w:ascii="Arial" w:hAnsi="Arial" w:cs="Arial"/>
          <w:b/>
          <w:bCs/>
          <w:color w:val="CD3301"/>
          <w:kern w:val="36"/>
        </w:rPr>
        <w:t xml:space="preserve"> имуще</w:t>
      </w:r>
      <w:r>
        <w:rPr>
          <w:rFonts w:ascii="Arial" w:hAnsi="Arial" w:cs="Arial"/>
          <w:b/>
          <w:bCs/>
          <w:color w:val="CD3301"/>
          <w:kern w:val="36"/>
        </w:rPr>
        <w:t>ственного характера</w:t>
      </w:r>
    </w:p>
    <w:p w:rsidR="00023E1D" w:rsidRDefault="00023E1D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>
        <w:rPr>
          <w:rFonts w:ascii="Arial" w:hAnsi="Arial" w:cs="Arial"/>
          <w:b/>
          <w:bCs/>
          <w:color w:val="CD3301"/>
          <w:kern w:val="36"/>
        </w:rPr>
        <w:t xml:space="preserve"> муниципальных служащих администрации Уватского муниципального района</w:t>
      </w:r>
    </w:p>
    <w:p w:rsidR="00023E1D" w:rsidRPr="00802149" w:rsidRDefault="00023E1D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>
        <w:rPr>
          <w:rFonts w:ascii="Arial" w:hAnsi="Arial" w:cs="Arial"/>
          <w:b/>
          <w:bCs/>
          <w:color w:val="CD3301"/>
          <w:kern w:val="36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Arial" w:hAnsi="Arial" w:cs="Arial"/>
            <w:b/>
            <w:bCs/>
            <w:color w:val="CD3301"/>
            <w:kern w:val="36"/>
          </w:rPr>
          <w:t>2013 г</w:t>
        </w:r>
      </w:smartTag>
      <w:r>
        <w:rPr>
          <w:rFonts w:ascii="Arial" w:hAnsi="Arial" w:cs="Arial"/>
          <w:b/>
          <w:bCs/>
          <w:color w:val="CD3301"/>
          <w:kern w:val="36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Arial" w:hAnsi="Arial" w:cs="Arial"/>
            <w:b/>
            <w:bCs/>
            <w:color w:val="CD3301"/>
            <w:kern w:val="36"/>
          </w:rPr>
          <w:t>2013 г</w:t>
        </w:r>
      </w:smartTag>
      <w:r>
        <w:rPr>
          <w:rFonts w:ascii="Arial" w:hAnsi="Arial" w:cs="Arial"/>
          <w:b/>
          <w:bCs/>
          <w:color w:val="CD3301"/>
          <w:kern w:val="36"/>
        </w:rPr>
        <w:t>.</w:t>
      </w:r>
    </w:p>
    <w:p w:rsidR="00023E1D" w:rsidRPr="00802149" w:rsidRDefault="00023E1D" w:rsidP="00F50026">
      <w:pPr>
        <w:spacing w:line="336" w:lineRule="auto"/>
        <w:rPr>
          <w:rFonts w:ascii="Arial" w:hAnsi="Arial" w:cs="Arial"/>
          <w:color w:val="252525"/>
        </w:rPr>
      </w:pPr>
    </w:p>
    <w:tbl>
      <w:tblPr>
        <w:tblW w:w="14990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80"/>
        <w:gridCol w:w="2099"/>
        <w:gridCol w:w="1795"/>
        <w:gridCol w:w="1321"/>
        <w:gridCol w:w="8"/>
        <w:gridCol w:w="58"/>
        <w:gridCol w:w="21"/>
        <w:gridCol w:w="40"/>
        <w:gridCol w:w="14"/>
        <w:gridCol w:w="6"/>
        <w:gridCol w:w="16"/>
        <w:gridCol w:w="8"/>
        <w:gridCol w:w="64"/>
        <w:gridCol w:w="7"/>
        <w:gridCol w:w="13"/>
        <w:gridCol w:w="1102"/>
        <w:gridCol w:w="1336"/>
        <w:gridCol w:w="1459"/>
        <w:gridCol w:w="77"/>
        <w:gridCol w:w="12"/>
        <w:gridCol w:w="65"/>
        <w:gridCol w:w="15"/>
        <w:gridCol w:w="11"/>
        <w:gridCol w:w="9"/>
        <w:gridCol w:w="816"/>
        <w:gridCol w:w="9"/>
        <w:gridCol w:w="43"/>
        <w:gridCol w:w="59"/>
        <w:gridCol w:w="15"/>
        <w:gridCol w:w="1119"/>
        <w:gridCol w:w="1584"/>
        <w:gridCol w:w="9"/>
      </w:tblGrid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Фамилия, имя, отчество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Должность /</w:t>
            </w:r>
            <w:r w:rsidRPr="00A1036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для членов семьи – степень родства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A1036E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Общая сумма дохода за 201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год (в рублях)</w:t>
            </w:r>
            <w:r w:rsidRPr="00C06E2D">
              <w:rPr>
                <w:rFonts w:ascii="Arial" w:hAnsi="Arial" w:cs="Arial"/>
                <w:sz w:val="16"/>
                <w:szCs w:val="16"/>
                <w:lang w:eastAsia="en-US"/>
              </w:rPr>
              <w:t>*</w:t>
            </w:r>
          </w:p>
          <w:p w:rsidR="00023E1D" w:rsidRPr="00A1036E" w:rsidRDefault="00023E1D" w:rsidP="00A1036E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023E1D" w:rsidRPr="008A5F7A" w:rsidRDefault="00023E1D" w:rsidP="00A1036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06E2D">
              <w:rPr>
                <w:rFonts w:ascii="Arial" w:hAnsi="Arial" w:cs="Arial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Транспортные средства (вид и марка)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Площадь (кв.м.)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Площадь (кв.м.)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Страна расположе-ния</w:t>
            </w:r>
          </w:p>
        </w:tc>
        <w:tc>
          <w:tcPr>
            <w:tcW w:w="15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2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636791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Тубол </w:t>
            </w:r>
          </w:p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636791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Иван </w:t>
            </w:r>
          </w:p>
          <w:p w:rsidR="00023E1D" w:rsidRPr="0063679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36791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Михайлович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Глава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105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555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70</w:t>
            </w:r>
          </w:p>
        </w:tc>
        <w:tc>
          <w:tcPr>
            <w:tcW w:w="1462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земельный участок 1/4</w:t>
            </w:r>
          </w:p>
        </w:tc>
        <w:tc>
          <w:tcPr>
            <w:tcW w:w="1216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1479,0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>жилой дом, баня, гараж</w:t>
            </w:r>
          </w:p>
        </w:tc>
        <w:tc>
          <w:tcPr>
            <w:tcW w:w="8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>468,8</w:t>
            </w:r>
          </w:p>
        </w:tc>
        <w:tc>
          <w:tcPr>
            <w:tcW w:w="12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0205A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Легковой автомобиль Mitsubishi Galant</w:t>
            </w:r>
          </w:p>
        </w:tc>
      </w:tr>
      <w:tr w:rsidR="00023E1D" w:rsidRPr="008A5F7A" w:rsidTr="002C722D">
        <w:trPr>
          <w:gridAfter w:val="1"/>
          <w:wAfter w:w="9" w:type="dxa"/>
          <w:trHeight w:val="322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16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>2017,0</w:t>
            </w:r>
          </w:p>
        </w:tc>
        <w:tc>
          <w:tcPr>
            <w:tcW w:w="12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FD6373" w:rsidRDefault="00023E1D" w:rsidP="005562F7">
            <w:pPr>
              <w:rPr>
                <w:rFonts w:ascii="Arial" w:hAnsi="Arial" w:cs="Arial"/>
                <w:i/>
                <w:color w:val="252525"/>
                <w:sz w:val="20"/>
                <w:szCs w:val="20"/>
              </w:rPr>
            </w:pPr>
            <w:r w:rsidRPr="00FD6373">
              <w:rPr>
                <w:rFonts w:ascii="Arial" w:hAnsi="Arial" w:cs="Arial"/>
                <w:i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22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177,7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674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771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22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49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0205A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177,7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751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9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177,7</w:t>
            </w:r>
          </w:p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751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Харламов </w:t>
            </w:r>
          </w:p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Михаил </w:t>
            </w:r>
          </w:p>
          <w:p w:rsidR="00023E1D" w:rsidRPr="00AB393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Борисович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Первый заместитель главы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611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48</w:t>
            </w: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2500,0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86,3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9B7DBD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 Fluence</w:t>
            </w:r>
          </w:p>
        </w:tc>
      </w:tr>
      <w:tr w:rsidR="00023E1D" w:rsidRPr="008A5F7A" w:rsidTr="002C722D">
        <w:trPr>
          <w:gridAfter w:val="1"/>
          <w:wAfter w:w="9" w:type="dxa"/>
          <w:trHeight w:val="751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890,0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 участок под многоквартирным домом</w:t>
            </w:r>
          </w:p>
        </w:tc>
        <w:tc>
          <w:tcPr>
            <w:tcW w:w="9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5773,0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751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320,3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9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2617,4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9B7DBD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327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732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под мно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гок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вартирным домом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5773,0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2500,0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86,3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320,3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2617,4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320,3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2500,0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320,3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4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2500,0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Лакиза </w:t>
            </w:r>
          </w:p>
          <w:p w:rsidR="00023E1D" w:rsidRPr="00AB393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Татьяна Геннадьевна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Заместитель главы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723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9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250,8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30,8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баня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241B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378 135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90000,00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250,8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9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 Camry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баня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22,1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лодка «Казанка-М»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Игнатченко </w:t>
            </w:r>
          </w:p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Виктор </w:t>
            </w:r>
          </w:p>
          <w:p w:rsidR="00023E1D" w:rsidRPr="00536A3E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Иванович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Заместитель главы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B460FB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428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733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Ford Mondeo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B460F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420,0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460F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106,6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Герасимова </w:t>
            </w:r>
          </w:p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Елена </w:t>
            </w:r>
          </w:p>
          <w:p w:rsidR="00023E1D" w:rsidRPr="00DE208E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Юрьевна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Управляющий делами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3E30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504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814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14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94,6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39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34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185,5</w:t>
            </w:r>
          </w:p>
        </w:tc>
        <w:tc>
          <w:tcPr>
            <w:tcW w:w="1236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35,9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39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34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6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E30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390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96</w:t>
            </w:r>
          </w:p>
        </w:tc>
        <w:tc>
          <w:tcPr>
            <w:tcW w:w="1556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1499,0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94,6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Hyundai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Santa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Fe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56" w:type="dxa"/>
            <w:gridSpan w:val="10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2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56" w:type="dxa"/>
            <w:gridSpan w:val="10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2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35,9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56" w:type="dxa"/>
            <w:gridSpan w:val="10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185,5</w:t>
            </w:r>
          </w:p>
        </w:tc>
        <w:tc>
          <w:tcPr>
            <w:tcW w:w="1336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1471,0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Давшевская </w:t>
            </w:r>
          </w:p>
          <w:p w:rsidR="00023E1D" w:rsidRPr="00720BB0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Елена Викторовна</w:t>
            </w:r>
          </w:p>
          <w:p w:rsidR="00023E1D" w:rsidRPr="00720BB0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экономики и прогнозирования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317 679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63</w:t>
            </w:r>
          </w:p>
        </w:tc>
        <w:tc>
          <w:tcPr>
            <w:tcW w:w="1448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230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40,3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94,7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676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34</w:t>
            </w:r>
          </w:p>
        </w:tc>
        <w:tc>
          <w:tcPr>
            <w:tcW w:w="1448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230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40,3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94,7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Mitsubishi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Lancer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Pr="00720BB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Зеленская Наталья Владиславовна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по молодежной политике, спорту и культуре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E30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1 0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557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11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12,8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ВАЗ 2121</w:t>
            </w:r>
          </w:p>
        </w:tc>
      </w:tr>
      <w:tr w:rsidR="00023E1D" w:rsidRPr="008A5F7A" w:rsidTr="002C722D">
        <w:trPr>
          <w:gridAfter w:val="1"/>
          <w:wAfter w:w="9" w:type="dxa"/>
          <w:trHeight w:val="6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55,0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A179B">
              <w:rPr>
                <w:rFonts w:ascii="Arial" w:hAnsi="Arial" w:cs="Arial"/>
                <w:color w:val="252525"/>
                <w:sz w:val="20"/>
                <w:szCs w:val="20"/>
              </w:rPr>
              <w:t xml:space="preserve">Клименко </w:t>
            </w:r>
          </w:p>
          <w:p w:rsidR="00023E1D" w:rsidRPr="00BA179B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A179B">
              <w:rPr>
                <w:rFonts w:ascii="Arial" w:hAnsi="Arial" w:cs="Arial"/>
                <w:color w:val="252525"/>
                <w:sz w:val="20"/>
                <w:szCs w:val="20"/>
              </w:rPr>
              <w:t>Любовь Константиновна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архивного отдела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F1A1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196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030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51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1165,0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56655">
              <w:rPr>
                <w:rFonts w:ascii="Arial" w:hAnsi="Arial" w:cs="Arial"/>
                <w:color w:val="252525"/>
                <w:sz w:val="20"/>
                <w:szCs w:val="20"/>
              </w:rPr>
              <w:t xml:space="preserve">Медведева </w:t>
            </w:r>
          </w:p>
          <w:p w:rsidR="00023E1D" w:rsidRPr="0085665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56655">
              <w:rPr>
                <w:rFonts w:ascii="Arial" w:hAnsi="Arial" w:cs="Arial"/>
                <w:color w:val="252525"/>
                <w:sz w:val="20"/>
                <w:szCs w:val="20"/>
              </w:rPr>
              <w:t>Оксана Геннадьевна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бухгалтерского учета и отчетности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1 018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618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83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142,3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57,5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511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bottom w:val="nil"/>
              <w:right w:val="outset" w:sz="6" w:space="0" w:color="auto"/>
            </w:tcBorders>
          </w:tcPr>
          <w:p w:rsidR="00023E1D" w:rsidRPr="000E69AE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0E69A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Оборовский Евгений Яковлевич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Начальник отдела промышленности и недропользования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397 292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21</w:t>
            </w:r>
          </w:p>
        </w:tc>
        <w:tc>
          <w:tcPr>
            <w:tcW w:w="1556" w:type="dxa"/>
            <w:gridSpan w:val="10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  <w:gridSpan w:val="3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1600,0</w:t>
            </w:r>
          </w:p>
        </w:tc>
        <w:tc>
          <w:tcPr>
            <w:tcW w:w="1336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1279,0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Лодка моторная «Казанка-5»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Снегоход «Yamaha»</w:t>
            </w:r>
          </w:p>
        </w:tc>
      </w:tr>
      <w:tr w:rsidR="00023E1D" w:rsidRPr="008A5F7A" w:rsidTr="002C722D">
        <w:trPr>
          <w:gridAfter w:val="1"/>
          <w:wAfter w:w="9" w:type="dxa"/>
          <w:trHeight w:val="360"/>
          <w:tblCellSpacing w:w="0" w:type="dxa"/>
        </w:trPr>
        <w:tc>
          <w:tcPr>
            <w:tcW w:w="1780" w:type="dxa"/>
            <w:vMerge/>
            <w:tcBorders>
              <w:top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56" w:type="dxa"/>
            <w:gridSpan w:val="10"/>
            <w:tcBorders>
              <w:top w:val="nil"/>
              <w:left w:val="nil"/>
              <w:bottom w:val="outset" w:sz="2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outset" w:sz="2" w:space="0" w:color="C0C0C0"/>
              <w:right w:val="nil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132,6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0"/>
          <w:tblCellSpacing w:w="0" w:type="dxa"/>
        </w:trPr>
        <w:tc>
          <w:tcPr>
            <w:tcW w:w="1780" w:type="dxa"/>
            <w:vMerge/>
            <w:tcBorders>
              <w:top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CA899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CA899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3" w:type="dxa"/>
            <w:gridSpan w:val="11"/>
            <w:tcBorders>
              <w:top w:val="nil"/>
              <w:left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2/3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82,6</w:t>
            </w:r>
          </w:p>
        </w:tc>
        <w:tc>
          <w:tcPr>
            <w:tcW w:w="1336" w:type="dxa"/>
            <w:tcBorders>
              <w:top w:val="nil"/>
              <w:left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CA899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CA899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CA899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3" w:type="dxa"/>
            <w:gridSpan w:val="11"/>
            <w:tcBorders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нежилое здание</w:t>
            </w:r>
          </w:p>
        </w:tc>
        <w:tc>
          <w:tcPr>
            <w:tcW w:w="1115" w:type="dxa"/>
            <w:gridSpan w:val="2"/>
            <w:tcBorders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82,4</w:t>
            </w:r>
          </w:p>
        </w:tc>
        <w:tc>
          <w:tcPr>
            <w:tcW w:w="1336" w:type="dxa"/>
            <w:tcBorders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54,2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61"/>
          <w:tblCellSpacing w:w="0" w:type="dxa"/>
        </w:trPr>
        <w:tc>
          <w:tcPr>
            <w:tcW w:w="1780" w:type="dxa"/>
            <w:vMerge/>
            <w:tcBorders>
              <w:top w:val="nil"/>
              <w:bottom w:val="nil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76" w:type="dxa"/>
            <w:gridSpan w:val="1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1/3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82,6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1279,0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76" w:type="dxa"/>
            <w:gridSpan w:val="1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10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132,6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1600,0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5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523B8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Созонов </w:t>
            </w:r>
          </w:p>
          <w:p w:rsidR="00023E1D" w:rsidRPr="007523B8" w:rsidRDefault="00023E1D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523B8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Алексей Михайлович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архитектуры и градостроительства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996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454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E7208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023E1D" w:rsidRPr="008A5F7A" w:rsidRDefault="00023E1D" w:rsidP="00E7208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Chevrolet Cruze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4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/3</w:t>
            </w:r>
          </w:p>
        </w:tc>
        <w:tc>
          <w:tcPr>
            <w:tcW w:w="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195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EC790C" w:rsidRDefault="00023E1D" w:rsidP="00006E26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EC790C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Уфимцева Светлана Александровна</w:t>
            </w: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Председатель комитета по образованию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583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1 005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651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320000,00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  <w:r w:rsidRPr="003041B4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Мерседес Бенс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color w:val="252525"/>
                <w:sz w:val="20"/>
                <w:szCs w:val="20"/>
              </w:rPr>
              <w:t xml:space="preserve">Шестера </w:t>
            </w:r>
          </w:p>
          <w:p w:rsidR="00023E1D" w:rsidRPr="00720BB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color w:val="252525"/>
                <w:sz w:val="20"/>
                <w:szCs w:val="20"/>
              </w:rPr>
              <w:t>Светлана Николаевна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649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44,6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1307,0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49,7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146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584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02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44,6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A5F7A">
                  <w:rPr>
                    <w:rFonts w:ascii="Arial" w:hAnsi="Arial" w:cs="Arial"/>
                    <w:color w:val="252525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Corolla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1307,0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578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9D137F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9D137F">
              <w:rPr>
                <w:rFonts w:ascii="Arial" w:hAnsi="Arial" w:cs="Arial"/>
                <w:color w:val="252525"/>
                <w:sz w:val="20"/>
                <w:szCs w:val="20"/>
              </w:rPr>
              <w:t>Чукомин Владислав Валентинович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 сельского хозяйства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059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510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продажа имущества 100 000,00 </w:t>
            </w:r>
          </w:p>
        </w:tc>
        <w:tc>
          <w:tcPr>
            <w:tcW w:w="1563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Volkswagen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Passat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76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3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30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B053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862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650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38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466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466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466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00,00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30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61C4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F925F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925F4">
              <w:rPr>
                <w:rFonts w:ascii="Arial" w:hAnsi="Arial" w:cs="Arial"/>
                <w:color w:val="252525"/>
                <w:sz w:val="20"/>
                <w:szCs w:val="20"/>
              </w:rPr>
              <w:t>Корчемкина Наталья Владимировна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Заместитель председателя комитета по образованию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30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51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ВАЗ 21150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Mazda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1855">
              <w:rPr>
                <w:rFonts w:ascii="Arial" w:hAnsi="Arial" w:cs="Arial"/>
                <w:color w:val="252525"/>
                <w:sz w:val="20"/>
                <w:szCs w:val="20"/>
              </w:rPr>
              <w:t xml:space="preserve">Новиков </w:t>
            </w:r>
          </w:p>
          <w:p w:rsidR="00023E1D" w:rsidRPr="0039185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1855">
              <w:rPr>
                <w:rFonts w:ascii="Arial" w:hAnsi="Arial" w:cs="Arial"/>
                <w:color w:val="252525"/>
                <w:sz w:val="20"/>
                <w:szCs w:val="20"/>
              </w:rPr>
              <w:t>Вячеслав Сергеевич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Заместитель начальника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7F092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879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482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66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Volkswagen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Golf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Plus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473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154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055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51E9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51E9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51E9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27F3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27F3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27F3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714DCF">
              <w:rPr>
                <w:rFonts w:ascii="Arial" w:hAnsi="Arial" w:cs="Arial"/>
                <w:color w:val="252525"/>
                <w:sz w:val="20"/>
                <w:szCs w:val="20"/>
              </w:rPr>
              <w:t xml:space="preserve">Самоловова Наталья </w:t>
            </w:r>
          </w:p>
          <w:p w:rsidR="00023E1D" w:rsidRPr="00714DCF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14DCF">
              <w:rPr>
                <w:rFonts w:ascii="Arial" w:hAnsi="Arial" w:cs="Arial"/>
                <w:color w:val="252525"/>
                <w:sz w:val="20"/>
                <w:szCs w:val="20"/>
              </w:rPr>
              <w:t>Юрьевна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сектора казначейства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014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0 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1130,0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1500,0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118,3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551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448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76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120 000,00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1130,0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УАЗ 3152-01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легковой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Опель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Zafira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47B8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Беломоина </w:t>
            </w:r>
          </w:p>
          <w:p w:rsidR="00023E1D" w:rsidRPr="00D47B8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47B8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Ольга Михайловна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сельского хозяйства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84</w:t>
            </w:r>
          </w:p>
        </w:tc>
        <w:tc>
          <w:tcPr>
            <w:tcW w:w="155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90,0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12C88">
              <w:rPr>
                <w:rFonts w:ascii="Arial" w:hAnsi="Arial" w:cs="Arial"/>
                <w:color w:val="252525"/>
                <w:sz w:val="20"/>
                <w:szCs w:val="20"/>
              </w:rPr>
              <w:t xml:space="preserve">Волокитин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12C88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Леонид </w:t>
            </w:r>
          </w:p>
          <w:p w:rsidR="00023E1D" w:rsidRPr="00C12C88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12C88">
              <w:rPr>
                <w:rFonts w:ascii="Arial" w:hAnsi="Arial" w:cs="Arial"/>
                <w:color w:val="252525"/>
                <w:sz w:val="20"/>
                <w:szCs w:val="20"/>
              </w:rPr>
              <w:t>Петрович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Специалист 1 категории отдела промышленности и недропользования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169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65,8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Pr="008D04B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D04B1">
              <w:rPr>
                <w:rFonts w:ascii="Arial" w:hAnsi="Arial" w:cs="Arial"/>
                <w:color w:val="252525"/>
                <w:sz w:val="20"/>
                <w:szCs w:val="20"/>
              </w:rPr>
              <w:t>Васильева Анастасия Юрьевна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организационного отдела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496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95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41,3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41,3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tcBorders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Галиева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Ирина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Леонидовна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юридического отдела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410 809,04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110,3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5E12B0">
              <w:rPr>
                <w:rFonts w:ascii="Arial" w:hAnsi="Arial" w:cs="Arial"/>
                <w:color w:val="252525"/>
                <w:sz w:val="20"/>
                <w:szCs w:val="20"/>
              </w:rPr>
              <w:t xml:space="preserve">Гарбар </w:t>
            </w:r>
          </w:p>
          <w:p w:rsidR="00023E1D" w:rsidRPr="005E12B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5E12B0">
              <w:rPr>
                <w:rFonts w:ascii="Arial" w:hAnsi="Arial" w:cs="Arial"/>
                <w:color w:val="252525"/>
                <w:sz w:val="20"/>
                <w:szCs w:val="20"/>
              </w:rPr>
              <w:t>Мелитина Николаевна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сектора земельных отношений юридического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B460FB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782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38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1400,0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 85,6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B460F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892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86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1400,0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 Logan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 85,6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70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912DBC">
              <w:rPr>
                <w:rFonts w:ascii="Arial" w:hAnsi="Arial" w:cs="Arial"/>
                <w:color w:val="252525"/>
                <w:sz w:val="20"/>
                <w:szCs w:val="20"/>
              </w:rPr>
              <w:t xml:space="preserve">Гореванова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</w:t>
            </w:r>
            <w:r w:rsidRPr="00912DBC">
              <w:rPr>
                <w:rFonts w:ascii="Arial" w:hAnsi="Arial" w:cs="Arial"/>
                <w:color w:val="252525"/>
                <w:sz w:val="20"/>
                <w:szCs w:val="20"/>
              </w:rPr>
              <w:t xml:space="preserve">льга </w:t>
            </w:r>
          </w:p>
          <w:p w:rsidR="00023E1D" w:rsidRPr="00912DBC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912DBC">
              <w:rPr>
                <w:rFonts w:ascii="Arial" w:hAnsi="Arial" w:cs="Arial"/>
                <w:color w:val="252525"/>
                <w:sz w:val="20"/>
                <w:szCs w:val="20"/>
              </w:rPr>
              <w:t>лаевна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финансов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448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C0C0C0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25,8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C0C0C0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40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C0C0C0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C0C0C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1000,0</w:t>
            </w:r>
          </w:p>
        </w:tc>
        <w:tc>
          <w:tcPr>
            <w:tcW w:w="1336" w:type="dxa"/>
            <w:tcBorders>
              <w:top w:val="outset" w:sz="6" w:space="0" w:color="C0C0C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single" w:sz="4" w:space="0" w:color="C0C0C0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3/4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77,5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63.3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865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05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K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ia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Jes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77,5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Автоприцеп КМ 38136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86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77,5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77,5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8D04B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D04B1">
              <w:rPr>
                <w:rFonts w:ascii="Arial" w:hAnsi="Arial" w:cs="Arial"/>
                <w:color w:val="252525"/>
                <w:sz w:val="20"/>
                <w:szCs w:val="20"/>
              </w:rPr>
              <w:t>Горбунова Наталья Юрьевна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Специалист 1 категории организационного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C0C0C0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836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171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C0C0C0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C0C0C0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77,2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Fiat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Albea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178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CY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546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12C88">
              <w:rPr>
                <w:rFonts w:ascii="Arial" w:hAnsi="Arial" w:cs="Arial"/>
                <w:color w:val="252525"/>
                <w:sz w:val="20"/>
                <w:szCs w:val="20"/>
              </w:rPr>
              <w:t xml:space="preserve">Гуммер </w:t>
            </w:r>
          </w:p>
          <w:p w:rsidR="00023E1D" w:rsidRPr="00C12C88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12C88">
              <w:rPr>
                <w:rFonts w:ascii="Arial" w:hAnsi="Arial" w:cs="Arial"/>
                <w:color w:val="252525"/>
                <w:sz w:val="20"/>
                <w:szCs w:val="20"/>
              </w:rPr>
              <w:t>Ольга Анатольевна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Специалист 1 категории, ответственный секретарь административной комиссии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1100140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24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66666,66</w:t>
            </w: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96050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32,3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F2C7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F2C7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56,5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7F2C7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67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7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1 589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781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66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66666,66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216B8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1193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216B8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7261D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УАЗ 3151201</w:t>
            </w:r>
          </w:p>
        </w:tc>
      </w:tr>
      <w:tr w:rsidR="00023E1D" w:rsidRPr="008A5F7A" w:rsidTr="002C722D">
        <w:trPr>
          <w:gridAfter w:val="1"/>
          <w:wAfter w:w="9" w:type="dxa"/>
          <w:trHeight w:val="67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216B8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56,5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3A164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7261D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023E1D" w:rsidRPr="008A5F7A" w:rsidRDefault="00023E1D" w:rsidP="007261DB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Nissan Sunni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66666,66</w:t>
            </w:r>
          </w:p>
          <w:p w:rsidR="00023E1D" w:rsidRPr="007B56D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66666,66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714B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714B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56,5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F714B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е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67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52514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52514A">
              <w:rPr>
                <w:rFonts w:ascii="Arial" w:hAnsi="Arial" w:cs="Arial"/>
                <w:color w:val="252525"/>
                <w:sz w:val="20"/>
                <w:szCs w:val="20"/>
              </w:rPr>
              <w:t>Захарова Галина Александровна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архивного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486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56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4/5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1/5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 21124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4/5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1/5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EE08CE">
              <w:rPr>
                <w:rFonts w:ascii="Arial" w:hAnsi="Arial" w:cs="Arial"/>
                <w:color w:val="252525"/>
                <w:sz w:val="20"/>
                <w:szCs w:val="20"/>
              </w:rPr>
              <w:t xml:space="preserve">Захарова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EE08CE">
              <w:rPr>
                <w:rFonts w:ascii="Arial" w:hAnsi="Arial" w:cs="Arial"/>
                <w:color w:val="252525"/>
                <w:sz w:val="20"/>
                <w:szCs w:val="20"/>
              </w:rPr>
              <w:t xml:space="preserve">Ирина </w:t>
            </w:r>
          </w:p>
          <w:p w:rsidR="00023E1D" w:rsidRPr="00EE08CE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EE08CE">
              <w:rPr>
                <w:rFonts w:ascii="Arial" w:hAnsi="Arial" w:cs="Arial"/>
                <w:color w:val="252525"/>
                <w:sz w:val="20"/>
                <w:szCs w:val="20"/>
              </w:rPr>
              <w:t>Викторовна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отдела архитектуры и градостроительства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525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866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58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848,00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2166,00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1/5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1170,00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118,50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344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384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60</w:t>
            </w:r>
          </w:p>
        </w:tc>
        <w:tc>
          <w:tcPr>
            <w:tcW w:w="13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1/5</w:t>
            </w:r>
          </w:p>
        </w:tc>
        <w:tc>
          <w:tcPr>
            <w:tcW w:w="1357" w:type="dxa"/>
            <w:gridSpan w:val="1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1170,00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848,00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УАЗ 31512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Hyundai</w:t>
            </w:r>
            <w:r w:rsidRPr="00EE08CE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Elantra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023E1D" w:rsidRPr="006456BB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Опель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Zafira</w:t>
            </w:r>
            <w:r w:rsidRPr="006456BB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Tourer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2166,00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118,50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6456BB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3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1/5</w:t>
            </w:r>
          </w:p>
        </w:tc>
        <w:tc>
          <w:tcPr>
            <w:tcW w:w="1357" w:type="dxa"/>
            <w:gridSpan w:val="1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1170,00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848,00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2166,00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118,50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3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1/5</w:t>
            </w:r>
          </w:p>
        </w:tc>
        <w:tc>
          <w:tcPr>
            <w:tcW w:w="1357" w:type="dxa"/>
            <w:gridSpan w:val="1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1170,00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848,00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2166,00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118,50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57" w:type="dxa"/>
            <w:gridSpan w:val="1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848,00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2166,00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118,50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2/5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1170,00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5F6A5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5F6A52">
              <w:rPr>
                <w:rFonts w:ascii="Arial" w:hAnsi="Arial" w:cs="Arial"/>
                <w:color w:val="252525"/>
                <w:sz w:val="20"/>
                <w:szCs w:val="20"/>
              </w:rPr>
              <w:t>Золотавин Владимир Александрович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сектора казначейства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477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68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 VERSO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637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465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01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Ford Fiesta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5F6A5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A2738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A2738D">
              <w:rPr>
                <w:rFonts w:ascii="Arial" w:hAnsi="Arial" w:cs="Arial"/>
                <w:color w:val="252525"/>
                <w:sz w:val="20"/>
                <w:szCs w:val="20"/>
              </w:rPr>
              <w:t>Захарова Светлана Владимировна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сектора имущественных отношений юридического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9B6CF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584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769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45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226,1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721D1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314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306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43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ГАЗ-330232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226,1</w:t>
            </w:r>
          </w:p>
        </w:tc>
        <w:tc>
          <w:tcPr>
            <w:tcW w:w="1336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721D1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226,1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B26DB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B26DB9">
              <w:rPr>
                <w:rFonts w:ascii="Arial" w:hAnsi="Arial" w:cs="Arial"/>
                <w:color w:val="252525"/>
                <w:sz w:val="20"/>
                <w:szCs w:val="20"/>
              </w:rPr>
              <w:t>Игловикова Наталья Витальевна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комитета по образованию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714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248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550,00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436/198591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11102,00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69,4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43,6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69,4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550,00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32790">
              <w:rPr>
                <w:rFonts w:ascii="Arial" w:hAnsi="Arial" w:cs="Arial"/>
                <w:color w:val="252525"/>
                <w:sz w:val="20"/>
                <w:szCs w:val="20"/>
              </w:rPr>
              <w:t xml:space="preserve">Игловикова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32790">
              <w:rPr>
                <w:rFonts w:ascii="Arial" w:hAnsi="Arial" w:cs="Arial"/>
                <w:color w:val="252525"/>
                <w:sz w:val="20"/>
                <w:szCs w:val="20"/>
              </w:rPr>
              <w:t xml:space="preserve">Ольга </w:t>
            </w:r>
          </w:p>
          <w:p w:rsidR="00023E1D" w:rsidRPr="00B3279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B32790">
              <w:rPr>
                <w:rFonts w:ascii="Arial" w:hAnsi="Arial" w:cs="Arial"/>
                <w:color w:val="252525"/>
                <w:sz w:val="20"/>
                <w:szCs w:val="20"/>
              </w:rPr>
              <w:t>Яковлевна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специалист, ответственный секретарь КДН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</w:t>
            </w:r>
            <w:r w:rsidRPr="008A5F7A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217</w:t>
            </w:r>
            <w:r w:rsidRPr="008A5F7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559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68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УАЗ-396255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лодка «Казанка»</w:t>
            </w:r>
          </w:p>
        </w:tc>
      </w:tr>
      <w:tr w:rsidR="00023E1D" w:rsidRPr="008A5F7A" w:rsidTr="002C722D">
        <w:trPr>
          <w:gridAfter w:val="1"/>
          <w:wAfter w:w="9" w:type="dxa"/>
          <w:trHeight w:val="592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снегоход «Буран»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26195">
              <w:rPr>
                <w:rFonts w:ascii="Arial" w:hAnsi="Arial" w:cs="Arial"/>
                <w:color w:val="252525"/>
                <w:sz w:val="20"/>
                <w:szCs w:val="20"/>
              </w:rPr>
              <w:t xml:space="preserve">Ильина </w:t>
            </w:r>
          </w:p>
          <w:p w:rsidR="00023E1D" w:rsidRPr="00C2619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C26195">
              <w:rPr>
                <w:rFonts w:ascii="Arial" w:hAnsi="Arial" w:cs="Arial"/>
                <w:color w:val="252525"/>
                <w:sz w:val="20"/>
                <w:szCs w:val="20"/>
              </w:rPr>
              <w:t>Валентина Юрьевна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бух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галтерского учета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и отчетности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805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582,87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582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B7057">
              <w:rPr>
                <w:rFonts w:ascii="Arial" w:hAnsi="Arial" w:cs="Arial"/>
                <w:color w:val="252525"/>
                <w:sz w:val="20"/>
                <w:szCs w:val="20"/>
              </w:rPr>
              <w:t xml:space="preserve">Каюкова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B7057">
              <w:rPr>
                <w:rFonts w:ascii="Arial" w:hAnsi="Arial" w:cs="Arial"/>
                <w:color w:val="252525"/>
                <w:sz w:val="20"/>
                <w:szCs w:val="20"/>
              </w:rPr>
              <w:t xml:space="preserve">Ольга </w:t>
            </w:r>
          </w:p>
          <w:p w:rsidR="00023E1D" w:rsidRPr="00DB705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B7057">
              <w:rPr>
                <w:rFonts w:ascii="Arial" w:hAnsi="Arial" w:cs="Arial"/>
                <w:color w:val="252525"/>
                <w:sz w:val="20"/>
                <w:szCs w:val="20"/>
              </w:rPr>
              <w:t>Васильевна</w:t>
            </w:r>
          </w:p>
          <w:p w:rsidR="00023E1D" w:rsidRPr="00DB705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сектора казначейства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406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448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17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23,3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1273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4" w:space="0" w:color="A6A6A6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6B2E3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объект незавершенного строительства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642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160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82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85000,00</w:t>
            </w:r>
          </w:p>
        </w:tc>
        <w:tc>
          <w:tcPr>
            <w:tcW w:w="1448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6B2E3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объект незавершенного строительства 1/3</w:t>
            </w:r>
          </w:p>
        </w:tc>
        <w:tc>
          <w:tcPr>
            <w:tcW w:w="1230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LADA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7230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1273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6B2E3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объект незавершенного строительства 1/3</w:t>
            </w:r>
          </w:p>
        </w:tc>
        <w:tc>
          <w:tcPr>
            <w:tcW w:w="1230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0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1273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A04B86">
              <w:rPr>
                <w:rFonts w:ascii="Arial" w:hAnsi="Arial" w:cs="Arial"/>
                <w:color w:val="252525"/>
                <w:sz w:val="20"/>
                <w:szCs w:val="20"/>
              </w:rPr>
              <w:t xml:space="preserve">Коротких </w:t>
            </w:r>
          </w:p>
          <w:p w:rsidR="00023E1D" w:rsidRPr="00A04B86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A04B86">
              <w:rPr>
                <w:rFonts w:ascii="Arial" w:hAnsi="Arial" w:cs="Arial"/>
                <w:color w:val="252525"/>
                <w:sz w:val="20"/>
                <w:szCs w:val="20"/>
              </w:rPr>
              <w:t>Мария Васильевна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сектора земельных отношений юридического отдела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572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659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61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 21154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521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128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03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 21074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43630">
              <w:rPr>
                <w:rFonts w:ascii="Arial" w:hAnsi="Arial" w:cs="Arial"/>
                <w:color w:val="252525"/>
                <w:sz w:val="20"/>
                <w:szCs w:val="20"/>
              </w:rPr>
              <w:t xml:space="preserve">Коряков </w:t>
            </w:r>
          </w:p>
          <w:p w:rsidR="00023E1D" w:rsidRPr="00D4363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D43630">
              <w:rPr>
                <w:rFonts w:ascii="Arial" w:hAnsi="Arial" w:cs="Arial"/>
                <w:color w:val="252525"/>
                <w:sz w:val="20"/>
                <w:szCs w:val="20"/>
              </w:rPr>
              <w:t>Евгений Викторович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главный специалист отдела архитектуры и градостроительства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664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99</w:t>
            </w:r>
          </w:p>
          <w:p w:rsidR="00023E1D" w:rsidRPr="008A5F7A" w:rsidRDefault="00023E1D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 2106</w:t>
            </w:r>
          </w:p>
        </w:tc>
      </w:tr>
      <w:tr w:rsidR="00023E1D" w:rsidRPr="008A5F7A" w:rsidTr="002C722D">
        <w:trPr>
          <w:gridAfter w:val="1"/>
          <w:wAfter w:w="9" w:type="dxa"/>
          <w:trHeight w:val="70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1270" w:type="dxa"/>
            <w:gridSpan w:val="9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1216,0</w:t>
            </w:r>
          </w:p>
        </w:tc>
        <w:tc>
          <w:tcPr>
            <w:tcW w:w="1336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Ford Focus 3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54</w:t>
            </w: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1270" w:type="dxa"/>
            <w:gridSpan w:val="9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1216,0</w:t>
            </w:r>
          </w:p>
        </w:tc>
        <w:tc>
          <w:tcPr>
            <w:tcW w:w="1336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1270" w:type="dxa"/>
            <w:gridSpan w:val="9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1216,0</w:t>
            </w:r>
          </w:p>
        </w:tc>
        <w:tc>
          <w:tcPr>
            <w:tcW w:w="1336" w:type="dxa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46B71">
              <w:rPr>
                <w:rFonts w:ascii="Arial" w:hAnsi="Arial" w:cs="Arial"/>
                <w:color w:val="252525"/>
                <w:sz w:val="20"/>
                <w:szCs w:val="20"/>
              </w:rPr>
              <w:t xml:space="preserve">Кошкаров </w:t>
            </w:r>
          </w:p>
          <w:p w:rsidR="00023E1D" w:rsidRPr="00D46B7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46B71">
              <w:rPr>
                <w:rFonts w:ascii="Arial" w:hAnsi="Arial" w:cs="Arial"/>
                <w:color w:val="252525"/>
                <w:sz w:val="20"/>
                <w:szCs w:val="20"/>
              </w:rPr>
              <w:t>Виктор Феоктистович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по мобилизационной работе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943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4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39</w:t>
            </w: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44,1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УАЗ 315196 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Мотоцикл «Урал» ИМЗ 8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306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464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63,0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44,1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Honda Accord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16,8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Honda Civic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17,4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</w:t>
            </w:r>
            <w:r w:rsidRPr="007927DF">
              <w:rPr>
                <w:rFonts w:ascii="Arial" w:hAnsi="Arial" w:cs="Arial"/>
                <w:bCs/>
                <w:sz w:val="20"/>
                <w:szCs w:val="20"/>
              </w:rPr>
              <w:t>Renault</w:t>
            </w:r>
            <w:r w:rsidRPr="007927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27DF">
              <w:rPr>
                <w:rFonts w:ascii="Arial" w:hAnsi="Arial" w:cs="Arial"/>
                <w:bCs/>
                <w:sz w:val="20"/>
                <w:szCs w:val="20"/>
              </w:rPr>
              <w:t>Logan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D0BC6">
              <w:rPr>
                <w:rFonts w:ascii="Arial" w:hAnsi="Arial" w:cs="Arial"/>
                <w:color w:val="252525"/>
                <w:sz w:val="20"/>
                <w:szCs w:val="20"/>
              </w:rPr>
              <w:t xml:space="preserve">Куклина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D0BC6">
              <w:rPr>
                <w:rFonts w:ascii="Arial" w:hAnsi="Arial" w:cs="Arial"/>
                <w:color w:val="252525"/>
                <w:sz w:val="20"/>
                <w:szCs w:val="20"/>
              </w:rPr>
              <w:t xml:space="preserve">Мария </w:t>
            </w:r>
          </w:p>
          <w:p w:rsidR="00023E1D" w:rsidRPr="00FD0BC6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FD0BC6">
              <w:rPr>
                <w:rFonts w:ascii="Arial" w:hAnsi="Arial" w:cs="Arial"/>
                <w:color w:val="252525"/>
                <w:sz w:val="20"/>
                <w:szCs w:val="20"/>
              </w:rPr>
              <w:t xml:space="preserve">Юрьевна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организационного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550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633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51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1243,0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62,6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124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572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40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1243,0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Chevrolet Cruze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80,8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9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62,6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BA4F73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Кузьмина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Марина Николаевна</w:t>
            </w:r>
          </w:p>
        </w:tc>
        <w:tc>
          <w:tcPr>
            <w:tcW w:w="209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сектора земельных отношений юридического отдела</w:t>
            </w:r>
          </w:p>
        </w:tc>
        <w:tc>
          <w:tcPr>
            <w:tcW w:w="179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413 696,96</w:t>
            </w:r>
          </w:p>
        </w:tc>
        <w:tc>
          <w:tcPr>
            <w:tcW w:w="132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349" w:type="dxa"/>
            <w:gridSpan w:val="11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41,2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 w:val="restart"/>
            <w:tcBorders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Маланыч Анастасия Геннадьевна</w:t>
            </w:r>
          </w:p>
        </w:tc>
        <w:tc>
          <w:tcPr>
            <w:tcW w:w="2099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по делам Севера и КМНС</w:t>
            </w:r>
          </w:p>
        </w:tc>
        <w:tc>
          <w:tcPr>
            <w:tcW w:w="1795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464 408,27</w:t>
            </w:r>
          </w:p>
        </w:tc>
        <w:tc>
          <w:tcPr>
            <w:tcW w:w="4014" w:type="dxa"/>
            <w:gridSpan w:val="14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1502,0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lef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45,7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B3278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82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2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21233C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Мотоцикл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Kawasaky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F4312">
              <w:rPr>
                <w:rFonts w:ascii="Arial" w:hAnsi="Arial" w:cs="Arial"/>
                <w:color w:val="252525"/>
                <w:sz w:val="20"/>
                <w:szCs w:val="20"/>
              </w:rPr>
              <w:t xml:space="preserve">Медведева </w:t>
            </w: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F4312">
              <w:rPr>
                <w:rFonts w:ascii="Arial" w:hAnsi="Arial" w:cs="Arial"/>
                <w:color w:val="252525"/>
                <w:sz w:val="20"/>
                <w:szCs w:val="20"/>
              </w:rPr>
              <w:t>Ирина Михайловна</w:t>
            </w: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6F4312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финансов</w:t>
            </w:r>
          </w:p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700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151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05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67,4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9447D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1329,0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1 005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459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38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67,4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67,4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УАЗ 330365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1329,0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1A7FEF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67,4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1329,0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9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5502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5502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67,4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5502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5006E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5006E4">
              <w:rPr>
                <w:rFonts w:ascii="Arial" w:hAnsi="Arial" w:cs="Arial"/>
                <w:color w:val="252525"/>
                <w:sz w:val="20"/>
                <w:szCs w:val="20"/>
              </w:rPr>
              <w:t>Медведева Наталья Владимировна</w:t>
            </w:r>
          </w:p>
          <w:p w:rsidR="00023E1D" w:rsidRPr="005006E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финансов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637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25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466666,67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58,4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197,0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393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156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84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283 333,33</w:t>
            </w: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58,4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Nissan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Primera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197,0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УАЗ-33036</w:t>
            </w:r>
          </w:p>
        </w:tc>
      </w:tr>
      <w:tr w:rsidR="00023E1D" w:rsidRPr="008A5F7A" w:rsidTr="002C722D">
        <w:trPr>
          <w:gridAfter w:val="1"/>
          <w:wAfter w:w="9" w:type="dxa"/>
          <w:trHeight w:val="23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58,4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2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197,0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968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58,4</w:t>
            </w:r>
          </w:p>
        </w:tc>
        <w:tc>
          <w:tcPr>
            <w:tcW w:w="11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2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1/4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197,0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A563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066D6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066D6D">
              <w:rPr>
                <w:rFonts w:ascii="Arial" w:hAnsi="Arial" w:cs="Arial"/>
                <w:color w:val="252525"/>
                <w:sz w:val="20"/>
                <w:szCs w:val="20"/>
              </w:rPr>
              <w:t>Медведева Наталья Александровна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527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1230,0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149,1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336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1230,0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Hyundai Elantra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149,1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960E9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Снегоход «Буран»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1230,0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E4FE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E4FE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4E4FE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30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149,1</w:t>
            </w:r>
          </w:p>
        </w:tc>
        <w:tc>
          <w:tcPr>
            <w:tcW w:w="13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66A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2371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2A454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A4547">
              <w:rPr>
                <w:rFonts w:ascii="Arial" w:hAnsi="Arial" w:cs="Arial"/>
                <w:color w:val="252525"/>
                <w:sz w:val="20"/>
                <w:szCs w:val="20"/>
              </w:rPr>
              <w:t xml:space="preserve">Медведева </w:t>
            </w:r>
          </w:p>
          <w:p w:rsidR="00023E1D" w:rsidRPr="002A454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2A4547">
              <w:rPr>
                <w:rFonts w:ascii="Arial" w:hAnsi="Arial" w:cs="Arial"/>
                <w:color w:val="252525"/>
                <w:sz w:val="20"/>
                <w:szCs w:val="20"/>
              </w:rPr>
              <w:t>Юлия Александровна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бух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галтерского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учета и отчетности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596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982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88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1476,00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 Auris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210,6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210,6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534,00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546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713,00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542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713,00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ГАЗ 278813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534,00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40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210,6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210,6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1476,00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713,00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534,00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A2206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Казахстан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81915">
              <w:rPr>
                <w:rFonts w:ascii="Arial" w:hAnsi="Arial" w:cs="Arial"/>
                <w:color w:val="252525"/>
                <w:sz w:val="20"/>
                <w:szCs w:val="20"/>
              </w:rPr>
              <w:t xml:space="preserve">Мельцева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81915">
              <w:rPr>
                <w:rFonts w:ascii="Arial" w:hAnsi="Arial" w:cs="Arial"/>
                <w:color w:val="252525"/>
                <w:sz w:val="20"/>
                <w:szCs w:val="20"/>
              </w:rPr>
              <w:t xml:space="preserve">Ольга </w:t>
            </w:r>
          </w:p>
          <w:p w:rsidR="00023E1D" w:rsidRPr="0068191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81915">
              <w:rPr>
                <w:rFonts w:ascii="Arial" w:hAnsi="Arial" w:cs="Arial"/>
                <w:color w:val="252525"/>
                <w:sz w:val="20"/>
                <w:szCs w:val="20"/>
              </w:rPr>
              <w:t>Ивановна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785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783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06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1100,0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100,4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352 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635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</w:t>
            </w:r>
            <w:r w:rsidRPr="005006E4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Sandero</w:t>
            </w:r>
          </w:p>
          <w:p w:rsidR="00023E1D" w:rsidRPr="001C36E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Прицеп к л/а 821303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26,1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1C36E1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1C36E1">
              <w:rPr>
                <w:rFonts w:ascii="Arial" w:hAnsi="Arial" w:cs="Arial"/>
                <w:color w:val="252525"/>
                <w:sz w:val="20"/>
                <w:szCs w:val="20"/>
              </w:rPr>
              <w:t>Михайлова Оксана Владимировна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отдела бухгалтерского учета и отчетности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646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845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</w:t>
            </w: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3/4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787,0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1511,0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92,4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746843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46843">
              <w:rPr>
                <w:rFonts w:ascii="Arial" w:hAnsi="Arial" w:cs="Arial"/>
                <w:color w:val="252525"/>
                <w:sz w:val="20"/>
                <w:szCs w:val="20"/>
              </w:rPr>
              <w:t>Новиков Виктор Сергеевич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организационного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01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1000,00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86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116A04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116A04">
              <w:rPr>
                <w:rFonts w:ascii="Arial" w:hAnsi="Arial" w:cs="Arial"/>
                <w:color w:val="252525"/>
                <w:sz w:val="20"/>
                <w:szCs w:val="20"/>
              </w:rPr>
              <w:t xml:space="preserve">Огородников Александр Васильевич 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спе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циалист 1 категории сектора по гражданской обороне,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защите населения и территории от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чрезвычайных ситуаций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7746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860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790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900,00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73,3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1319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31,7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824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546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</w:t>
            </w: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1319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900,00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22637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2" w:type="dxa"/>
            <w:gridSpan w:val="6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22203">
              <w:rPr>
                <w:rFonts w:ascii="Arial" w:hAnsi="Arial" w:cs="Arial"/>
                <w:color w:val="252525"/>
                <w:sz w:val="20"/>
                <w:szCs w:val="20"/>
              </w:rPr>
              <w:t xml:space="preserve">Пайкова </w:t>
            </w:r>
          </w:p>
          <w:p w:rsidR="00023E1D" w:rsidRPr="00C22203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C22203">
              <w:rPr>
                <w:rFonts w:ascii="Arial" w:hAnsi="Arial" w:cs="Arial"/>
                <w:color w:val="252525"/>
                <w:sz w:val="20"/>
                <w:szCs w:val="20"/>
              </w:rPr>
              <w:t>Надежда Васильевна</w:t>
            </w:r>
          </w:p>
          <w:p w:rsidR="00023E1D" w:rsidRPr="00C22203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отдела финансов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998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749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89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300000,00</w:t>
            </w:r>
          </w:p>
        </w:tc>
        <w:tc>
          <w:tcPr>
            <w:tcW w:w="14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36,9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6550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23E1D" w:rsidRPr="006550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Kia</w:t>
            </w:r>
            <w:r w:rsidRPr="0065502D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Carens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супруг 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466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60, в т.ч. доход от продажи имущества 95000,00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ВАЗ-21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102</w:t>
            </w:r>
          </w:p>
          <w:p w:rsidR="00023E1D" w:rsidRPr="000908C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НИССАН-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X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TRAIL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Автомобиль грузовой УАЗ 330302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Снегоход «Буран-А»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F0228">
              <w:rPr>
                <w:rFonts w:ascii="Arial" w:hAnsi="Arial" w:cs="Arial"/>
                <w:color w:val="252525"/>
                <w:sz w:val="20"/>
                <w:szCs w:val="20"/>
              </w:rPr>
              <w:t xml:space="preserve">Пелех </w:t>
            </w:r>
          </w:p>
          <w:p w:rsidR="00023E1D" w:rsidRPr="006F0228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6F0228">
              <w:rPr>
                <w:rFonts w:ascii="Arial" w:hAnsi="Arial" w:cs="Arial"/>
                <w:color w:val="252525"/>
                <w:sz w:val="20"/>
                <w:szCs w:val="20"/>
              </w:rPr>
              <w:t>Виктор Михайлович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сектора муниципального заказа и договорных отношений юридического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802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26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14/20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217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Chevrolet Klan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6/20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1 217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14/20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УАЗ 390945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57 547,74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13/20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217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7/20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1 217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57 547,74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20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13/20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217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7/20</w:t>
            </w:r>
          </w:p>
        </w:tc>
        <w:tc>
          <w:tcPr>
            <w:tcW w:w="1357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1 217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EE14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13/20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139,9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5E12B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5E12B0">
              <w:rPr>
                <w:rFonts w:ascii="Arial" w:hAnsi="Arial" w:cs="Arial"/>
                <w:color w:val="252525"/>
                <w:sz w:val="20"/>
                <w:szCs w:val="20"/>
              </w:rPr>
              <w:t>Плашинова Екатерина Владимировна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сектора муниципального заказа и договорных отношений юридического отдела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431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89</w:t>
            </w:r>
          </w:p>
        </w:tc>
        <w:tc>
          <w:tcPr>
            <w:tcW w:w="4014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 Vitz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E1060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E1060D">
              <w:rPr>
                <w:rFonts w:ascii="Arial" w:hAnsi="Arial" w:cs="Arial"/>
                <w:color w:val="252525"/>
                <w:sz w:val="20"/>
                <w:szCs w:val="20"/>
              </w:rPr>
              <w:t>Полозкова Светлана Вячеславовна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939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50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116,3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1518,00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975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015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54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1518,00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DA136A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 Sandero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116,3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CB158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B1589">
              <w:rPr>
                <w:rFonts w:ascii="Arial" w:hAnsi="Arial" w:cs="Arial"/>
                <w:color w:val="252525"/>
                <w:sz w:val="20"/>
                <w:szCs w:val="20"/>
              </w:rPr>
              <w:t>Прошкина Татьяна Константиновна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архитектуры и градостроительства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520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633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72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1813,0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326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054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1813,0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Skoda Fabia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1813,0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78,0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A7206">
              <w:rPr>
                <w:rFonts w:ascii="Arial" w:hAnsi="Arial" w:cs="Arial"/>
                <w:color w:val="252525"/>
                <w:sz w:val="20"/>
                <w:szCs w:val="20"/>
              </w:rPr>
              <w:t xml:space="preserve">Созонова </w:t>
            </w:r>
          </w:p>
          <w:p w:rsidR="00023E1D" w:rsidRPr="00DA7206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DA7206">
              <w:rPr>
                <w:rFonts w:ascii="Arial" w:hAnsi="Arial" w:cs="Arial"/>
                <w:color w:val="252525"/>
                <w:sz w:val="20"/>
                <w:szCs w:val="20"/>
              </w:rPr>
              <w:t>Евгения Анатольевна</w:t>
            </w:r>
          </w:p>
          <w:p w:rsidR="00023E1D" w:rsidRPr="00DA7206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главный специалист юридического отдела 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195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8A5F7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996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454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48005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Chevrolet Cruze 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C70BC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E82A3E">
              <w:rPr>
                <w:rFonts w:ascii="Arial" w:hAnsi="Arial" w:cs="Arial"/>
                <w:color w:val="252525"/>
                <w:sz w:val="20"/>
                <w:szCs w:val="20"/>
              </w:rPr>
              <w:t xml:space="preserve">Тихонова </w:t>
            </w:r>
          </w:p>
          <w:p w:rsidR="00023E1D" w:rsidRPr="00E82A3E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E82A3E">
              <w:rPr>
                <w:rFonts w:ascii="Arial" w:hAnsi="Arial" w:cs="Arial"/>
                <w:color w:val="252525"/>
                <w:sz w:val="20"/>
                <w:szCs w:val="20"/>
              </w:rPr>
              <w:t>Ирина Михайловна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ведущи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й специалист отдела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бухгалтерского учета и отчетности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980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976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 т.ч.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по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сертификату на материнский капитал 378947,55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1227,00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198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028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62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1227,00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1227,00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1227,00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E4807">
              <w:rPr>
                <w:rFonts w:ascii="Arial" w:hAnsi="Arial" w:cs="Arial"/>
                <w:color w:val="252525"/>
                <w:sz w:val="20"/>
                <w:szCs w:val="20"/>
              </w:rPr>
              <w:t xml:space="preserve">Усольцева </w:t>
            </w:r>
          </w:p>
          <w:p w:rsidR="00023E1D" w:rsidRPr="003E480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E4807">
              <w:rPr>
                <w:rFonts w:ascii="Arial" w:hAnsi="Arial" w:cs="Arial"/>
                <w:color w:val="252525"/>
                <w:sz w:val="20"/>
                <w:szCs w:val="20"/>
              </w:rPr>
              <w:t>Рузиля Шаукатовна</w:t>
            </w:r>
          </w:p>
          <w:p w:rsidR="00023E1D" w:rsidRPr="003E480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по молодежной политике, спорту и культуре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582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542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09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1358,0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3/4/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4D777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442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081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49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12680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Nissan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Serena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1358,0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1358,0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341,4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548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1358,0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3/4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A53A5">
              <w:rPr>
                <w:rFonts w:ascii="Arial" w:hAnsi="Arial" w:cs="Arial"/>
                <w:color w:val="252525"/>
                <w:sz w:val="20"/>
                <w:szCs w:val="20"/>
              </w:rPr>
              <w:t xml:space="preserve">Федорова </w:t>
            </w:r>
          </w:p>
          <w:p w:rsidR="00023E1D" w:rsidRPr="003A53A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3A53A5">
              <w:rPr>
                <w:rFonts w:ascii="Arial" w:hAnsi="Arial" w:cs="Arial"/>
                <w:color w:val="252525"/>
                <w:sz w:val="20"/>
                <w:szCs w:val="20"/>
              </w:rPr>
              <w:t>Наталья Александровна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отдела сельского хозяйства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809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964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33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66,7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43,1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43,1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9 162,90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43,1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43,1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1358,0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977D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800,0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308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408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4760,00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Mercedes-Benz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лодочный мотор «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Yamaha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»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295,8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склад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131,9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0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0F2F08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0F2F08">
              <w:rPr>
                <w:rFonts w:ascii="Arial" w:hAnsi="Arial" w:cs="Arial"/>
                <w:color w:val="252525"/>
                <w:sz w:val="20"/>
                <w:szCs w:val="20"/>
              </w:rPr>
              <w:t>Шаранова</w:t>
            </w:r>
          </w:p>
          <w:p w:rsidR="00023E1D" w:rsidRPr="000F2F08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0F2F08">
              <w:rPr>
                <w:rFonts w:ascii="Arial" w:hAnsi="Arial" w:cs="Arial"/>
                <w:color w:val="252525"/>
                <w:sz w:val="20"/>
                <w:szCs w:val="20"/>
              </w:rPr>
              <w:t>Анна Владимировна</w:t>
            </w:r>
          </w:p>
          <w:p w:rsidR="00023E1D" w:rsidRPr="008A5F7A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финансов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593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990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24</w:t>
            </w: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53,2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2/3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167,7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Honda Accord</w:t>
            </w:r>
          </w:p>
        </w:tc>
      </w:tr>
      <w:tr w:rsidR="00023E1D" w:rsidRPr="008A5F7A" w:rsidTr="002C722D">
        <w:trPr>
          <w:gridAfter w:val="1"/>
          <w:wAfter w:w="9" w:type="dxa"/>
          <w:trHeight w:val="230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1135,0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860" w:type="dxa"/>
            <w:gridSpan w:val="5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1135,0</w:t>
            </w:r>
          </w:p>
        </w:tc>
        <w:tc>
          <w:tcPr>
            <w:tcW w:w="1236" w:type="dxa"/>
            <w:gridSpan w:val="4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230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167,7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6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1 551 729,63</w:t>
            </w: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2/3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1135,0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167,7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9C782E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Greatwal</w:t>
            </w:r>
            <w:r w:rsidRPr="003C1FE3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CC</w:t>
            </w:r>
            <w:r w:rsidRPr="003C1FE3">
              <w:rPr>
                <w:rFonts w:ascii="Arial" w:hAnsi="Arial" w:cs="Arial"/>
                <w:color w:val="252525"/>
                <w:sz w:val="20"/>
                <w:szCs w:val="20"/>
              </w:rPr>
              <w:t xml:space="preserve">6460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KY</w:t>
            </w:r>
          </w:p>
          <w:p w:rsidR="00023E1D" w:rsidRPr="009C782E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023E1D" w:rsidRPr="003C1FE3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Автоприцеп к л/а, марка 8213А7</w:t>
            </w:r>
          </w:p>
        </w:tc>
      </w:tr>
      <w:tr w:rsidR="00023E1D" w:rsidRPr="008A5F7A" w:rsidTr="002C722D">
        <w:trPr>
          <w:gridAfter w:val="1"/>
          <w:wAfter w:w="9" w:type="dxa"/>
          <w:trHeight w:val="6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800,0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860" w:type="dxa"/>
            <w:gridSpan w:val="5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1135,0</w:t>
            </w:r>
          </w:p>
        </w:tc>
        <w:tc>
          <w:tcPr>
            <w:tcW w:w="1236" w:type="dxa"/>
            <w:gridSpan w:val="4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 2/3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167,7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6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60,0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6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63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9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38,2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6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3 079,24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167,7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1135,0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C722D">
              <w:rPr>
                <w:rFonts w:ascii="Arial" w:hAnsi="Arial" w:cs="Arial"/>
                <w:color w:val="252525"/>
                <w:sz w:val="20"/>
                <w:szCs w:val="20"/>
              </w:rPr>
              <w:t xml:space="preserve">Швецова </w:t>
            </w:r>
          </w:p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C722D">
              <w:rPr>
                <w:rFonts w:ascii="Arial" w:hAnsi="Arial" w:cs="Arial"/>
                <w:color w:val="252525"/>
                <w:sz w:val="20"/>
                <w:szCs w:val="20"/>
              </w:rPr>
              <w:t>Ирина Александровна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отдела бух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галтерского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учета и отчетности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625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787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11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2009,0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2009,0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FA109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2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1 859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820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16</w:t>
            </w:r>
          </w:p>
          <w:p w:rsidR="00023E1D" w:rsidRPr="001329F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1100000,00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0C40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2009,0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2009,0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1329F7" w:rsidRDefault="00023E1D" w:rsidP="0040348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Renault</w:t>
            </w:r>
            <w:r w:rsidRPr="001329F7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Sandero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00AA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00AA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142,9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00AA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3679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3679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142,9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36790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4D7C0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мотоцикл «Урал»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C722D">
              <w:rPr>
                <w:rFonts w:ascii="Arial" w:hAnsi="Arial" w:cs="Arial"/>
                <w:color w:val="252525"/>
                <w:sz w:val="20"/>
                <w:szCs w:val="20"/>
              </w:rPr>
              <w:t xml:space="preserve">Школяр 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C722D">
              <w:rPr>
                <w:rFonts w:ascii="Arial" w:hAnsi="Arial" w:cs="Arial"/>
                <w:color w:val="252525"/>
                <w:sz w:val="20"/>
                <w:szCs w:val="20"/>
              </w:rPr>
              <w:t>Татьяна Владимировна</w:t>
            </w: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Главный специалист  организационного отдела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97618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641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173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83,3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1384,0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Default="00023E1D" w:rsidP="0097618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206,7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553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988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29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150000,00</w:t>
            </w:r>
          </w:p>
        </w:tc>
        <w:tc>
          <w:tcPr>
            <w:tcW w:w="148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94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206,7</w:t>
            </w:r>
          </w:p>
        </w:tc>
        <w:tc>
          <w:tcPr>
            <w:tcW w:w="13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</w:t>
            </w:r>
            <w:r w:rsidRPr="002C722D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Avensis</w:t>
            </w: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1384,0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2C722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14" w:type="dxa"/>
            <w:gridSpan w:val="1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1384,0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4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14" w:type="dxa"/>
            <w:gridSpan w:val="1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206,7</w:t>
            </w:r>
          </w:p>
        </w:tc>
        <w:tc>
          <w:tcPr>
            <w:tcW w:w="1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B3279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B6F50">
              <w:rPr>
                <w:rFonts w:ascii="Arial" w:hAnsi="Arial" w:cs="Arial"/>
                <w:color w:val="252525"/>
                <w:sz w:val="20"/>
                <w:szCs w:val="20"/>
              </w:rPr>
              <w:t xml:space="preserve">Ямова </w:t>
            </w:r>
          </w:p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B6F50">
              <w:rPr>
                <w:rFonts w:ascii="Arial" w:hAnsi="Arial" w:cs="Arial"/>
                <w:color w:val="252525"/>
                <w:sz w:val="20"/>
                <w:szCs w:val="20"/>
              </w:rPr>
              <w:t xml:space="preserve">Вера </w:t>
            </w:r>
          </w:p>
          <w:p w:rsidR="00023E1D" w:rsidRPr="006B6F50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6B6F50">
              <w:rPr>
                <w:rFonts w:ascii="Arial" w:hAnsi="Arial" w:cs="Arial"/>
                <w:color w:val="252525"/>
                <w:sz w:val="20"/>
                <w:szCs w:val="20"/>
              </w:rPr>
              <w:t>Николаевна</w:t>
            </w: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23E1D" w:rsidRPr="008A5F7A" w:rsidRDefault="00023E1D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ведущий специалист комитета по образованию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658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69</w:t>
            </w:r>
          </w:p>
        </w:tc>
        <w:tc>
          <w:tcPr>
            <w:tcW w:w="14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59,3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1485,0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508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908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60</w:t>
            </w:r>
          </w:p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180000,00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282/187580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7601,00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59,3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076125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076125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076125">
              <w:rPr>
                <w:rFonts w:ascii="Arial" w:hAnsi="Arial" w:cs="Arial"/>
                <w:sz w:val="20"/>
                <w:szCs w:val="20"/>
              </w:rPr>
              <w:t>Mitsubishi L 200 IV 2.5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снегоход «Буран»</w:t>
            </w:r>
          </w:p>
        </w:tc>
      </w:tr>
      <w:tr w:rsidR="00023E1D" w:rsidRPr="008A5F7A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282/187580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7601,00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59,3</w:t>
            </w: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23E1D" w:rsidRPr="00802149" w:rsidTr="002C722D">
        <w:trPr>
          <w:gridAfter w:val="1"/>
          <w:wAfter w:w="9" w:type="dxa"/>
          <w:trHeight w:val="315"/>
          <w:tblCellSpacing w:w="0" w:type="dxa"/>
        </w:trPr>
        <w:tc>
          <w:tcPr>
            <w:tcW w:w="1780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56,4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A5F7A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0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23E1D" w:rsidRPr="00802149" w:rsidTr="002C722D">
        <w:trPr>
          <w:gridAfter w:val="1"/>
          <w:wAfter w:w="9" w:type="dxa"/>
          <w:trHeight w:val="144"/>
          <w:tblCellSpacing w:w="0" w:type="dxa"/>
        </w:trPr>
        <w:tc>
          <w:tcPr>
            <w:tcW w:w="17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E1D" w:rsidRPr="00802149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23E1D" w:rsidRPr="00BD6137" w:rsidRDefault="00023E1D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</w:tbl>
    <w:p w:rsidR="00023E1D" w:rsidRPr="00802149" w:rsidRDefault="00023E1D" w:rsidP="00F50026">
      <w:pPr>
        <w:rPr>
          <w:rFonts w:ascii="Arial" w:hAnsi="Arial" w:cs="Arial"/>
          <w:sz w:val="20"/>
          <w:szCs w:val="20"/>
        </w:rPr>
      </w:pPr>
    </w:p>
    <w:p w:rsidR="00023E1D" w:rsidRDefault="00023E1D"/>
    <w:sectPr w:rsidR="00023E1D" w:rsidSect="00946D0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026"/>
    <w:rsid w:val="00000321"/>
    <w:rsid w:val="00000974"/>
    <w:rsid w:val="00000C1F"/>
    <w:rsid w:val="00000E45"/>
    <w:rsid w:val="00000ED1"/>
    <w:rsid w:val="00001026"/>
    <w:rsid w:val="0000135C"/>
    <w:rsid w:val="00001462"/>
    <w:rsid w:val="00001472"/>
    <w:rsid w:val="00001597"/>
    <w:rsid w:val="000015CC"/>
    <w:rsid w:val="00001738"/>
    <w:rsid w:val="000018AA"/>
    <w:rsid w:val="00001B3A"/>
    <w:rsid w:val="00001B48"/>
    <w:rsid w:val="000023B3"/>
    <w:rsid w:val="00002724"/>
    <w:rsid w:val="00002874"/>
    <w:rsid w:val="00002AAB"/>
    <w:rsid w:val="00002B4F"/>
    <w:rsid w:val="00002F54"/>
    <w:rsid w:val="00002F88"/>
    <w:rsid w:val="00003258"/>
    <w:rsid w:val="00003495"/>
    <w:rsid w:val="00003541"/>
    <w:rsid w:val="000035D8"/>
    <w:rsid w:val="000036CC"/>
    <w:rsid w:val="00003A61"/>
    <w:rsid w:val="000042EA"/>
    <w:rsid w:val="00004812"/>
    <w:rsid w:val="00004BB3"/>
    <w:rsid w:val="00005091"/>
    <w:rsid w:val="0000565B"/>
    <w:rsid w:val="00005661"/>
    <w:rsid w:val="00005782"/>
    <w:rsid w:val="00005785"/>
    <w:rsid w:val="0000603D"/>
    <w:rsid w:val="0000610A"/>
    <w:rsid w:val="0000646F"/>
    <w:rsid w:val="00006E26"/>
    <w:rsid w:val="000074E9"/>
    <w:rsid w:val="0000770C"/>
    <w:rsid w:val="00010325"/>
    <w:rsid w:val="000104AC"/>
    <w:rsid w:val="00011156"/>
    <w:rsid w:val="00011223"/>
    <w:rsid w:val="00011949"/>
    <w:rsid w:val="00011961"/>
    <w:rsid w:val="00011BD5"/>
    <w:rsid w:val="00011E97"/>
    <w:rsid w:val="0001239C"/>
    <w:rsid w:val="000125B2"/>
    <w:rsid w:val="000129F8"/>
    <w:rsid w:val="00012E8B"/>
    <w:rsid w:val="0001423D"/>
    <w:rsid w:val="0001512A"/>
    <w:rsid w:val="000151B1"/>
    <w:rsid w:val="000153CA"/>
    <w:rsid w:val="000155E9"/>
    <w:rsid w:val="00015955"/>
    <w:rsid w:val="00015E3C"/>
    <w:rsid w:val="00015EC1"/>
    <w:rsid w:val="00016130"/>
    <w:rsid w:val="00016160"/>
    <w:rsid w:val="0001651B"/>
    <w:rsid w:val="0001660B"/>
    <w:rsid w:val="00016754"/>
    <w:rsid w:val="0001681E"/>
    <w:rsid w:val="000169D0"/>
    <w:rsid w:val="00016C05"/>
    <w:rsid w:val="00016F4A"/>
    <w:rsid w:val="00017454"/>
    <w:rsid w:val="00017472"/>
    <w:rsid w:val="0001747F"/>
    <w:rsid w:val="00017D0D"/>
    <w:rsid w:val="00017F4B"/>
    <w:rsid w:val="000201DC"/>
    <w:rsid w:val="0002044D"/>
    <w:rsid w:val="000205A1"/>
    <w:rsid w:val="000205E6"/>
    <w:rsid w:val="00020854"/>
    <w:rsid w:val="000208F3"/>
    <w:rsid w:val="00020BC8"/>
    <w:rsid w:val="0002174B"/>
    <w:rsid w:val="00021A33"/>
    <w:rsid w:val="00021D12"/>
    <w:rsid w:val="000221BA"/>
    <w:rsid w:val="00022A69"/>
    <w:rsid w:val="00022AF5"/>
    <w:rsid w:val="00022B8B"/>
    <w:rsid w:val="00022C32"/>
    <w:rsid w:val="00022F28"/>
    <w:rsid w:val="000233B3"/>
    <w:rsid w:val="00023538"/>
    <w:rsid w:val="0002376C"/>
    <w:rsid w:val="00023AEB"/>
    <w:rsid w:val="00023E1D"/>
    <w:rsid w:val="00023F61"/>
    <w:rsid w:val="0002421D"/>
    <w:rsid w:val="00024F66"/>
    <w:rsid w:val="000251C2"/>
    <w:rsid w:val="000257DA"/>
    <w:rsid w:val="00025C0D"/>
    <w:rsid w:val="00025C7F"/>
    <w:rsid w:val="00025D02"/>
    <w:rsid w:val="00025E07"/>
    <w:rsid w:val="00025FB3"/>
    <w:rsid w:val="00026346"/>
    <w:rsid w:val="00026366"/>
    <w:rsid w:val="00026535"/>
    <w:rsid w:val="0002665B"/>
    <w:rsid w:val="0002672A"/>
    <w:rsid w:val="00026B52"/>
    <w:rsid w:val="00026D0B"/>
    <w:rsid w:val="00026ED6"/>
    <w:rsid w:val="000274D5"/>
    <w:rsid w:val="00027747"/>
    <w:rsid w:val="00027820"/>
    <w:rsid w:val="00027888"/>
    <w:rsid w:val="000279B5"/>
    <w:rsid w:val="00027A52"/>
    <w:rsid w:val="00027CA2"/>
    <w:rsid w:val="0003011F"/>
    <w:rsid w:val="000302EC"/>
    <w:rsid w:val="000305EE"/>
    <w:rsid w:val="000312C7"/>
    <w:rsid w:val="000313B1"/>
    <w:rsid w:val="000315E1"/>
    <w:rsid w:val="00031BFA"/>
    <w:rsid w:val="00031D05"/>
    <w:rsid w:val="000323E8"/>
    <w:rsid w:val="000325FD"/>
    <w:rsid w:val="000328C1"/>
    <w:rsid w:val="00032E24"/>
    <w:rsid w:val="00032EA5"/>
    <w:rsid w:val="0003309B"/>
    <w:rsid w:val="000331A1"/>
    <w:rsid w:val="0003389E"/>
    <w:rsid w:val="00033B3A"/>
    <w:rsid w:val="00033D8C"/>
    <w:rsid w:val="00033FDF"/>
    <w:rsid w:val="000345AB"/>
    <w:rsid w:val="0003476F"/>
    <w:rsid w:val="00035070"/>
    <w:rsid w:val="00035570"/>
    <w:rsid w:val="00035902"/>
    <w:rsid w:val="000359C9"/>
    <w:rsid w:val="00035C2C"/>
    <w:rsid w:val="00035C90"/>
    <w:rsid w:val="00035CFC"/>
    <w:rsid w:val="00035EAB"/>
    <w:rsid w:val="00036395"/>
    <w:rsid w:val="0003643B"/>
    <w:rsid w:val="000365D4"/>
    <w:rsid w:val="00036B4F"/>
    <w:rsid w:val="00036CD0"/>
    <w:rsid w:val="00037005"/>
    <w:rsid w:val="00037247"/>
    <w:rsid w:val="0003730D"/>
    <w:rsid w:val="00037396"/>
    <w:rsid w:val="000374D7"/>
    <w:rsid w:val="000375B5"/>
    <w:rsid w:val="00037D32"/>
    <w:rsid w:val="00040386"/>
    <w:rsid w:val="000408DC"/>
    <w:rsid w:val="00040B96"/>
    <w:rsid w:val="00040D9F"/>
    <w:rsid w:val="00041338"/>
    <w:rsid w:val="000414EC"/>
    <w:rsid w:val="000417EE"/>
    <w:rsid w:val="00041944"/>
    <w:rsid w:val="00041A55"/>
    <w:rsid w:val="00041FD3"/>
    <w:rsid w:val="00042102"/>
    <w:rsid w:val="000421A1"/>
    <w:rsid w:val="000421D0"/>
    <w:rsid w:val="000423D5"/>
    <w:rsid w:val="00042BAF"/>
    <w:rsid w:val="00043072"/>
    <w:rsid w:val="00043A82"/>
    <w:rsid w:val="00044596"/>
    <w:rsid w:val="000445FD"/>
    <w:rsid w:val="000448D0"/>
    <w:rsid w:val="00044E93"/>
    <w:rsid w:val="00045274"/>
    <w:rsid w:val="000455EA"/>
    <w:rsid w:val="00045979"/>
    <w:rsid w:val="000459BD"/>
    <w:rsid w:val="00045EC7"/>
    <w:rsid w:val="00045ED7"/>
    <w:rsid w:val="0004647A"/>
    <w:rsid w:val="00047183"/>
    <w:rsid w:val="00047322"/>
    <w:rsid w:val="0004743D"/>
    <w:rsid w:val="00047E01"/>
    <w:rsid w:val="00050F89"/>
    <w:rsid w:val="000512F5"/>
    <w:rsid w:val="00051363"/>
    <w:rsid w:val="00051CC2"/>
    <w:rsid w:val="00051D6F"/>
    <w:rsid w:val="00051DD7"/>
    <w:rsid w:val="00052018"/>
    <w:rsid w:val="000520DA"/>
    <w:rsid w:val="00052412"/>
    <w:rsid w:val="00052445"/>
    <w:rsid w:val="0005291C"/>
    <w:rsid w:val="00052A08"/>
    <w:rsid w:val="00052A1E"/>
    <w:rsid w:val="00052EE6"/>
    <w:rsid w:val="0005376B"/>
    <w:rsid w:val="00053ACB"/>
    <w:rsid w:val="00053B0E"/>
    <w:rsid w:val="00053BC6"/>
    <w:rsid w:val="000547AC"/>
    <w:rsid w:val="00054C7D"/>
    <w:rsid w:val="00054D6C"/>
    <w:rsid w:val="00055023"/>
    <w:rsid w:val="000550FB"/>
    <w:rsid w:val="000553C4"/>
    <w:rsid w:val="00055605"/>
    <w:rsid w:val="00056A28"/>
    <w:rsid w:val="00056D0E"/>
    <w:rsid w:val="00056EE9"/>
    <w:rsid w:val="00056EF4"/>
    <w:rsid w:val="00057424"/>
    <w:rsid w:val="00057693"/>
    <w:rsid w:val="00057878"/>
    <w:rsid w:val="00057CA1"/>
    <w:rsid w:val="00057E74"/>
    <w:rsid w:val="00057EA1"/>
    <w:rsid w:val="000602B1"/>
    <w:rsid w:val="000602F6"/>
    <w:rsid w:val="00060970"/>
    <w:rsid w:val="000609C7"/>
    <w:rsid w:val="000614C2"/>
    <w:rsid w:val="0006153E"/>
    <w:rsid w:val="00061903"/>
    <w:rsid w:val="00061950"/>
    <w:rsid w:val="00061B75"/>
    <w:rsid w:val="000624D2"/>
    <w:rsid w:val="00062A49"/>
    <w:rsid w:val="00062BD9"/>
    <w:rsid w:val="000630F6"/>
    <w:rsid w:val="00063327"/>
    <w:rsid w:val="000633AE"/>
    <w:rsid w:val="00063844"/>
    <w:rsid w:val="00063D3F"/>
    <w:rsid w:val="000643F1"/>
    <w:rsid w:val="00064A0F"/>
    <w:rsid w:val="00064E0D"/>
    <w:rsid w:val="00064F92"/>
    <w:rsid w:val="00065046"/>
    <w:rsid w:val="00065485"/>
    <w:rsid w:val="00065490"/>
    <w:rsid w:val="00065715"/>
    <w:rsid w:val="00065BCA"/>
    <w:rsid w:val="00065BE6"/>
    <w:rsid w:val="000660C2"/>
    <w:rsid w:val="000660D2"/>
    <w:rsid w:val="00066690"/>
    <w:rsid w:val="000668CE"/>
    <w:rsid w:val="0006697D"/>
    <w:rsid w:val="00066A0D"/>
    <w:rsid w:val="00066C07"/>
    <w:rsid w:val="00066D6D"/>
    <w:rsid w:val="00067003"/>
    <w:rsid w:val="0006711F"/>
    <w:rsid w:val="00067CA6"/>
    <w:rsid w:val="00070AAE"/>
    <w:rsid w:val="00070C1E"/>
    <w:rsid w:val="00070D6E"/>
    <w:rsid w:val="000713E6"/>
    <w:rsid w:val="000714E0"/>
    <w:rsid w:val="0007156C"/>
    <w:rsid w:val="000719B6"/>
    <w:rsid w:val="00071F6D"/>
    <w:rsid w:val="0007271A"/>
    <w:rsid w:val="000728DF"/>
    <w:rsid w:val="00072962"/>
    <w:rsid w:val="00072C20"/>
    <w:rsid w:val="00073199"/>
    <w:rsid w:val="00073248"/>
    <w:rsid w:val="000735AF"/>
    <w:rsid w:val="000735EF"/>
    <w:rsid w:val="0007379A"/>
    <w:rsid w:val="00074113"/>
    <w:rsid w:val="0007440F"/>
    <w:rsid w:val="0007447F"/>
    <w:rsid w:val="00074561"/>
    <w:rsid w:val="00074F70"/>
    <w:rsid w:val="00074F93"/>
    <w:rsid w:val="00075544"/>
    <w:rsid w:val="00075826"/>
    <w:rsid w:val="00075BBD"/>
    <w:rsid w:val="00076125"/>
    <w:rsid w:val="000764C6"/>
    <w:rsid w:val="00076505"/>
    <w:rsid w:val="00076C17"/>
    <w:rsid w:val="00077D85"/>
    <w:rsid w:val="00077FAA"/>
    <w:rsid w:val="000800A7"/>
    <w:rsid w:val="000801B3"/>
    <w:rsid w:val="000809A5"/>
    <w:rsid w:val="00080AC1"/>
    <w:rsid w:val="00081047"/>
    <w:rsid w:val="0008108C"/>
    <w:rsid w:val="00081470"/>
    <w:rsid w:val="00081706"/>
    <w:rsid w:val="00081858"/>
    <w:rsid w:val="000818CE"/>
    <w:rsid w:val="00081A04"/>
    <w:rsid w:val="0008244C"/>
    <w:rsid w:val="00082545"/>
    <w:rsid w:val="00082690"/>
    <w:rsid w:val="00082722"/>
    <w:rsid w:val="000829BC"/>
    <w:rsid w:val="00082B80"/>
    <w:rsid w:val="000831B9"/>
    <w:rsid w:val="000835D3"/>
    <w:rsid w:val="00083B2F"/>
    <w:rsid w:val="00083B9A"/>
    <w:rsid w:val="00083C5E"/>
    <w:rsid w:val="000842C3"/>
    <w:rsid w:val="000843A5"/>
    <w:rsid w:val="00084B73"/>
    <w:rsid w:val="00085731"/>
    <w:rsid w:val="00085C0F"/>
    <w:rsid w:val="00085C82"/>
    <w:rsid w:val="00085D01"/>
    <w:rsid w:val="00085EF5"/>
    <w:rsid w:val="00086281"/>
    <w:rsid w:val="0008640C"/>
    <w:rsid w:val="00086AAB"/>
    <w:rsid w:val="00086CE2"/>
    <w:rsid w:val="00086DB5"/>
    <w:rsid w:val="000876F8"/>
    <w:rsid w:val="00087AB5"/>
    <w:rsid w:val="00087AE3"/>
    <w:rsid w:val="00087B9C"/>
    <w:rsid w:val="00087CE1"/>
    <w:rsid w:val="00087DBD"/>
    <w:rsid w:val="00090288"/>
    <w:rsid w:val="000908C9"/>
    <w:rsid w:val="000909D8"/>
    <w:rsid w:val="00090CDC"/>
    <w:rsid w:val="00090D51"/>
    <w:rsid w:val="000914C4"/>
    <w:rsid w:val="0009184A"/>
    <w:rsid w:val="00091DB5"/>
    <w:rsid w:val="00092844"/>
    <w:rsid w:val="00092A26"/>
    <w:rsid w:val="00092F13"/>
    <w:rsid w:val="000930A5"/>
    <w:rsid w:val="000931E1"/>
    <w:rsid w:val="000936D6"/>
    <w:rsid w:val="00093761"/>
    <w:rsid w:val="000941F7"/>
    <w:rsid w:val="00094235"/>
    <w:rsid w:val="00094B64"/>
    <w:rsid w:val="00094B73"/>
    <w:rsid w:val="00094F53"/>
    <w:rsid w:val="0009580C"/>
    <w:rsid w:val="00095BF6"/>
    <w:rsid w:val="00095E16"/>
    <w:rsid w:val="000966A3"/>
    <w:rsid w:val="0009681D"/>
    <w:rsid w:val="00096987"/>
    <w:rsid w:val="00096DED"/>
    <w:rsid w:val="00096EF3"/>
    <w:rsid w:val="00096FD6"/>
    <w:rsid w:val="000971C8"/>
    <w:rsid w:val="000972A1"/>
    <w:rsid w:val="0009748E"/>
    <w:rsid w:val="00097C50"/>
    <w:rsid w:val="00097FC0"/>
    <w:rsid w:val="000A0066"/>
    <w:rsid w:val="000A02B0"/>
    <w:rsid w:val="000A0428"/>
    <w:rsid w:val="000A0A33"/>
    <w:rsid w:val="000A0AA3"/>
    <w:rsid w:val="000A0B49"/>
    <w:rsid w:val="000A1184"/>
    <w:rsid w:val="000A14C0"/>
    <w:rsid w:val="000A1D60"/>
    <w:rsid w:val="000A1F76"/>
    <w:rsid w:val="000A26AD"/>
    <w:rsid w:val="000A2CB8"/>
    <w:rsid w:val="000A2DA5"/>
    <w:rsid w:val="000A3D3D"/>
    <w:rsid w:val="000A4441"/>
    <w:rsid w:val="000A4503"/>
    <w:rsid w:val="000A4771"/>
    <w:rsid w:val="000A4BE2"/>
    <w:rsid w:val="000A4F65"/>
    <w:rsid w:val="000A503E"/>
    <w:rsid w:val="000A5079"/>
    <w:rsid w:val="000A58E2"/>
    <w:rsid w:val="000A5AD0"/>
    <w:rsid w:val="000A5F58"/>
    <w:rsid w:val="000A66F6"/>
    <w:rsid w:val="000A675E"/>
    <w:rsid w:val="000A6ADE"/>
    <w:rsid w:val="000A6B42"/>
    <w:rsid w:val="000A702A"/>
    <w:rsid w:val="000A7308"/>
    <w:rsid w:val="000B0510"/>
    <w:rsid w:val="000B051F"/>
    <w:rsid w:val="000B0D91"/>
    <w:rsid w:val="000B0F1E"/>
    <w:rsid w:val="000B164E"/>
    <w:rsid w:val="000B16B8"/>
    <w:rsid w:val="000B197C"/>
    <w:rsid w:val="000B1CB9"/>
    <w:rsid w:val="000B1D2A"/>
    <w:rsid w:val="000B1F61"/>
    <w:rsid w:val="000B2905"/>
    <w:rsid w:val="000B2D61"/>
    <w:rsid w:val="000B351A"/>
    <w:rsid w:val="000B407C"/>
    <w:rsid w:val="000B40D7"/>
    <w:rsid w:val="000B431D"/>
    <w:rsid w:val="000B473B"/>
    <w:rsid w:val="000B47A4"/>
    <w:rsid w:val="000B4DB6"/>
    <w:rsid w:val="000B51D0"/>
    <w:rsid w:val="000B51DD"/>
    <w:rsid w:val="000B52B1"/>
    <w:rsid w:val="000B52C4"/>
    <w:rsid w:val="000B54B0"/>
    <w:rsid w:val="000B58D5"/>
    <w:rsid w:val="000B67F6"/>
    <w:rsid w:val="000B7149"/>
    <w:rsid w:val="000B7169"/>
    <w:rsid w:val="000B786A"/>
    <w:rsid w:val="000B7954"/>
    <w:rsid w:val="000B79C9"/>
    <w:rsid w:val="000B7CE4"/>
    <w:rsid w:val="000C065F"/>
    <w:rsid w:val="000C06E8"/>
    <w:rsid w:val="000C07FE"/>
    <w:rsid w:val="000C0FDD"/>
    <w:rsid w:val="000C116C"/>
    <w:rsid w:val="000C1445"/>
    <w:rsid w:val="000C171A"/>
    <w:rsid w:val="000C1889"/>
    <w:rsid w:val="000C245F"/>
    <w:rsid w:val="000C349C"/>
    <w:rsid w:val="000C34CF"/>
    <w:rsid w:val="000C3600"/>
    <w:rsid w:val="000C4060"/>
    <w:rsid w:val="000C4090"/>
    <w:rsid w:val="000C4444"/>
    <w:rsid w:val="000C4AD3"/>
    <w:rsid w:val="000C4C1A"/>
    <w:rsid w:val="000C5171"/>
    <w:rsid w:val="000C5277"/>
    <w:rsid w:val="000C55E2"/>
    <w:rsid w:val="000C5DDA"/>
    <w:rsid w:val="000C6084"/>
    <w:rsid w:val="000C6413"/>
    <w:rsid w:val="000C64C5"/>
    <w:rsid w:val="000C652D"/>
    <w:rsid w:val="000C6854"/>
    <w:rsid w:val="000C6A2A"/>
    <w:rsid w:val="000C6DAC"/>
    <w:rsid w:val="000C6E88"/>
    <w:rsid w:val="000C6F5C"/>
    <w:rsid w:val="000C7074"/>
    <w:rsid w:val="000C710C"/>
    <w:rsid w:val="000C74BC"/>
    <w:rsid w:val="000C7E02"/>
    <w:rsid w:val="000C7EC5"/>
    <w:rsid w:val="000D0013"/>
    <w:rsid w:val="000D0313"/>
    <w:rsid w:val="000D0635"/>
    <w:rsid w:val="000D06FA"/>
    <w:rsid w:val="000D12FA"/>
    <w:rsid w:val="000D15D4"/>
    <w:rsid w:val="000D1949"/>
    <w:rsid w:val="000D1A3B"/>
    <w:rsid w:val="000D1EA4"/>
    <w:rsid w:val="000D232E"/>
    <w:rsid w:val="000D2757"/>
    <w:rsid w:val="000D292E"/>
    <w:rsid w:val="000D2D60"/>
    <w:rsid w:val="000D2F91"/>
    <w:rsid w:val="000D3456"/>
    <w:rsid w:val="000D379C"/>
    <w:rsid w:val="000D39B7"/>
    <w:rsid w:val="000D3A2E"/>
    <w:rsid w:val="000D3E42"/>
    <w:rsid w:val="000D3FD6"/>
    <w:rsid w:val="000D456A"/>
    <w:rsid w:val="000D4A1E"/>
    <w:rsid w:val="000D4C84"/>
    <w:rsid w:val="000D4D9E"/>
    <w:rsid w:val="000D4DF6"/>
    <w:rsid w:val="000D516C"/>
    <w:rsid w:val="000D51A7"/>
    <w:rsid w:val="000D53F8"/>
    <w:rsid w:val="000D5A67"/>
    <w:rsid w:val="000D5E62"/>
    <w:rsid w:val="000D602C"/>
    <w:rsid w:val="000D6530"/>
    <w:rsid w:val="000D6620"/>
    <w:rsid w:val="000D68EA"/>
    <w:rsid w:val="000D6EB5"/>
    <w:rsid w:val="000D7040"/>
    <w:rsid w:val="000D74C1"/>
    <w:rsid w:val="000D75F3"/>
    <w:rsid w:val="000D7DAF"/>
    <w:rsid w:val="000E0565"/>
    <w:rsid w:val="000E0A4D"/>
    <w:rsid w:val="000E0DF8"/>
    <w:rsid w:val="000E1162"/>
    <w:rsid w:val="000E1214"/>
    <w:rsid w:val="000E1409"/>
    <w:rsid w:val="000E1496"/>
    <w:rsid w:val="000E16CC"/>
    <w:rsid w:val="000E2174"/>
    <w:rsid w:val="000E2430"/>
    <w:rsid w:val="000E2913"/>
    <w:rsid w:val="000E297B"/>
    <w:rsid w:val="000E3251"/>
    <w:rsid w:val="000E370C"/>
    <w:rsid w:val="000E3738"/>
    <w:rsid w:val="000E38CF"/>
    <w:rsid w:val="000E3C90"/>
    <w:rsid w:val="000E3D17"/>
    <w:rsid w:val="000E4259"/>
    <w:rsid w:val="000E45A4"/>
    <w:rsid w:val="000E4760"/>
    <w:rsid w:val="000E4A3F"/>
    <w:rsid w:val="000E4B76"/>
    <w:rsid w:val="000E4E9D"/>
    <w:rsid w:val="000E4FD6"/>
    <w:rsid w:val="000E5585"/>
    <w:rsid w:val="000E566A"/>
    <w:rsid w:val="000E56DB"/>
    <w:rsid w:val="000E5A3D"/>
    <w:rsid w:val="000E689F"/>
    <w:rsid w:val="000E69AE"/>
    <w:rsid w:val="000E7955"/>
    <w:rsid w:val="000E7C3A"/>
    <w:rsid w:val="000E7D1A"/>
    <w:rsid w:val="000E7EB1"/>
    <w:rsid w:val="000E7ECF"/>
    <w:rsid w:val="000F00EA"/>
    <w:rsid w:val="000F03E8"/>
    <w:rsid w:val="000F041B"/>
    <w:rsid w:val="000F055C"/>
    <w:rsid w:val="000F09FC"/>
    <w:rsid w:val="000F0A95"/>
    <w:rsid w:val="000F0CE0"/>
    <w:rsid w:val="000F0CEF"/>
    <w:rsid w:val="000F0DD6"/>
    <w:rsid w:val="000F0E02"/>
    <w:rsid w:val="000F0E51"/>
    <w:rsid w:val="000F11EC"/>
    <w:rsid w:val="000F163F"/>
    <w:rsid w:val="000F18A8"/>
    <w:rsid w:val="000F1AF8"/>
    <w:rsid w:val="000F1F3E"/>
    <w:rsid w:val="000F20A3"/>
    <w:rsid w:val="000F2134"/>
    <w:rsid w:val="000F25B9"/>
    <w:rsid w:val="000F2A85"/>
    <w:rsid w:val="000F2CF5"/>
    <w:rsid w:val="000F2E8C"/>
    <w:rsid w:val="000F2F08"/>
    <w:rsid w:val="000F39BC"/>
    <w:rsid w:val="000F3D2A"/>
    <w:rsid w:val="000F3E05"/>
    <w:rsid w:val="000F443E"/>
    <w:rsid w:val="000F446C"/>
    <w:rsid w:val="000F44B2"/>
    <w:rsid w:val="000F484F"/>
    <w:rsid w:val="000F4AE6"/>
    <w:rsid w:val="000F4BAD"/>
    <w:rsid w:val="000F4E6B"/>
    <w:rsid w:val="000F5302"/>
    <w:rsid w:val="000F5B0A"/>
    <w:rsid w:val="000F5B92"/>
    <w:rsid w:val="000F61CD"/>
    <w:rsid w:val="000F6463"/>
    <w:rsid w:val="000F65F5"/>
    <w:rsid w:val="000F7107"/>
    <w:rsid w:val="000F7A8D"/>
    <w:rsid w:val="00100938"/>
    <w:rsid w:val="00100E37"/>
    <w:rsid w:val="001010A7"/>
    <w:rsid w:val="001012F1"/>
    <w:rsid w:val="001016B2"/>
    <w:rsid w:val="001017E2"/>
    <w:rsid w:val="001018EE"/>
    <w:rsid w:val="00101AD5"/>
    <w:rsid w:val="001024A1"/>
    <w:rsid w:val="00102C63"/>
    <w:rsid w:val="00103116"/>
    <w:rsid w:val="001031CB"/>
    <w:rsid w:val="00103382"/>
    <w:rsid w:val="0010433C"/>
    <w:rsid w:val="00104BA0"/>
    <w:rsid w:val="00104CC6"/>
    <w:rsid w:val="00105A7A"/>
    <w:rsid w:val="00105CAB"/>
    <w:rsid w:val="00105F6E"/>
    <w:rsid w:val="00105F8D"/>
    <w:rsid w:val="001060A0"/>
    <w:rsid w:val="0010616A"/>
    <w:rsid w:val="0010645B"/>
    <w:rsid w:val="00106588"/>
    <w:rsid w:val="00106893"/>
    <w:rsid w:val="00107046"/>
    <w:rsid w:val="001073FC"/>
    <w:rsid w:val="001077C9"/>
    <w:rsid w:val="00107FC0"/>
    <w:rsid w:val="00110248"/>
    <w:rsid w:val="001104B4"/>
    <w:rsid w:val="00110579"/>
    <w:rsid w:val="00110B58"/>
    <w:rsid w:val="0011123A"/>
    <w:rsid w:val="001113D4"/>
    <w:rsid w:val="0011175F"/>
    <w:rsid w:val="001117AF"/>
    <w:rsid w:val="00111DB8"/>
    <w:rsid w:val="00112172"/>
    <w:rsid w:val="00112296"/>
    <w:rsid w:val="0011231C"/>
    <w:rsid w:val="001123DE"/>
    <w:rsid w:val="0011289C"/>
    <w:rsid w:val="00112B88"/>
    <w:rsid w:val="00113788"/>
    <w:rsid w:val="00113850"/>
    <w:rsid w:val="00113C7E"/>
    <w:rsid w:val="00113CD7"/>
    <w:rsid w:val="00113EA9"/>
    <w:rsid w:val="0011436E"/>
    <w:rsid w:val="0011449B"/>
    <w:rsid w:val="001144E3"/>
    <w:rsid w:val="00114972"/>
    <w:rsid w:val="00114E3C"/>
    <w:rsid w:val="00115CA8"/>
    <w:rsid w:val="00115E91"/>
    <w:rsid w:val="001160C1"/>
    <w:rsid w:val="00116A04"/>
    <w:rsid w:val="00116F8F"/>
    <w:rsid w:val="00116FC5"/>
    <w:rsid w:val="001175A1"/>
    <w:rsid w:val="00117971"/>
    <w:rsid w:val="001179F0"/>
    <w:rsid w:val="00120007"/>
    <w:rsid w:val="001204E4"/>
    <w:rsid w:val="0012076F"/>
    <w:rsid w:val="00120B15"/>
    <w:rsid w:val="00120B40"/>
    <w:rsid w:val="00121643"/>
    <w:rsid w:val="0012177F"/>
    <w:rsid w:val="001217B2"/>
    <w:rsid w:val="00121DE2"/>
    <w:rsid w:val="00121DE3"/>
    <w:rsid w:val="00121FFC"/>
    <w:rsid w:val="00122034"/>
    <w:rsid w:val="0012238F"/>
    <w:rsid w:val="0012253A"/>
    <w:rsid w:val="0012280D"/>
    <w:rsid w:val="0012371D"/>
    <w:rsid w:val="00123A2B"/>
    <w:rsid w:val="00123D7F"/>
    <w:rsid w:val="00124398"/>
    <w:rsid w:val="00124413"/>
    <w:rsid w:val="0012486E"/>
    <w:rsid w:val="001248CB"/>
    <w:rsid w:val="00124A18"/>
    <w:rsid w:val="00124E72"/>
    <w:rsid w:val="00124F32"/>
    <w:rsid w:val="001251C3"/>
    <w:rsid w:val="0012541D"/>
    <w:rsid w:val="00125764"/>
    <w:rsid w:val="00125C1A"/>
    <w:rsid w:val="00125F98"/>
    <w:rsid w:val="00126052"/>
    <w:rsid w:val="001263DE"/>
    <w:rsid w:val="0012677B"/>
    <w:rsid w:val="001267F9"/>
    <w:rsid w:val="00126807"/>
    <w:rsid w:val="00127C3B"/>
    <w:rsid w:val="001302BB"/>
    <w:rsid w:val="00130538"/>
    <w:rsid w:val="00130554"/>
    <w:rsid w:val="001307B5"/>
    <w:rsid w:val="00131450"/>
    <w:rsid w:val="001314E3"/>
    <w:rsid w:val="00131A17"/>
    <w:rsid w:val="00131A8B"/>
    <w:rsid w:val="00131BD5"/>
    <w:rsid w:val="00131E67"/>
    <w:rsid w:val="00132056"/>
    <w:rsid w:val="00132099"/>
    <w:rsid w:val="001322C5"/>
    <w:rsid w:val="00132551"/>
    <w:rsid w:val="00132924"/>
    <w:rsid w:val="001329F7"/>
    <w:rsid w:val="00132DB1"/>
    <w:rsid w:val="0013362C"/>
    <w:rsid w:val="00133991"/>
    <w:rsid w:val="00133D43"/>
    <w:rsid w:val="00133EF4"/>
    <w:rsid w:val="0013428C"/>
    <w:rsid w:val="0013430C"/>
    <w:rsid w:val="001354AD"/>
    <w:rsid w:val="00135707"/>
    <w:rsid w:val="001368E4"/>
    <w:rsid w:val="00136A3C"/>
    <w:rsid w:val="00136A67"/>
    <w:rsid w:val="00136E16"/>
    <w:rsid w:val="00137327"/>
    <w:rsid w:val="00137372"/>
    <w:rsid w:val="00137565"/>
    <w:rsid w:val="00137D11"/>
    <w:rsid w:val="0014019A"/>
    <w:rsid w:val="00140248"/>
    <w:rsid w:val="00140276"/>
    <w:rsid w:val="00140CF2"/>
    <w:rsid w:val="00140E15"/>
    <w:rsid w:val="00141126"/>
    <w:rsid w:val="00141488"/>
    <w:rsid w:val="0014148C"/>
    <w:rsid w:val="001416F3"/>
    <w:rsid w:val="00141A67"/>
    <w:rsid w:val="00141A86"/>
    <w:rsid w:val="00141CE0"/>
    <w:rsid w:val="00141E3E"/>
    <w:rsid w:val="00141F13"/>
    <w:rsid w:val="00142785"/>
    <w:rsid w:val="00142887"/>
    <w:rsid w:val="00142D07"/>
    <w:rsid w:val="001430B8"/>
    <w:rsid w:val="00143304"/>
    <w:rsid w:val="00143633"/>
    <w:rsid w:val="001436AC"/>
    <w:rsid w:val="001438F5"/>
    <w:rsid w:val="00143C74"/>
    <w:rsid w:val="001440BE"/>
    <w:rsid w:val="0014454B"/>
    <w:rsid w:val="00144C92"/>
    <w:rsid w:val="00145418"/>
    <w:rsid w:val="001454FD"/>
    <w:rsid w:val="00145D3C"/>
    <w:rsid w:val="00146776"/>
    <w:rsid w:val="00146B14"/>
    <w:rsid w:val="001471A4"/>
    <w:rsid w:val="00147256"/>
    <w:rsid w:val="00147396"/>
    <w:rsid w:val="00147CD6"/>
    <w:rsid w:val="00147DCD"/>
    <w:rsid w:val="001500D4"/>
    <w:rsid w:val="001501AA"/>
    <w:rsid w:val="00150347"/>
    <w:rsid w:val="00150461"/>
    <w:rsid w:val="001504ED"/>
    <w:rsid w:val="00150B64"/>
    <w:rsid w:val="00150B6B"/>
    <w:rsid w:val="00150DC7"/>
    <w:rsid w:val="00150ED3"/>
    <w:rsid w:val="00151210"/>
    <w:rsid w:val="001516EF"/>
    <w:rsid w:val="001516F4"/>
    <w:rsid w:val="00151740"/>
    <w:rsid w:val="001517CD"/>
    <w:rsid w:val="00151A3C"/>
    <w:rsid w:val="00151EDF"/>
    <w:rsid w:val="001520CC"/>
    <w:rsid w:val="0015220A"/>
    <w:rsid w:val="00152574"/>
    <w:rsid w:val="00152A74"/>
    <w:rsid w:val="00152C01"/>
    <w:rsid w:val="00152CF9"/>
    <w:rsid w:val="00152FCB"/>
    <w:rsid w:val="001531B5"/>
    <w:rsid w:val="00153291"/>
    <w:rsid w:val="00153B51"/>
    <w:rsid w:val="00153DC6"/>
    <w:rsid w:val="00153EA4"/>
    <w:rsid w:val="001541FE"/>
    <w:rsid w:val="001543B3"/>
    <w:rsid w:val="00154585"/>
    <w:rsid w:val="001546C4"/>
    <w:rsid w:val="001548A0"/>
    <w:rsid w:val="001548E8"/>
    <w:rsid w:val="00154DD0"/>
    <w:rsid w:val="00154E1D"/>
    <w:rsid w:val="0015533F"/>
    <w:rsid w:val="001554CE"/>
    <w:rsid w:val="001556E8"/>
    <w:rsid w:val="00155AD1"/>
    <w:rsid w:val="00155DA1"/>
    <w:rsid w:val="00156689"/>
    <w:rsid w:val="00156B1A"/>
    <w:rsid w:val="00156D6D"/>
    <w:rsid w:val="00156F6D"/>
    <w:rsid w:val="001570BC"/>
    <w:rsid w:val="00157688"/>
    <w:rsid w:val="001579AD"/>
    <w:rsid w:val="00157D45"/>
    <w:rsid w:val="00157EE0"/>
    <w:rsid w:val="001601E5"/>
    <w:rsid w:val="00160847"/>
    <w:rsid w:val="00160885"/>
    <w:rsid w:val="001609C9"/>
    <w:rsid w:val="00160CD0"/>
    <w:rsid w:val="00161432"/>
    <w:rsid w:val="001617C9"/>
    <w:rsid w:val="001618B7"/>
    <w:rsid w:val="00161B6B"/>
    <w:rsid w:val="0016206D"/>
    <w:rsid w:val="001625F6"/>
    <w:rsid w:val="00162747"/>
    <w:rsid w:val="00162B06"/>
    <w:rsid w:val="00162E66"/>
    <w:rsid w:val="0016317F"/>
    <w:rsid w:val="00163437"/>
    <w:rsid w:val="00163490"/>
    <w:rsid w:val="00163A84"/>
    <w:rsid w:val="00163C6D"/>
    <w:rsid w:val="00164A2D"/>
    <w:rsid w:val="00164AFE"/>
    <w:rsid w:val="00164E35"/>
    <w:rsid w:val="00164F8A"/>
    <w:rsid w:val="001653D9"/>
    <w:rsid w:val="00165649"/>
    <w:rsid w:val="00165BB9"/>
    <w:rsid w:val="00165D0E"/>
    <w:rsid w:val="00165DBE"/>
    <w:rsid w:val="00166133"/>
    <w:rsid w:val="00166266"/>
    <w:rsid w:val="00166F9A"/>
    <w:rsid w:val="00166FDE"/>
    <w:rsid w:val="001679EA"/>
    <w:rsid w:val="00170029"/>
    <w:rsid w:val="001708E9"/>
    <w:rsid w:val="00170940"/>
    <w:rsid w:val="00170953"/>
    <w:rsid w:val="00171063"/>
    <w:rsid w:val="001712FE"/>
    <w:rsid w:val="0017159F"/>
    <w:rsid w:val="00171603"/>
    <w:rsid w:val="00171742"/>
    <w:rsid w:val="00171AF7"/>
    <w:rsid w:val="0017202C"/>
    <w:rsid w:val="0017227C"/>
    <w:rsid w:val="001724BD"/>
    <w:rsid w:val="00172D79"/>
    <w:rsid w:val="00172FF5"/>
    <w:rsid w:val="001730E2"/>
    <w:rsid w:val="001736B7"/>
    <w:rsid w:val="001738C9"/>
    <w:rsid w:val="00173A6C"/>
    <w:rsid w:val="00174666"/>
    <w:rsid w:val="00174B33"/>
    <w:rsid w:val="00174CEB"/>
    <w:rsid w:val="0017608E"/>
    <w:rsid w:val="001761A9"/>
    <w:rsid w:val="001762D4"/>
    <w:rsid w:val="00176639"/>
    <w:rsid w:val="00176B43"/>
    <w:rsid w:val="00176DC2"/>
    <w:rsid w:val="00176FAE"/>
    <w:rsid w:val="0017718D"/>
    <w:rsid w:val="00177A3F"/>
    <w:rsid w:val="00177ABD"/>
    <w:rsid w:val="001800F8"/>
    <w:rsid w:val="0018082C"/>
    <w:rsid w:val="00180E4C"/>
    <w:rsid w:val="00180E84"/>
    <w:rsid w:val="0018101F"/>
    <w:rsid w:val="001811C6"/>
    <w:rsid w:val="00181484"/>
    <w:rsid w:val="00181880"/>
    <w:rsid w:val="00181917"/>
    <w:rsid w:val="001821EA"/>
    <w:rsid w:val="00182240"/>
    <w:rsid w:val="0018234A"/>
    <w:rsid w:val="001825E8"/>
    <w:rsid w:val="00182793"/>
    <w:rsid w:val="00182D52"/>
    <w:rsid w:val="00183300"/>
    <w:rsid w:val="001833C1"/>
    <w:rsid w:val="00183839"/>
    <w:rsid w:val="00183CB6"/>
    <w:rsid w:val="00183E34"/>
    <w:rsid w:val="001843C0"/>
    <w:rsid w:val="0018469F"/>
    <w:rsid w:val="00184BAC"/>
    <w:rsid w:val="00184E6C"/>
    <w:rsid w:val="0018506E"/>
    <w:rsid w:val="001850F8"/>
    <w:rsid w:val="00185498"/>
    <w:rsid w:val="00185898"/>
    <w:rsid w:val="00185912"/>
    <w:rsid w:val="00185C5F"/>
    <w:rsid w:val="001861F4"/>
    <w:rsid w:val="001861F7"/>
    <w:rsid w:val="001862D5"/>
    <w:rsid w:val="001863C7"/>
    <w:rsid w:val="001868F6"/>
    <w:rsid w:val="001869B3"/>
    <w:rsid w:val="00186E50"/>
    <w:rsid w:val="00187078"/>
    <w:rsid w:val="001871C7"/>
    <w:rsid w:val="00187DDB"/>
    <w:rsid w:val="001904C4"/>
    <w:rsid w:val="001905A0"/>
    <w:rsid w:val="0019063C"/>
    <w:rsid w:val="001909E5"/>
    <w:rsid w:val="00190B6F"/>
    <w:rsid w:val="00190CC6"/>
    <w:rsid w:val="00190E2A"/>
    <w:rsid w:val="00190EAD"/>
    <w:rsid w:val="0019103D"/>
    <w:rsid w:val="001911AD"/>
    <w:rsid w:val="001916F7"/>
    <w:rsid w:val="00191A27"/>
    <w:rsid w:val="00191F24"/>
    <w:rsid w:val="001925E0"/>
    <w:rsid w:val="001925F7"/>
    <w:rsid w:val="00192676"/>
    <w:rsid w:val="001927F4"/>
    <w:rsid w:val="001932CE"/>
    <w:rsid w:val="001938F3"/>
    <w:rsid w:val="0019392B"/>
    <w:rsid w:val="00193EA4"/>
    <w:rsid w:val="00193F0E"/>
    <w:rsid w:val="001941D3"/>
    <w:rsid w:val="00194267"/>
    <w:rsid w:val="0019477D"/>
    <w:rsid w:val="00194C67"/>
    <w:rsid w:val="00194D26"/>
    <w:rsid w:val="00194F1A"/>
    <w:rsid w:val="00194F98"/>
    <w:rsid w:val="00195BCF"/>
    <w:rsid w:val="00195D4E"/>
    <w:rsid w:val="00195D69"/>
    <w:rsid w:val="00195F9E"/>
    <w:rsid w:val="00196025"/>
    <w:rsid w:val="00196216"/>
    <w:rsid w:val="001963DF"/>
    <w:rsid w:val="0019684D"/>
    <w:rsid w:val="00196895"/>
    <w:rsid w:val="001969C8"/>
    <w:rsid w:val="00196B26"/>
    <w:rsid w:val="00196C98"/>
    <w:rsid w:val="00196D57"/>
    <w:rsid w:val="0019706F"/>
    <w:rsid w:val="0019715C"/>
    <w:rsid w:val="001979C7"/>
    <w:rsid w:val="001A12EF"/>
    <w:rsid w:val="001A1AAC"/>
    <w:rsid w:val="001A1CF1"/>
    <w:rsid w:val="001A2003"/>
    <w:rsid w:val="001A2D43"/>
    <w:rsid w:val="001A2E0F"/>
    <w:rsid w:val="001A3383"/>
    <w:rsid w:val="001A34ED"/>
    <w:rsid w:val="001A37C9"/>
    <w:rsid w:val="001A39B8"/>
    <w:rsid w:val="001A4113"/>
    <w:rsid w:val="001A4477"/>
    <w:rsid w:val="001A4615"/>
    <w:rsid w:val="001A4BB5"/>
    <w:rsid w:val="001A4D26"/>
    <w:rsid w:val="001A4D29"/>
    <w:rsid w:val="001A5A2D"/>
    <w:rsid w:val="001A5AA5"/>
    <w:rsid w:val="001A5EDD"/>
    <w:rsid w:val="001A5F37"/>
    <w:rsid w:val="001A612B"/>
    <w:rsid w:val="001A6157"/>
    <w:rsid w:val="001A6849"/>
    <w:rsid w:val="001A6DFA"/>
    <w:rsid w:val="001A6EF4"/>
    <w:rsid w:val="001A6F09"/>
    <w:rsid w:val="001A7BAA"/>
    <w:rsid w:val="001A7DA9"/>
    <w:rsid w:val="001A7E4B"/>
    <w:rsid w:val="001A7FEF"/>
    <w:rsid w:val="001B0316"/>
    <w:rsid w:val="001B05A3"/>
    <w:rsid w:val="001B06E6"/>
    <w:rsid w:val="001B0909"/>
    <w:rsid w:val="001B0B18"/>
    <w:rsid w:val="001B0D21"/>
    <w:rsid w:val="001B0FE8"/>
    <w:rsid w:val="001B1236"/>
    <w:rsid w:val="001B14C3"/>
    <w:rsid w:val="001B16D4"/>
    <w:rsid w:val="001B1955"/>
    <w:rsid w:val="001B1997"/>
    <w:rsid w:val="001B1AA4"/>
    <w:rsid w:val="001B1C7C"/>
    <w:rsid w:val="001B1F3E"/>
    <w:rsid w:val="001B204C"/>
    <w:rsid w:val="001B2435"/>
    <w:rsid w:val="001B285C"/>
    <w:rsid w:val="001B2C08"/>
    <w:rsid w:val="001B3979"/>
    <w:rsid w:val="001B3AA9"/>
    <w:rsid w:val="001B3D43"/>
    <w:rsid w:val="001B3DF6"/>
    <w:rsid w:val="001B46D2"/>
    <w:rsid w:val="001B4768"/>
    <w:rsid w:val="001B4B24"/>
    <w:rsid w:val="001B4C01"/>
    <w:rsid w:val="001B5542"/>
    <w:rsid w:val="001B5649"/>
    <w:rsid w:val="001B5961"/>
    <w:rsid w:val="001B5D39"/>
    <w:rsid w:val="001B5E4F"/>
    <w:rsid w:val="001B5EAB"/>
    <w:rsid w:val="001B6132"/>
    <w:rsid w:val="001B651E"/>
    <w:rsid w:val="001B686C"/>
    <w:rsid w:val="001B6F1A"/>
    <w:rsid w:val="001B760C"/>
    <w:rsid w:val="001B7695"/>
    <w:rsid w:val="001B782B"/>
    <w:rsid w:val="001B7886"/>
    <w:rsid w:val="001B7A5C"/>
    <w:rsid w:val="001B7C16"/>
    <w:rsid w:val="001B7C89"/>
    <w:rsid w:val="001C01B8"/>
    <w:rsid w:val="001C05E3"/>
    <w:rsid w:val="001C05F3"/>
    <w:rsid w:val="001C15C0"/>
    <w:rsid w:val="001C1C9D"/>
    <w:rsid w:val="001C1D82"/>
    <w:rsid w:val="001C1E85"/>
    <w:rsid w:val="001C2085"/>
    <w:rsid w:val="001C2181"/>
    <w:rsid w:val="001C2258"/>
    <w:rsid w:val="001C2270"/>
    <w:rsid w:val="001C227E"/>
    <w:rsid w:val="001C360F"/>
    <w:rsid w:val="001C36E1"/>
    <w:rsid w:val="001C3922"/>
    <w:rsid w:val="001C3C67"/>
    <w:rsid w:val="001C3E7B"/>
    <w:rsid w:val="001C40EB"/>
    <w:rsid w:val="001C4366"/>
    <w:rsid w:val="001C44D0"/>
    <w:rsid w:val="001C45AB"/>
    <w:rsid w:val="001C462F"/>
    <w:rsid w:val="001C46A0"/>
    <w:rsid w:val="001C48A8"/>
    <w:rsid w:val="001C496A"/>
    <w:rsid w:val="001C53A3"/>
    <w:rsid w:val="001C5C85"/>
    <w:rsid w:val="001C5FEF"/>
    <w:rsid w:val="001C6625"/>
    <w:rsid w:val="001C6A7D"/>
    <w:rsid w:val="001C7148"/>
    <w:rsid w:val="001C7247"/>
    <w:rsid w:val="001C7632"/>
    <w:rsid w:val="001C7771"/>
    <w:rsid w:val="001C79C5"/>
    <w:rsid w:val="001C7B5B"/>
    <w:rsid w:val="001C7B82"/>
    <w:rsid w:val="001C7CBA"/>
    <w:rsid w:val="001C7D81"/>
    <w:rsid w:val="001C7E40"/>
    <w:rsid w:val="001D03FB"/>
    <w:rsid w:val="001D0C80"/>
    <w:rsid w:val="001D1138"/>
    <w:rsid w:val="001D12BE"/>
    <w:rsid w:val="001D132D"/>
    <w:rsid w:val="001D14A4"/>
    <w:rsid w:val="001D17AB"/>
    <w:rsid w:val="001D1C92"/>
    <w:rsid w:val="001D1E66"/>
    <w:rsid w:val="001D239A"/>
    <w:rsid w:val="001D26EC"/>
    <w:rsid w:val="001D276C"/>
    <w:rsid w:val="001D298B"/>
    <w:rsid w:val="001D29D0"/>
    <w:rsid w:val="001D29EA"/>
    <w:rsid w:val="001D2F51"/>
    <w:rsid w:val="001D5528"/>
    <w:rsid w:val="001D5732"/>
    <w:rsid w:val="001D58EE"/>
    <w:rsid w:val="001D5B8F"/>
    <w:rsid w:val="001D65FF"/>
    <w:rsid w:val="001D6813"/>
    <w:rsid w:val="001D6937"/>
    <w:rsid w:val="001D6A81"/>
    <w:rsid w:val="001D6B67"/>
    <w:rsid w:val="001D6C4D"/>
    <w:rsid w:val="001D6D92"/>
    <w:rsid w:val="001D6FD2"/>
    <w:rsid w:val="001D70A5"/>
    <w:rsid w:val="001D7276"/>
    <w:rsid w:val="001D75C8"/>
    <w:rsid w:val="001D778D"/>
    <w:rsid w:val="001D7C08"/>
    <w:rsid w:val="001D7E77"/>
    <w:rsid w:val="001E0032"/>
    <w:rsid w:val="001E06C7"/>
    <w:rsid w:val="001E100F"/>
    <w:rsid w:val="001E11AA"/>
    <w:rsid w:val="001E1444"/>
    <w:rsid w:val="001E1453"/>
    <w:rsid w:val="001E189F"/>
    <w:rsid w:val="001E1925"/>
    <w:rsid w:val="001E1FBF"/>
    <w:rsid w:val="001E2233"/>
    <w:rsid w:val="001E278A"/>
    <w:rsid w:val="001E302A"/>
    <w:rsid w:val="001E32B1"/>
    <w:rsid w:val="001E3BF4"/>
    <w:rsid w:val="001E4062"/>
    <w:rsid w:val="001E434F"/>
    <w:rsid w:val="001E4888"/>
    <w:rsid w:val="001E4D5E"/>
    <w:rsid w:val="001E5110"/>
    <w:rsid w:val="001E57C4"/>
    <w:rsid w:val="001E5C02"/>
    <w:rsid w:val="001E5D11"/>
    <w:rsid w:val="001E5F7D"/>
    <w:rsid w:val="001E639C"/>
    <w:rsid w:val="001E63C5"/>
    <w:rsid w:val="001E644F"/>
    <w:rsid w:val="001E675E"/>
    <w:rsid w:val="001E6DB7"/>
    <w:rsid w:val="001E74B0"/>
    <w:rsid w:val="001E75AB"/>
    <w:rsid w:val="001E7898"/>
    <w:rsid w:val="001E7D51"/>
    <w:rsid w:val="001E7E94"/>
    <w:rsid w:val="001E7EC8"/>
    <w:rsid w:val="001F0028"/>
    <w:rsid w:val="001F0819"/>
    <w:rsid w:val="001F0BF7"/>
    <w:rsid w:val="001F0EEF"/>
    <w:rsid w:val="001F1633"/>
    <w:rsid w:val="001F2602"/>
    <w:rsid w:val="001F281C"/>
    <w:rsid w:val="001F2A52"/>
    <w:rsid w:val="001F2B2E"/>
    <w:rsid w:val="001F2D2F"/>
    <w:rsid w:val="001F2F74"/>
    <w:rsid w:val="001F330D"/>
    <w:rsid w:val="001F38F7"/>
    <w:rsid w:val="001F3E3A"/>
    <w:rsid w:val="001F3ED4"/>
    <w:rsid w:val="001F439D"/>
    <w:rsid w:val="001F45A3"/>
    <w:rsid w:val="001F4720"/>
    <w:rsid w:val="001F48B2"/>
    <w:rsid w:val="001F4929"/>
    <w:rsid w:val="001F502F"/>
    <w:rsid w:val="001F50A6"/>
    <w:rsid w:val="001F50A9"/>
    <w:rsid w:val="001F5316"/>
    <w:rsid w:val="001F54E7"/>
    <w:rsid w:val="001F55C5"/>
    <w:rsid w:val="001F5CAF"/>
    <w:rsid w:val="001F601B"/>
    <w:rsid w:val="001F612A"/>
    <w:rsid w:val="001F63C7"/>
    <w:rsid w:val="001F64A7"/>
    <w:rsid w:val="001F69B0"/>
    <w:rsid w:val="001F7825"/>
    <w:rsid w:val="001F7DCE"/>
    <w:rsid w:val="0020008B"/>
    <w:rsid w:val="002008EC"/>
    <w:rsid w:val="00200AB9"/>
    <w:rsid w:val="00200B51"/>
    <w:rsid w:val="00200C01"/>
    <w:rsid w:val="00201121"/>
    <w:rsid w:val="002017D9"/>
    <w:rsid w:val="00201D6F"/>
    <w:rsid w:val="00201E17"/>
    <w:rsid w:val="0020238E"/>
    <w:rsid w:val="0020257B"/>
    <w:rsid w:val="00202B9E"/>
    <w:rsid w:val="00202EB6"/>
    <w:rsid w:val="002039B6"/>
    <w:rsid w:val="002039F2"/>
    <w:rsid w:val="00203EBA"/>
    <w:rsid w:val="00203EE6"/>
    <w:rsid w:val="00203F69"/>
    <w:rsid w:val="00205618"/>
    <w:rsid w:val="00205730"/>
    <w:rsid w:val="0020594C"/>
    <w:rsid w:val="0020622B"/>
    <w:rsid w:val="002070A2"/>
    <w:rsid w:val="0020763B"/>
    <w:rsid w:val="002078C9"/>
    <w:rsid w:val="002079B4"/>
    <w:rsid w:val="00207B9F"/>
    <w:rsid w:val="00207BE5"/>
    <w:rsid w:val="00207C22"/>
    <w:rsid w:val="00207C88"/>
    <w:rsid w:val="002109FC"/>
    <w:rsid w:val="00210C93"/>
    <w:rsid w:val="00211149"/>
    <w:rsid w:val="00211258"/>
    <w:rsid w:val="0021179D"/>
    <w:rsid w:val="0021185A"/>
    <w:rsid w:val="0021190F"/>
    <w:rsid w:val="00211D36"/>
    <w:rsid w:val="0021233C"/>
    <w:rsid w:val="00212D59"/>
    <w:rsid w:val="00213928"/>
    <w:rsid w:val="00214AE9"/>
    <w:rsid w:val="00214CAA"/>
    <w:rsid w:val="00214DBC"/>
    <w:rsid w:val="00215192"/>
    <w:rsid w:val="00215736"/>
    <w:rsid w:val="00215D71"/>
    <w:rsid w:val="00216B8C"/>
    <w:rsid w:val="002171D4"/>
    <w:rsid w:val="00217C13"/>
    <w:rsid w:val="00217E99"/>
    <w:rsid w:val="00217F4D"/>
    <w:rsid w:val="0022054A"/>
    <w:rsid w:val="0022055A"/>
    <w:rsid w:val="00220666"/>
    <w:rsid w:val="0022096F"/>
    <w:rsid w:val="00220B5F"/>
    <w:rsid w:val="00220B92"/>
    <w:rsid w:val="00220C10"/>
    <w:rsid w:val="00220C8E"/>
    <w:rsid w:val="002212FC"/>
    <w:rsid w:val="0022170C"/>
    <w:rsid w:val="00221ACE"/>
    <w:rsid w:val="00221E8A"/>
    <w:rsid w:val="00222231"/>
    <w:rsid w:val="00222389"/>
    <w:rsid w:val="00222497"/>
    <w:rsid w:val="00222F8B"/>
    <w:rsid w:val="00223105"/>
    <w:rsid w:val="002234AC"/>
    <w:rsid w:val="002236AA"/>
    <w:rsid w:val="00223D0B"/>
    <w:rsid w:val="002240A9"/>
    <w:rsid w:val="00224192"/>
    <w:rsid w:val="00224282"/>
    <w:rsid w:val="00224285"/>
    <w:rsid w:val="0022440B"/>
    <w:rsid w:val="0022442A"/>
    <w:rsid w:val="0022473A"/>
    <w:rsid w:val="00224932"/>
    <w:rsid w:val="00224C84"/>
    <w:rsid w:val="00225342"/>
    <w:rsid w:val="00225549"/>
    <w:rsid w:val="002259DA"/>
    <w:rsid w:val="00225CB7"/>
    <w:rsid w:val="00225E23"/>
    <w:rsid w:val="00226368"/>
    <w:rsid w:val="00226371"/>
    <w:rsid w:val="002264A8"/>
    <w:rsid w:val="0022658E"/>
    <w:rsid w:val="0022696D"/>
    <w:rsid w:val="00226E6E"/>
    <w:rsid w:val="002270EA"/>
    <w:rsid w:val="0022750E"/>
    <w:rsid w:val="00227627"/>
    <w:rsid w:val="00227ABF"/>
    <w:rsid w:val="00227C51"/>
    <w:rsid w:val="00227EA1"/>
    <w:rsid w:val="00230722"/>
    <w:rsid w:val="002307AA"/>
    <w:rsid w:val="00230859"/>
    <w:rsid w:val="00230C5E"/>
    <w:rsid w:val="00230FB0"/>
    <w:rsid w:val="0023132C"/>
    <w:rsid w:val="002318AA"/>
    <w:rsid w:val="002318FD"/>
    <w:rsid w:val="00231C56"/>
    <w:rsid w:val="002320F3"/>
    <w:rsid w:val="0023257B"/>
    <w:rsid w:val="00232FA7"/>
    <w:rsid w:val="00233024"/>
    <w:rsid w:val="0023324E"/>
    <w:rsid w:val="002333D3"/>
    <w:rsid w:val="00233AA7"/>
    <w:rsid w:val="00233F47"/>
    <w:rsid w:val="00234141"/>
    <w:rsid w:val="0023417A"/>
    <w:rsid w:val="002341D4"/>
    <w:rsid w:val="002342B8"/>
    <w:rsid w:val="00234495"/>
    <w:rsid w:val="002345E5"/>
    <w:rsid w:val="00234DAD"/>
    <w:rsid w:val="00234FDB"/>
    <w:rsid w:val="0023511C"/>
    <w:rsid w:val="002356E9"/>
    <w:rsid w:val="002357FC"/>
    <w:rsid w:val="002358E1"/>
    <w:rsid w:val="00235A73"/>
    <w:rsid w:val="00235BFE"/>
    <w:rsid w:val="00235FBE"/>
    <w:rsid w:val="002360B0"/>
    <w:rsid w:val="0023699E"/>
    <w:rsid w:val="00236B15"/>
    <w:rsid w:val="0023701D"/>
    <w:rsid w:val="002372A3"/>
    <w:rsid w:val="0023736F"/>
    <w:rsid w:val="00237544"/>
    <w:rsid w:val="00240226"/>
    <w:rsid w:val="00240477"/>
    <w:rsid w:val="002405FC"/>
    <w:rsid w:val="00240AFC"/>
    <w:rsid w:val="00240EAD"/>
    <w:rsid w:val="00241942"/>
    <w:rsid w:val="0024199D"/>
    <w:rsid w:val="00241D66"/>
    <w:rsid w:val="00242291"/>
    <w:rsid w:val="0024229B"/>
    <w:rsid w:val="00242D8F"/>
    <w:rsid w:val="00243559"/>
    <w:rsid w:val="00243755"/>
    <w:rsid w:val="002438E0"/>
    <w:rsid w:val="00243AB5"/>
    <w:rsid w:val="00243DC7"/>
    <w:rsid w:val="00243E2A"/>
    <w:rsid w:val="00243FBC"/>
    <w:rsid w:val="00244605"/>
    <w:rsid w:val="00244B76"/>
    <w:rsid w:val="00244C7E"/>
    <w:rsid w:val="00244D82"/>
    <w:rsid w:val="0024507E"/>
    <w:rsid w:val="00245697"/>
    <w:rsid w:val="002459D4"/>
    <w:rsid w:val="002459D5"/>
    <w:rsid w:val="00245B54"/>
    <w:rsid w:val="00245DE3"/>
    <w:rsid w:val="00245ECE"/>
    <w:rsid w:val="00246857"/>
    <w:rsid w:val="00246C03"/>
    <w:rsid w:val="00246C13"/>
    <w:rsid w:val="00246D15"/>
    <w:rsid w:val="002470BD"/>
    <w:rsid w:val="0024769F"/>
    <w:rsid w:val="0025066D"/>
    <w:rsid w:val="00250704"/>
    <w:rsid w:val="002507D8"/>
    <w:rsid w:val="00250CF2"/>
    <w:rsid w:val="00250DFD"/>
    <w:rsid w:val="00250E13"/>
    <w:rsid w:val="0025127F"/>
    <w:rsid w:val="00251446"/>
    <w:rsid w:val="0025150C"/>
    <w:rsid w:val="00251CAE"/>
    <w:rsid w:val="0025272B"/>
    <w:rsid w:val="0025280E"/>
    <w:rsid w:val="00252A43"/>
    <w:rsid w:val="00252E7A"/>
    <w:rsid w:val="00252F89"/>
    <w:rsid w:val="002531E5"/>
    <w:rsid w:val="00253210"/>
    <w:rsid w:val="002538F4"/>
    <w:rsid w:val="0025417D"/>
    <w:rsid w:val="002543A3"/>
    <w:rsid w:val="00254469"/>
    <w:rsid w:val="002548A0"/>
    <w:rsid w:val="00254AC3"/>
    <w:rsid w:val="002552DF"/>
    <w:rsid w:val="002556D7"/>
    <w:rsid w:val="00255CC7"/>
    <w:rsid w:val="00256025"/>
    <w:rsid w:val="00256043"/>
    <w:rsid w:val="00256268"/>
    <w:rsid w:val="002564E1"/>
    <w:rsid w:val="0025671E"/>
    <w:rsid w:val="00256B83"/>
    <w:rsid w:val="00256D3E"/>
    <w:rsid w:val="00256F1E"/>
    <w:rsid w:val="00256F88"/>
    <w:rsid w:val="002570B5"/>
    <w:rsid w:val="00257272"/>
    <w:rsid w:val="002572E9"/>
    <w:rsid w:val="00257D3E"/>
    <w:rsid w:val="00257D9E"/>
    <w:rsid w:val="00257F8F"/>
    <w:rsid w:val="00257FBC"/>
    <w:rsid w:val="00260227"/>
    <w:rsid w:val="002602C9"/>
    <w:rsid w:val="00260668"/>
    <w:rsid w:val="002606CE"/>
    <w:rsid w:val="00260A4A"/>
    <w:rsid w:val="002611FB"/>
    <w:rsid w:val="00262090"/>
    <w:rsid w:val="002620FD"/>
    <w:rsid w:val="0026272A"/>
    <w:rsid w:val="00262BEC"/>
    <w:rsid w:val="00262C1B"/>
    <w:rsid w:val="00262D1C"/>
    <w:rsid w:val="002632D7"/>
    <w:rsid w:val="00263656"/>
    <w:rsid w:val="00263B95"/>
    <w:rsid w:val="00263B9D"/>
    <w:rsid w:val="00263D89"/>
    <w:rsid w:val="00263F71"/>
    <w:rsid w:val="00264116"/>
    <w:rsid w:val="002641A3"/>
    <w:rsid w:val="00264215"/>
    <w:rsid w:val="0026432E"/>
    <w:rsid w:val="002647D2"/>
    <w:rsid w:val="00264B21"/>
    <w:rsid w:val="00264CA2"/>
    <w:rsid w:val="00264CEE"/>
    <w:rsid w:val="00264E7D"/>
    <w:rsid w:val="0026523B"/>
    <w:rsid w:val="00265598"/>
    <w:rsid w:val="00265780"/>
    <w:rsid w:val="00265953"/>
    <w:rsid w:val="00265DDB"/>
    <w:rsid w:val="00265E01"/>
    <w:rsid w:val="002664F1"/>
    <w:rsid w:val="00266C3A"/>
    <w:rsid w:val="00267355"/>
    <w:rsid w:val="0026767D"/>
    <w:rsid w:val="00267AF2"/>
    <w:rsid w:val="00267DB2"/>
    <w:rsid w:val="00267DF4"/>
    <w:rsid w:val="002706E2"/>
    <w:rsid w:val="00270871"/>
    <w:rsid w:val="00270C6B"/>
    <w:rsid w:val="00270F01"/>
    <w:rsid w:val="00271127"/>
    <w:rsid w:val="0027116E"/>
    <w:rsid w:val="00271908"/>
    <w:rsid w:val="002719F9"/>
    <w:rsid w:val="00271E00"/>
    <w:rsid w:val="00271F28"/>
    <w:rsid w:val="002729F1"/>
    <w:rsid w:val="00272B8F"/>
    <w:rsid w:val="00272CED"/>
    <w:rsid w:val="00272D0E"/>
    <w:rsid w:val="00272D20"/>
    <w:rsid w:val="00272ED5"/>
    <w:rsid w:val="002730CF"/>
    <w:rsid w:val="002730FC"/>
    <w:rsid w:val="002731F8"/>
    <w:rsid w:val="0027324A"/>
    <w:rsid w:val="002735C7"/>
    <w:rsid w:val="00273650"/>
    <w:rsid w:val="00273D93"/>
    <w:rsid w:val="00273F0B"/>
    <w:rsid w:val="00274621"/>
    <w:rsid w:val="00274EBE"/>
    <w:rsid w:val="00274F04"/>
    <w:rsid w:val="00275045"/>
    <w:rsid w:val="00275A20"/>
    <w:rsid w:val="002760F2"/>
    <w:rsid w:val="002763B6"/>
    <w:rsid w:val="0027658B"/>
    <w:rsid w:val="00276E64"/>
    <w:rsid w:val="002776B4"/>
    <w:rsid w:val="00277925"/>
    <w:rsid w:val="00277C20"/>
    <w:rsid w:val="002800F4"/>
    <w:rsid w:val="0028027A"/>
    <w:rsid w:val="00280A0D"/>
    <w:rsid w:val="00280B0C"/>
    <w:rsid w:val="00280D3B"/>
    <w:rsid w:val="00281006"/>
    <w:rsid w:val="00281402"/>
    <w:rsid w:val="002819C8"/>
    <w:rsid w:val="00281C2B"/>
    <w:rsid w:val="00281D2D"/>
    <w:rsid w:val="002820AA"/>
    <w:rsid w:val="0028210D"/>
    <w:rsid w:val="0028214D"/>
    <w:rsid w:val="00282378"/>
    <w:rsid w:val="00282487"/>
    <w:rsid w:val="00282569"/>
    <w:rsid w:val="00282652"/>
    <w:rsid w:val="00282A3A"/>
    <w:rsid w:val="00282B6D"/>
    <w:rsid w:val="00282FAE"/>
    <w:rsid w:val="00282FC8"/>
    <w:rsid w:val="002830BF"/>
    <w:rsid w:val="002830EF"/>
    <w:rsid w:val="002832DA"/>
    <w:rsid w:val="00283342"/>
    <w:rsid w:val="0028339A"/>
    <w:rsid w:val="002833CD"/>
    <w:rsid w:val="0028371F"/>
    <w:rsid w:val="00284748"/>
    <w:rsid w:val="00284EB3"/>
    <w:rsid w:val="00284ED5"/>
    <w:rsid w:val="00285123"/>
    <w:rsid w:val="00285149"/>
    <w:rsid w:val="002851A7"/>
    <w:rsid w:val="0028555A"/>
    <w:rsid w:val="002855E9"/>
    <w:rsid w:val="002855EE"/>
    <w:rsid w:val="0028587F"/>
    <w:rsid w:val="002859BC"/>
    <w:rsid w:val="002859BE"/>
    <w:rsid w:val="002859C8"/>
    <w:rsid w:val="0028620A"/>
    <w:rsid w:val="002876B8"/>
    <w:rsid w:val="002878E9"/>
    <w:rsid w:val="00287965"/>
    <w:rsid w:val="00287B54"/>
    <w:rsid w:val="00287CF5"/>
    <w:rsid w:val="00287EC3"/>
    <w:rsid w:val="00287F48"/>
    <w:rsid w:val="0029051F"/>
    <w:rsid w:val="002905F3"/>
    <w:rsid w:val="00290FE6"/>
    <w:rsid w:val="00290FFC"/>
    <w:rsid w:val="002915F3"/>
    <w:rsid w:val="00291855"/>
    <w:rsid w:val="00291BD3"/>
    <w:rsid w:val="00291C8E"/>
    <w:rsid w:val="00292172"/>
    <w:rsid w:val="00292396"/>
    <w:rsid w:val="00292910"/>
    <w:rsid w:val="00292AD9"/>
    <w:rsid w:val="00292D38"/>
    <w:rsid w:val="00292E94"/>
    <w:rsid w:val="0029333E"/>
    <w:rsid w:val="002934B1"/>
    <w:rsid w:val="00293556"/>
    <w:rsid w:val="00293FB3"/>
    <w:rsid w:val="002941AD"/>
    <w:rsid w:val="00294245"/>
    <w:rsid w:val="00294D87"/>
    <w:rsid w:val="00294D8A"/>
    <w:rsid w:val="00294D8E"/>
    <w:rsid w:val="002950A5"/>
    <w:rsid w:val="0029511A"/>
    <w:rsid w:val="002952DB"/>
    <w:rsid w:val="002958C5"/>
    <w:rsid w:val="0029600C"/>
    <w:rsid w:val="00296504"/>
    <w:rsid w:val="0029688E"/>
    <w:rsid w:val="0029700A"/>
    <w:rsid w:val="00297052"/>
    <w:rsid w:val="00297501"/>
    <w:rsid w:val="002977A5"/>
    <w:rsid w:val="002978C8"/>
    <w:rsid w:val="00297D35"/>
    <w:rsid w:val="002A0866"/>
    <w:rsid w:val="002A0868"/>
    <w:rsid w:val="002A0ECE"/>
    <w:rsid w:val="002A16C0"/>
    <w:rsid w:val="002A16DD"/>
    <w:rsid w:val="002A1711"/>
    <w:rsid w:val="002A180A"/>
    <w:rsid w:val="002A1FA3"/>
    <w:rsid w:val="002A20C8"/>
    <w:rsid w:val="002A2158"/>
    <w:rsid w:val="002A2847"/>
    <w:rsid w:val="002A28D9"/>
    <w:rsid w:val="002A2943"/>
    <w:rsid w:val="002A3278"/>
    <w:rsid w:val="002A3B8F"/>
    <w:rsid w:val="002A3BA0"/>
    <w:rsid w:val="002A3D2F"/>
    <w:rsid w:val="002A3DDC"/>
    <w:rsid w:val="002A44AD"/>
    <w:rsid w:val="002A4547"/>
    <w:rsid w:val="002A55D1"/>
    <w:rsid w:val="002A5836"/>
    <w:rsid w:val="002A5C0C"/>
    <w:rsid w:val="002A5EDA"/>
    <w:rsid w:val="002A5EE5"/>
    <w:rsid w:val="002A60EA"/>
    <w:rsid w:val="002A65D2"/>
    <w:rsid w:val="002A69E7"/>
    <w:rsid w:val="002A6C40"/>
    <w:rsid w:val="002A729F"/>
    <w:rsid w:val="002A75D9"/>
    <w:rsid w:val="002A7A78"/>
    <w:rsid w:val="002A7B49"/>
    <w:rsid w:val="002A7D94"/>
    <w:rsid w:val="002A7F60"/>
    <w:rsid w:val="002B058F"/>
    <w:rsid w:val="002B0632"/>
    <w:rsid w:val="002B077E"/>
    <w:rsid w:val="002B0838"/>
    <w:rsid w:val="002B0C1E"/>
    <w:rsid w:val="002B0D8C"/>
    <w:rsid w:val="002B0DD1"/>
    <w:rsid w:val="002B1615"/>
    <w:rsid w:val="002B18C3"/>
    <w:rsid w:val="002B1B5A"/>
    <w:rsid w:val="002B204A"/>
    <w:rsid w:val="002B23E6"/>
    <w:rsid w:val="002B260B"/>
    <w:rsid w:val="002B266D"/>
    <w:rsid w:val="002B26DC"/>
    <w:rsid w:val="002B296A"/>
    <w:rsid w:val="002B29B1"/>
    <w:rsid w:val="002B2B2D"/>
    <w:rsid w:val="002B2E1C"/>
    <w:rsid w:val="002B3122"/>
    <w:rsid w:val="002B3179"/>
    <w:rsid w:val="002B32D8"/>
    <w:rsid w:val="002B3417"/>
    <w:rsid w:val="002B342A"/>
    <w:rsid w:val="002B370E"/>
    <w:rsid w:val="002B3EA5"/>
    <w:rsid w:val="002B4166"/>
    <w:rsid w:val="002B42C3"/>
    <w:rsid w:val="002B48E9"/>
    <w:rsid w:val="002B54B9"/>
    <w:rsid w:val="002B5AF5"/>
    <w:rsid w:val="002B5E2D"/>
    <w:rsid w:val="002B60F2"/>
    <w:rsid w:val="002B671F"/>
    <w:rsid w:val="002B6A47"/>
    <w:rsid w:val="002B6B14"/>
    <w:rsid w:val="002B6BEC"/>
    <w:rsid w:val="002B7982"/>
    <w:rsid w:val="002B7A2F"/>
    <w:rsid w:val="002B7A66"/>
    <w:rsid w:val="002B7CCD"/>
    <w:rsid w:val="002B7CCF"/>
    <w:rsid w:val="002C1324"/>
    <w:rsid w:val="002C16C5"/>
    <w:rsid w:val="002C1C1B"/>
    <w:rsid w:val="002C1CCB"/>
    <w:rsid w:val="002C1E30"/>
    <w:rsid w:val="002C20D2"/>
    <w:rsid w:val="002C2400"/>
    <w:rsid w:val="002C257D"/>
    <w:rsid w:val="002C2CC2"/>
    <w:rsid w:val="002C3150"/>
    <w:rsid w:val="002C34B6"/>
    <w:rsid w:val="002C3825"/>
    <w:rsid w:val="002C3F61"/>
    <w:rsid w:val="002C4997"/>
    <w:rsid w:val="002C4DB4"/>
    <w:rsid w:val="002C5185"/>
    <w:rsid w:val="002C53A0"/>
    <w:rsid w:val="002C63E8"/>
    <w:rsid w:val="002C6627"/>
    <w:rsid w:val="002C722D"/>
    <w:rsid w:val="002C74EA"/>
    <w:rsid w:val="002C775E"/>
    <w:rsid w:val="002C77F8"/>
    <w:rsid w:val="002C78D0"/>
    <w:rsid w:val="002C7B9C"/>
    <w:rsid w:val="002C7BFB"/>
    <w:rsid w:val="002C7D89"/>
    <w:rsid w:val="002D03AA"/>
    <w:rsid w:val="002D0C01"/>
    <w:rsid w:val="002D0C4E"/>
    <w:rsid w:val="002D1299"/>
    <w:rsid w:val="002D1D00"/>
    <w:rsid w:val="002D1E46"/>
    <w:rsid w:val="002D23B3"/>
    <w:rsid w:val="002D2500"/>
    <w:rsid w:val="002D2924"/>
    <w:rsid w:val="002D2B51"/>
    <w:rsid w:val="002D2B84"/>
    <w:rsid w:val="002D2D0A"/>
    <w:rsid w:val="002D321E"/>
    <w:rsid w:val="002D3732"/>
    <w:rsid w:val="002D3A47"/>
    <w:rsid w:val="002D3C46"/>
    <w:rsid w:val="002D3E38"/>
    <w:rsid w:val="002D3EB8"/>
    <w:rsid w:val="002D4030"/>
    <w:rsid w:val="002D48B0"/>
    <w:rsid w:val="002D4BE8"/>
    <w:rsid w:val="002D4CC5"/>
    <w:rsid w:val="002D505F"/>
    <w:rsid w:val="002D54B5"/>
    <w:rsid w:val="002D5C0B"/>
    <w:rsid w:val="002D5CA5"/>
    <w:rsid w:val="002D61A4"/>
    <w:rsid w:val="002D64AD"/>
    <w:rsid w:val="002D6854"/>
    <w:rsid w:val="002D69C6"/>
    <w:rsid w:val="002D6C21"/>
    <w:rsid w:val="002D7376"/>
    <w:rsid w:val="002D76C0"/>
    <w:rsid w:val="002D7860"/>
    <w:rsid w:val="002D7B8B"/>
    <w:rsid w:val="002E03C4"/>
    <w:rsid w:val="002E0895"/>
    <w:rsid w:val="002E0976"/>
    <w:rsid w:val="002E16B8"/>
    <w:rsid w:val="002E19A3"/>
    <w:rsid w:val="002E1C3B"/>
    <w:rsid w:val="002E1ED9"/>
    <w:rsid w:val="002E23BB"/>
    <w:rsid w:val="002E24EC"/>
    <w:rsid w:val="002E269F"/>
    <w:rsid w:val="002E26F7"/>
    <w:rsid w:val="002E2872"/>
    <w:rsid w:val="002E2892"/>
    <w:rsid w:val="002E28A0"/>
    <w:rsid w:val="002E2A92"/>
    <w:rsid w:val="002E2CC2"/>
    <w:rsid w:val="002E3038"/>
    <w:rsid w:val="002E313F"/>
    <w:rsid w:val="002E33A7"/>
    <w:rsid w:val="002E33FE"/>
    <w:rsid w:val="002E3702"/>
    <w:rsid w:val="002E3A1D"/>
    <w:rsid w:val="002E3F2B"/>
    <w:rsid w:val="002E3F53"/>
    <w:rsid w:val="002E40C9"/>
    <w:rsid w:val="002E4351"/>
    <w:rsid w:val="002E44F4"/>
    <w:rsid w:val="002E45B7"/>
    <w:rsid w:val="002E49EE"/>
    <w:rsid w:val="002E5161"/>
    <w:rsid w:val="002E522F"/>
    <w:rsid w:val="002E54D1"/>
    <w:rsid w:val="002E56BD"/>
    <w:rsid w:val="002E580D"/>
    <w:rsid w:val="002E5976"/>
    <w:rsid w:val="002E5B66"/>
    <w:rsid w:val="002E5C09"/>
    <w:rsid w:val="002E5C74"/>
    <w:rsid w:val="002E5DF1"/>
    <w:rsid w:val="002E5F4D"/>
    <w:rsid w:val="002E622F"/>
    <w:rsid w:val="002E7C3A"/>
    <w:rsid w:val="002F0354"/>
    <w:rsid w:val="002F06F5"/>
    <w:rsid w:val="002F0D58"/>
    <w:rsid w:val="002F13E2"/>
    <w:rsid w:val="002F17E2"/>
    <w:rsid w:val="002F1A3F"/>
    <w:rsid w:val="002F1C42"/>
    <w:rsid w:val="002F24FB"/>
    <w:rsid w:val="002F2B6A"/>
    <w:rsid w:val="002F33D2"/>
    <w:rsid w:val="002F3C0E"/>
    <w:rsid w:val="002F3C24"/>
    <w:rsid w:val="002F3C50"/>
    <w:rsid w:val="002F3E88"/>
    <w:rsid w:val="002F43ED"/>
    <w:rsid w:val="002F4BFE"/>
    <w:rsid w:val="002F4DEA"/>
    <w:rsid w:val="002F55D4"/>
    <w:rsid w:val="002F56C3"/>
    <w:rsid w:val="002F5906"/>
    <w:rsid w:val="002F59AB"/>
    <w:rsid w:val="002F5CA7"/>
    <w:rsid w:val="002F6020"/>
    <w:rsid w:val="002F63B7"/>
    <w:rsid w:val="002F6458"/>
    <w:rsid w:val="002F69C3"/>
    <w:rsid w:val="002F6D12"/>
    <w:rsid w:val="002F7229"/>
    <w:rsid w:val="002F779D"/>
    <w:rsid w:val="002F77C2"/>
    <w:rsid w:val="002F7A30"/>
    <w:rsid w:val="002F7A79"/>
    <w:rsid w:val="002F7AB7"/>
    <w:rsid w:val="002F7C68"/>
    <w:rsid w:val="0030025F"/>
    <w:rsid w:val="00300AC0"/>
    <w:rsid w:val="00301134"/>
    <w:rsid w:val="00301A24"/>
    <w:rsid w:val="00301BDA"/>
    <w:rsid w:val="00301C7C"/>
    <w:rsid w:val="00302326"/>
    <w:rsid w:val="00302397"/>
    <w:rsid w:val="0030274D"/>
    <w:rsid w:val="00302B25"/>
    <w:rsid w:val="00302FC7"/>
    <w:rsid w:val="00303216"/>
    <w:rsid w:val="0030364F"/>
    <w:rsid w:val="00303694"/>
    <w:rsid w:val="003036A2"/>
    <w:rsid w:val="0030370D"/>
    <w:rsid w:val="003038F8"/>
    <w:rsid w:val="00303B43"/>
    <w:rsid w:val="00303D39"/>
    <w:rsid w:val="003041B4"/>
    <w:rsid w:val="0030442D"/>
    <w:rsid w:val="00304844"/>
    <w:rsid w:val="00304DAD"/>
    <w:rsid w:val="00305035"/>
    <w:rsid w:val="003050F7"/>
    <w:rsid w:val="003051F1"/>
    <w:rsid w:val="0030587E"/>
    <w:rsid w:val="00305947"/>
    <w:rsid w:val="00305A0B"/>
    <w:rsid w:val="00305C5A"/>
    <w:rsid w:val="00305D9C"/>
    <w:rsid w:val="003062F0"/>
    <w:rsid w:val="00306531"/>
    <w:rsid w:val="00306A6A"/>
    <w:rsid w:val="0030721C"/>
    <w:rsid w:val="00307560"/>
    <w:rsid w:val="00307B4E"/>
    <w:rsid w:val="00307FC8"/>
    <w:rsid w:val="00310060"/>
    <w:rsid w:val="00310332"/>
    <w:rsid w:val="00310396"/>
    <w:rsid w:val="003103B3"/>
    <w:rsid w:val="003104F5"/>
    <w:rsid w:val="0031057E"/>
    <w:rsid w:val="003106CF"/>
    <w:rsid w:val="00310799"/>
    <w:rsid w:val="003107E4"/>
    <w:rsid w:val="00310B1F"/>
    <w:rsid w:val="00310B6E"/>
    <w:rsid w:val="00310CE9"/>
    <w:rsid w:val="00310F84"/>
    <w:rsid w:val="003117D2"/>
    <w:rsid w:val="00311A3B"/>
    <w:rsid w:val="00311C90"/>
    <w:rsid w:val="003123A3"/>
    <w:rsid w:val="003127CE"/>
    <w:rsid w:val="003127F3"/>
    <w:rsid w:val="00312F63"/>
    <w:rsid w:val="00312FA3"/>
    <w:rsid w:val="00313633"/>
    <w:rsid w:val="00313BC8"/>
    <w:rsid w:val="00313C4E"/>
    <w:rsid w:val="00313F46"/>
    <w:rsid w:val="003142B0"/>
    <w:rsid w:val="00314404"/>
    <w:rsid w:val="00314BE7"/>
    <w:rsid w:val="00314BEA"/>
    <w:rsid w:val="0031555C"/>
    <w:rsid w:val="003156DC"/>
    <w:rsid w:val="0031571F"/>
    <w:rsid w:val="003157AF"/>
    <w:rsid w:val="003157F5"/>
    <w:rsid w:val="00315A61"/>
    <w:rsid w:val="00315E9F"/>
    <w:rsid w:val="00315F9A"/>
    <w:rsid w:val="00316367"/>
    <w:rsid w:val="003168EE"/>
    <w:rsid w:val="00316DD3"/>
    <w:rsid w:val="0031739D"/>
    <w:rsid w:val="0031744B"/>
    <w:rsid w:val="003175A9"/>
    <w:rsid w:val="00317631"/>
    <w:rsid w:val="00317AFC"/>
    <w:rsid w:val="00317BBF"/>
    <w:rsid w:val="003201B5"/>
    <w:rsid w:val="00320827"/>
    <w:rsid w:val="00321E45"/>
    <w:rsid w:val="00321FA4"/>
    <w:rsid w:val="00322252"/>
    <w:rsid w:val="00322736"/>
    <w:rsid w:val="00322D30"/>
    <w:rsid w:val="00322DE0"/>
    <w:rsid w:val="0032300E"/>
    <w:rsid w:val="0032303D"/>
    <w:rsid w:val="00323181"/>
    <w:rsid w:val="003233F0"/>
    <w:rsid w:val="003234B3"/>
    <w:rsid w:val="003234CD"/>
    <w:rsid w:val="003236C4"/>
    <w:rsid w:val="00323A8B"/>
    <w:rsid w:val="00323CC5"/>
    <w:rsid w:val="003241F6"/>
    <w:rsid w:val="003247E9"/>
    <w:rsid w:val="003249A7"/>
    <w:rsid w:val="00324B76"/>
    <w:rsid w:val="00324F07"/>
    <w:rsid w:val="00325168"/>
    <w:rsid w:val="00325894"/>
    <w:rsid w:val="00325915"/>
    <w:rsid w:val="00325B3D"/>
    <w:rsid w:val="00325D8E"/>
    <w:rsid w:val="003260F7"/>
    <w:rsid w:val="0032623C"/>
    <w:rsid w:val="003264ED"/>
    <w:rsid w:val="00326C49"/>
    <w:rsid w:val="00326E14"/>
    <w:rsid w:val="00326F66"/>
    <w:rsid w:val="00326FBB"/>
    <w:rsid w:val="003273D1"/>
    <w:rsid w:val="003275E2"/>
    <w:rsid w:val="00327658"/>
    <w:rsid w:val="00327DBA"/>
    <w:rsid w:val="00327F22"/>
    <w:rsid w:val="00327F66"/>
    <w:rsid w:val="003303F0"/>
    <w:rsid w:val="003314FC"/>
    <w:rsid w:val="00331CC5"/>
    <w:rsid w:val="00331D5B"/>
    <w:rsid w:val="00331E6C"/>
    <w:rsid w:val="003323AD"/>
    <w:rsid w:val="003327AD"/>
    <w:rsid w:val="00332B01"/>
    <w:rsid w:val="00332B58"/>
    <w:rsid w:val="00332B7E"/>
    <w:rsid w:val="00332DB7"/>
    <w:rsid w:val="00332DBE"/>
    <w:rsid w:val="0033304F"/>
    <w:rsid w:val="00333201"/>
    <w:rsid w:val="00333867"/>
    <w:rsid w:val="00333928"/>
    <w:rsid w:val="00333959"/>
    <w:rsid w:val="003339A5"/>
    <w:rsid w:val="00333A49"/>
    <w:rsid w:val="00333BF0"/>
    <w:rsid w:val="00333ECF"/>
    <w:rsid w:val="00334015"/>
    <w:rsid w:val="00334162"/>
    <w:rsid w:val="003342C9"/>
    <w:rsid w:val="00334768"/>
    <w:rsid w:val="00334EEE"/>
    <w:rsid w:val="00335097"/>
    <w:rsid w:val="00336672"/>
    <w:rsid w:val="003366FB"/>
    <w:rsid w:val="00336994"/>
    <w:rsid w:val="00336EAF"/>
    <w:rsid w:val="00336FB8"/>
    <w:rsid w:val="003372C1"/>
    <w:rsid w:val="00337313"/>
    <w:rsid w:val="00337511"/>
    <w:rsid w:val="00337524"/>
    <w:rsid w:val="00337830"/>
    <w:rsid w:val="00337B55"/>
    <w:rsid w:val="00337CA1"/>
    <w:rsid w:val="00337F11"/>
    <w:rsid w:val="00340868"/>
    <w:rsid w:val="00340A77"/>
    <w:rsid w:val="003414DD"/>
    <w:rsid w:val="00341C00"/>
    <w:rsid w:val="00341C13"/>
    <w:rsid w:val="003424B0"/>
    <w:rsid w:val="0034250F"/>
    <w:rsid w:val="00342727"/>
    <w:rsid w:val="00342853"/>
    <w:rsid w:val="00342F47"/>
    <w:rsid w:val="00343617"/>
    <w:rsid w:val="00343D59"/>
    <w:rsid w:val="0034452E"/>
    <w:rsid w:val="0034476D"/>
    <w:rsid w:val="00344F18"/>
    <w:rsid w:val="0034517A"/>
    <w:rsid w:val="00345534"/>
    <w:rsid w:val="00345884"/>
    <w:rsid w:val="00345D2C"/>
    <w:rsid w:val="00345F97"/>
    <w:rsid w:val="003461A5"/>
    <w:rsid w:val="003461E3"/>
    <w:rsid w:val="00346A9A"/>
    <w:rsid w:val="00346CD0"/>
    <w:rsid w:val="00346FAD"/>
    <w:rsid w:val="00347789"/>
    <w:rsid w:val="00347AB9"/>
    <w:rsid w:val="00347BA5"/>
    <w:rsid w:val="00347EB2"/>
    <w:rsid w:val="00347F00"/>
    <w:rsid w:val="00350135"/>
    <w:rsid w:val="0035039D"/>
    <w:rsid w:val="0035053D"/>
    <w:rsid w:val="00350CB1"/>
    <w:rsid w:val="00350DA2"/>
    <w:rsid w:val="00350F3B"/>
    <w:rsid w:val="00350FCE"/>
    <w:rsid w:val="003510F8"/>
    <w:rsid w:val="00351AA5"/>
    <w:rsid w:val="00352305"/>
    <w:rsid w:val="0035237B"/>
    <w:rsid w:val="0035257B"/>
    <w:rsid w:val="00352690"/>
    <w:rsid w:val="00352742"/>
    <w:rsid w:val="00352975"/>
    <w:rsid w:val="00352AD6"/>
    <w:rsid w:val="00352D62"/>
    <w:rsid w:val="0035354E"/>
    <w:rsid w:val="00353697"/>
    <w:rsid w:val="003539E0"/>
    <w:rsid w:val="003539F1"/>
    <w:rsid w:val="00353A56"/>
    <w:rsid w:val="00353E0B"/>
    <w:rsid w:val="00354109"/>
    <w:rsid w:val="00354230"/>
    <w:rsid w:val="00354375"/>
    <w:rsid w:val="00354643"/>
    <w:rsid w:val="00354ECC"/>
    <w:rsid w:val="00355097"/>
    <w:rsid w:val="003550EB"/>
    <w:rsid w:val="003551A9"/>
    <w:rsid w:val="003555B1"/>
    <w:rsid w:val="00355607"/>
    <w:rsid w:val="00355E4D"/>
    <w:rsid w:val="0035621F"/>
    <w:rsid w:val="00356512"/>
    <w:rsid w:val="00356AC4"/>
    <w:rsid w:val="00357276"/>
    <w:rsid w:val="003575A3"/>
    <w:rsid w:val="0035781C"/>
    <w:rsid w:val="00357ED0"/>
    <w:rsid w:val="00360477"/>
    <w:rsid w:val="00360546"/>
    <w:rsid w:val="00360828"/>
    <w:rsid w:val="00361071"/>
    <w:rsid w:val="003610F4"/>
    <w:rsid w:val="0036114B"/>
    <w:rsid w:val="00361426"/>
    <w:rsid w:val="00361EB1"/>
    <w:rsid w:val="0036240A"/>
    <w:rsid w:val="003625F0"/>
    <w:rsid w:val="00362705"/>
    <w:rsid w:val="003628F9"/>
    <w:rsid w:val="00363240"/>
    <w:rsid w:val="0036349C"/>
    <w:rsid w:val="003639F2"/>
    <w:rsid w:val="00363C7F"/>
    <w:rsid w:val="00364184"/>
    <w:rsid w:val="00364A66"/>
    <w:rsid w:val="00364ECD"/>
    <w:rsid w:val="003650B9"/>
    <w:rsid w:val="003664F7"/>
    <w:rsid w:val="00366656"/>
    <w:rsid w:val="00366680"/>
    <w:rsid w:val="00366C23"/>
    <w:rsid w:val="00367263"/>
    <w:rsid w:val="0036779B"/>
    <w:rsid w:val="0036790D"/>
    <w:rsid w:val="003705F7"/>
    <w:rsid w:val="00370778"/>
    <w:rsid w:val="00370B8C"/>
    <w:rsid w:val="00370F48"/>
    <w:rsid w:val="00370FB7"/>
    <w:rsid w:val="003714EF"/>
    <w:rsid w:val="003718C0"/>
    <w:rsid w:val="00372534"/>
    <w:rsid w:val="00372581"/>
    <w:rsid w:val="0037292B"/>
    <w:rsid w:val="00372D55"/>
    <w:rsid w:val="0037312B"/>
    <w:rsid w:val="003734BF"/>
    <w:rsid w:val="00373587"/>
    <w:rsid w:val="00373EE3"/>
    <w:rsid w:val="00373F97"/>
    <w:rsid w:val="00374305"/>
    <w:rsid w:val="003746BB"/>
    <w:rsid w:val="0037476E"/>
    <w:rsid w:val="0037489D"/>
    <w:rsid w:val="00374B5A"/>
    <w:rsid w:val="00374C12"/>
    <w:rsid w:val="00374CF4"/>
    <w:rsid w:val="0037586C"/>
    <w:rsid w:val="00375B2D"/>
    <w:rsid w:val="00375BA9"/>
    <w:rsid w:val="00375BB9"/>
    <w:rsid w:val="00375BDC"/>
    <w:rsid w:val="00376012"/>
    <w:rsid w:val="00376548"/>
    <w:rsid w:val="00376613"/>
    <w:rsid w:val="00376878"/>
    <w:rsid w:val="00376E87"/>
    <w:rsid w:val="00377000"/>
    <w:rsid w:val="00377090"/>
    <w:rsid w:val="00377A1D"/>
    <w:rsid w:val="003800F4"/>
    <w:rsid w:val="003805F8"/>
    <w:rsid w:val="00380A7A"/>
    <w:rsid w:val="003811BC"/>
    <w:rsid w:val="0038137B"/>
    <w:rsid w:val="00381436"/>
    <w:rsid w:val="003814BA"/>
    <w:rsid w:val="0038190C"/>
    <w:rsid w:val="00381C89"/>
    <w:rsid w:val="00381CD5"/>
    <w:rsid w:val="00381CED"/>
    <w:rsid w:val="00382013"/>
    <w:rsid w:val="003825EB"/>
    <w:rsid w:val="003827B7"/>
    <w:rsid w:val="00382800"/>
    <w:rsid w:val="00382B6C"/>
    <w:rsid w:val="00382DBB"/>
    <w:rsid w:val="00382EC3"/>
    <w:rsid w:val="00383162"/>
    <w:rsid w:val="00383178"/>
    <w:rsid w:val="00383386"/>
    <w:rsid w:val="0038381D"/>
    <w:rsid w:val="00383908"/>
    <w:rsid w:val="00383AD0"/>
    <w:rsid w:val="00383B6F"/>
    <w:rsid w:val="003846C9"/>
    <w:rsid w:val="00384881"/>
    <w:rsid w:val="00384CE7"/>
    <w:rsid w:val="00384DA4"/>
    <w:rsid w:val="003850F2"/>
    <w:rsid w:val="0038510E"/>
    <w:rsid w:val="00385226"/>
    <w:rsid w:val="00385334"/>
    <w:rsid w:val="003857C2"/>
    <w:rsid w:val="00385FBC"/>
    <w:rsid w:val="0038620B"/>
    <w:rsid w:val="00386348"/>
    <w:rsid w:val="0038655A"/>
    <w:rsid w:val="00386586"/>
    <w:rsid w:val="00386C4C"/>
    <w:rsid w:val="00386D0C"/>
    <w:rsid w:val="00386D73"/>
    <w:rsid w:val="0038728F"/>
    <w:rsid w:val="003873CC"/>
    <w:rsid w:val="003874FD"/>
    <w:rsid w:val="00387C6E"/>
    <w:rsid w:val="00387E49"/>
    <w:rsid w:val="00387EBF"/>
    <w:rsid w:val="003905EF"/>
    <w:rsid w:val="00390A3C"/>
    <w:rsid w:val="00391102"/>
    <w:rsid w:val="0039123F"/>
    <w:rsid w:val="0039146A"/>
    <w:rsid w:val="00391855"/>
    <w:rsid w:val="00391A24"/>
    <w:rsid w:val="00391A97"/>
    <w:rsid w:val="00391C9F"/>
    <w:rsid w:val="003924EF"/>
    <w:rsid w:val="0039255A"/>
    <w:rsid w:val="00392951"/>
    <w:rsid w:val="00392D79"/>
    <w:rsid w:val="00392F47"/>
    <w:rsid w:val="003934F1"/>
    <w:rsid w:val="0039359D"/>
    <w:rsid w:val="00393600"/>
    <w:rsid w:val="0039406B"/>
    <w:rsid w:val="00394CD4"/>
    <w:rsid w:val="00394CF3"/>
    <w:rsid w:val="0039574D"/>
    <w:rsid w:val="00395B51"/>
    <w:rsid w:val="00396266"/>
    <w:rsid w:val="0039668C"/>
    <w:rsid w:val="003967FE"/>
    <w:rsid w:val="00396889"/>
    <w:rsid w:val="003968E6"/>
    <w:rsid w:val="00397B16"/>
    <w:rsid w:val="00397BF6"/>
    <w:rsid w:val="00397D33"/>
    <w:rsid w:val="00397DEE"/>
    <w:rsid w:val="00397F0B"/>
    <w:rsid w:val="003A016F"/>
    <w:rsid w:val="003A01FA"/>
    <w:rsid w:val="003A020E"/>
    <w:rsid w:val="003A0353"/>
    <w:rsid w:val="003A03DA"/>
    <w:rsid w:val="003A0858"/>
    <w:rsid w:val="003A0BD9"/>
    <w:rsid w:val="003A0C3F"/>
    <w:rsid w:val="003A10D0"/>
    <w:rsid w:val="003A12FA"/>
    <w:rsid w:val="003A14BF"/>
    <w:rsid w:val="003A1626"/>
    <w:rsid w:val="003A1645"/>
    <w:rsid w:val="003A16E8"/>
    <w:rsid w:val="003A18A2"/>
    <w:rsid w:val="003A1C4A"/>
    <w:rsid w:val="003A1C62"/>
    <w:rsid w:val="003A1D10"/>
    <w:rsid w:val="003A1D54"/>
    <w:rsid w:val="003A1EF9"/>
    <w:rsid w:val="003A2303"/>
    <w:rsid w:val="003A2348"/>
    <w:rsid w:val="003A27B1"/>
    <w:rsid w:val="003A2ADB"/>
    <w:rsid w:val="003A2CAB"/>
    <w:rsid w:val="003A2D4B"/>
    <w:rsid w:val="003A315A"/>
    <w:rsid w:val="003A347E"/>
    <w:rsid w:val="003A3ED3"/>
    <w:rsid w:val="003A42EF"/>
    <w:rsid w:val="003A46EC"/>
    <w:rsid w:val="003A5140"/>
    <w:rsid w:val="003A53A5"/>
    <w:rsid w:val="003A55CC"/>
    <w:rsid w:val="003A56B5"/>
    <w:rsid w:val="003A5A69"/>
    <w:rsid w:val="003A5D17"/>
    <w:rsid w:val="003A5FBC"/>
    <w:rsid w:val="003A5FEB"/>
    <w:rsid w:val="003A601F"/>
    <w:rsid w:val="003A6185"/>
    <w:rsid w:val="003A61A4"/>
    <w:rsid w:val="003A621E"/>
    <w:rsid w:val="003A6F5F"/>
    <w:rsid w:val="003A71DB"/>
    <w:rsid w:val="003A72C5"/>
    <w:rsid w:val="003A7341"/>
    <w:rsid w:val="003A7568"/>
    <w:rsid w:val="003A76EB"/>
    <w:rsid w:val="003A7AC1"/>
    <w:rsid w:val="003A7B3B"/>
    <w:rsid w:val="003A7BF1"/>
    <w:rsid w:val="003B04F1"/>
    <w:rsid w:val="003B0981"/>
    <w:rsid w:val="003B0B8C"/>
    <w:rsid w:val="003B0D3B"/>
    <w:rsid w:val="003B15F9"/>
    <w:rsid w:val="003B16D5"/>
    <w:rsid w:val="003B199D"/>
    <w:rsid w:val="003B19EF"/>
    <w:rsid w:val="003B1DFB"/>
    <w:rsid w:val="003B2212"/>
    <w:rsid w:val="003B229A"/>
    <w:rsid w:val="003B29A6"/>
    <w:rsid w:val="003B3203"/>
    <w:rsid w:val="003B344C"/>
    <w:rsid w:val="003B34B5"/>
    <w:rsid w:val="003B3635"/>
    <w:rsid w:val="003B37BD"/>
    <w:rsid w:val="003B3841"/>
    <w:rsid w:val="003B3931"/>
    <w:rsid w:val="003B3C84"/>
    <w:rsid w:val="003B432E"/>
    <w:rsid w:val="003B4C6A"/>
    <w:rsid w:val="003B4F39"/>
    <w:rsid w:val="003B5B2A"/>
    <w:rsid w:val="003B5C16"/>
    <w:rsid w:val="003B5F9B"/>
    <w:rsid w:val="003B6124"/>
    <w:rsid w:val="003B640D"/>
    <w:rsid w:val="003B6702"/>
    <w:rsid w:val="003B682A"/>
    <w:rsid w:val="003B6BD6"/>
    <w:rsid w:val="003B6ECF"/>
    <w:rsid w:val="003B6EE1"/>
    <w:rsid w:val="003B6F0F"/>
    <w:rsid w:val="003B7195"/>
    <w:rsid w:val="003B7461"/>
    <w:rsid w:val="003C005D"/>
    <w:rsid w:val="003C0442"/>
    <w:rsid w:val="003C0554"/>
    <w:rsid w:val="003C05D2"/>
    <w:rsid w:val="003C0734"/>
    <w:rsid w:val="003C0753"/>
    <w:rsid w:val="003C0A4A"/>
    <w:rsid w:val="003C0AFD"/>
    <w:rsid w:val="003C0C7E"/>
    <w:rsid w:val="003C0F0E"/>
    <w:rsid w:val="003C10DD"/>
    <w:rsid w:val="003C12F6"/>
    <w:rsid w:val="003C1FE3"/>
    <w:rsid w:val="003C2599"/>
    <w:rsid w:val="003C2C9C"/>
    <w:rsid w:val="003C2E4B"/>
    <w:rsid w:val="003C315F"/>
    <w:rsid w:val="003C35F3"/>
    <w:rsid w:val="003C3836"/>
    <w:rsid w:val="003C4119"/>
    <w:rsid w:val="003C4482"/>
    <w:rsid w:val="003C4710"/>
    <w:rsid w:val="003C47F4"/>
    <w:rsid w:val="003C498E"/>
    <w:rsid w:val="003C4DDA"/>
    <w:rsid w:val="003C4FAC"/>
    <w:rsid w:val="003C53C5"/>
    <w:rsid w:val="003C5800"/>
    <w:rsid w:val="003C5B61"/>
    <w:rsid w:val="003C5FA6"/>
    <w:rsid w:val="003C6277"/>
    <w:rsid w:val="003C64A3"/>
    <w:rsid w:val="003C65F0"/>
    <w:rsid w:val="003C686F"/>
    <w:rsid w:val="003C6AA5"/>
    <w:rsid w:val="003C6C4E"/>
    <w:rsid w:val="003C78A5"/>
    <w:rsid w:val="003C79DC"/>
    <w:rsid w:val="003D00AB"/>
    <w:rsid w:val="003D0287"/>
    <w:rsid w:val="003D0739"/>
    <w:rsid w:val="003D0ACE"/>
    <w:rsid w:val="003D11E5"/>
    <w:rsid w:val="003D1357"/>
    <w:rsid w:val="003D14F3"/>
    <w:rsid w:val="003D15DC"/>
    <w:rsid w:val="003D18F5"/>
    <w:rsid w:val="003D1934"/>
    <w:rsid w:val="003D197E"/>
    <w:rsid w:val="003D1A4A"/>
    <w:rsid w:val="003D216C"/>
    <w:rsid w:val="003D28CC"/>
    <w:rsid w:val="003D29F0"/>
    <w:rsid w:val="003D2C79"/>
    <w:rsid w:val="003D307C"/>
    <w:rsid w:val="003D30CC"/>
    <w:rsid w:val="003D3229"/>
    <w:rsid w:val="003D3472"/>
    <w:rsid w:val="003D352B"/>
    <w:rsid w:val="003D374C"/>
    <w:rsid w:val="003D38C0"/>
    <w:rsid w:val="003D3FB8"/>
    <w:rsid w:val="003D42AF"/>
    <w:rsid w:val="003D42D8"/>
    <w:rsid w:val="003D4761"/>
    <w:rsid w:val="003D4E3C"/>
    <w:rsid w:val="003D512F"/>
    <w:rsid w:val="003D513A"/>
    <w:rsid w:val="003D5190"/>
    <w:rsid w:val="003D55FA"/>
    <w:rsid w:val="003D56B8"/>
    <w:rsid w:val="003D5A1A"/>
    <w:rsid w:val="003D5AAC"/>
    <w:rsid w:val="003D5AB6"/>
    <w:rsid w:val="003D60F5"/>
    <w:rsid w:val="003D68BF"/>
    <w:rsid w:val="003D6C95"/>
    <w:rsid w:val="003D6F26"/>
    <w:rsid w:val="003D78D8"/>
    <w:rsid w:val="003D7A12"/>
    <w:rsid w:val="003D7A6C"/>
    <w:rsid w:val="003E033C"/>
    <w:rsid w:val="003E06ED"/>
    <w:rsid w:val="003E0AB4"/>
    <w:rsid w:val="003E1018"/>
    <w:rsid w:val="003E1695"/>
    <w:rsid w:val="003E172A"/>
    <w:rsid w:val="003E1BD4"/>
    <w:rsid w:val="003E1C9E"/>
    <w:rsid w:val="003E20B0"/>
    <w:rsid w:val="003E2243"/>
    <w:rsid w:val="003E272C"/>
    <w:rsid w:val="003E274C"/>
    <w:rsid w:val="003E284C"/>
    <w:rsid w:val="003E29E9"/>
    <w:rsid w:val="003E2D68"/>
    <w:rsid w:val="003E2D7E"/>
    <w:rsid w:val="003E2E16"/>
    <w:rsid w:val="003E2FFE"/>
    <w:rsid w:val="003E3071"/>
    <w:rsid w:val="003E3467"/>
    <w:rsid w:val="003E3ED7"/>
    <w:rsid w:val="003E4047"/>
    <w:rsid w:val="003E424B"/>
    <w:rsid w:val="003E4807"/>
    <w:rsid w:val="003E48E2"/>
    <w:rsid w:val="003E4AD1"/>
    <w:rsid w:val="003E4FB8"/>
    <w:rsid w:val="003E51CC"/>
    <w:rsid w:val="003E5686"/>
    <w:rsid w:val="003E596D"/>
    <w:rsid w:val="003E5F3F"/>
    <w:rsid w:val="003E6574"/>
    <w:rsid w:val="003E6766"/>
    <w:rsid w:val="003E6E51"/>
    <w:rsid w:val="003E7198"/>
    <w:rsid w:val="003E722E"/>
    <w:rsid w:val="003E7575"/>
    <w:rsid w:val="003E7840"/>
    <w:rsid w:val="003F001F"/>
    <w:rsid w:val="003F0084"/>
    <w:rsid w:val="003F0123"/>
    <w:rsid w:val="003F0163"/>
    <w:rsid w:val="003F03E9"/>
    <w:rsid w:val="003F051C"/>
    <w:rsid w:val="003F0967"/>
    <w:rsid w:val="003F0A87"/>
    <w:rsid w:val="003F0B9A"/>
    <w:rsid w:val="003F0C51"/>
    <w:rsid w:val="003F0FE2"/>
    <w:rsid w:val="003F1196"/>
    <w:rsid w:val="003F19CB"/>
    <w:rsid w:val="003F1F3D"/>
    <w:rsid w:val="003F20D2"/>
    <w:rsid w:val="003F250A"/>
    <w:rsid w:val="003F2873"/>
    <w:rsid w:val="003F2A01"/>
    <w:rsid w:val="003F2D10"/>
    <w:rsid w:val="003F2D2D"/>
    <w:rsid w:val="003F3660"/>
    <w:rsid w:val="003F374F"/>
    <w:rsid w:val="003F3BAE"/>
    <w:rsid w:val="003F3CED"/>
    <w:rsid w:val="003F3E88"/>
    <w:rsid w:val="003F3FAB"/>
    <w:rsid w:val="003F4215"/>
    <w:rsid w:val="003F480A"/>
    <w:rsid w:val="003F4D26"/>
    <w:rsid w:val="003F4F83"/>
    <w:rsid w:val="003F5327"/>
    <w:rsid w:val="003F5544"/>
    <w:rsid w:val="003F5657"/>
    <w:rsid w:val="003F59ED"/>
    <w:rsid w:val="003F5B69"/>
    <w:rsid w:val="003F5DB6"/>
    <w:rsid w:val="003F5ECA"/>
    <w:rsid w:val="003F6697"/>
    <w:rsid w:val="003F6C30"/>
    <w:rsid w:val="003F710A"/>
    <w:rsid w:val="003F7A80"/>
    <w:rsid w:val="00400956"/>
    <w:rsid w:val="00400CB4"/>
    <w:rsid w:val="00400E5D"/>
    <w:rsid w:val="0040113F"/>
    <w:rsid w:val="0040167C"/>
    <w:rsid w:val="00401775"/>
    <w:rsid w:val="00401B20"/>
    <w:rsid w:val="00401BAE"/>
    <w:rsid w:val="00401D62"/>
    <w:rsid w:val="00401F61"/>
    <w:rsid w:val="00402EC5"/>
    <w:rsid w:val="0040308A"/>
    <w:rsid w:val="00403483"/>
    <w:rsid w:val="00403BB8"/>
    <w:rsid w:val="00403BC7"/>
    <w:rsid w:val="004047BD"/>
    <w:rsid w:val="004049CC"/>
    <w:rsid w:val="00404BEB"/>
    <w:rsid w:val="00405323"/>
    <w:rsid w:val="00405B2F"/>
    <w:rsid w:val="00405DAD"/>
    <w:rsid w:val="004063CF"/>
    <w:rsid w:val="004067E4"/>
    <w:rsid w:val="00406E08"/>
    <w:rsid w:val="0040725D"/>
    <w:rsid w:val="00407654"/>
    <w:rsid w:val="004078D8"/>
    <w:rsid w:val="00407B42"/>
    <w:rsid w:val="00407FCF"/>
    <w:rsid w:val="00410581"/>
    <w:rsid w:val="00410AB2"/>
    <w:rsid w:val="00410B3B"/>
    <w:rsid w:val="00411368"/>
    <w:rsid w:val="00411458"/>
    <w:rsid w:val="00411902"/>
    <w:rsid w:val="00412067"/>
    <w:rsid w:val="00412713"/>
    <w:rsid w:val="004128AF"/>
    <w:rsid w:val="00412AF8"/>
    <w:rsid w:val="00412C5E"/>
    <w:rsid w:val="00412DFF"/>
    <w:rsid w:val="00412E26"/>
    <w:rsid w:val="004132D0"/>
    <w:rsid w:val="0041344C"/>
    <w:rsid w:val="004137D1"/>
    <w:rsid w:val="00413AAE"/>
    <w:rsid w:val="00413EE4"/>
    <w:rsid w:val="00413EFA"/>
    <w:rsid w:val="004140BD"/>
    <w:rsid w:val="004142FB"/>
    <w:rsid w:val="00414974"/>
    <w:rsid w:val="00414F8B"/>
    <w:rsid w:val="00415245"/>
    <w:rsid w:val="0041562A"/>
    <w:rsid w:val="004159FC"/>
    <w:rsid w:val="00415ADF"/>
    <w:rsid w:val="00415B67"/>
    <w:rsid w:val="00415E53"/>
    <w:rsid w:val="0041750C"/>
    <w:rsid w:val="00420692"/>
    <w:rsid w:val="00420720"/>
    <w:rsid w:val="004208A6"/>
    <w:rsid w:val="004209B5"/>
    <w:rsid w:val="00420D0D"/>
    <w:rsid w:val="00420EE9"/>
    <w:rsid w:val="00420F2B"/>
    <w:rsid w:val="0042132D"/>
    <w:rsid w:val="00421620"/>
    <w:rsid w:val="00421DAA"/>
    <w:rsid w:val="00422327"/>
    <w:rsid w:val="004226AD"/>
    <w:rsid w:val="004231D2"/>
    <w:rsid w:val="00423305"/>
    <w:rsid w:val="004235E0"/>
    <w:rsid w:val="00423E2A"/>
    <w:rsid w:val="004241B0"/>
    <w:rsid w:val="00424511"/>
    <w:rsid w:val="004249E7"/>
    <w:rsid w:val="00424D18"/>
    <w:rsid w:val="00424DA0"/>
    <w:rsid w:val="00424DE6"/>
    <w:rsid w:val="00424EAE"/>
    <w:rsid w:val="004250B7"/>
    <w:rsid w:val="004256B7"/>
    <w:rsid w:val="004259E0"/>
    <w:rsid w:val="004261D5"/>
    <w:rsid w:val="0042649A"/>
    <w:rsid w:val="00426633"/>
    <w:rsid w:val="0042667D"/>
    <w:rsid w:val="004266D6"/>
    <w:rsid w:val="00426867"/>
    <w:rsid w:val="00426872"/>
    <w:rsid w:val="00426912"/>
    <w:rsid w:val="00426A20"/>
    <w:rsid w:val="00426AEA"/>
    <w:rsid w:val="0042758F"/>
    <w:rsid w:val="004275A7"/>
    <w:rsid w:val="00427EEA"/>
    <w:rsid w:val="00427F85"/>
    <w:rsid w:val="004301D2"/>
    <w:rsid w:val="004303C2"/>
    <w:rsid w:val="004305EE"/>
    <w:rsid w:val="00430716"/>
    <w:rsid w:val="0043095A"/>
    <w:rsid w:val="00430B73"/>
    <w:rsid w:val="004314F1"/>
    <w:rsid w:val="00431787"/>
    <w:rsid w:val="00431E2B"/>
    <w:rsid w:val="004320CD"/>
    <w:rsid w:val="0043254B"/>
    <w:rsid w:val="00433658"/>
    <w:rsid w:val="0043368F"/>
    <w:rsid w:val="00433867"/>
    <w:rsid w:val="00433D70"/>
    <w:rsid w:val="004340C0"/>
    <w:rsid w:val="00434369"/>
    <w:rsid w:val="00434710"/>
    <w:rsid w:val="00434E0C"/>
    <w:rsid w:val="0043503C"/>
    <w:rsid w:val="0043533D"/>
    <w:rsid w:val="004357F2"/>
    <w:rsid w:val="00435B3A"/>
    <w:rsid w:val="004363AE"/>
    <w:rsid w:val="00436D22"/>
    <w:rsid w:val="00436EB7"/>
    <w:rsid w:val="004372A0"/>
    <w:rsid w:val="0043746A"/>
    <w:rsid w:val="0043746D"/>
    <w:rsid w:val="0043756A"/>
    <w:rsid w:val="004376A9"/>
    <w:rsid w:val="00437BEF"/>
    <w:rsid w:val="00437D92"/>
    <w:rsid w:val="0044010B"/>
    <w:rsid w:val="00440176"/>
    <w:rsid w:val="00440897"/>
    <w:rsid w:val="00440AFB"/>
    <w:rsid w:val="00440DF4"/>
    <w:rsid w:val="0044143F"/>
    <w:rsid w:val="004419C5"/>
    <w:rsid w:val="004419E4"/>
    <w:rsid w:val="004422C0"/>
    <w:rsid w:val="00442798"/>
    <w:rsid w:val="00442C03"/>
    <w:rsid w:val="00442D35"/>
    <w:rsid w:val="004431C5"/>
    <w:rsid w:val="0044326D"/>
    <w:rsid w:val="0044335E"/>
    <w:rsid w:val="0044353E"/>
    <w:rsid w:val="0044361E"/>
    <w:rsid w:val="004438D0"/>
    <w:rsid w:val="00443E8C"/>
    <w:rsid w:val="00444D17"/>
    <w:rsid w:val="00445292"/>
    <w:rsid w:val="00445640"/>
    <w:rsid w:val="004457FC"/>
    <w:rsid w:val="00446030"/>
    <w:rsid w:val="004461BA"/>
    <w:rsid w:val="0044632F"/>
    <w:rsid w:val="00446532"/>
    <w:rsid w:val="00446570"/>
    <w:rsid w:val="0044666A"/>
    <w:rsid w:val="00446678"/>
    <w:rsid w:val="00446D5A"/>
    <w:rsid w:val="004471FB"/>
    <w:rsid w:val="00447D06"/>
    <w:rsid w:val="0045016F"/>
    <w:rsid w:val="0045043F"/>
    <w:rsid w:val="00450949"/>
    <w:rsid w:val="0045101D"/>
    <w:rsid w:val="00451108"/>
    <w:rsid w:val="00451111"/>
    <w:rsid w:val="004512DB"/>
    <w:rsid w:val="004516E3"/>
    <w:rsid w:val="00451C40"/>
    <w:rsid w:val="00451C80"/>
    <w:rsid w:val="00451CFD"/>
    <w:rsid w:val="00451E96"/>
    <w:rsid w:val="0045204B"/>
    <w:rsid w:val="004526D2"/>
    <w:rsid w:val="00452AB6"/>
    <w:rsid w:val="00452FF7"/>
    <w:rsid w:val="0045310E"/>
    <w:rsid w:val="0045369C"/>
    <w:rsid w:val="004536F2"/>
    <w:rsid w:val="004539AE"/>
    <w:rsid w:val="00453BF7"/>
    <w:rsid w:val="00453E66"/>
    <w:rsid w:val="0045412F"/>
    <w:rsid w:val="00454351"/>
    <w:rsid w:val="0045440A"/>
    <w:rsid w:val="00454DB1"/>
    <w:rsid w:val="004554D0"/>
    <w:rsid w:val="0045558B"/>
    <w:rsid w:val="00455704"/>
    <w:rsid w:val="00455871"/>
    <w:rsid w:val="00455A98"/>
    <w:rsid w:val="00455F82"/>
    <w:rsid w:val="00456087"/>
    <w:rsid w:val="0045678B"/>
    <w:rsid w:val="00456849"/>
    <w:rsid w:val="00456D58"/>
    <w:rsid w:val="00456EEB"/>
    <w:rsid w:val="0045751E"/>
    <w:rsid w:val="004575EC"/>
    <w:rsid w:val="0045785C"/>
    <w:rsid w:val="00457EFE"/>
    <w:rsid w:val="00460162"/>
    <w:rsid w:val="004602ED"/>
    <w:rsid w:val="004604EE"/>
    <w:rsid w:val="004605EA"/>
    <w:rsid w:val="004608E1"/>
    <w:rsid w:val="00460A28"/>
    <w:rsid w:val="00460A67"/>
    <w:rsid w:val="00460C1E"/>
    <w:rsid w:val="00460D2B"/>
    <w:rsid w:val="004611CF"/>
    <w:rsid w:val="00461427"/>
    <w:rsid w:val="0046161B"/>
    <w:rsid w:val="00461BD9"/>
    <w:rsid w:val="00461D14"/>
    <w:rsid w:val="004625D7"/>
    <w:rsid w:val="00462AD7"/>
    <w:rsid w:val="00462BF5"/>
    <w:rsid w:val="00462D83"/>
    <w:rsid w:val="00462EE9"/>
    <w:rsid w:val="004630D0"/>
    <w:rsid w:val="00463528"/>
    <w:rsid w:val="00463DA2"/>
    <w:rsid w:val="00464652"/>
    <w:rsid w:val="004649C8"/>
    <w:rsid w:val="00464A35"/>
    <w:rsid w:val="00464BA4"/>
    <w:rsid w:val="00464D04"/>
    <w:rsid w:val="00464EE4"/>
    <w:rsid w:val="00465288"/>
    <w:rsid w:val="00465303"/>
    <w:rsid w:val="004654B9"/>
    <w:rsid w:val="0046565F"/>
    <w:rsid w:val="00465C41"/>
    <w:rsid w:val="004660C0"/>
    <w:rsid w:val="004660F8"/>
    <w:rsid w:val="004663F1"/>
    <w:rsid w:val="004667E3"/>
    <w:rsid w:val="00466F7C"/>
    <w:rsid w:val="00466F94"/>
    <w:rsid w:val="004671DE"/>
    <w:rsid w:val="00467B2D"/>
    <w:rsid w:val="0047005F"/>
    <w:rsid w:val="0047009A"/>
    <w:rsid w:val="004701F9"/>
    <w:rsid w:val="00470381"/>
    <w:rsid w:val="004705B2"/>
    <w:rsid w:val="004707DA"/>
    <w:rsid w:val="00470DBE"/>
    <w:rsid w:val="00471338"/>
    <w:rsid w:val="00471364"/>
    <w:rsid w:val="004713DD"/>
    <w:rsid w:val="00471897"/>
    <w:rsid w:val="00471B79"/>
    <w:rsid w:val="00471C83"/>
    <w:rsid w:val="00471E5C"/>
    <w:rsid w:val="00471FCE"/>
    <w:rsid w:val="00472335"/>
    <w:rsid w:val="00472434"/>
    <w:rsid w:val="0047248D"/>
    <w:rsid w:val="004726C6"/>
    <w:rsid w:val="0047320B"/>
    <w:rsid w:val="0047332C"/>
    <w:rsid w:val="0047340F"/>
    <w:rsid w:val="00473441"/>
    <w:rsid w:val="00473729"/>
    <w:rsid w:val="00473FC0"/>
    <w:rsid w:val="0047402C"/>
    <w:rsid w:val="0047422E"/>
    <w:rsid w:val="0047430F"/>
    <w:rsid w:val="00474521"/>
    <w:rsid w:val="00474639"/>
    <w:rsid w:val="00474848"/>
    <w:rsid w:val="00474951"/>
    <w:rsid w:val="00474A20"/>
    <w:rsid w:val="00474ABB"/>
    <w:rsid w:val="004754F2"/>
    <w:rsid w:val="0047553D"/>
    <w:rsid w:val="00475BDC"/>
    <w:rsid w:val="00475BF8"/>
    <w:rsid w:val="00475DE0"/>
    <w:rsid w:val="00476116"/>
    <w:rsid w:val="00476752"/>
    <w:rsid w:val="00476820"/>
    <w:rsid w:val="00476D56"/>
    <w:rsid w:val="00476DD5"/>
    <w:rsid w:val="00476F8D"/>
    <w:rsid w:val="00477303"/>
    <w:rsid w:val="00477A48"/>
    <w:rsid w:val="00477EE5"/>
    <w:rsid w:val="0048003B"/>
    <w:rsid w:val="0048005D"/>
    <w:rsid w:val="004801BF"/>
    <w:rsid w:val="004805DE"/>
    <w:rsid w:val="004810E2"/>
    <w:rsid w:val="00481154"/>
    <w:rsid w:val="004811A3"/>
    <w:rsid w:val="00481663"/>
    <w:rsid w:val="004816CD"/>
    <w:rsid w:val="0048177B"/>
    <w:rsid w:val="00481DF1"/>
    <w:rsid w:val="00481F6C"/>
    <w:rsid w:val="0048215D"/>
    <w:rsid w:val="0048255D"/>
    <w:rsid w:val="00482647"/>
    <w:rsid w:val="00482764"/>
    <w:rsid w:val="00482818"/>
    <w:rsid w:val="00482BCC"/>
    <w:rsid w:val="00482D75"/>
    <w:rsid w:val="00483099"/>
    <w:rsid w:val="004833E4"/>
    <w:rsid w:val="0048382E"/>
    <w:rsid w:val="00483FC5"/>
    <w:rsid w:val="00484308"/>
    <w:rsid w:val="00484574"/>
    <w:rsid w:val="00484A6D"/>
    <w:rsid w:val="00484EA4"/>
    <w:rsid w:val="00484EF5"/>
    <w:rsid w:val="00484F27"/>
    <w:rsid w:val="00484F47"/>
    <w:rsid w:val="0048547D"/>
    <w:rsid w:val="0048550C"/>
    <w:rsid w:val="0048582E"/>
    <w:rsid w:val="004858D4"/>
    <w:rsid w:val="004859A4"/>
    <w:rsid w:val="004861AD"/>
    <w:rsid w:val="00486306"/>
    <w:rsid w:val="0048634F"/>
    <w:rsid w:val="004867AB"/>
    <w:rsid w:val="0048695B"/>
    <w:rsid w:val="00486BF6"/>
    <w:rsid w:val="00486D9C"/>
    <w:rsid w:val="00486F75"/>
    <w:rsid w:val="00486FFB"/>
    <w:rsid w:val="004870D1"/>
    <w:rsid w:val="00487626"/>
    <w:rsid w:val="00487A37"/>
    <w:rsid w:val="00487C22"/>
    <w:rsid w:val="00490507"/>
    <w:rsid w:val="0049072D"/>
    <w:rsid w:val="00490A36"/>
    <w:rsid w:val="00490A63"/>
    <w:rsid w:val="00490D5D"/>
    <w:rsid w:val="00490DBB"/>
    <w:rsid w:val="00491002"/>
    <w:rsid w:val="0049136F"/>
    <w:rsid w:val="004913FE"/>
    <w:rsid w:val="00491C5F"/>
    <w:rsid w:val="00491EA1"/>
    <w:rsid w:val="00491F38"/>
    <w:rsid w:val="004929C9"/>
    <w:rsid w:val="00492AC5"/>
    <w:rsid w:val="00492B0C"/>
    <w:rsid w:val="00492ECA"/>
    <w:rsid w:val="00493404"/>
    <w:rsid w:val="00493621"/>
    <w:rsid w:val="00493F9E"/>
    <w:rsid w:val="0049422A"/>
    <w:rsid w:val="004944F8"/>
    <w:rsid w:val="00494A2D"/>
    <w:rsid w:val="00494B82"/>
    <w:rsid w:val="00494C58"/>
    <w:rsid w:val="00494E3F"/>
    <w:rsid w:val="00494EB9"/>
    <w:rsid w:val="00495B2F"/>
    <w:rsid w:val="00496260"/>
    <w:rsid w:val="00496AE2"/>
    <w:rsid w:val="00496B61"/>
    <w:rsid w:val="00496BC6"/>
    <w:rsid w:val="00496DC4"/>
    <w:rsid w:val="004976D7"/>
    <w:rsid w:val="004977CD"/>
    <w:rsid w:val="00497DB1"/>
    <w:rsid w:val="00497E39"/>
    <w:rsid w:val="004A09E4"/>
    <w:rsid w:val="004A0B56"/>
    <w:rsid w:val="004A12AC"/>
    <w:rsid w:val="004A12EA"/>
    <w:rsid w:val="004A1391"/>
    <w:rsid w:val="004A1513"/>
    <w:rsid w:val="004A1602"/>
    <w:rsid w:val="004A1838"/>
    <w:rsid w:val="004A188D"/>
    <w:rsid w:val="004A1DAE"/>
    <w:rsid w:val="004A24E4"/>
    <w:rsid w:val="004A33DC"/>
    <w:rsid w:val="004A3570"/>
    <w:rsid w:val="004A35D7"/>
    <w:rsid w:val="004A3C1C"/>
    <w:rsid w:val="004A3CB4"/>
    <w:rsid w:val="004A40EB"/>
    <w:rsid w:val="004A41DC"/>
    <w:rsid w:val="004A485A"/>
    <w:rsid w:val="004A492D"/>
    <w:rsid w:val="004A495B"/>
    <w:rsid w:val="004A498F"/>
    <w:rsid w:val="004A4C7E"/>
    <w:rsid w:val="004A4CAC"/>
    <w:rsid w:val="004A506E"/>
    <w:rsid w:val="004A516B"/>
    <w:rsid w:val="004A5229"/>
    <w:rsid w:val="004A52B7"/>
    <w:rsid w:val="004A563E"/>
    <w:rsid w:val="004A57B6"/>
    <w:rsid w:val="004A5CFD"/>
    <w:rsid w:val="004A60B6"/>
    <w:rsid w:val="004A61A5"/>
    <w:rsid w:val="004A623E"/>
    <w:rsid w:val="004A63B8"/>
    <w:rsid w:val="004A68D6"/>
    <w:rsid w:val="004A6992"/>
    <w:rsid w:val="004A6AEE"/>
    <w:rsid w:val="004A6D5B"/>
    <w:rsid w:val="004A7031"/>
    <w:rsid w:val="004A70BF"/>
    <w:rsid w:val="004A77E4"/>
    <w:rsid w:val="004B02A4"/>
    <w:rsid w:val="004B04A8"/>
    <w:rsid w:val="004B07DB"/>
    <w:rsid w:val="004B0A33"/>
    <w:rsid w:val="004B0E90"/>
    <w:rsid w:val="004B133E"/>
    <w:rsid w:val="004B168F"/>
    <w:rsid w:val="004B25B6"/>
    <w:rsid w:val="004B2C02"/>
    <w:rsid w:val="004B2EDF"/>
    <w:rsid w:val="004B3015"/>
    <w:rsid w:val="004B32A2"/>
    <w:rsid w:val="004B32C7"/>
    <w:rsid w:val="004B32E5"/>
    <w:rsid w:val="004B34C5"/>
    <w:rsid w:val="004B3819"/>
    <w:rsid w:val="004B3AAE"/>
    <w:rsid w:val="004B3F46"/>
    <w:rsid w:val="004B42AF"/>
    <w:rsid w:val="004B451E"/>
    <w:rsid w:val="004B45A7"/>
    <w:rsid w:val="004B4973"/>
    <w:rsid w:val="004B4A1D"/>
    <w:rsid w:val="004B4AE8"/>
    <w:rsid w:val="004B5517"/>
    <w:rsid w:val="004B5532"/>
    <w:rsid w:val="004B5869"/>
    <w:rsid w:val="004B5E00"/>
    <w:rsid w:val="004B6026"/>
    <w:rsid w:val="004B6035"/>
    <w:rsid w:val="004B6161"/>
    <w:rsid w:val="004B6999"/>
    <w:rsid w:val="004B6D9C"/>
    <w:rsid w:val="004B77BF"/>
    <w:rsid w:val="004B7A89"/>
    <w:rsid w:val="004B7AB6"/>
    <w:rsid w:val="004B7D68"/>
    <w:rsid w:val="004B7DA6"/>
    <w:rsid w:val="004C0580"/>
    <w:rsid w:val="004C0B74"/>
    <w:rsid w:val="004C14FF"/>
    <w:rsid w:val="004C15C0"/>
    <w:rsid w:val="004C1882"/>
    <w:rsid w:val="004C1E16"/>
    <w:rsid w:val="004C2013"/>
    <w:rsid w:val="004C2481"/>
    <w:rsid w:val="004C3170"/>
    <w:rsid w:val="004C3A51"/>
    <w:rsid w:val="004C3CA6"/>
    <w:rsid w:val="004C478D"/>
    <w:rsid w:val="004C483F"/>
    <w:rsid w:val="004C486A"/>
    <w:rsid w:val="004C5194"/>
    <w:rsid w:val="004C55C6"/>
    <w:rsid w:val="004C569A"/>
    <w:rsid w:val="004C5BC0"/>
    <w:rsid w:val="004C6345"/>
    <w:rsid w:val="004C7567"/>
    <w:rsid w:val="004C7606"/>
    <w:rsid w:val="004C789D"/>
    <w:rsid w:val="004C78C3"/>
    <w:rsid w:val="004C7AE0"/>
    <w:rsid w:val="004D06B3"/>
    <w:rsid w:val="004D12EC"/>
    <w:rsid w:val="004D1570"/>
    <w:rsid w:val="004D165D"/>
    <w:rsid w:val="004D1660"/>
    <w:rsid w:val="004D16ED"/>
    <w:rsid w:val="004D1820"/>
    <w:rsid w:val="004D1BE3"/>
    <w:rsid w:val="004D1F97"/>
    <w:rsid w:val="004D2749"/>
    <w:rsid w:val="004D28D3"/>
    <w:rsid w:val="004D2B0A"/>
    <w:rsid w:val="004D2BC9"/>
    <w:rsid w:val="004D2DDE"/>
    <w:rsid w:val="004D2E9D"/>
    <w:rsid w:val="004D310C"/>
    <w:rsid w:val="004D322C"/>
    <w:rsid w:val="004D340E"/>
    <w:rsid w:val="004D3B4F"/>
    <w:rsid w:val="004D3BB2"/>
    <w:rsid w:val="004D3E93"/>
    <w:rsid w:val="004D463D"/>
    <w:rsid w:val="004D4C1F"/>
    <w:rsid w:val="004D50AA"/>
    <w:rsid w:val="004D5375"/>
    <w:rsid w:val="004D55C2"/>
    <w:rsid w:val="004D56FF"/>
    <w:rsid w:val="004D5811"/>
    <w:rsid w:val="004D5FF8"/>
    <w:rsid w:val="004D60D9"/>
    <w:rsid w:val="004D6132"/>
    <w:rsid w:val="004D6631"/>
    <w:rsid w:val="004D6D67"/>
    <w:rsid w:val="004D6D7E"/>
    <w:rsid w:val="004D777B"/>
    <w:rsid w:val="004D777C"/>
    <w:rsid w:val="004D7C03"/>
    <w:rsid w:val="004E006D"/>
    <w:rsid w:val="004E03D7"/>
    <w:rsid w:val="004E047E"/>
    <w:rsid w:val="004E0D3A"/>
    <w:rsid w:val="004E0F11"/>
    <w:rsid w:val="004E0F88"/>
    <w:rsid w:val="004E1521"/>
    <w:rsid w:val="004E16CB"/>
    <w:rsid w:val="004E209D"/>
    <w:rsid w:val="004E21C1"/>
    <w:rsid w:val="004E2224"/>
    <w:rsid w:val="004E278D"/>
    <w:rsid w:val="004E2DF6"/>
    <w:rsid w:val="004E2E1A"/>
    <w:rsid w:val="004E2F70"/>
    <w:rsid w:val="004E305C"/>
    <w:rsid w:val="004E3231"/>
    <w:rsid w:val="004E3282"/>
    <w:rsid w:val="004E334B"/>
    <w:rsid w:val="004E3631"/>
    <w:rsid w:val="004E36D5"/>
    <w:rsid w:val="004E3B73"/>
    <w:rsid w:val="004E3C00"/>
    <w:rsid w:val="004E3F1C"/>
    <w:rsid w:val="004E4B34"/>
    <w:rsid w:val="004E4CFA"/>
    <w:rsid w:val="004E4D0F"/>
    <w:rsid w:val="004E4FEF"/>
    <w:rsid w:val="004E516E"/>
    <w:rsid w:val="004E5674"/>
    <w:rsid w:val="004E5767"/>
    <w:rsid w:val="004E57EB"/>
    <w:rsid w:val="004E5A8D"/>
    <w:rsid w:val="004E605D"/>
    <w:rsid w:val="004E6384"/>
    <w:rsid w:val="004E68E8"/>
    <w:rsid w:val="004E69B3"/>
    <w:rsid w:val="004E69F1"/>
    <w:rsid w:val="004E7048"/>
    <w:rsid w:val="004E7707"/>
    <w:rsid w:val="004E79C8"/>
    <w:rsid w:val="004E7A06"/>
    <w:rsid w:val="004E7BAA"/>
    <w:rsid w:val="004F0D99"/>
    <w:rsid w:val="004F116D"/>
    <w:rsid w:val="004F13C5"/>
    <w:rsid w:val="004F13D2"/>
    <w:rsid w:val="004F177B"/>
    <w:rsid w:val="004F1A58"/>
    <w:rsid w:val="004F1DD4"/>
    <w:rsid w:val="004F1F71"/>
    <w:rsid w:val="004F234C"/>
    <w:rsid w:val="004F262A"/>
    <w:rsid w:val="004F2899"/>
    <w:rsid w:val="004F2B01"/>
    <w:rsid w:val="004F3362"/>
    <w:rsid w:val="004F3553"/>
    <w:rsid w:val="004F36A1"/>
    <w:rsid w:val="004F3904"/>
    <w:rsid w:val="004F3DEC"/>
    <w:rsid w:val="004F3EA0"/>
    <w:rsid w:val="004F45C8"/>
    <w:rsid w:val="004F45F6"/>
    <w:rsid w:val="004F49D4"/>
    <w:rsid w:val="004F4BD4"/>
    <w:rsid w:val="004F4CA9"/>
    <w:rsid w:val="004F544B"/>
    <w:rsid w:val="004F5820"/>
    <w:rsid w:val="004F5B0E"/>
    <w:rsid w:val="004F5D30"/>
    <w:rsid w:val="004F5E5B"/>
    <w:rsid w:val="004F5E9D"/>
    <w:rsid w:val="004F6593"/>
    <w:rsid w:val="004F6AE2"/>
    <w:rsid w:val="005002EB"/>
    <w:rsid w:val="0050042A"/>
    <w:rsid w:val="005006E4"/>
    <w:rsid w:val="005009D3"/>
    <w:rsid w:val="00500A1F"/>
    <w:rsid w:val="00500AAF"/>
    <w:rsid w:val="00500BCC"/>
    <w:rsid w:val="00500D00"/>
    <w:rsid w:val="00500D29"/>
    <w:rsid w:val="00500FC1"/>
    <w:rsid w:val="005010FD"/>
    <w:rsid w:val="00501B7F"/>
    <w:rsid w:val="00501CDD"/>
    <w:rsid w:val="00501ECE"/>
    <w:rsid w:val="00502048"/>
    <w:rsid w:val="00502B97"/>
    <w:rsid w:val="00502FF0"/>
    <w:rsid w:val="00503085"/>
    <w:rsid w:val="0050312B"/>
    <w:rsid w:val="00503787"/>
    <w:rsid w:val="00503BF5"/>
    <w:rsid w:val="00503DE4"/>
    <w:rsid w:val="00504042"/>
    <w:rsid w:val="00504070"/>
    <w:rsid w:val="00504072"/>
    <w:rsid w:val="00504978"/>
    <w:rsid w:val="00504D94"/>
    <w:rsid w:val="00504EF2"/>
    <w:rsid w:val="00504FA4"/>
    <w:rsid w:val="005054A1"/>
    <w:rsid w:val="00505872"/>
    <w:rsid w:val="005058EC"/>
    <w:rsid w:val="00505A98"/>
    <w:rsid w:val="00505C59"/>
    <w:rsid w:val="00505ECE"/>
    <w:rsid w:val="0050607B"/>
    <w:rsid w:val="005061F8"/>
    <w:rsid w:val="005062D7"/>
    <w:rsid w:val="005066F6"/>
    <w:rsid w:val="00506826"/>
    <w:rsid w:val="00506C35"/>
    <w:rsid w:val="005077B6"/>
    <w:rsid w:val="005078C6"/>
    <w:rsid w:val="00510005"/>
    <w:rsid w:val="0051010C"/>
    <w:rsid w:val="005102A7"/>
    <w:rsid w:val="00510577"/>
    <w:rsid w:val="0051066A"/>
    <w:rsid w:val="00510C9E"/>
    <w:rsid w:val="0051150D"/>
    <w:rsid w:val="005117C6"/>
    <w:rsid w:val="00511B8A"/>
    <w:rsid w:val="00511FE0"/>
    <w:rsid w:val="00512390"/>
    <w:rsid w:val="005126E8"/>
    <w:rsid w:val="005128C9"/>
    <w:rsid w:val="00512BD3"/>
    <w:rsid w:val="00512D08"/>
    <w:rsid w:val="005132B9"/>
    <w:rsid w:val="005132C1"/>
    <w:rsid w:val="0051348D"/>
    <w:rsid w:val="005134E4"/>
    <w:rsid w:val="00513626"/>
    <w:rsid w:val="00513763"/>
    <w:rsid w:val="00514268"/>
    <w:rsid w:val="005142D6"/>
    <w:rsid w:val="0051463B"/>
    <w:rsid w:val="0051470D"/>
    <w:rsid w:val="005149D0"/>
    <w:rsid w:val="00514E08"/>
    <w:rsid w:val="005151AE"/>
    <w:rsid w:val="0051526F"/>
    <w:rsid w:val="00515A28"/>
    <w:rsid w:val="00515CA5"/>
    <w:rsid w:val="00515E3A"/>
    <w:rsid w:val="00515F66"/>
    <w:rsid w:val="0051653A"/>
    <w:rsid w:val="005165C7"/>
    <w:rsid w:val="00516B2E"/>
    <w:rsid w:val="00516B3D"/>
    <w:rsid w:val="00516BE6"/>
    <w:rsid w:val="00516CC2"/>
    <w:rsid w:val="00517810"/>
    <w:rsid w:val="00517B36"/>
    <w:rsid w:val="00520027"/>
    <w:rsid w:val="00520877"/>
    <w:rsid w:val="00520F40"/>
    <w:rsid w:val="00521159"/>
    <w:rsid w:val="0052188C"/>
    <w:rsid w:val="00521EFC"/>
    <w:rsid w:val="005221D2"/>
    <w:rsid w:val="00522AE5"/>
    <w:rsid w:val="00522BF3"/>
    <w:rsid w:val="00522DA9"/>
    <w:rsid w:val="00522F00"/>
    <w:rsid w:val="00523241"/>
    <w:rsid w:val="00523318"/>
    <w:rsid w:val="0052371F"/>
    <w:rsid w:val="00523752"/>
    <w:rsid w:val="005237FC"/>
    <w:rsid w:val="005238B9"/>
    <w:rsid w:val="00523A33"/>
    <w:rsid w:val="005241B0"/>
    <w:rsid w:val="005242DB"/>
    <w:rsid w:val="005246A1"/>
    <w:rsid w:val="0052477F"/>
    <w:rsid w:val="00524D23"/>
    <w:rsid w:val="00524FC5"/>
    <w:rsid w:val="00525013"/>
    <w:rsid w:val="00525141"/>
    <w:rsid w:val="0052514A"/>
    <w:rsid w:val="00525465"/>
    <w:rsid w:val="00525A0E"/>
    <w:rsid w:val="00525B2A"/>
    <w:rsid w:val="005263A1"/>
    <w:rsid w:val="005265A0"/>
    <w:rsid w:val="005266E5"/>
    <w:rsid w:val="00526CE1"/>
    <w:rsid w:val="00526EBF"/>
    <w:rsid w:val="00526FFC"/>
    <w:rsid w:val="0052738B"/>
    <w:rsid w:val="00527429"/>
    <w:rsid w:val="0052751F"/>
    <w:rsid w:val="005277EB"/>
    <w:rsid w:val="00527C43"/>
    <w:rsid w:val="00527CDF"/>
    <w:rsid w:val="0053042F"/>
    <w:rsid w:val="00530AE9"/>
    <w:rsid w:val="00530B9E"/>
    <w:rsid w:val="00530BD8"/>
    <w:rsid w:val="00530BE2"/>
    <w:rsid w:val="00530E55"/>
    <w:rsid w:val="00531130"/>
    <w:rsid w:val="00532046"/>
    <w:rsid w:val="0053214C"/>
    <w:rsid w:val="0053261F"/>
    <w:rsid w:val="0053330A"/>
    <w:rsid w:val="005334CD"/>
    <w:rsid w:val="00533801"/>
    <w:rsid w:val="00533AAE"/>
    <w:rsid w:val="00533C2E"/>
    <w:rsid w:val="0053418B"/>
    <w:rsid w:val="00534418"/>
    <w:rsid w:val="00534568"/>
    <w:rsid w:val="005346D5"/>
    <w:rsid w:val="00534A23"/>
    <w:rsid w:val="00534D12"/>
    <w:rsid w:val="0053612A"/>
    <w:rsid w:val="00536338"/>
    <w:rsid w:val="00536819"/>
    <w:rsid w:val="00536A3E"/>
    <w:rsid w:val="00536DA6"/>
    <w:rsid w:val="005374EF"/>
    <w:rsid w:val="005379A9"/>
    <w:rsid w:val="00537ABE"/>
    <w:rsid w:val="00537AD8"/>
    <w:rsid w:val="00537B70"/>
    <w:rsid w:val="00537F1B"/>
    <w:rsid w:val="00540263"/>
    <w:rsid w:val="00540290"/>
    <w:rsid w:val="005408CE"/>
    <w:rsid w:val="00540900"/>
    <w:rsid w:val="00540BAC"/>
    <w:rsid w:val="00540C63"/>
    <w:rsid w:val="00540F34"/>
    <w:rsid w:val="005411E9"/>
    <w:rsid w:val="005414A8"/>
    <w:rsid w:val="005415E9"/>
    <w:rsid w:val="00541879"/>
    <w:rsid w:val="00541A09"/>
    <w:rsid w:val="00541A60"/>
    <w:rsid w:val="00541CD4"/>
    <w:rsid w:val="00541D1F"/>
    <w:rsid w:val="00541ED9"/>
    <w:rsid w:val="005420E6"/>
    <w:rsid w:val="00542309"/>
    <w:rsid w:val="00542450"/>
    <w:rsid w:val="005432AD"/>
    <w:rsid w:val="005432CA"/>
    <w:rsid w:val="00543417"/>
    <w:rsid w:val="00543640"/>
    <w:rsid w:val="0054389A"/>
    <w:rsid w:val="005439D7"/>
    <w:rsid w:val="0054493E"/>
    <w:rsid w:val="00544F13"/>
    <w:rsid w:val="005453D5"/>
    <w:rsid w:val="00545761"/>
    <w:rsid w:val="0054585A"/>
    <w:rsid w:val="0054599D"/>
    <w:rsid w:val="00545DAA"/>
    <w:rsid w:val="00546865"/>
    <w:rsid w:val="00546D5B"/>
    <w:rsid w:val="005470E6"/>
    <w:rsid w:val="005475BF"/>
    <w:rsid w:val="0054769F"/>
    <w:rsid w:val="00547BEC"/>
    <w:rsid w:val="00550294"/>
    <w:rsid w:val="00550C8B"/>
    <w:rsid w:val="00550D58"/>
    <w:rsid w:val="00551888"/>
    <w:rsid w:val="00551950"/>
    <w:rsid w:val="00551D70"/>
    <w:rsid w:val="00552027"/>
    <w:rsid w:val="00552107"/>
    <w:rsid w:val="005521D7"/>
    <w:rsid w:val="00552EC8"/>
    <w:rsid w:val="00552ECE"/>
    <w:rsid w:val="00553213"/>
    <w:rsid w:val="0055323C"/>
    <w:rsid w:val="005533E9"/>
    <w:rsid w:val="005534CA"/>
    <w:rsid w:val="00553635"/>
    <w:rsid w:val="005536A9"/>
    <w:rsid w:val="00553A50"/>
    <w:rsid w:val="00553A97"/>
    <w:rsid w:val="00553F59"/>
    <w:rsid w:val="005540FB"/>
    <w:rsid w:val="005542E9"/>
    <w:rsid w:val="00554434"/>
    <w:rsid w:val="0055447C"/>
    <w:rsid w:val="00555165"/>
    <w:rsid w:val="0055558B"/>
    <w:rsid w:val="005555AB"/>
    <w:rsid w:val="00555864"/>
    <w:rsid w:val="00555AAC"/>
    <w:rsid w:val="00555C54"/>
    <w:rsid w:val="00555D15"/>
    <w:rsid w:val="0055614D"/>
    <w:rsid w:val="005562F7"/>
    <w:rsid w:val="00556475"/>
    <w:rsid w:val="005567B4"/>
    <w:rsid w:val="00556999"/>
    <w:rsid w:val="00556EA7"/>
    <w:rsid w:val="005571FE"/>
    <w:rsid w:val="0055729C"/>
    <w:rsid w:val="005576E9"/>
    <w:rsid w:val="0055776D"/>
    <w:rsid w:val="00557C38"/>
    <w:rsid w:val="00557E38"/>
    <w:rsid w:val="0056093F"/>
    <w:rsid w:val="00560DB1"/>
    <w:rsid w:val="00560E5D"/>
    <w:rsid w:val="00560E77"/>
    <w:rsid w:val="00560F30"/>
    <w:rsid w:val="00560F57"/>
    <w:rsid w:val="005613E7"/>
    <w:rsid w:val="005614BF"/>
    <w:rsid w:val="0056182D"/>
    <w:rsid w:val="0056221A"/>
    <w:rsid w:val="0056224D"/>
    <w:rsid w:val="0056245A"/>
    <w:rsid w:val="005626C1"/>
    <w:rsid w:val="005627CE"/>
    <w:rsid w:val="00562839"/>
    <w:rsid w:val="00562D68"/>
    <w:rsid w:val="00562D9C"/>
    <w:rsid w:val="00562F93"/>
    <w:rsid w:val="0056303C"/>
    <w:rsid w:val="005638F8"/>
    <w:rsid w:val="00563DAA"/>
    <w:rsid w:val="005642C7"/>
    <w:rsid w:val="005647C1"/>
    <w:rsid w:val="0056489E"/>
    <w:rsid w:val="00564BA1"/>
    <w:rsid w:val="005652AA"/>
    <w:rsid w:val="005653E1"/>
    <w:rsid w:val="00565503"/>
    <w:rsid w:val="005655D2"/>
    <w:rsid w:val="00565B6C"/>
    <w:rsid w:val="00565BF5"/>
    <w:rsid w:val="005661A0"/>
    <w:rsid w:val="005667DD"/>
    <w:rsid w:val="00566AF3"/>
    <w:rsid w:val="00566AFE"/>
    <w:rsid w:val="005674B7"/>
    <w:rsid w:val="005677A4"/>
    <w:rsid w:val="00567912"/>
    <w:rsid w:val="005679A8"/>
    <w:rsid w:val="00567D47"/>
    <w:rsid w:val="00567D8C"/>
    <w:rsid w:val="005700B2"/>
    <w:rsid w:val="00570388"/>
    <w:rsid w:val="00570702"/>
    <w:rsid w:val="005708AD"/>
    <w:rsid w:val="0057095C"/>
    <w:rsid w:val="00570E96"/>
    <w:rsid w:val="00570FAB"/>
    <w:rsid w:val="005710D5"/>
    <w:rsid w:val="005712CE"/>
    <w:rsid w:val="005714D2"/>
    <w:rsid w:val="0057156D"/>
    <w:rsid w:val="00571598"/>
    <w:rsid w:val="00571D9E"/>
    <w:rsid w:val="00571DEE"/>
    <w:rsid w:val="00572571"/>
    <w:rsid w:val="00572779"/>
    <w:rsid w:val="005727C4"/>
    <w:rsid w:val="00572904"/>
    <w:rsid w:val="00572D55"/>
    <w:rsid w:val="00572E5C"/>
    <w:rsid w:val="00572EB8"/>
    <w:rsid w:val="00573A4E"/>
    <w:rsid w:val="00573EBE"/>
    <w:rsid w:val="00573F9E"/>
    <w:rsid w:val="00574829"/>
    <w:rsid w:val="0057497E"/>
    <w:rsid w:val="00574AF5"/>
    <w:rsid w:val="00575038"/>
    <w:rsid w:val="005752C3"/>
    <w:rsid w:val="00575449"/>
    <w:rsid w:val="00575572"/>
    <w:rsid w:val="00575B6A"/>
    <w:rsid w:val="0057642F"/>
    <w:rsid w:val="00576677"/>
    <w:rsid w:val="0057699A"/>
    <w:rsid w:val="00576E43"/>
    <w:rsid w:val="00576F26"/>
    <w:rsid w:val="005771F8"/>
    <w:rsid w:val="00577727"/>
    <w:rsid w:val="00577778"/>
    <w:rsid w:val="005779D9"/>
    <w:rsid w:val="00577A2D"/>
    <w:rsid w:val="00580C40"/>
    <w:rsid w:val="00580F83"/>
    <w:rsid w:val="00581370"/>
    <w:rsid w:val="00581F30"/>
    <w:rsid w:val="00581F36"/>
    <w:rsid w:val="00583833"/>
    <w:rsid w:val="00583C7B"/>
    <w:rsid w:val="00584504"/>
    <w:rsid w:val="00584570"/>
    <w:rsid w:val="00584E1F"/>
    <w:rsid w:val="00584F4C"/>
    <w:rsid w:val="00585092"/>
    <w:rsid w:val="00585096"/>
    <w:rsid w:val="005851DD"/>
    <w:rsid w:val="005855A5"/>
    <w:rsid w:val="00585C4F"/>
    <w:rsid w:val="00585F27"/>
    <w:rsid w:val="005863D9"/>
    <w:rsid w:val="0058682D"/>
    <w:rsid w:val="00586C26"/>
    <w:rsid w:val="00586F7E"/>
    <w:rsid w:val="00586FA1"/>
    <w:rsid w:val="0058719B"/>
    <w:rsid w:val="00587783"/>
    <w:rsid w:val="005909CC"/>
    <w:rsid w:val="00590A9F"/>
    <w:rsid w:val="00590D17"/>
    <w:rsid w:val="00590D65"/>
    <w:rsid w:val="00591036"/>
    <w:rsid w:val="00591186"/>
    <w:rsid w:val="00591713"/>
    <w:rsid w:val="005918D5"/>
    <w:rsid w:val="00591D90"/>
    <w:rsid w:val="0059262A"/>
    <w:rsid w:val="005926F6"/>
    <w:rsid w:val="00592AD4"/>
    <w:rsid w:val="005930B4"/>
    <w:rsid w:val="005935F1"/>
    <w:rsid w:val="005937A1"/>
    <w:rsid w:val="00593857"/>
    <w:rsid w:val="00593EE6"/>
    <w:rsid w:val="005941E0"/>
    <w:rsid w:val="00594399"/>
    <w:rsid w:val="0059441E"/>
    <w:rsid w:val="00594486"/>
    <w:rsid w:val="0059488F"/>
    <w:rsid w:val="0059496B"/>
    <w:rsid w:val="00594C26"/>
    <w:rsid w:val="00594ECD"/>
    <w:rsid w:val="0059522A"/>
    <w:rsid w:val="005959EC"/>
    <w:rsid w:val="00595C3D"/>
    <w:rsid w:val="00595F7C"/>
    <w:rsid w:val="00596396"/>
    <w:rsid w:val="005964A0"/>
    <w:rsid w:val="0059667C"/>
    <w:rsid w:val="00596E45"/>
    <w:rsid w:val="005973D2"/>
    <w:rsid w:val="00597612"/>
    <w:rsid w:val="005977D2"/>
    <w:rsid w:val="005A00B9"/>
    <w:rsid w:val="005A0B1E"/>
    <w:rsid w:val="005A0C6E"/>
    <w:rsid w:val="005A0E8D"/>
    <w:rsid w:val="005A124E"/>
    <w:rsid w:val="005A1C17"/>
    <w:rsid w:val="005A1D7D"/>
    <w:rsid w:val="005A1FD9"/>
    <w:rsid w:val="005A206E"/>
    <w:rsid w:val="005A225D"/>
    <w:rsid w:val="005A2343"/>
    <w:rsid w:val="005A2517"/>
    <w:rsid w:val="005A2D6B"/>
    <w:rsid w:val="005A2F57"/>
    <w:rsid w:val="005A3B64"/>
    <w:rsid w:val="005A43A7"/>
    <w:rsid w:val="005A48FF"/>
    <w:rsid w:val="005A49AD"/>
    <w:rsid w:val="005A5382"/>
    <w:rsid w:val="005A5523"/>
    <w:rsid w:val="005A56D9"/>
    <w:rsid w:val="005A5A0A"/>
    <w:rsid w:val="005A6248"/>
    <w:rsid w:val="005A63FD"/>
    <w:rsid w:val="005A660A"/>
    <w:rsid w:val="005A664D"/>
    <w:rsid w:val="005A697A"/>
    <w:rsid w:val="005A6A8E"/>
    <w:rsid w:val="005A6F45"/>
    <w:rsid w:val="005A6FB5"/>
    <w:rsid w:val="005A7604"/>
    <w:rsid w:val="005A7B38"/>
    <w:rsid w:val="005A7CF8"/>
    <w:rsid w:val="005A7ECB"/>
    <w:rsid w:val="005A7FDF"/>
    <w:rsid w:val="005B037E"/>
    <w:rsid w:val="005B04B5"/>
    <w:rsid w:val="005B073E"/>
    <w:rsid w:val="005B093A"/>
    <w:rsid w:val="005B0D30"/>
    <w:rsid w:val="005B1097"/>
    <w:rsid w:val="005B1235"/>
    <w:rsid w:val="005B13DC"/>
    <w:rsid w:val="005B1889"/>
    <w:rsid w:val="005B21AB"/>
    <w:rsid w:val="005B25F5"/>
    <w:rsid w:val="005B298B"/>
    <w:rsid w:val="005B2D5D"/>
    <w:rsid w:val="005B2D76"/>
    <w:rsid w:val="005B31EC"/>
    <w:rsid w:val="005B3406"/>
    <w:rsid w:val="005B3556"/>
    <w:rsid w:val="005B3C84"/>
    <w:rsid w:val="005B3FA8"/>
    <w:rsid w:val="005B4206"/>
    <w:rsid w:val="005B48AF"/>
    <w:rsid w:val="005B4A1E"/>
    <w:rsid w:val="005B5206"/>
    <w:rsid w:val="005B5477"/>
    <w:rsid w:val="005B618C"/>
    <w:rsid w:val="005B63DE"/>
    <w:rsid w:val="005B673A"/>
    <w:rsid w:val="005B6840"/>
    <w:rsid w:val="005B6B37"/>
    <w:rsid w:val="005B7539"/>
    <w:rsid w:val="005B7869"/>
    <w:rsid w:val="005B7BD3"/>
    <w:rsid w:val="005B7F91"/>
    <w:rsid w:val="005B7FB4"/>
    <w:rsid w:val="005C000E"/>
    <w:rsid w:val="005C0673"/>
    <w:rsid w:val="005C0BC2"/>
    <w:rsid w:val="005C135C"/>
    <w:rsid w:val="005C1680"/>
    <w:rsid w:val="005C1F43"/>
    <w:rsid w:val="005C220A"/>
    <w:rsid w:val="005C22F7"/>
    <w:rsid w:val="005C23F5"/>
    <w:rsid w:val="005C2C6D"/>
    <w:rsid w:val="005C2E6D"/>
    <w:rsid w:val="005C2FF7"/>
    <w:rsid w:val="005C300B"/>
    <w:rsid w:val="005C3205"/>
    <w:rsid w:val="005C365E"/>
    <w:rsid w:val="005C36A6"/>
    <w:rsid w:val="005C384E"/>
    <w:rsid w:val="005C3934"/>
    <w:rsid w:val="005C3E21"/>
    <w:rsid w:val="005C3EFF"/>
    <w:rsid w:val="005C5511"/>
    <w:rsid w:val="005C5A5B"/>
    <w:rsid w:val="005C5E33"/>
    <w:rsid w:val="005C699D"/>
    <w:rsid w:val="005C6F50"/>
    <w:rsid w:val="005C70A7"/>
    <w:rsid w:val="005C766F"/>
    <w:rsid w:val="005C7894"/>
    <w:rsid w:val="005C79E5"/>
    <w:rsid w:val="005C7C81"/>
    <w:rsid w:val="005D0BEC"/>
    <w:rsid w:val="005D0D0B"/>
    <w:rsid w:val="005D0F4C"/>
    <w:rsid w:val="005D17CF"/>
    <w:rsid w:val="005D1B20"/>
    <w:rsid w:val="005D1BAD"/>
    <w:rsid w:val="005D1D02"/>
    <w:rsid w:val="005D2030"/>
    <w:rsid w:val="005D2042"/>
    <w:rsid w:val="005D2178"/>
    <w:rsid w:val="005D2D3C"/>
    <w:rsid w:val="005D2EF3"/>
    <w:rsid w:val="005D2FFF"/>
    <w:rsid w:val="005D389A"/>
    <w:rsid w:val="005D3BE7"/>
    <w:rsid w:val="005D3DEC"/>
    <w:rsid w:val="005D4012"/>
    <w:rsid w:val="005D431D"/>
    <w:rsid w:val="005D49B7"/>
    <w:rsid w:val="005D4E27"/>
    <w:rsid w:val="005D51C4"/>
    <w:rsid w:val="005D56D1"/>
    <w:rsid w:val="005D57B1"/>
    <w:rsid w:val="005D5CEF"/>
    <w:rsid w:val="005D6384"/>
    <w:rsid w:val="005D68E8"/>
    <w:rsid w:val="005D6C71"/>
    <w:rsid w:val="005D6E19"/>
    <w:rsid w:val="005D6F33"/>
    <w:rsid w:val="005D73B8"/>
    <w:rsid w:val="005D7630"/>
    <w:rsid w:val="005E0481"/>
    <w:rsid w:val="005E055C"/>
    <w:rsid w:val="005E0E60"/>
    <w:rsid w:val="005E1079"/>
    <w:rsid w:val="005E12AE"/>
    <w:rsid w:val="005E12B0"/>
    <w:rsid w:val="005E12CC"/>
    <w:rsid w:val="005E139F"/>
    <w:rsid w:val="005E1583"/>
    <w:rsid w:val="005E1824"/>
    <w:rsid w:val="005E19A8"/>
    <w:rsid w:val="005E1FDE"/>
    <w:rsid w:val="005E226E"/>
    <w:rsid w:val="005E271D"/>
    <w:rsid w:val="005E3270"/>
    <w:rsid w:val="005E3773"/>
    <w:rsid w:val="005E3DA0"/>
    <w:rsid w:val="005E3FDA"/>
    <w:rsid w:val="005E407F"/>
    <w:rsid w:val="005E42FC"/>
    <w:rsid w:val="005E4509"/>
    <w:rsid w:val="005E5274"/>
    <w:rsid w:val="005E52F0"/>
    <w:rsid w:val="005E595D"/>
    <w:rsid w:val="005E5ACF"/>
    <w:rsid w:val="005E5B55"/>
    <w:rsid w:val="005E6191"/>
    <w:rsid w:val="005E64D3"/>
    <w:rsid w:val="005E67E4"/>
    <w:rsid w:val="005E6D52"/>
    <w:rsid w:val="005E72E3"/>
    <w:rsid w:val="005E7D1D"/>
    <w:rsid w:val="005E7F6F"/>
    <w:rsid w:val="005F015D"/>
    <w:rsid w:val="005F0769"/>
    <w:rsid w:val="005F168E"/>
    <w:rsid w:val="005F16D9"/>
    <w:rsid w:val="005F1926"/>
    <w:rsid w:val="005F1D76"/>
    <w:rsid w:val="005F1F70"/>
    <w:rsid w:val="005F23E1"/>
    <w:rsid w:val="005F266D"/>
    <w:rsid w:val="005F281B"/>
    <w:rsid w:val="005F2B56"/>
    <w:rsid w:val="005F2DC5"/>
    <w:rsid w:val="005F3162"/>
    <w:rsid w:val="005F347B"/>
    <w:rsid w:val="005F371D"/>
    <w:rsid w:val="005F405A"/>
    <w:rsid w:val="005F45DA"/>
    <w:rsid w:val="005F4A18"/>
    <w:rsid w:val="005F54F5"/>
    <w:rsid w:val="005F5579"/>
    <w:rsid w:val="005F60E4"/>
    <w:rsid w:val="005F65AD"/>
    <w:rsid w:val="005F68BE"/>
    <w:rsid w:val="005F68CF"/>
    <w:rsid w:val="005F6A52"/>
    <w:rsid w:val="005F7580"/>
    <w:rsid w:val="005F7783"/>
    <w:rsid w:val="005F7D4E"/>
    <w:rsid w:val="005F7F13"/>
    <w:rsid w:val="00600DBC"/>
    <w:rsid w:val="00600ED9"/>
    <w:rsid w:val="00601087"/>
    <w:rsid w:val="00601934"/>
    <w:rsid w:val="00601A7B"/>
    <w:rsid w:val="006022C3"/>
    <w:rsid w:val="00602465"/>
    <w:rsid w:val="0060248E"/>
    <w:rsid w:val="006025A5"/>
    <w:rsid w:val="006035CB"/>
    <w:rsid w:val="0060390F"/>
    <w:rsid w:val="00603CD0"/>
    <w:rsid w:val="0060410E"/>
    <w:rsid w:val="0060416B"/>
    <w:rsid w:val="00604344"/>
    <w:rsid w:val="00604447"/>
    <w:rsid w:val="00604578"/>
    <w:rsid w:val="00604850"/>
    <w:rsid w:val="006048A6"/>
    <w:rsid w:val="00604D36"/>
    <w:rsid w:val="00604F41"/>
    <w:rsid w:val="006054B4"/>
    <w:rsid w:val="00605DBE"/>
    <w:rsid w:val="00606089"/>
    <w:rsid w:val="006061DD"/>
    <w:rsid w:val="00606348"/>
    <w:rsid w:val="00606517"/>
    <w:rsid w:val="00607677"/>
    <w:rsid w:val="00607AB6"/>
    <w:rsid w:val="006101F3"/>
    <w:rsid w:val="0061037C"/>
    <w:rsid w:val="00610452"/>
    <w:rsid w:val="006106B2"/>
    <w:rsid w:val="00610937"/>
    <w:rsid w:val="00610A36"/>
    <w:rsid w:val="00610DFB"/>
    <w:rsid w:val="00611113"/>
    <w:rsid w:val="00611339"/>
    <w:rsid w:val="00611480"/>
    <w:rsid w:val="0061149F"/>
    <w:rsid w:val="006115F0"/>
    <w:rsid w:val="00611740"/>
    <w:rsid w:val="00611E6E"/>
    <w:rsid w:val="00612063"/>
    <w:rsid w:val="006123B8"/>
    <w:rsid w:val="006123C6"/>
    <w:rsid w:val="00612675"/>
    <w:rsid w:val="0061272C"/>
    <w:rsid w:val="0061276D"/>
    <w:rsid w:val="00612D5B"/>
    <w:rsid w:val="00613092"/>
    <w:rsid w:val="00613845"/>
    <w:rsid w:val="00613983"/>
    <w:rsid w:val="00613BF3"/>
    <w:rsid w:val="00614078"/>
    <w:rsid w:val="006146AA"/>
    <w:rsid w:val="006157E7"/>
    <w:rsid w:val="00615885"/>
    <w:rsid w:val="0061590C"/>
    <w:rsid w:val="006159CD"/>
    <w:rsid w:val="006162F6"/>
    <w:rsid w:val="00616859"/>
    <w:rsid w:val="00616A90"/>
    <w:rsid w:val="00616D2E"/>
    <w:rsid w:val="00616E6F"/>
    <w:rsid w:val="0061725F"/>
    <w:rsid w:val="00617313"/>
    <w:rsid w:val="0061739F"/>
    <w:rsid w:val="00617474"/>
    <w:rsid w:val="006178AB"/>
    <w:rsid w:val="00617B1D"/>
    <w:rsid w:val="00617C68"/>
    <w:rsid w:val="00617E7B"/>
    <w:rsid w:val="00620368"/>
    <w:rsid w:val="006203B6"/>
    <w:rsid w:val="00620959"/>
    <w:rsid w:val="00620C45"/>
    <w:rsid w:val="006214DF"/>
    <w:rsid w:val="006214F6"/>
    <w:rsid w:val="00621B41"/>
    <w:rsid w:val="006228C5"/>
    <w:rsid w:val="006239B7"/>
    <w:rsid w:val="006244F7"/>
    <w:rsid w:val="00624750"/>
    <w:rsid w:val="00624A19"/>
    <w:rsid w:val="00624A7C"/>
    <w:rsid w:val="00624B6C"/>
    <w:rsid w:val="00624D27"/>
    <w:rsid w:val="00624E7E"/>
    <w:rsid w:val="00624ED8"/>
    <w:rsid w:val="00624FA8"/>
    <w:rsid w:val="00625796"/>
    <w:rsid w:val="00625D50"/>
    <w:rsid w:val="006261A7"/>
    <w:rsid w:val="00626AAC"/>
    <w:rsid w:val="00626CEB"/>
    <w:rsid w:val="00627302"/>
    <w:rsid w:val="006274E4"/>
    <w:rsid w:val="0062780C"/>
    <w:rsid w:val="00627861"/>
    <w:rsid w:val="006304CE"/>
    <w:rsid w:val="00630B26"/>
    <w:rsid w:val="00630E15"/>
    <w:rsid w:val="006312FA"/>
    <w:rsid w:val="006316B3"/>
    <w:rsid w:val="006320A0"/>
    <w:rsid w:val="0063231F"/>
    <w:rsid w:val="00632347"/>
    <w:rsid w:val="00632C07"/>
    <w:rsid w:val="00632EB2"/>
    <w:rsid w:val="00633499"/>
    <w:rsid w:val="0063374D"/>
    <w:rsid w:val="0063406D"/>
    <w:rsid w:val="00634204"/>
    <w:rsid w:val="006345F6"/>
    <w:rsid w:val="006358EC"/>
    <w:rsid w:val="006359E8"/>
    <w:rsid w:val="00635A94"/>
    <w:rsid w:val="00635B92"/>
    <w:rsid w:val="00636791"/>
    <w:rsid w:val="00636EA2"/>
    <w:rsid w:val="006372B6"/>
    <w:rsid w:val="00637310"/>
    <w:rsid w:val="0063747E"/>
    <w:rsid w:val="006374F0"/>
    <w:rsid w:val="00637E56"/>
    <w:rsid w:val="00637F2F"/>
    <w:rsid w:val="006400E1"/>
    <w:rsid w:val="006400E4"/>
    <w:rsid w:val="00640538"/>
    <w:rsid w:val="00640AC4"/>
    <w:rsid w:val="00640AFB"/>
    <w:rsid w:val="00640B21"/>
    <w:rsid w:val="006415BB"/>
    <w:rsid w:val="00641641"/>
    <w:rsid w:val="00641B4E"/>
    <w:rsid w:val="00642418"/>
    <w:rsid w:val="00642506"/>
    <w:rsid w:val="006427E1"/>
    <w:rsid w:val="006430C8"/>
    <w:rsid w:val="006431F8"/>
    <w:rsid w:val="006432C8"/>
    <w:rsid w:val="006434B1"/>
    <w:rsid w:val="006434D5"/>
    <w:rsid w:val="0064359B"/>
    <w:rsid w:val="006435D5"/>
    <w:rsid w:val="00643812"/>
    <w:rsid w:val="00643DB6"/>
    <w:rsid w:val="00643E01"/>
    <w:rsid w:val="00643E51"/>
    <w:rsid w:val="00644069"/>
    <w:rsid w:val="006442CF"/>
    <w:rsid w:val="00644468"/>
    <w:rsid w:val="00644782"/>
    <w:rsid w:val="006447EE"/>
    <w:rsid w:val="006449C5"/>
    <w:rsid w:val="00644BD8"/>
    <w:rsid w:val="00644FE2"/>
    <w:rsid w:val="006451B7"/>
    <w:rsid w:val="00645225"/>
    <w:rsid w:val="0064560E"/>
    <w:rsid w:val="006456BB"/>
    <w:rsid w:val="006459BC"/>
    <w:rsid w:val="00646190"/>
    <w:rsid w:val="006464CE"/>
    <w:rsid w:val="00646768"/>
    <w:rsid w:val="00646793"/>
    <w:rsid w:val="00646924"/>
    <w:rsid w:val="0064706C"/>
    <w:rsid w:val="0064715D"/>
    <w:rsid w:val="00647396"/>
    <w:rsid w:val="00647E93"/>
    <w:rsid w:val="00647F89"/>
    <w:rsid w:val="0065012F"/>
    <w:rsid w:val="00650457"/>
    <w:rsid w:val="00650468"/>
    <w:rsid w:val="006504AB"/>
    <w:rsid w:val="006507E7"/>
    <w:rsid w:val="00650A26"/>
    <w:rsid w:val="0065124E"/>
    <w:rsid w:val="0065137B"/>
    <w:rsid w:val="006518CC"/>
    <w:rsid w:val="00651969"/>
    <w:rsid w:val="00651CEE"/>
    <w:rsid w:val="00652405"/>
    <w:rsid w:val="0065255B"/>
    <w:rsid w:val="006533F5"/>
    <w:rsid w:val="00653B88"/>
    <w:rsid w:val="00654628"/>
    <w:rsid w:val="00654D6E"/>
    <w:rsid w:val="00654F89"/>
    <w:rsid w:val="0065502D"/>
    <w:rsid w:val="006555C3"/>
    <w:rsid w:val="00655CC4"/>
    <w:rsid w:val="00655EA6"/>
    <w:rsid w:val="00656426"/>
    <w:rsid w:val="0065678D"/>
    <w:rsid w:val="00656814"/>
    <w:rsid w:val="00656BC9"/>
    <w:rsid w:val="00656C3D"/>
    <w:rsid w:val="00656F32"/>
    <w:rsid w:val="00656F9E"/>
    <w:rsid w:val="006574F7"/>
    <w:rsid w:val="0065752F"/>
    <w:rsid w:val="006579F9"/>
    <w:rsid w:val="00657B01"/>
    <w:rsid w:val="00657C99"/>
    <w:rsid w:val="00657D9C"/>
    <w:rsid w:val="0066078E"/>
    <w:rsid w:val="006607E5"/>
    <w:rsid w:val="0066083C"/>
    <w:rsid w:val="00660C18"/>
    <w:rsid w:val="00660E07"/>
    <w:rsid w:val="00660E09"/>
    <w:rsid w:val="0066101E"/>
    <w:rsid w:val="00661085"/>
    <w:rsid w:val="006612B0"/>
    <w:rsid w:val="0066148F"/>
    <w:rsid w:val="0066191A"/>
    <w:rsid w:val="006619C9"/>
    <w:rsid w:val="00661A98"/>
    <w:rsid w:val="00661DC4"/>
    <w:rsid w:val="006625A0"/>
    <w:rsid w:val="00662A57"/>
    <w:rsid w:val="00662B64"/>
    <w:rsid w:val="00662C9F"/>
    <w:rsid w:val="0066390C"/>
    <w:rsid w:val="0066393E"/>
    <w:rsid w:val="00663E62"/>
    <w:rsid w:val="00663E82"/>
    <w:rsid w:val="00663FB1"/>
    <w:rsid w:val="00664172"/>
    <w:rsid w:val="00665101"/>
    <w:rsid w:val="00665238"/>
    <w:rsid w:val="00665464"/>
    <w:rsid w:val="00665759"/>
    <w:rsid w:val="00665BBF"/>
    <w:rsid w:val="006663A0"/>
    <w:rsid w:val="00666F61"/>
    <w:rsid w:val="006674AE"/>
    <w:rsid w:val="00667924"/>
    <w:rsid w:val="006679B1"/>
    <w:rsid w:val="00667CCE"/>
    <w:rsid w:val="00667F86"/>
    <w:rsid w:val="00670017"/>
    <w:rsid w:val="006706D1"/>
    <w:rsid w:val="00670F77"/>
    <w:rsid w:val="006711A0"/>
    <w:rsid w:val="0067158D"/>
    <w:rsid w:val="00672135"/>
    <w:rsid w:val="0067246F"/>
    <w:rsid w:val="006725F4"/>
    <w:rsid w:val="00672AFC"/>
    <w:rsid w:val="00672BE6"/>
    <w:rsid w:val="00672D2E"/>
    <w:rsid w:val="00672F76"/>
    <w:rsid w:val="006735CA"/>
    <w:rsid w:val="00673711"/>
    <w:rsid w:val="00673795"/>
    <w:rsid w:val="00673F9A"/>
    <w:rsid w:val="00674197"/>
    <w:rsid w:val="006741C5"/>
    <w:rsid w:val="00674492"/>
    <w:rsid w:val="00674569"/>
    <w:rsid w:val="0067475D"/>
    <w:rsid w:val="00674A62"/>
    <w:rsid w:val="00674BC7"/>
    <w:rsid w:val="0067578B"/>
    <w:rsid w:val="00675836"/>
    <w:rsid w:val="00675B5E"/>
    <w:rsid w:val="00675C8A"/>
    <w:rsid w:val="0067629A"/>
    <w:rsid w:val="006762BB"/>
    <w:rsid w:val="006764B7"/>
    <w:rsid w:val="00676550"/>
    <w:rsid w:val="00676E72"/>
    <w:rsid w:val="00676FC6"/>
    <w:rsid w:val="0067719E"/>
    <w:rsid w:val="00677310"/>
    <w:rsid w:val="00677477"/>
    <w:rsid w:val="00677769"/>
    <w:rsid w:val="00677B0E"/>
    <w:rsid w:val="00677C6A"/>
    <w:rsid w:val="00677D58"/>
    <w:rsid w:val="006800CC"/>
    <w:rsid w:val="00680410"/>
    <w:rsid w:val="00680689"/>
    <w:rsid w:val="006806C1"/>
    <w:rsid w:val="006807F7"/>
    <w:rsid w:val="00680997"/>
    <w:rsid w:val="006809D5"/>
    <w:rsid w:val="00680F83"/>
    <w:rsid w:val="00680FAD"/>
    <w:rsid w:val="00681119"/>
    <w:rsid w:val="00681295"/>
    <w:rsid w:val="00681915"/>
    <w:rsid w:val="00681935"/>
    <w:rsid w:val="006819A2"/>
    <w:rsid w:val="00681DC7"/>
    <w:rsid w:val="00681F27"/>
    <w:rsid w:val="00682334"/>
    <w:rsid w:val="00682350"/>
    <w:rsid w:val="006826F3"/>
    <w:rsid w:val="00683324"/>
    <w:rsid w:val="006833CA"/>
    <w:rsid w:val="006836D2"/>
    <w:rsid w:val="00683E1A"/>
    <w:rsid w:val="00684042"/>
    <w:rsid w:val="00684278"/>
    <w:rsid w:val="0068444A"/>
    <w:rsid w:val="00684673"/>
    <w:rsid w:val="00684952"/>
    <w:rsid w:val="006849C1"/>
    <w:rsid w:val="00684B73"/>
    <w:rsid w:val="00684CD7"/>
    <w:rsid w:val="00684FC3"/>
    <w:rsid w:val="00685064"/>
    <w:rsid w:val="00685E03"/>
    <w:rsid w:val="00686511"/>
    <w:rsid w:val="00686A1D"/>
    <w:rsid w:val="00686B0A"/>
    <w:rsid w:val="00686EC3"/>
    <w:rsid w:val="00687186"/>
    <w:rsid w:val="006872CC"/>
    <w:rsid w:val="00687ED9"/>
    <w:rsid w:val="006901CA"/>
    <w:rsid w:val="006902E2"/>
    <w:rsid w:val="00690596"/>
    <w:rsid w:val="00690618"/>
    <w:rsid w:val="00690963"/>
    <w:rsid w:val="0069111F"/>
    <w:rsid w:val="00691151"/>
    <w:rsid w:val="006913AE"/>
    <w:rsid w:val="006913F5"/>
    <w:rsid w:val="0069154E"/>
    <w:rsid w:val="00691689"/>
    <w:rsid w:val="006918D9"/>
    <w:rsid w:val="00691ADB"/>
    <w:rsid w:val="00691DBA"/>
    <w:rsid w:val="006921A5"/>
    <w:rsid w:val="00692707"/>
    <w:rsid w:val="00692763"/>
    <w:rsid w:val="00692914"/>
    <w:rsid w:val="00692AA4"/>
    <w:rsid w:val="00692E55"/>
    <w:rsid w:val="006930DB"/>
    <w:rsid w:val="006936B9"/>
    <w:rsid w:val="006937AF"/>
    <w:rsid w:val="0069425E"/>
    <w:rsid w:val="0069433F"/>
    <w:rsid w:val="0069479D"/>
    <w:rsid w:val="00695204"/>
    <w:rsid w:val="006953FA"/>
    <w:rsid w:val="00695563"/>
    <w:rsid w:val="00695660"/>
    <w:rsid w:val="00695CEC"/>
    <w:rsid w:val="00695EAB"/>
    <w:rsid w:val="00696291"/>
    <w:rsid w:val="00696328"/>
    <w:rsid w:val="00696B98"/>
    <w:rsid w:val="00696FA5"/>
    <w:rsid w:val="006974FA"/>
    <w:rsid w:val="00697536"/>
    <w:rsid w:val="00697834"/>
    <w:rsid w:val="00697D96"/>
    <w:rsid w:val="006A0305"/>
    <w:rsid w:val="006A1089"/>
    <w:rsid w:val="006A10C9"/>
    <w:rsid w:val="006A1F0F"/>
    <w:rsid w:val="006A2568"/>
    <w:rsid w:val="006A2A03"/>
    <w:rsid w:val="006A2DBD"/>
    <w:rsid w:val="006A2E07"/>
    <w:rsid w:val="006A2E78"/>
    <w:rsid w:val="006A3104"/>
    <w:rsid w:val="006A35AB"/>
    <w:rsid w:val="006A3B8A"/>
    <w:rsid w:val="006A4400"/>
    <w:rsid w:val="006A45D0"/>
    <w:rsid w:val="006A4916"/>
    <w:rsid w:val="006A4958"/>
    <w:rsid w:val="006A56D1"/>
    <w:rsid w:val="006A59DC"/>
    <w:rsid w:val="006A65D6"/>
    <w:rsid w:val="006A684B"/>
    <w:rsid w:val="006A693C"/>
    <w:rsid w:val="006A6BE1"/>
    <w:rsid w:val="006A6C38"/>
    <w:rsid w:val="006A7140"/>
    <w:rsid w:val="006A7270"/>
    <w:rsid w:val="006A7443"/>
    <w:rsid w:val="006A7614"/>
    <w:rsid w:val="006A768E"/>
    <w:rsid w:val="006A774B"/>
    <w:rsid w:val="006A777E"/>
    <w:rsid w:val="006A7BC2"/>
    <w:rsid w:val="006B0260"/>
    <w:rsid w:val="006B05D5"/>
    <w:rsid w:val="006B0A78"/>
    <w:rsid w:val="006B125E"/>
    <w:rsid w:val="006B1285"/>
    <w:rsid w:val="006B130C"/>
    <w:rsid w:val="006B13E2"/>
    <w:rsid w:val="006B16DB"/>
    <w:rsid w:val="006B1EA5"/>
    <w:rsid w:val="006B209B"/>
    <w:rsid w:val="006B23E0"/>
    <w:rsid w:val="006B2B38"/>
    <w:rsid w:val="006B2B90"/>
    <w:rsid w:val="006B2E3A"/>
    <w:rsid w:val="006B2FC3"/>
    <w:rsid w:val="006B3D57"/>
    <w:rsid w:val="006B3D67"/>
    <w:rsid w:val="006B3E23"/>
    <w:rsid w:val="006B434E"/>
    <w:rsid w:val="006B45B8"/>
    <w:rsid w:val="006B47E2"/>
    <w:rsid w:val="006B480F"/>
    <w:rsid w:val="006B4A48"/>
    <w:rsid w:val="006B4C9D"/>
    <w:rsid w:val="006B501F"/>
    <w:rsid w:val="006B51DF"/>
    <w:rsid w:val="006B5847"/>
    <w:rsid w:val="006B5A33"/>
    <w:rsid w:val="006B5A49"/>
    <w:rsid w:val="006B5B8C"/>
    <w:rsid w:val="006B5D8C"/>
    <w:rsid w:val="006B5E9A"/>
    <w:rsid w:val="006B6155"/>
    <w:rsid w:val="006B6F50"/>
    <w:rsid w:val="006B71AB"/>
    <w:rsid w:val="006B7708"/>
    <w:rsid w:val="006B7A24"/>
    <w:rsid w:val="006B7C28"/>
    <w:rsid w:val="006B7DC8"/>
    <w:rsid w:val="006B7E3E"/>
    <w:rsid w:val="006C0380"/>
    <w:rsid w:val="006C07F5"/>
    <w:rsid w:val="006C0835"/>
    <w:rsid w:val="006C0D1D"/>
    <w:rsid w:val="006C0ED6"/>
    <w:rsid w:val="006C11D5"/>
    <w:rsid w:val="006C1263"/>
    <w:rsid w:val="006C1371"/>
    <w:rsid w:val="006C1B9C"/>
    <w:rsid w:val="006C1E7C"/>
    <w:rsid w:val="006C2757"/>
    <w:rsid w:val="006C2A80"/>
    <w:rsid w:val="006C2DC1"/>
    <w:rsid w:val="006C3257"/>
    <w:rsid w:val="006C34C5"/>
    <w:rsid w:val="006C382E"/>
    <w:rsid w:val="006C38D5"/>
    <w:rsid w:val="006C3DCB"/>
    <w:rsid w:val="006C3E59"/>
    <w:rsid w:val="006C4090"/>
    <w:rsid w:val="006C419F"/>
    <w:rsid w:val="006C42EB"/>
    <w:rsid w:val="006C450F"/>
    <w:rsid w:val="006C45A3"/>
    <w:rsid w:val="006C4663"/>
    <w:rsid w:val="006C4EC2"/>
    <w:rsid w:val="006C5440"/>
    <w:rsid w:val="006C5CE8"/>
    <w:rsid w:val="006C5D2D"/>
    <w:rsid w:val="006C6171"/>
    <w:rsid w:val="006C6300"/>
    <w:rsid w:val="006C68E6"/>
    <w:rsid w:val="006C7887"/>
    <w:rsid w:val="006C7A8F"/>
    <w:rsid w:val="006C7CCE"/>
    <w:rsid w:val="006D0414"/>
    <w:rsid w:val="006D042C"/>
    <w:rsid w:val="006D0821"/>
    <w:rsid w:val="006D12C0"/>
    <w:rsid w:val="006D12CA"/>
    <w:rsid w:val="006D1531"/>
    <w:rsid w:val="006D2013"/>
    <w:rsid w:val="006D238F"/>
    <w:rsid w:val="006D2557"/>
    <w:rsid w:val="006D2936"/>
    <w:rsid w:val="006D37A8"/>
    <w:rsid w:val="006D38C0"/>
    <w:rsid w:val="006D38EC"/>
    <w:rsid w:val="006D392B"/>
    <w:rsid w:val="006D4342"/>
    <w:rsid w:val="006D447A"/>
    <w:rsid w:val="006D4869"/>
    <w:rsid w:val="006D4B66"/>
    <w:rsid w:val="006D4E04"/>
    <w:rsid w:val="006D4E30"/>
    <w:rsid w:val="006D5A63"/>
    <w:rsid w:val="006D5B2D"/>
    <w:rsid w:val="006D5BC0"/>
    <w:rsid w:val="006D5E54"/>
    <w:rsid w:val="006D6D99"/>
    <w:rsid w:val="006D7694"/>
    <w:rsid w:val="006D7C2D"/>
    <w:rsid w:val="006E0602"/>
    <w:rsid w:val="006E0CC1"/>
    <w:rsid w:val="006E14A1"/>
    <w:rsid w:val="006E1885"/>
    <w:rsid w:val="006E18C9"/>
    <w:rsid w:val="006E1B28"/>
    <w:rsid w:val="006E1B53"/>
    <w:rsid w:val="006E24ED"/>
    <w:rsid w:val="006E26B9"/>
    <w:rsid w:val="006E2761"/>
    <w:rsid w:val="006E3501"/>
    <w:rsid w:val="006E37FA"/>
    <w:rsid w:val="006E4036"/>
    <w:rsid w:val="006E40A6"/>
    <w:rsid w:val="006E4955"/>
    <w:rsid w:val="006E4E67"/>
    <w:rsid w:val="006E4F13"/>
    <w:rsid w:val="006E54BE"/>
    <w:rsid w:val="006E5587"/>
    <w:rsid w:val="006E5942"/>
    <w:rsid w:val="006E5CCF"/>
    <w:rsid w:val="006E614A"/>
    <w:rsid w:val="006E642D"/>
    <w:rsid w:val="006E6859"/>
    <w:rsid w:val="006E69CD"/>
    <w:rsid w:val="006E6D88"/>
    <w:rsid w:val="006E7156"/>
    <w:rsid w:val="006E759C"/>
    <w:rsid w:val="006E7868"/>
    <w:rsid w:val="006E7BFE"/>
    <w:rsid w:val="006F0228"/>
    <w:rsid w:val="006F035C"/>
    <w:rsid w:val="006F06F3"/>
    <w:rsid w:val="006F0871"/>
    <w:rsid w:val="006F08EE"/>
    <w:rsid w:val="006F0C73"/>
    <w:rsid w:val="006F11F7"/>
    <w:rsid w:val="006F1752"/>
    <w:rsid w:val="006F196E"/>
    <w:rsid w:val="006F1F63"/>
    <w:rsid w:val="006F206E"/>
    <w:rsid w:val="006F23D5"/>
    <w:rsid w:val="006F2491"/>
    <w:rsid w:val="006F2851"/>
    <w:rsid w:val="006F2B3A"/>
    <w:rsid w:val="006F2D4D"/>
    <w:rsid w:val="006F30F2"/>
    <w:rsid w:val="006F31D9"/>
    <w:rsid w:val="006F34FD"/>
    <w:rsid w:val="006F3B32"/>
    <w:rsid w:val="006F3DC8"/>
    <w:rsid w:val="006F4187"/>
    <w:rsid w:val="006F4312"/>
    <w:rsid w:val="006F449C"/>
    <w:rsid w:val="006F457B"/>
    <w:rsid w:val="006F46E8"/>
    <w:rsid w:val="006F567B"/>
    <w:rsid w:val="006F5958"/>
    <w:rsid w:val="006F5983"/>
    <w:rsid w:val="006F59A5"/>
    <w:rsid w:val="006F5CEE"/>
    <w:rsid w:val="006F5EF2"/>
    <w:rsid w:val="006F607E"/>
    <w:rsid w:val="006F62BF"/>
    <w:rsid w:val="006F634C"/>
    <w:rsid w:val="006F671F"/>
    <w:rsid w:val="006F6AD3"/>
    <w:rsid w:val="006F72AC"/>
    <w:rsid w:val="006F785B"/>
    <w:rsid w:val="006F78E7"/>
    <w:rsid w:val="006F7BCB"/>
    <w:rsid w:val="006F7C33"/>
    <w:rsid w:val="007006C8"/>
    <w:rsid w:val="007009C2"/>
    <w:rsid w:val="00700DF2"/>
    <w:rsid w:val="00700F92"/>
    <w:rsid w:val="00701624"/>
    <w:rsid w:val="0070190A"/>
    <w:rsid w:val="00701B6D"/>
    <w:rsid w:val="007024C7"/>
    <w:rsid w:val="007028AE"/>
    <w:rsid w:val="00702A02"/>
    <w:rsid w:val="00702D6F"/>
    <w:rsid w:val="00702EC1"/>
    <w:rsid w:val="00703A49"/>
    <w:rsid w:val="00703F40"/>
    <w:rsid w:val="00703FEB"/>
    <w:rsid w:val="007044D6"/>
    <w:rsid w:val="007048FB"/>
    <w:rsid w:val="007049E9"/>
    <w:rsid w:val="0070500B"/>
    <w:rsid w:val="00705035"/>
    <w:rsid w:val="00705332"/>
    <w:rsid w:val="007056E6"/>
    <w:rsid w:val="00705E12"/>
    <w:rsid w:val="00705F40"/>
    <w:rsid w:val="0070612C"/>
    <w:rsid w:val="007062F8"/>
    <w:rsid w:val="00706352"/>
    <w:rsid w:val="00706934"/>
    <w:rsid w:val="00706C25"/>
    <w:rsid w:val="00706D7A"/>
    <w:rsid w:val="00706D7C"/>
    <w:rsid w:val="00707326"/>
    <w:rsid w:val="0070746B"/>
    <w:rsid w:val="00707589"/>
    <w:rsid w:val="0070766F"/>
    <w:rsid w:val="00707F95"/>
    <w:rsid w:val="007104B6"/>
    <w:rsid w:val="007106C8"/>
    <w:rsid w:val="007108EE"/>
    <w:rsid w:val="00710C1E"/>
    <w:rsid w:val="00710CBA"/>
    <w:rsid w:val="00710FEB"/>
    <w:rsid w:val="007112F8"/>
    <w:rsid w:val="00711E1B"/>
    <w:rsid w:val="00712068"/>
    <w:rsid w:val="007122CD"/>
    <w:rsid w:val="0071297B"/>
    <w:rsid w:val="00712E53"/>
    <w:rsid w:val="007137A7"/>
    <w:rsid w:val="00713B9D"/>
    <w:rsid w:val="00713EC5"/>
    <w:rsid w:val="00714205"/>
    <w:rsid w:val="0071420A"/>
    <w:rsid w:val="0071488C"/>
    <w:rsid w:val="007148E6"/>
    <w:rsid w:val="00714DCF"/>
    <w:rsid w:val="00714EC7"/>
    <w:rsid w:val="00714F46"/>
    <w:rsid w:val="00714FB2"/>
    <w:rsid w:val="0071523E"/>
    <w:rsid w:val="0071544C"/>
    <w:rsid w:val="007159C8"/>
    <w:rsid w:val="00715BDC"/>
    <w:rsid w:val="00715C11"/>
    <w:rsid w:val="00715D0E"/>
    <w:rsid w:val="00715D6C"/>
    <w:rsid w:val="00716552"/>
    <w:rsid w:val="007166C3"/>
    <w:rsid w:val="00716B06"/>
    <w:rsid w:val="00716B62"/>
    <w:rsid w:val="00716BC5"/>
    <w:rsid w:val="00716E4F"/>
    <w:rsid w:val="00716EAE"/>
    <w:rsid w:val="0071722E"/>
    <w:rsid w:val="007173FD"/>
    <w:rsid w:val="007178D8"/>
    <w:rsid w:val="00717986"/>
    <w:rsid w:val="007200DF"/>
    <w:rsid w:val="007200F6"/>
    <w:rsid w:val="00720810"/>
    <w:rsid w:val="00720913"/>
    <w:rsid w:val="00720BB0"/>
    <w:rsid w:val="007210A5"/>
    <w:rsid w:val="00721176"/>
    <w:rsid w:val="00721677"/>
    <w:rsid w:val="00721906"/>
    <w:rsid w:val="00721CF7"/>
    <w:rsid w:val="00721D12"/>
    <w:rsid w:val="007222DC"/>
    <w:rsid w:val="007227DC"/>
    <w:rsid w:val="007228F9"/>
    <w:rsid w:val="00723408"/>
    <w:rsid w:val="0072351A"/>
    <w:rsid w:val="00723A39"/>
    <w:rsid w:val="00723A5A"/>
    <w:rsid w:val="00723ED6"/>
    <w:rsid w:val="007248EA"/>
    <w:rsid w:val="00724C96"/>
    <w:rsid w:val="00724CD7"/>
    <w:rsid w:val="00724DDE"/>
    <w:rsid w:val="00724F7B"/>
    <w:rsid w:val="00725398"/>
    <w:rsid w:val="007258D9"/>
    <w:rsid w:val="00726007"/>
    <w:rsid w:val="007260DF"/>
    <w:rsid w:val="007261DB"/>
    <w:rsid w:val="00726325"/>
    <w:rsid w:val="007265BC"/>
    <w:rsid w:val="0072663C"/>
    <w:rsid w:val="00726A12"/>
    <w:rsid w:val="00726A2A"/>
    <w:rsid w:val="00726B8D"/>
    <w:rsid w:val="007271D2"/>
    <w:rsid w:val="00727F31"/>
    <w:rsid w:val="00727F34"/>
    <w:rsid w:val="007301D6"/>
    <w:rsid w:val="0073082C"/>
    <w:rsid w:val="0073085E"/>
    <w:rsid w:val="00730A90"/>
    <w:rsid w:val="00730AB9"/>
    <w:rsid w:val="00730C9B"/>
    <w:rsid w:val="00731157"/>
    <w:rsid w:val="007313BE"/>
    <w:rsid w:val="007314A1"/>
    <w:rsid w:val="007318A4"/>
    <w:rsid w:val="007318DD"/>
    <w:rsid w:val="007319E8"/>
    <w:rsid w:val="00732108"/>
    <w:rsid w:val="007322F0"/>
    <w:rsid w:val="0073257D"/>
    <w:rsid w:val="0073268D"/>
    <w:rsid w:val="00732A80"/>
    <w:rsid w:val="00732F2C"/>
    <w:rsid w:val="00733301"/>
    <w:rsid w:val="0073350A"/>
    <w:rsid w:val="007336BC"/>
    <w:rsid w:val="00733C37"/>
    <w:rsid w:val="00733D42"/>
    <w:rsid w:val="00733DB8"/>
    <w:rsid w:val="00733E27"/>
    <w:rsid w:val="007341A8"/>
    <w:rsid w:val="0073439B"/>
    <w:rsid w:val="0073488B"/>
    <w:rsid w:val="00734E05"/>
    <w:rsid w:val="00734E50"/>
    <w:rsid w:val="0073502C"/>
    <w:rsid w:val="00735164"/>
    <w:rsid w:val="00735279"/>
    <w:rsid w:val="0073528D"/>
    <w:rsid w:val="00735547"/>
    <w:rsid w:val="00735A1F"/>
    <w:rsid w:val="0073609C"/>
    <w:rsid w:val="0073617A"/>
    <w:rsid w:val="0073641A"/>
    <w:rsid w:val="007366DD"/>
    <w:rsid w:val="00736ADD"/>
    <w:rsid w:val="00736C8F"/>
    <w:rsid w:val="007375E8"/>
    <w:rsid w:val="00737CAE"/>
    <w:rsid w:val="00737F83"/>
    <w:rsid w:val="00737F8B"/>
    <w:rsid w:val="00740550"/>
    <w:rsid w:val="007409BA"/>
    <w:rsid w:val="00740A54"/>
    <w:rsid w:val="00740A9E"/>
    <w:rsid w:val="00741C7C"/>
    <w:rsid w:val="007421B8"/>
    <w:rsid w:val="00742302"/>
    <w:rsid w:val="007427FC"/>
    <w:rsid w:val="00742B30"/>
    <w:rsid w:val="00742BD9"/>
    <w:rsid w:val="00742F04"/>
    <w:rsid w:val="00742F2A"/>
    <w:rsid w:val="0074319A"/>
    <w:rsid w:val="007431C7"/>
    <w:rsid w:val="007431D9"/>
    <w:rsid w:val="0074347A"/>
    <w:rsid w:val="007434B8"/>
    <w:rsid w:val="0074353E"/>
    <w:rsid w:val="00743613"/>
    <w:rsid w:val="00743A84"/>
    <w:rsid w:val="00743C24"/>
    <w:rsid w:val="00743C62"/>
    <w:rsid w:val="00743CE7"/>
    <w:rsid w:val="00743E8B"/>
    <w:rsid w:val="00743FCD"/>
    <w:rsid w:val="007445C5"/>
    <w:rsid w:val="00744753"/>
    <w:rsid w:val="0074490B"/>
    <w:rsid w:val="00744CCD"/>
    <w:rsid w:val="007452B8"/>
    <w:rsid w:val="0074562F"/>
    <w:rsid w:val="0074610D"/>
    <w:rsid w:val="007461DF"/>
    <w:rsid w:val="0074634D"/>
    <w:rsid w:val="00746433"/>
    <w:rsid w:val="00746843"/>
    <w:rsid w:val="007468AD"/>
    <w:rsid w:val="007469F6"/>
    <w:rsid w:val="00746C32"/>
    <w:rsid w:val="0074769F"/>
    <w:rsid w:val="00747878"/>
    <w:rsid w:val="007478F0"/>
    <w:rsid w:val="00747DEE"/>
    <w:rsid w:val="0075063B"/>
    <w:rsid w:val="007506F2"/>
    <w:rsid w:val="00750A39"/>
    <w:rsid w:val="00750D4D"/>
    <w:rsid w:val="00750E30"/>
    <w:rsid w:val="0075102C"/>
    <w:rsid w:val="00751A41"/>
    <w:rsid w:val="00751AC7"/>
    <w:rsid w:val="00752029"/>
    <w:rsid w:val="00752127"/>
    <w:rsid w:val="00752303"/>
    <w:rsid w:val="007523B8"/>
    <w:rsid w:val="0075343F"/>
    <w:rsid w:val="007539FF"/>
    <w:rsid w:val="00753AB6"/>
    <w:rsid w:val="00753D77"/>
    <w:rsid w:val="0075403D"/>
    <w:rsid w:val="00754135"/>
    <w:rsid w:val="00754690"/>
    <w:rsid w:val="007546E8"/>
    <w:rsid w:val="0075484C"/>
    <w:rsid w:val="0075494E"/>
    <w:rsid w:val="00754ECA"/>
    <w:rsid w:val="00755319"/>
    <w:rsid w:val="007553A8"/>
    <w:rsid w:val="0075559C"/>
    <w:rsid w:val="00755BE5"/>
    <w:rsid w:val="00755D73"/>
    <w:rsid w:val="00755E76"/>
    <w:rsid w:val="0075636E"/>
    <w:rsid w:val="00756406"/>
    <w:rsid w:val="0075649D"/>
    <w:rsid w:val="0075668C"/>
    <w:rsid w:val="00756A5E"/>
    <w:rsid w:val="00757327"/>
    <w:rsid w:val="00757381"/>
    <w:rsid w:val="007573B9"/>
    <w:rsid w:val="007575B9"/>
    <w:rsid w:val="007578B3"/>
    <w:rsid w:val="007579E0"/>
    <w:rsid w:val="00760897"/>
    <w:rsid w:val="00760CDD"/>
    <w:rsid w:val="00760F86"/>
    <w:rsid w:val="0076143D"/>
    <w:rsid w:val="00761DF0"/>
    <w:rsid w:val="00761EC2"/>
    <w:rsid w:val="00761FFA"/>
    <w:rsid w:val="00762352"/>
    <w:rsid w:val="0076355A"/>
    <w:rsid w:val="00763C4E"/>
    <w:rsid w:val="0076448A"/>
    <w:rsid w:val="007657F0"/>
    <w:rsid w:val="007658D3"/>
    <w:rsid w:val="00765A1A"/>
    <w:rsid w:val="00765BD2"/>
    <w:rsid w:val="00766207"/>
    <w:rsid w:val="007665D2"/>
    <w:rsid w:val="0076691E"/>
    <w:rsid w:val="00766A2B"/>
    <w:rsid w:val="00766C68"/>
    <w:rsid w:val="00767247"/>
    <w:rsid w:val="007675EE"/>
    <w:rsid w:val="00767AB1"/>
    <w:rsid w:val="00767CD8"/>
    <w:rsid w:val="00767E56"/>
    <w:rsid w:val="00767EC0"/>
    <w:rsid w:val="00767F77"/>
    <w:rsid w:val="00770113"/>
    <w:rsid w:val="00770215"/>
    <w:rsid w:val="0077031D"/>
    <w:rsid w:val="007704C4"/>
    <w:rsid w:val="00770A39"/>
    <w:rsid w:val="00770BCD"/>
    <w:rsid w:val="00770D57"/>
    <w:rsid w:val="00770DDB"/>
    <w:rsid w:val="00770E64"/>
    <w:rsid w:val="007710B0"/>
    <w:rsid w:val="00771171"/>
    <w:rsid w:val="007712F3"/>
    <w:rsid w:val="007716B9"/>
    <w:rsid w:val="0077184B"/>
    <w:rsid w:val="00771A0A"/>
    <w:rsid w:val="00771CAB"/>
    <w:rsid w:val="00771F2F"/>
    <w:rsid w:val="00771FAE"/>
    <w:rsid w:val="00772081"/>
    <w:rsid w:val="007721DA"/>
    <w:rsid w:val="0077233F"/>
    <w:rsid w:val="00772AA9"/>
    <w:rsid w:val="00772F1E"/>
    <w:rsid w:val="00772F67"/>
    <w:rsid w:val="00773170"/>
    <w:rsid w:val="007732D6"/>
    <w:rsid w:val="007735A9"/>
    <w:rsid w:val="00773AA9"/>
    <w:rsid w:val="0077465E"/>
    <w:rsid w:val="00774690"/>
    <w:rsid w:val="0077488D"/>
    <w:rsid w:val="0077500A"/>
    <w:rsid w:val="00775189"/>
    <w:rsid w:val="00775399"/>
    <w:rsid w:val="00775A5A"/>
    <w:rsid w:val="00775BF5"/>
    <w:rsid w:val="00775DD8"/>
    <w:rsid w:val="00775F84"/>
    <w:rsid w:val="00776139"/>
    <w:rsid w:val="007761BB"/>
    <w:rsid w:val="00776268"/>
    <w:rsid w:val="0077665D"/>
    <w:rsid w:val="007766CD"/>
    <w:rsid w:val="00777069"/>
    <w:rsid w:val="007771E1"/>
    <w:rsid w:val="00777296"/>
    <w:rsid w:val="007800A3"/>
    <w:rsid w:val="007800D9"/>
    <w:rsid w:val="00780289"/>
    <w:rsid w:val="007804B1"/>
    <w:rsid w:val="00780C18"/>
    <w:rsid w:val="00780D4A"/>
    <w:rsid w:val="00781249"/>
    <w:rsid w:val="0078157E"/>
    <w:rsid w:val="007817EB"/>
    <w:rsid w:val="00781BB3"/>
    <w:rsid w:val="00782009"/>
    <w:rsid w:val="00782284"/>
    <w:rsid w:val="007830E3"/>
    <w:rsid w:val="00783578"/>
    <w:rsid w:val="00783635"/>
    <w:rsid w:val="00783714"/>
    <w:rsid w:val="00783C6B"/>
    <w:rsid w:val="00783F14"/>
    <w:rsid w:val="00783F2C"/>
    <w:rsid w:val="00784019"/>
    <w:rsid w:val="00784381"/>
    <w:rsid w:val="0078455C"/>
    <w:rsid w:val="00784961"/>
    <w:rsid w:val="00784E92"/>
    <w:rsid w:val="00785230"/>
    <w:rsid w:val="0078545E"/>
    <w:rsid w:val="007859DC"/>
    <w:rsid w:val="00785AB9"/>
    <w:rsid w:val="00785C41"/>
    <w:rsid w:val="00785F2F"/>
    <w:rsid w:val="00786216"/>
    <w:rsid w:val="007862D3"/>
    <w:rsid w:val="00786CF0"/>
    <w:rsid w:val="00786FAD"/>
    <w:rsid w:val="00787081"/>
    <w:rsid w:val="007870BF"/>
    <w:rsid w:val="00790552"/>
    <w:rsid w:val="00790B6E"/>
    <w:rsid w:val="00790EE2"/>
    <w:rsid w:val="00791342"/>
    <w:rsid w:val="00791760"/>
    <w:rsid w:val="0079176C"/>
    <w:rsid w:val="0079183B"/>
    <w:rsid w:val="00791C6E"/>
    <w:rsid w:val="00791FEB"/>
    <w:rsid w:val="00792109"/>
    <w:rsid w:val="00792588"/>
    <w:rsid w:val="007927DF"/>
    <w:rsid w:val="007930F0"/>
    <w:rsid w:val="00793260"/>
    <w:rsid w:val="00793B4A"/>
    <w:rsid w:val="007940FF"/>
    <w:rsid w:val="007943D4"/>
    <w:rsid w:val="00794ECB"/>
    <w:rsid w:val="00795484"/>
    <w:rsid w:val="00796AE8"/>
    <w:rsid w:val="0079707B"/>
    <w:rsid w:val="00797099"/>
    <w:rsid w:val="0079718D"/>
    <w:rsid w:val="00797682"/>
    <w:rsid w:val="00797763"/>
    <w:rsid w:val="007A023B"/>
    <w:rsid w:val="007A0408"/>
    <w:rsid w:val="007A0572"/>
    <w:rsid w:val="007A067E"/>
    <w:rsid w:val="007A0688"/>
    <w:rsid w:val="007A076E"/>
    <w:rsid w:val="007A17B3"/>
    <w:rsid w:val="007A1881"/>
    <w:rsid w:val="007A194E"/>
    <w:rsid w:val="007A19D2"/>
    <w:rsid w:val="007A1BC4"/>
    <w:rsid w:val="007A1C99"/>
    <w:rsid w:val="007A270C"/>
    <w:rsid w:val="007A27AF"/>
    <w:rsid w:val="007A2C55"/>
    <w:rsid w:val="007A2D97"/>
    <w:rsid w:val="007A2E0D"/>
    <w:rsid w:val="007A32B7"/>
    <w:rsid w:val="007A3462"/>
    <w:rsid w:val="007A3566"/>
    <w:rsid w:val="007A3BBF"/>
    <w:rsid w:val="007A3C5E"/>
    <w:rsid w:val="007A42D3"/>
    <w:rsid w:val="007A4884"/>
    <w:rsid w:val="007A4E0D"/>
    <w:rsid w:val="007A5AE5"/>
    <w:rsid w:val="007A5B67"/>
    <w:rsid w:val="007A5BA9"/>
    <w:rsid w:val="007A5BAE"/>
    <w:rsid w:val="007A5F15"/>
    <w:rsid w:val="007A61DB"/>
    <w:rsid w:val="007A66F9"/>
    <w:rsid w:val="007A6B4A"/>
    <w:rsid w:val="007A6CB3"/>
    <w:rsid w:val="007A712C"/>
    <w:rsid w:val="007A71EA"/>
    <w:rsid w:val="007A74CC"/>
    <w:rsid w:val="007A7679"/>
    <w:rsid w:val="007A7D64"/>
    <w:rsid w:val="007A7F99"/>
    <w:rsid w:val="007B01CC"/>
    <w:rsid w:val="007B01F2"/>
    <w:rsid w:val="007B0445"/>
    <w:rsid w:val="007B054A"/>
    <w:rsid w:val="007B0699"/>
    <w:rsid w:val="007B0D0D"/>
    <w:rsid w:val="007B12B9"/>
    <w:rsid w:val="007B138D"/>
    <w:rsid w:val="007B1E05"/>
    <w:rsid w:val="007B1F7D"/>
    <w:rsid w:val="007B22C5"/>
    <w:rsid w:val="007B2C9C"/>
    <w:rsid w:val="007B3085"/>
    <w:rsid w:val="007B3499"/>
    <w:rsid w:val="007B34E7"/>
    <w:rsid w:val="007B3755"/>
    <w:rsid w:val="007B405D"/>
    <w:rsid w:val="007B46BD"/>
    <w:rsid w:val="007B476D"/>
    <w:rsid w:val="007B49C0"/>
    <w:rsid w:val="007B4D9E"/>
    <w:rsid w:val="007B4E46"/>
    <w:rsid w:val="007B5077"/>
    <w:rsid w:val="007B56D9"/>
    <w:rsid w:val="007B5CED"/>
    <w:rsid w:val="007B67F4"/>
    <w:rsid w:val="007B6904"/>
    <w:rsid w:val="007B6C01"/>
    <w:rsid w:val="007B6D78"/>
    <w:rsid w:val="007B74CE"/>
    <w:rsid w:val="007B7574"/>
    <w:rsid w:val="007B7724"/>
    <w:rsid w:val="007B7ABF"/>
    <w:rsid w:val="007B7C1C"/>
    <w:rsid w:val="007B7C9F"/>
    <w:rsid w:val="007C0152"/>
    <w:rsid w:val="007C0285"/>
    <w:rsid w:val="007C0416"/>
    <w:rsid w:val="007C043D"/>
    <w:rsid w:val="007C063D"/>
    <w:rsid w:val="007C0865"/>
    <w:rsid w:val="007C0B99"/>
    <w:rsid w:val="007C0F7E"/>
    <w:rsid w:val="007C13EB"/>
    <w:rsid w:val="007C1725"/>
    <w:rsid w:val="007C1756"/>
    <w:rsid w:val="007C1A98"/>
    <w:rsid w:val="007C1DCB"/>
    <w:rsid w:val="007C1E1B"/>
    <w:rsid w:val="007C2779"/>
    <w:rsid w:val="007C2A33"/>
    <w:rsid w:val="007C2C9F"/>
    <w:rsid w:val="007C2F24"/>
    <w:rsid w:val="007C30F5"/>
    <w:rsid w:val="007C34E1"/>
    <w:rsid w:val="007C3716"/>
    <w:rsid w:val="007C3916"/>
    <w:rsid w:val="007C3AF7"/>
    <w:rsid w:val="007C4080"/>
    <w:rsid w:val="007C4341"/>
    <w:rsid w:val="007C4965"/>
    <w:rsid w:val="007C49D0"/>
    <w:rsid w:val="007C4AF4"/>
    <w:rsid w:val="007C4C2E"/>
    <w:rsid w:val="007C4C39"/>
    <w:rsid w:val="007C5277"/>
    <w:rsid w:val="007C53A1"/>
    <w:rsid w:val="007C53E7"/>
    <w:rsid w:val="007C55EA"/>
    <w:rsid w:val="007C5AE5"/>
    <w:rsid w:val="007C6052"/>
    <w:rsid w:val="007C6F80"/>
    <w:rsid w:val="007C72C7"/>
    <w:rsid w:val="007C7C23"/>
    <w:rsid w:val="007C7C5C"/>
    <w:rsid w:val="007D00B9"/>
    <w:rsid w:val="007D149F"/>
    <w:rsid w:val="007D1598"/>
    <w:rsid w:val="007D2597"/>
    <w:rsid w:val="007D28AF"/>
    <w:rsid w:val="007D31BA"/>
    <w:rsid w:val="007D3260"/>
    <w:rsid w:val="007D35A1"/>
    <w:rsid w:val="007D367B"/>
    <w:rsid w:val="007D4378"/>
    <w:rsid w:val="007D4709"/>
    <w:rsid w:val="007D4870"/>
    <w:rsid w:val="007D48C5"/>
    <w:rsid w:val="007D4A04"/>
    <w:rsid w:val="007D4C39"/>
    <w:rsid w:val="007D5306"/>
    <w:rsid w:val="007D59C0"/>
    <w:rsid w:val="007D6794"/>
    <w:rsid w:val="007D6BC2"/>
    <w:rsid w:val="007D6BF1"/>
    <w:rsid w:val="007D6D34"/>
    <w:rsid w:val="007D6FA3"/>
    <w:rsid w:val="007D7143"/>
    <w:rsid w:val="007D7C1C"/>
    <w:rsid w:val="007D7D35"/>
    <w:rsid w:val="007E0B4D"/>
    <w:rsid w:val="007E1293"/>
    <w:rsid w:val="007E1D9E"/>
    <w:rsid w:val="007E2181"/>
    <w:rsid w:val="007E22B3"/>
    <w:rsid w:val="007E26F2"/>
    <w:rsid w:val="007E28F6"/>
    <w:rsid w:val="007E2CAD"/>
    <w:rsid w:val="007E2DF3"/>
    <w:rsid w:val="007E306D"/>
    <w:rsid w:val="007E4147"/>
    <w:rsid w:val="007E4173"/>
    <w:rsid w:val="007E49F1"/>
    <w:rsid w:val="007E4AD7"/>
    <w:rsid w:val="007E4BC0"/>
    <w:rsid w:val="007E4BC1"/>
    <w:rsid w:val="007E514B"/>
    <w:rsid w:val="007E5A6C"/>
    <w:rsid w:val="007E5BF3"/>
    <w:rsid w:val="007E5CAA"/>
    <w:rsid w:val="007E5E1B"/>
    <w:rsid w:val="007E67D5"/>
    <w:rsid w:val="007E6832"/>
    <w:rsid w:val="007E6960"/>
    <w:rsid w:val="007E69B5"/>
    <w:rsid w:val="007E6F30"/>
    <w:rsid w:val="007E76EA"/>
    <w:rsid w:val="007E780E"/>
    <w:rsid w:val="007E7CFD"/>
    <w:rsid w:val="007E7F72"/>
    <w:rsid w:val="007F017C"/>
    <w:rsid w:val="007F0295"/>
    <w:rsid w:val="007F051F"/>
    <w:rsid w:val="007F0668"/>
    <w:rsid w:val="007F0927"/>
    <w:rsid w:val="007F0B89"/>
    <w:rsid w:val="007F0CD0"/>
    <w:rsid w:val="007F0E43"/>
    <w:rsid w:val="007F11B1"/>
    <w:rsid w:val="007F13ED"/>
    <w:rsid w:val="007F16BC"/>
    <w:rsid w:val="007F1A12"/>
    <w:rsid w:val="007F1D04"/>
    <w:rsid w:val="007F1ED3"/>
    <w:rsid w:val="007F2146"/>
    <w:rsid w:val="007F29FE"/>
    <w:rsid w:val="007F2C7E"/>
    <w:rsid w:val="007F2C9A"/>
    <w:rsid w:val="007F2E03"/>
    <w:rsid w:val="007F312E"/>
    <w:rsid w:val="007F3152"/>
    <w:rsid w:val="007F36D1"/>
    <w:rsid w:val="007F3818"/>
    <w:rsid w:val="007F39C0"/>
    <w:rsid w:val="007F3CD0"/>
    <w:rsid w:val="007F3F4D"/>
    <w:rsid w:val="007F3F51"/>
    <w:rsid w:val="007F4C14"/>
    <w:rsid w:val="007F54F5"/>
    <w:rsid w:val="007F5C4D"/>
    <w:rsid w:val="007F5CA9"/>
    <w:rsid w:val="007F6374"/>
    <w:rsid w:val="007F649F"/>
    <w:rsid w:val="007F6851"/>
    <w:rsid w:val="007F6C29"/>
    <w:rsid w:val="008001F8"/>
    <w:rsid w:val="00800201"/>
    <w:rsid w:val="0080028B"/>
    <w:rsid w:val="00800387"/>
    <w:rsid w:val="008004CA"/>
    <w:rsid w:val="0080065B"/>
    <w:rsid w:val="00800718"/>
    <w:rsid w:val="00800F97"/>
    <w:rsid w:val="008011B1"/>
    <w:rsid w:val="00801805"/>
    <w:rsid w:val="00802149"/>
    <w:rsid w:val="00802637"/>
    <w:rsid w:val="00803330"/>
    <w:rsid w:val="008033D5"/>
    <w:rsid w:val="00803442"/>
    <w:rsid w:val="00803572"/>
    <w:rsid w:val="0080384D"/>
    <w:rsid w:val="00803CF1"/>
    <w:rsid w:val="00804194"/>
    <w:rsid w:val="00804331"/>
    <w:rsid w:val="00804F06"/>
    <w:rsid w:val="00805145"/>
    <w:rsid w:val="00805301"/>
    <w:rsid w:val="0080532F"/>
    <w:rsid w:val="00805600"/>
    <w:rsid w:val="00805697"/>
    <w:rsid w:val="008063D3"/>
    <w:rsid w:val="008066B4"/>
    <w:rsid w:val="00806B6A"/>
    <w:rsid w:val="00806CDC"/>
    <w:rsid w:val="00806F1E"/>
    <w:rsid w:val="00807090"/>
    <w:rsid w:val="00807108"/>
    <w:rsid w:val="0080724D"/>
    <w:rsid w:val="008072CF"/>
    <w:rsid w:val="00807BA3"/>
    <w:rsid w:val="00807D4E"/>
    <w:rsid w:val="00807E26"/>
    <w:rsid w:val="00807E8A"/>
    <w:rsid w:val="00810A93"/>
    <w:rsid w:val="00810BAF"/>
    <w:rsid w:val="00810C60"/>
    <w:rsid w:val="00810D26"/>
    <w:rsid w:val="00810E05"/>
    <w:rsid w:val="00810F2B"/>
    <w:rsid w:val="00810F8D"/>
    <w:rsid w:val="00811032"/>
    <w:rsid w:val="008119E9"/>
    <w:rsid w:val="008126E9"/>
    <w:rsid w:val="008129EA"/>
    <w:rsid w:val="00812B86"/>
    <w:rsid w:val="00812F6D"/>
    <w:rsid w:val="00813146"/>
    <w:rsid w:val="0081358D"/>
    <w:rsid w:val="008140DB"/>
    <w:rsid w:val="00814F4C"/>
    <w:rsid w:val="00814FFE"/>
    <w:rsid w:val="0081506C"/>
    <w:rsid w:val="00815183"/>
    <w:rsid w:val="0081539A"/>
    <w:rsid w:val="00815A1C"/>
    <w:rsid w:val="00816D6B"/>
    <w:rsid w:val="00816EF7"/>
    <w:rsid w:val="00817176"/>
    <w:rsid w:val="00817667"/>
    <w:rsid w:val="008176FE"/>
    <w:rsid w:val="00817737"/>
    <w:rsid w:val="008178DF"/>
    <w:rsid w:val="00817A04"/>
    <w:rsid w:val="00817BC1"/>
    <w:rsid w:val="00817D8B"/>
    <w:rsid w:val="0082015F"/>
    <w:rsid w:val="00820761"/>
    <w:rsid w:val="008207BE"/>
    <w:rsid w:val="008207DA"/>
    <w:rsid w:val="008207ED"/>
    <w:rsid w:val="008207F9"/>
    <w:rsid w:val="0082095B"/>
    <w:rsid w:val="00820C42"/>
    <w:rsid w:val="00820CB1"/>
    <w:rsid w:val="00820FAE"/>
    <w:rsid w:val="008213D3"/>
    <w:rsid w:val="008213DB"/>
    <w:rsid w:val="00821632"/>
    <w:rsid w:val="00821763"/>
    <w:rsid w:val="008219AA"/>
    <w:rsid w:val="00822028"/>
    <w:rsid w:val="008221B7"/>
    <w:rsid w:val="00822496"/>
    <w:rsid w:val="008224AC"/>
    <w:rsid w:val="00822506"/>
    <w:rsid w:val="00822523"/>
    <w:rsid w:val="00822873"/>
    <w:rsid w:val="00822918"/>
    <w:rsid w:val="00822B03"/>
    <w:rsid w:val="00825351"/>
    <w:rsid w:val="00825519"/>
    <w:rsid w:val="00825837"/>
    <w:rsid w:val="00825CE5"/>
    <w:rsid w:val="0082674E"/>
    <w:rsid w:val="00826778"/>
    <w:rsid w:val="00827220"/>
    <w:rsid w:val="008272FD"/>
    <w:rsid w:val="00827406"/>
    <w:rsid w:val="00827888"/>
    <w:rsid w:val="00827AC3"/>
    <w:rsid w:val="00827AF2"/>
    <w:rsid w:val="008300BA"/>
    <w:rsid w:val="00830207"/>
    <w:rsid w:val="0083049A"/>
    <w:rsid w:val="00830538"/>
    <w:rsid w:val="008311D6"/>
    <w:rsid w:val="00831223"/>
    <w:rsid w:val="008313C8"/>
    <w:rsid w:val="00832538"/>
    <w:rsid w:val="00832968"/>
    <w:rsid w:val="00832A1A"/>
    <w:rsid w:val="00833074"/>
    <w:rsid w:val="00833206"/>
    <w:rsid w:val="00833990"/>
    <w:rsid w:val="00833BC0"/>
    <w:rsid w:val="00833CFF"/>
    <w:rsid w:val="0083422B"/>
    <w:rsid w:val="00834232"/>
    <w:rsid w:val="0083450A"/>
    <w:rsid w:val="008345D4"/>
    <w:rsid w:val="0083460A"/>
    <w:rsid w:val="0083468D"/>
    <w:rsid w:val="008346CD"/>
    <w:rsid w:val="008348EE"/>
    <w:rsid w:val="008348FC"/>
    <w:rsid w:val="00835C06"/>
    <w:rsid w:val="00835C40"/>
    <w:rsid w:val="00835C88"/>
    <w:rsid w:val="00835E23"/>
    <w:rsid w:val="0083648B"/>
    <w:rsid w:val="00836B94"/>
    <w:rsid w:val="00836C30"/>
    <w:rsid w:val="008374D0"/>
    <w:rsid w:val="008375B7"/>
    <w:rsid w:val="008378B7"/>
    <w:rsid w:val="00837C01"/>
    <w:rsid w:val="00837ED9"/>
    <w:rsid w:val="00840084"/>
    <w:rsid w:val="00840C90"/>
    <w:rsid w:val="008411AF"/>
    <w:rsid w:val="008413EC"/>
    <w:rsid w:val="00841695"/>
    <w:rsid w:val="00841A80"/>
    <w:rsid w:val="00841ADD"/>
    <w:rsid w:val="00841B20"/>
    <w:rsid w:val="00841D32"/>
    <w:rsid w:val="008421DE"/>
    <w:rsid w:val="00842207"/>
    <w:rsid w:val="008423B6"/>
    <w:rsid w:val="00842500"/>
    <w:rsid w:val="00842959"/>
    <w:rsid w:val="008429ED"/>
    <w:rsid w:val="00842C7C"/>
    <w:rsid w:val="00842E13"/>
    <w:rsid w:val="0084315B"/>
    <w:rsid w:val="00843227"/>
    <w:rsid w:val="00843624"/>
    <w:rsid w:val="00843AF5"/>
    <w:rsid w:val="00843C3B"/>
    <w:rsid w:val="00843C99"/>
    <w:rsid w:val="008441C7"/>
    <w:rsid w:val="008454DE"/>
    <w:rsid w:val="0084553E"/>
    <w:rsid w:val="00846066"/>
    <w:rsid w:val="00846255"/>
    <w:rsid w:val="008463A7"/>
    <w:rsid w:val="00846922"/>
    <w:rsid w:val="00846AC5"/>
    <w:rsid w:val="00846ADA"/>
    <w:rsid w:val="00846C17"/>
    <w:rsid w:val="00846D84"/>
    <w:rsid w:val="00847056"/>
    <w:rsid w:val="0085013C"/>
    <w:rsid w:val="0085033C"/>
    <w:rsid w:val="0085042A"/>
    <w:rsid w:val="008506C9"/>
    <w:rsid w:val="00850FB9"/>
    <w:rsid w:val="00851322"/>
    <w:rsid w:val="00851542"/>
    <w:rsid w:val="008515C6"/>
    <w:rsid w:val="00851BAF"/>
    <w:rsid w:val="00851E0B"/>
    <w:rsid w:val="008521C6"/>
    <w:rsid w:val="0085222E"/>
    <w:rsid w:val="00852266"/>
    <w:rsid w:val="008522A2"/>
    <w:rsid w:val="008529FB"/>
    <w:rsid w:val="00852E91"/>
    <w:rsid w:val="00853125"/>
    <w:rsid w:val="008535BF"/>
    <w:rsid w:val="008535E6"/>
    <w:rsid w:val="0085370C"/>
    <w:rsid w:val="00853D06"/>
    <w:rsid w:val="00853DB4"/>
    <w:rsid w:val="00854592"/>
    <w:rsid w:val="008549D7"/>
    <w:rsid w:val="00854A0F"/>
    <w:rsid w:val="00854A4A"/>
    <w:rsid w:val="00854ADD"/>
    <w:rsid w:val="00854BEA"/>
    <w:rsid w:val="0085516B"/>
    <w:rsid w:val="00855946"/>
    <w:rsid w:val="00855AB6"/>
    <w:rsid w:val="00855D67"/>
    <w:rsid w:val="00855EF1"/>
    <w:rsid w:val="00855F16"/>
    <w:rsid w:val="00856088"/>
    <w:rsid w:val="00856655"/>
    <w:rsid w:val="00856D24"/>
    <w:rsid w:val="00856E3B"/>
    <w:rsid w:val="00857240"/>
    <w:rsid w:val="008572D2"/>
    <w:rsid w:val="008574CF"/>
    <w:rsid w:val="00857697"/>
    <w:rsid w:val="008576CE"/>
    <w:rsid w:val="0085774F"/>
    <w:rsid w:val="00857CD3"/>
    <w:rsid w:val="00857D9E"/>
    <w:rsid w:val="008606D6"/>
    <w:rsid w:val="00860A26"/>
    <w:rsid w:val="00860CAF"/>
    <w:rsid w:val="00860DA6"/>
    <w:rsid w:val="00860E3D"/>
    <w:rsid w:val="0086143D"/>
    <w:rsid w:val="008618B8"/>
    <w:rsid w:val="00861B9E"/>
    <w:rsid w:val="00861C7D"/>
    <w:rsid w:val="00861EF5"/>
    <w:rsid w:val="00862A78"/>
    <w:rsid w:val="00862B60"/>
    <w:rsid w:val="00862BA6"/>
    <w:rsid w:val="00862E34"/>
    <w:rsid w:val="008634DB"/>
    <w:rsid w:val="00863652"/>
    <w:rsid w:val="0086384E"/>
    <w:rsid w:val="00863917"/>
    <w:rsid w:val="00863BC8"/>
    <w:rsid w:val="00864022"/>
    <w:rsid w:val="008646B1"/>
    <w:rsid w:val="00864D43"/>
    <w:rsid w:val="00864DD3"/>
    <w:rsid w:val="00864E3F"/>
    <w:rsid w:val="00864EDB"/>
    <w:rsid w:val="00864F9D"/>
    <w:rsid w:val="008658FA"/>
    <w:rsid w:val="008660AA"/>
    <w:rsid w:val="008666E9"/>
    <w:rsid w:val="00866DAE"/>
    <w:rsid w:val="0086702D"/>
    <w:rsid w:val="00867952"/>
    <w:rsid w:val="00870BED"/>
    <w:rsid w:val="0087175E"/>
    <w:rsid w:val="00871996"/>
    <w:rsid w:val="00871A87"/>
    <w:rsid w:val="00871B0B"/>
    <w:rsid w:val="00871BDC"/>
    <w:rsid w:val="00871C1B"/>
    <w:rsid w:val="00871C47"/>
    <w:rsid w:val="00872259"/>
    <w:rsid w:val="00872CB4"/>
    <w:rsid w:val="008730A5"/>
    <w:rsid w:val="008733D5"/>
    <w:rsid w:val="0087400B"/>
    <w:rsid w:val="0087433D"/>
    <w:rsid w:val="008745E7"/>
    <w:rsid w:val="008747D2"/>
    <w:rsid w:val="0087484B"/>
    <w:rsid w:val="00874857"/>
    <w:rsid w:val="00874A69"/>
    <w:rsid w:val="00874FD5"/>
    <w:rsid w:val="008750B6"/>
    <w:rsid w:val="008753F0"/>
    <w:rsid w:val="00875551"/>
    <w:rsid w:val="0087588C"/>
    <w:rsid w:val="00875D66"/>
    <w:rsid w:val="00875D67"/>
    <w:rsid w:val="00875FA2"/>
    <w:rsid w:val="008760FE"/>
    <w:rsid w:val="008761E4"/>
    <w:rsid w:val="00876691"/>
    <w:rsid w:val="00876F75"/>
    <w:rsid w:val="00876FA0"/>
    <w:rsid w:val="008771C8"/>
    <w:rsid w:val="008779CE"/>
    <w:rsid w:val="00877A64"/>
    <w:rsid w:val="00877C56"/>
    <w:rsid w:val="00877EB5"/>
    <w:rsid w:val="00880000"/>
    <w:rsid w:val="0088039F"/>
    <w:rsid w:val="00880970"/>
    <w:rsid w:val="00880D69"/>
    <w:rsid w:val="0088139D"/>
    <w:rsid w:val="0088140A"/>
    <w:rsid w:val="00881441"/>
    <w:rsid w:val="008819BD"/>
    <w:rsid w:val="008821B3"/>
    <w:rsid w:val="00882335"/>
    <w:rsid w:val="008824D8"/>
    <w:rsid w:val="00882E0D"/>
    <w:rsid w:val="008832FA"/>
    <w:rsid w:val="008836B4"/>
    <w:rsid w:val="008839EB"/>
    <w:rsid w:val="00883EFF"/>
    <w:rsid w:val="008842F9"/>
    <w:rsid w:val="008843B6"/>
    <w:rsid w:val="00884782"/>
    <w:rsid w:val="00885BBD"/>
    <w:rsid w:val="0088622A"/>
    <w:rsid w:val="0088653A"/>
    <w:rsid w:val="008868E4"/>
    <w:rsid w:val="008870FE"/>
    <w:rsid w:val="00887A08"/>
    <w:rsid w:val="00887DC1"/>
    <w:rsid w:val="00890464"/>
    <w:rsid w:val="008907F7"/>
    <w:rsid w:val="0089142A"/>
    <w:rsid w:val="00891796"/>
    <w:rsid w:val="00891A9D"/>
    <w:rsid w:val="00891B67"/>
    <w:rsid w:val="00891F49"/>
    <w:rsid w:val="00891F59"/>
    <w:rsid w:val="00892F06"/>
    <w:rsid w:val="008937A9"/>
    <w:rsid w:val="008938F2"/>
    <w:rsid w:val="00893A85"/>
    <w:rsid w:val="00893EBA"/>
    <w:rsid w:val="0089425A"/>
    <w:rsid w:val="00894A43"/>
    <w:rsid w:val="00894CB8"/>
    <w:rsid w:val="00895232"/>
    <w:rsid w:val="008954DF"/>
    <w:rsid w:val="0089552B"/>
    <w:rsid w:val="00896529"/>
    <w:rsid w:val="008966FE"/>
    <w:rsid w:val="00896B41"/>
    <w:rsid w:val="00896BE4"/>
    <w:rsid w:val="00896D3B"/>
    <w:rsid w:val="00897156"/>
    <w:rsid w:val="008973FA"/>
    <w:rsid w:val="008977C6"/>
    <w:rsid w:val="008977F2"/>
    <w:rsid w:val="008977FE"/>
    <w:rsid w:val="008979FA"/>
    <w:rsid w:val="00897DA8"/>
    <w:rsid w:val="008A0229"/>
    <w:rsid w:val="008A022A"/>
    <w:rsid w:val="008A042E"/>
    <w:rsid w:val="008A064A"/>
    <w:rsid w:val="008A0B9F"/>
    <w:rsid w:val="008A0F80"/>
    <w:rsid w:val="008A10FE"/>
    <w:rsid w:val="008A17C9"/>
    <w:rsid w:val="008A1F53"/>
    <w:rsid w:val="008A1F87"/>
    <w:rsid w:val="008A3163"/>
    <w:rsid w:val="008A3EC9"/>
    <w:rsid w:val="008A4066"/>
    <w:rsid w:val="008A48E8"/>
    <w:rsid w:val="008A4C6F"/>
    <w:rsid w:val="008A5404"/>
    <w:rsid w:val="008A59E3"/>
    <w:rsid w:val="008A5BDF"/>
    <w:rsid w:val="008A5D72"/>
    <w:rsid w:val="008A5E4C"/>
    <w:rsid w:val="008A5F7A"/>
    <w:rsid w:val="008A6A85"/>
    <w:rsid w:val="008A6DEA"/>
    <w:rsid w:val="008A6E4E"/>
    <w:rsid w:val="008A6E64"/>
    <w:rsid w:val="008A7084"/>
    <w:rsid w:val="008A70B4"/>
    <w:rsid w:val="008A7307"/>
    <w:rsid w:val="008A74B5"/>
    <w:rsid w:val="008A776A"/>
    <w:rsid w:val="008A7A76"/>
    <w:rsid w:val="008A7ABF"/>
    <w:rsid w:val="008A7F98"/>
    <w:rsid w:val="008B078C"/>
    <w:rsid w:val="008B0811"/>
    <w:rsid w:val="008B094D"/>
    <w:rsid w:val="008B0AE7"/>
    <w:rsid w:val="008B0CCB"/>
    <w:rsid w:val="008B0EBB"/>
    <w:rsid w:val="008B0FA1"/>
    <w:rsid w:val="008B112B"/>
    <w:rsid w:val="008B165D"/>
    <w:rsid w:val="008B182B"/>
    <w:rsid w:val="008B185D"/>
    <w:rsid w:val="008B1864"/>
    <w:rsid w:val="008B1872"/>
    <w:rsid w:val="008B1A83"/>
    <w:rsid w:val="008B1DBA"/>
    <w:rsid w:val="008B2103"/>
    <w:rsid w:val="008B36F7"/>
    <w:rsid w:val="008B410E"/>
    <w:rsid w:val="008B4178"/>
    <w:rsid w:val="008B4184"/>
    <w:rsid w:val="008B48C8"/>
    <w:rsid w:val="008B4995"/>
    <w:rsid w:val="008B4C4F"/>
    <w:rsid w:val="008B4E6F"/>
    <w:rsid w:val="008B4FEB"/>
    <w:rsid w:val="008B5445"/>
    <w:rsid w:val="008B5664"/>
    <w:rsid w:val="008B5672"/>
    <w:rsid w:val="008B5A76"/>
    <w:rsid w:val="008B5A77"/>
    <w:rsid w:val="008B5AEF"/>
    <w:rsid w:val="008B5C3D"/>
    <w:rsid w:val="008B634B"/>
    <w:rsid w:val="008B6722"/>
    <w:rsid w:val="008B7716"/>
    <w:rsid w:val="008B775F"/>
    <w:rsid w:val="008B7B2F"/>
    <w:rsid w:val="008C0381"/>
    <w:rsid w:val="008C087F"/>
    <w:rsid w:val="008C0930"/>
    <w:rsid w:val="008C0AF1"/>
    <w:rsid w:val="008C1005"/>
    <w:rsid w:val="008C1486"/>
    <w:rsid w:val="008C15B5"/>
    <w:rsid w:val="008C1E88"/>
    <w:rsid w:val="008C2435"/>
    <w:rsid w:val="008C2907"/>
    <w:rsid w:val="008C2DF1"/>
    <w:rsid w:val="008C32BC"/>
    <w:rsid w:val="008C3730"/>
    <w:rsid w:val="008C3FA6"/>
    <w:rsid w:val="008C44E8"/>
    <w:rsid w:val="008C4AAE"/>
    <w:rsid w:val="008C4BA0"/>
    <w:rsid w:val="008C577C"/>
    <w:rsid w:val="008C5941"/>
    <w:rsid w:val="008C5DDE"/>
    <w:rsid w:val="008C5EC2"/>
    <w:rsid w:val="008C610B"/>
    <w:rsid w:val="008C6664"/>
    <w:rsid w:val="008C69FE"/>
    <w:rsid w:val="008C6A0B"/>
    <w:rsid w:val="008C6C7C"/>
    <w:rsid w:val="008C6CC5"/>
    <w:rsid w:val="008C75E8"/>
    <w:rsid w:val="008C781A"/>
    <w:rsid w:val="008C7875"/>
    <w:rsid w:val="008C78E6"/>
    <w:rsid w:val="008C7DDC"/>
    <w:rsid w:val="008D00F6"/>
    <w:rsid w:val="008D04B1"/>
    <w:rsid w:val="008D05FE"/>
    <w:rsid w:val="008D09AE"/>
    <w:rsid w:val="008D0D19"/>
    <w:rsid w:val="008D0E8E"/>
    <w:rsid w:val="008D0F22"/>
    <w:rsid w:val="008D16C9"/>
    <w:rsid w:val="008D190B"/>
    <w:rsid w:val="008D19B3"/>
    <w:rsid w:val="008D1A53"/>
    <w:rsid w:val="008D1B76"/>
    <w:rsid w:val="008D3B98"/>
    <w:rsid w:val="008D3BB8"/>
    <w:rsid w:val="008D3BE0"/>
    <w:rsid w:val="008D3EC5"/>
    <w:rsid w:val="008D3F06"/>
    <w:rsid w:val="008D44F7"/>
    <w:rsid w:val="008D45F5"/>
    <w:rsid w:val="008D4913"/>
    <w:rsid w:val="008D4A08"/>
    <w:rsid w:val="008D4BAA"/>
    <w:rsid w:val="008D535F"/>
    <w:rsid w:val="008D5772"/>
    <w:rsid w:val="008D5864"/>
    <w:rsid w:val="008D5ABC"/>
    <w:rsid w:val="008D5AE9"/>
    <w:rsid w:val="008D611D"/>
    <w:rsid w:val="008D6742"/>
    <w:rsid w:val="008D67EB"/>
    <w:rsid w:val="008D71DF"/>
    <w:rsid w:val="008D731C"/>
    <w:rsid w:val="008D75A3"/>
    <w:rsid w:val="008D799E"/>
    <w:rsid w:val="008D79F6"/>
    <w:rsid w:val="008D7A57"/>
    <w:rsid w:val="008D7E0E"/>
    <w:rsid w:val="008E001A"/>
    <w:rsid w:val="008E0170"/>
    <w:rsid w:val="008E01DC"/>
    <w:rsid w:val="008E0DC0"/>
    <w:rsid w:val="008E0E01"/>
    <w:rsid w:val="008E1023"/>
    <w:rsid w:val="008E109A"/>
    <w:rsid w:val="008E1231"/>
    <w:rsid w:val="008E240A"/>
    <w:rsid w:val="008E28F5"/>
    <w:rsid w:val="008E2C8A"/>
    <w:rsid w:val="008E3482"/>
    <w:rsid w:val="008E3FA0"/>
    <w:rsid w:val="008E3FC0"/>
    <w:rsid w:val="008E462E"/>
    <w:rsid w:val="008E4B32"/>
    <w:rsid w:val="008E4F1F"/>
    <w:rsid w:val="008E4F58"/>
    <w:rsid w:val="008E528E"/>
    <w:rsid w:val="008E5A93"/>
    <w:rsid w:val="008E5B1D"/>
    <w:rsid w:val="008E5CE9"/>
    <w:rsid w:val="008E5E9D"/>
    <w:rsid w:val="008E604A"/>
    <w:rsid w:val="008E678A"/>
    <w:rsid w:val="008E6B60"/>
    <w:rsid w:val="008E7DDF"/>
    <w:rsid w:val="008F0101"/>
    <w:rsid w:val="008F02FD"/>
    <w:rsid w:val="008F045F"/>
    <w:rsid w:val="008F06E6"/>
    <w:rsid w:val="008F0F5D"/>
    <w:rsid w:val="008F13AD"/>
    <w:rsid w:val="008F14D3"/>
    <w:rsid w:val="008F14EA"/>
    <w:rsid w:val="008F162A"/>
    <w:rsid w:val="008F1763"/>
    <w:rsid w:val="008F1BE3"/>
    <w:rsid w:val="008F1E1F"/>
    <w:rsid w:val="008F1FF0"/>
    <w:rsid w:val="008F2026"/>
    <w:rsid w:val="008F2068"/>
    <w:rsid w:val="008F2418"/>
    <w:rsid w:val="008F256C"/>
    <w:rsid w:val="008F2A01"/>
    <w:rsid w:val="008F3327"/>
    <w:rsid w:val="008F3943"/>
    <w:rsid w:val="008F3ADF"/>
    <w:rsid w:val="008F3E96"/>
    <w:rsid w:val="008F46DD"/>
    <w:rsid w:val="008F4746"/>
    <w:rsid w:val="008F492F"/>
    <w:rsid w:val="008F4B53"/>
    <w:rsid w:val="008F4B8B"/>
    <w:rsid w:val="008F4C8F"/>
    <w:rsid w:val="008F4C93"/>
    <w:rsid w:val="008F597E"/>
    <w:rsid w:val="008F649B"/>
    <w:rsid w:val="008F677A"/>
    <w:rsid w:val="008F67C1"/>
    <w:rsid w:val="008F6816"/>
    <w:rsid w:val="008F6D63"/>
    <w:rsid w:val="008F70E8"/>
    <w:rsid w:val="008F7927"/>
    <w:rsid w:val="008F796A"/>
    <w:rsid w:val="009002D8"/>
    <w:rsid w:val="009003A4"/>
    <w:rsid w:val="00900771"/>
    <w:rsid w:val="00900D5D"/>
    <w:rsid w:val="009012B8"/>
    <w:rsid w:val="00901610"/>
    <w:rsid w:val="00901E02"/>
    <w:rsid w:val="00901E43"/>
    <w:rsid w:val="00901FE7"/>
    <w:rsid w:val="00902343"/>
    <w:rsid w:val="009024B0"/>
    <w:rsid w:val="00902A0B"/>
    <w:rsid w:val="00902DD0"/>
    <w:rsid w:val="0090310D"/>
    <w:rsid w:val="009039ED"/>
    <w:rsid w:val="00903A25"/>
    <w:rsid w:val="0090423C"/>
    <w:rsid w:val="009045C4"/>
    <w:rsid w:val="00904BB6"/>
    <w:rsid w:val="00904C2C"/>
    <w:rsid w:val="00905081"/>
    <w:rsid w:val="009050F8"/>
    <w:rsid w:val="009053DC"/>
    <w:rsid w:val="0090559C"/>
    <w:rsid w:val="009055AE"/>
    <w:rsid w:val="009056AA"/>
    <w:rsid w:val="00905842"/>
    <w:rsid w:val="00905E48"/>
    <w:rsid w:val="00905FA6"/>
    <w:rsid w:val="009060E7"/>
    <w:rsid w:val="00906238"/>
    <w:rsid w:val="00906280"/>
    <w:rsid w:val="00906408"/>
    <w:rsid w:val="00906546"/>
    <w:rsid w:val="009065D5"/>
    <w:rsid w:val="00906734"/>
    <w:rsid w:val="00906BBE"/>
    <w:rsid w:val="00906C42"/>
    <w:rsid w:val="00906E43"/>
    <w:rsid w:val="009077B2"/>
    <w:rsid w:val="00907A1B"/>
    <w:rsid w:val="00907C75"/>
    <w:rsid w:val="00910434"/>
    <w:rsid w:val="00910525"/>
    <w:rsid w:val="00910788"/>
    <w:rsid w:val="00910992"/>
    <w:rsid w:val="00910EF1"/>
    <w:rsid w:val="00910F15"/>
    <w:rsid w:val="009119B1"/>
    <w:rsid w:val="00911BE4"/>
    <w:rsid w:val="00911C56"/>
    <w:rsid w:val="00911E76"/>
    <w:rsid w:val="00911E95"/>
    <w:rsid w:val="009121AE"/>
    <w:rsid w:val="00912320"/>
    <w:rsid w:val="00912AF8"/>
    <w:rsid w:val="00912C6F"/>
    <w:rsid w:val="00912DBC"/>
    <w:rsid w:val="0091302E"/>
    <w:rsid w:val="0091311C"/>
    <w:rsid w:val="00913297"/>
    <w:rsid w:val="009132B1"/>
    <w:rsid w:val="009132BF"/>
    <w:rsid w:val="009132C3"/>
    <w:rsid w:val="009135A9"/>
    <w:rsid w:val="0091377F"/>
    <w:rsid w:val="009138F9"/>
    <w:rsid w:val="00913EF9"/>
    <w:rsid w:val="00914001"/>
    <w:rsid w:val="0091408F"/>
    <w:rsid w:val="00914106"/>
    <w:rsid w:val="009145C8"/>
    <w:rsid w:val="009149C5"/>
    <w:rsid w:val="00914BEB"/>
    <w:rsid w:val="00914FBF"/>
    <w:rsid w:val="00915F52"/>
    <w:rsid w:val="009162E6"/>
    <w:rsid w:val="00916647"/>
    <w:rsid w:val="00916B00"/>
    <w:rsid w:val="00916DCC"/>
    <w:rsid w:val="00916EAD"/>
    <w:rsid w:val="009173E8"/>
    <w:rsid w:val="00917888"/>
    <w:rsid w:val="0091792E"/>
    <w:rsid w:val="00917BF8"/>
    <w:rsid w:val="00917D00"/>
    <w:rsid w:val="009203CE"/>
    <w:rsid w:val="0092049E"/>
    <w:rsid w:val="009205A5"/>
    <w:rsid w:val="00921C66"/>
    <w:rsid w:val="00921CE8"/>
    <w:rsid w:val="00922877"/>
    <w:rsid w:val="00922B2D"/>
    <w:rsid w:val="00922BCD"/>
    <w:rsid w:val="00923239"/>
    <w:rsid w:val="009232CE"/>
    <w:rsid w:val="009238AE"/>
    <w:rsid w:val="00923945"/>
    <w:rsid w:val="009239ED"/>
    <w:rsid w:val="00923C98"/>
    <w:rsid w:val="00923EB2"/>
    <w:rsid w:val="00924185"/>
    <w:rsid w:val="0092439F"/>
    <w:rsid w:val="009243E6"/>
    <w:rsid w:val="00924443"/>
    <w:rsid w:val="00924592"/>
    <w:rsid w:val="009245E0"/>
    <w:rsid w:val="009247DD"/>
    <w:rsid w:val="009247FC"/>
    <w:rsid w:val="009249CF"/>
    <w:rsid w:val="00924E90"/>
    <w:rsid w:val="009252C9"/>
    <w:rsid w:val="009254B6"/>
    <w:rsid w:val="009254E8"/>
    <w:rsid w:val="009257C9"/>
    <w:rsid w:val="00925A67"/>
    <w:rsid w:val="00926554"/>
    <w:rsid w:val="00926D95"/>
    <w:rsid w:val="00927301"/>
    <w:rsid w:val="0092730C"/>
    <w:rsid w:val="009275C1"/>
    <w:rsid w:val="00927777"/>
    <w:rsid w:val="00927E81"/>
    <w:rsid w:val="00927E94"/>
    <w:rsid w:val="00927F55"/>
    <w:rsid w:val="0093079F"/>
    <w:rsid w:val="009308D6"/>
    <w:rsid w:val="009315F9"/>
    <w:rsid w:val="00931FC1"/>
    <w:rsid w:val="0093300C"/>
    <w:rsid w:val="0093303C"/>
    <w:rsid w:val="00933444"/>
    <w:rsid w:val="009336B5"/>
    <w:rsid w:val="00933972"/>
    <w:rsid w:val="00934962"/>
    <w:rsid w:val="00934C89"/>
    <w:rsid w:val="00934FAF"/>
    <w:rsid w:val="00935187"/>
    <w:rsid w:val="00935197"/>
    <w:rsid w:val="0093542D"/>
    <w:rsid w:val="00935574"/>
    <w:rsid w:val="009358DA"/>
    <w:rsid w:val="00935A32"/>
    <w:rsid w:val="00935A88"/>
    <w:rsid w:val="00935C78"/>
    <w:rsid w:val="00935DB2"/>
    <w:rsid w:val="00935F43"/>
    <w:rsid w:val="00936192"/>
    <w:rsid w:val="00936D1A"/>
    <w:rsid w:val="009372D3"/>
    <w:rsid w:val="009376CA"/>
    <w:rsid w:val="0093777C"/>
    <w:rsid w:val="00937B06"/>
    <w:rsid w:val="00937D28"/>
    <w:rsid w:val="00937D54"/>
    <w:rsid w:val="00937F09"/>
    <w:rsid w:val="009402AC"/>
    <w:rsid w:val="00940713"/>
    <w:rsid w:val="00940A9B"/>
    <w:rsid w:val="00940B96"/>
    <w:rsid w:val="00940C89"/>
    <w:rsid w:val="009410B1"/>
    <w:rsid w:val="0094121A"/>
    <w:rsid w:val="00941E66"/>
    <w:rsid w:val="00941FDD"/>
    <w:rsid w:val="009427B7"/>
    <w:rsid w:val="00942C76"/>
    <w:rsid w:val="00942EEB"/>
    <w:rsid w:val="00942F29"/>
    <w:rsid w:val="009434FD"/>
    <w:rsid w:val="009435B6"/>
    <w:rsid w:val="00943658"/>
    <w:rsid w:val="00943A83"/>
    <w:rsid w:val="00943C27"/>
    <w:rsid w:val="00943D0F"/>
    <w:rsid w:val="00943E83"/>
    <w:rsid w:val="009440A0"/>
    <w:rsid w:val="009440F1"/>
    <w:rsid w:val="00944294"/>
    <w:rsid w:val="00944739"/>
    <w:rsid w:val="009447C2"/>
    <w:rsid w:val="009447DA"/>
    <w:rsid w:val="00944A60"/>
    <w:rsid w:val="00944CE1"/>
    <w:rsid w:val="00944D7B"/>
    <w:rsid w:val="009450A0"/>
    <w:rsid w:val="0094516D"/>
    <w:rsid w:val="009451A4"/>
    <w:rsid w:val="00945624"/>
    <w:rsid w:val="00945724"/>
    <w:rsid w:val="0094593F"/>
    <w:rsid w:val="009463DE"/>
    <w:rsid w:val="00946572"/>
    <w:rsid w:val="009466C5"/>
    <w:rsid w:val="00946D03"/>
    <w:rsid w:val="009470DD"/>
    <w:rsid w:val="009474E0"/>
    <w:rsid w:val="0094756A"/>
    <w:rsid w:val="00947689"/>
    <w:rsid w:val="0094773A"/>
    <w:rsid w:val="00950447"/>
    <w:rsid w:val="00950466"/>
    <w:rsid w:val="009504BC"/>
    <w:rsid w:val="00950750"/>
    <w:rsid w:val="00950CB3"/>
    <w:rsid w:val="00950DBA"/>
    <w:rsid w:val="00950DF0"/>
    <w:rsid w:val="00950E3C"/>
    <w:rsid w:val="0095113C"/>
    <w:rsid w:val="009512ED"/>
    <w:rsid w:val="009515CD"/>
    <w:rsid w:val="00951776"/>
    <w:rsid w:val="009519D3"/>
    <w:rsid w:val="00951DED"/>
    <w:rsid w:val="0095229A"/>
    <w:rsid w:val="009523E6"/>
    <w:rsid w:val="0095254A"/>
    <w:rsid w:val="009527AA"/>
    <w:rsid w:val="009527CD"/>
    <w:rsid w:val="00952900"/>
    <w:rsid w:val="00952B25"/>
    <w:rsid w:val="00952D9F"/>
    <w:rsid w:val="00952DE2"/>
    <w:rsid w:val="0095349D"/>
    <w:rsid w:val="00953BB5"/>
    <w:rsid w:val="00953C9D"/>
    <w:rsid w:val="0095454C"/>
    <w:rsid w:val="009545EC"/>
    <w:rsid w:val="00954682"/>
    <w:rsid w:val="009548A9"/>
    <w:rsid w:val="009548BC"/>
    <w:rsid w:val="00954B1C"/>
    <w:rsid w:val="00954C1D"/>
    <w:rsid w:val="00955138"/>
    <w:rsid w:val="009551F0"/>
    <w:rsid w:val="009554E2"/>
    <w:rsid w:val="009555D6"/>
    <w:rsid w:val="00955AD9"/>
    <w:rsid w:val="00955B9E"/>
    <w:rsid w:val="00955DBF"/>
    <w:rsid w:val="00955EB0"/>
    <w:rsid w:val="00956251"/>
    <w:rsid w:val="00956E0B"/>
    <w:rsid w:val="00956F49"/>
    <w:rsid w:val="009571AF"/>
    <w:rsid w:val="00957285"/>
    <w:rsid w:val="0095785B"/>
    <w:rsid w:val="009601EE"/>
    <w:rsid w:val="009602EC"/>
    <w:rsid w:val="00960502"/>
    <w:rsid w:val="00960689"/>
    <w:rsid w:val="00960B7F"/>
    <w:rsid w:val="00960C92"/>
    <w:rsid w:val="00960CAB"/>
    <w:rsid w:val="00960E99"/>
    <w:rsid w:val="00961415"/>
    <w:rsid w:val="00961833"/>
    <w:rsid w:val="009618DB"/>
    <w:rsid w:val="00961BED"/>
    <w:rsid w:val="009622CA"/>
    <w:rsid w:val="0096242C"/>
    <w:rsid w:val="00962E5B"/>
    <w:rsid w:val="0096324B"/>
    <w:rsid w:val="00963696"/>
    <w:rsid w:val="009639AD"/>
    <w:rsid w:val="00963C79"/>
    <w:rsid w:val="009647CB"/>
    <w:rsid w:val="009649F2"/>
    <w:rsid w:val="00964C10"/>
    <w:rsid w:val="00964EB2"/>
    <w:rsid w:val="00964F87"/>
    <w:rsid w:val="009654FC"/>
    <w:rsid w:val="00965643"/>
    <w:rsid w:val="00965941"/>
    <w:rsid w:val="0096595B"/>
    <w:rsid w:val="00965B62"/>
    <w:rsid w:val="0096605F"/>
    <w:rsid w:val="00966469"/>
    <w:rsid w:val="00966812"/>
    <w:rsid w:val="009668E0"/>
    <w:rsid w:val="00966930"/>
    <w:rsid w:val="00966D9E"/>
    <w:rsid w:val="009670C1"/>
    <w:rsid w:val="0096725D"/>
    <w:rsid w:val="00967C52"/>
    <w:rsid w:val="00967E8F"/>
    <w:rsid w:val="0097047A"/>
    <w:rsid w:val="009705CA"/>
    <w:rsid w:val="0097098B"/>
    <w:rsid w:val="00970D4C"/>
    <w:rsid w:val="00971018"/>
    <w:rsid w:val="009710DD"/>
    <w:rsid w:val="00971167"/>
    <w:rsid w:val="00971692"/>
    <w:rsid w:val="009716C7"/>
    <w:rsid w:val="00971AA7"/>
    <w:rsid w:val="00971D78"/>
    <w:rsid w:val="00971FF9"/>
    <w:rsid w:val="009720A1"/>
    <w:rsid w:val="009723E1"/>
    <w:rsid w:val="00972E57"/>
    <w:rsid w:val="0097385C"/>
    <w:rsid w:val="00973D11"/>
    <w:rsid w:val="009740FF"/>
    <w:rsid w:val="009747B0"/>
    <w:rsid w:val="00974B3C"/>
    <w:rsid w:val="009754F0"/>
    <w:rsid w:val="00975AEE"/>
    <w:rsid w:val="00975E22"/>
    <w:rsid w:val="00975E39"/>
    <w:rsid w:val="0097600E"/>
    <w:rsid w:val="0097618B"/>
    <w:rsid w:val="0097620F"/>
    <w:rsid w:val="009764F8"/>
    <w:rsid w:val="009767A2"/>
    <w:rsid w:val="00976E45"/>
    <w:rsid w:val="00976F0C"/>
    <w:rsid w:val="0097702D"/>
    <w:rsid w:val="00977279"/>
    <w:rsid w:val="0097740D"/>
    <w:rsid w:val="009774E6"/>
    <w:rsid w:val="009777C9"/>
    <w:rsid w:val="009805E1"/>
    <w:rsid w:val="00980819"/>
    <w:rsid w:val="00980B7F"/>
    <w:rsid w:val="00980D16"/>
    <w:rsid w:val="00980E7A"/>
    <w:rsid w:val="00980F64"/>
    <w:rsid w:val="00981015"/>
    <w:rsid w:val="009813E4"/>
    <w:rsid w:val="009814CD"/>
    <w:rsid w:val="00981511"/>
    <w:rsid w:val="00981592"/>
    <w:rsid w:val="009815EB"/>
    <w:rsid w:val="00981934"/>
    <w:rsid w:val="009822A8"/>
    <w:rsid w:val="00982550"/>
    <w:rsid w:val="00982598"/>
    <w:rsid w:val="00982958"/>
    <w:rsid w:val="00982CDF"/>
    <w:rsid w:val="00982E57"/>
    <w:rsid w:val="00982E64"/>
    <w:rsid w:val="009831D3"/>
    <w:rsid w:val="0098330C"/>
    <w:rsid w:val="00983389"/>
    <w:rsid w:val="00983B37"/>
    <w:rsid w:val="00983C07"/>
    <w:rsid w:val="0098444F"/>
    <w:rsid w:val="00984589"/>
    <w:rsid w:val="00984789"/>
    <w:rsid w:val="009848A2"/>
    <w:rsid w:val="00984E0A"/>
    <w:rsid w:val="00984FB3"/>
    <w:rsid w:val="009850FF"/>
    <w:rsid w:val="00985463"/>
    <w:rsid w:val="0098570E"/>
    <w:rsid w:val="0098598C"/>
    <w:rsid w:val="00985B10"/>
    <w:rsid w:val="00985D4C"/>
    <w:rsid w:val="009863FD"/>
    <w:rsid w:val="00986410"/>
    <w:rsid w:val="0098691F"/>
    <w:rsid w:val="00986B02"/>
    <w:rsid w:val="00986F88"/>
    <w:rsid w:val="00987156"/>
    <w:rsid w:val="00987256"/>
    <w:rsid w:val="009872F5"/>
    <w:rsid w:val="00987362"/>
    <w:rsid w:val="0098762D"/>
    <w:rsid w:val="00990050"/>
    <w:rsid w:val="009902C6"/>
    <w:rsid w:val="00990372"/>
    <w:rsid w:val="00990429"/>
    <w:rsid w:val="009905B7"/>
    <w:rsid w:val="00990B77"/>
    <w:rsid w:val="00990D8C"/>
    <w:rsid w:val="00990F32"/>
    <w:rsid w:val="00991296"/>
    <w:rsid w:val="0099171F"/>
    <w:rsid w:val="009918EB"/>
    <w:rsid w:val="00991F54"/>
    <w:rsid w:val="00992D1B"/>
    <w:rsid w:val="00992DF7"/>
    <w:rsid w:val="009930B8"/>
    <w:rsid w:val="009931B7"/>
    <w:rsid w:val="009931D7"/>
    <w:rsid w:val="0099341C"/>
    <w:rsid w:val="009934DF"/>
    <w:rsid w:val="0099356D"/>
    <w:rsid w:val="00993580"/>
    <w:rsid w:val="00993747"/>
    <w:rsid w:val="00993B10"/>
    <w:rsid w:val="00994370"/>
    <w:rsid w:val="009945D1"/>
    <w:rsid w:val="00994733"/>
    <w:rsid w:val="00995629"/>
    <w:rsid w:val="00996470"/>
    <w:rsid w:val="009970DB"/>
    <w:rsid w:val="00997365"/>
    <w:rsid w:val="009973F1"/>
    <w:rsid w:val="009A0618"/>
    <w:rsid w:val="009A081B"/>
    <w:rsid w:val="009A0898"/>
    <w:rsid w:val="009A0C0C"/>
    <w:rsid w:val="009A0F4B"/>
    <w:rsid w:val="009A0F5F"/>
    <w:rsid w:val="009A13DC"/>
    <w:rsid w:val="009A16CF"/>
    <w:rsid w:val="009A191D"/>
    <w:rsid w:val="009A2154"/>
    <w:rsid w:val="009A2182"/>
    <w:rsid w:val="009A224E"/>
    <w:rsid w:val="009A2577"/>
    <w:rsid w:val="009A2678"/>
    <w:rsid w:val="009A2AC7"/>
    <w:rsid w:val="009A2C67"/>
    <w:rsid w:val="009A2E07"/>
    <w:rsid w:val="009A31AA"/>
    <w:rsid w:val="009A32D1"/>
    <w:rsid w:val="009A358C"/>
    <w:rsid w:val="009A3632"/>
    <w:rsid w:val="009A3739"/>
    <w:rsid w:val="009A3A78"/>
    <w:rsid w:val="009A3DBE"/>
    <w:rsid w:val="009A4489"/>
    <w:rsid w:val="009A44E6"/>
    <w:rsid w:val="009A451C"/>
    <w:rsid w:val="009A49D4"/>
    <w:rsid w:val="009A4AF5"/>
    <w:rsid w:val="009A4EC1"/>
    <w:rsid w:val="009A516D"/>
    <w:rsid w:val="009A5B98"/>
    <w:rsid w:val="009A61D6"/>
    <w:rsid w:val="009A63B5"/>
    <w:rsid w:val="009A6543"/>
    <w:rsid w:val="009A6763"/>
    <w:rsid w:val="009A6CA9"/>
    <w:rsid w:val="009A6D63"/>
    <w:rsid w:val="009A7039"/>
    <w:rsid w:val="009A7536"/>
    <w:rsid w:val="009A7CB3"/>
    <w:rsid w:val="009A7DBA"/>
    <w:rsid w:val="009B062A"/>
    <w:rsid w:val="009B06F7"/>
    <w:rsid w:val="009B0912"/>
    <w:rsid w:val="009B0922"/>
    <w:rsid w:val="009B0EBA"/>
    <w:rsid w:val="009B0FBD"/>
    <w:rsid w:val="009B1011"/>
    <w:rsid w:val="009B104E"/>
    <w:rsid w:val="009B10CD"/>
    <w:rsid w:val="009B133A"/>
    <w:rsid w:val="009B1344"/>
    <w:rsid w:val="009B19C2"/>
    <w:rsid w:val="009B1CD0"/>
    <w:rsid w:val="009B1D6E"/>
    <w:rsid w:val="009B1EE0"/>
    <w:rsid w:val="009B1F0F"/>
    <w:rsid w:val="009B2132"/>
    <w:rsid w:val="009B2506"/>
    <w:rsid w:val="009B2843"/>
    <w:rsid w:val="009B2A3C"/>
    <w:rsid w:val="009B2BE3"/>
    <w:rsid w:val="009B2D5B"/>
    <w:rsid w:val="009B31AC"/>
    <w:rsid w:val="009B31E8"/>
    <w:rsid w:val="009B3457"/>
    <w:rsid w:val="009B34F1"/>
    <w:rsid w:val="009B3811"/>
    <w:rsid w:val="009B3C29"/>
    <w:rsid w:val="009B4005"/>
    <w:rsid w:val="009B4516"/>
    <w:rsid w:val="009B4695"/>
    <w:rsid w:val="009B46E9"/>
    <w:rsid w:val="009B4725"/>
    <w:rsid w:val="009B4AC3"/>
    <w:rsid w:val="009B4B85"/>
    <w:rsid w:val="009B4C05"/>
    <w:rsid w:val="009B4DA4"/>
    <w:rsid w:val="009B535C"/>
    <w:rsid w:val="009B571E"/>
    <w:rsid w:val="009B62C2"/>
    <w:rsid w:val="009B63EB"/>
    <w:rsid w:val="009B64B2"/>
    <w:rsid w:val="009B679E"/>
    <w:rsid w:val="009B6CFF"/>
    <w:rsid w:val="009B7BE0"/>
    <w:rsid w:val="009B7D78"/>
    <w:rsid w:val="009B7DBD"/>
    <w:rsid w:val="009B7DF7"/>
    <w:rsid w:val="009C00EF"/>
    <w:rsid w:val="009C0174"/>
    <w:rsid w:val="009C048C"/>
    <w:rsid w:val="009C07CF"/>
    <w:rsid w:val="009C08D9"/>
    <w:rsid w:val="009C0CEB"/>
    <w:rsid w:val="009C0EE9"/>
    <w:rsid w:val="009C103C"/>
    <w:rsid w:val="009C1A95"/>
    <w:rsid w:val="009C1DFF"/>
    <w:rsid w:val="009C1FA2"/>
    <w:rsid w:val="009C235B"/>
    <w:rsid w:val="009C24E1"/>
    <w:rsid w:val="009C2818"/>
    <w:rsid w:val="009C2966"/>
    <w:rsid w:val="009C2D91"/>
    <w:rsid w:val="009C2E9A"/>
    <w:rsid w:val="009C32FC"/>
    <w:rsid w:val="009C33E1"/>
    <w:rsid w:val="009C3DCB"/>
    <w:rsid w:val="009C3E06"/>
    <w:rsid w:val="009C418C"/>
    <w:rsid w:val="009C424E"/>
    <w:rsid w:val="009C42A8"/>
    <w:rsid w:val="009C44E2"/>
    <w:rsid w:val="009C4529"/>
    <w:rsid w:val="009C47DE"/>
    <w:rsid w:val="009C4A2F"/>
    <w:rsid w:val="009C4CC8"/>
    <w:rsid w:val="009C4DBC"/>
    <w:rsid w:val="009C50E7"/>
    <w:rsid w:val="009C52B9"/>
    <w:rsid w:val="009C5EBD"/>
    <w:rsid w:val="009C62F3"/>
    <w:rsid w:val="009C655C"/>
    <w:rsid w:val="009C676B"/>
    <w:rsid w:val="009C6A3E"/>
    <w:rsid w:val="009C6A98"/>
    <w:rsid w:val="009C6C35"/>
    <w:rsid w:val="009C6F9F"/>
    <w:rsid w:val="009C71D0"/>
    <w:rsid w:val="009C71EB"/>
    <w:rsid w:val="009C7396"/>
    <w:rsid w:val="009C782E"/>
    <w:rsid w:val="009C7BC8"/>
    <w:rsid w:val="009C7C30"/>
    <w:rsid w:val="009C7C43"/>
    <w:rsid w:val="009C7D23"/>
    <w:rsid w:val="009D00DF"/>
    <w:rsid w:val="009D013F"/>
    <w:rsid w:val="009D0A14"/>
    <w:rsid w:val="009D0C14"/>
    <w:rsid w:val="009D0EBF"/>
    <w:rsid w:val="009D12EE"/>
    <w:rsid w:val="009D137F"/>
    <w:rsid w:val="009D1431"/>
    <w:rsid w:val="009D1770"/>
    <w:rsid w:val="009D1934"/>
    <w:rsid w:val="009D19EB"/>
    <w:rsid w:val="009D1C94"/>
    <w:rsid w:val="009D2340"/>
    <w:rsid w:val="009D25E2"/>
    <w:rsid w:val="009D26B8"/>
    <w:rsid w:val="009D2739"/>
    <w:rsid w:val="009D2DCD"/>
    <w:rsid w:val="009D2E79"/>
    <w:rsid w:val="009D3BA6"/>
    <w:rsid w:val="009D3BA9"/>
    <w:rsid w:val="009D4281"/>
    <w:rsid w:val="009D4CB5"/>
    <w:rsid w:val="009D4DF0"/>
    <w:rsid w:val="009D4E2B"/>
    <w:rsid w:val="009D4E9B"/>
    <w:rsid w:val="009D4EBF"/>
    <w:rsid w:val="009D4ED0"/>
    <w:rsid w:val="009D503D"/>
    <w:rsid w:val="009D5652"/>
    <w:rsid w:val="009D5BA5"/>
    <w:rsid w:val="009D5E02"/>
    <w:rsid w:val="009D5E95"/>
    <w:rsid w:val="009D6079"/>
    <w:rsid w:val="009D613C"/>
    <w:rsid w:val="009D653A"/>
    <w:rsid w:val="009D65D0"/>
    <w:rsid w:val="009D674A"/>
    <w:rsid w:val="009D6E44"/>
    <w:rsid w:val="009D70FA"/>
    <w:rsid w:val="009D715B"/>
    <w:rsid w:val="009D7500"/>
    <w:rsid w:val="009D75D0"/>
    <w:rsid w:val="009D785C"/>
    <w:rsid w:val="009D7998"/>
    <w:rsid w:val="009D7BE5"/>
    <w:rsid w:val="009D7D91"/>
    <w:rsid w:val="009D7DB7"/>
    <w:rsid w:val="009D7F42"/>
    <w:rsid w:val="009E0541"/>
    <w:rsid w:val="009E062A"/>
    <w:rsid w:val="009E07FD"/>
    <w:rsid w:val="009E0D92"/>
    <w:rsid w:val="009E10ED"/>
    <w:rsid w:val="009E11FF"/>
    <w:rsid w:val="009E121D"/>
    <w:rsid w:val="009E12CC"/>
    <w:rsid w:val="009E14C8"/>
    <w:rsid w:val="009E1670"/>
    <w:rsid w:val="009E1791"/>
    <w:rsid w:val="009E1EC6"/>
    <w:rsid w:val="009E1EF5"/>
    <w:rsid w:val="009E2358"/>
    <w:rsid w:val="009E2E50"/>
    <w:rsid w:val="009E2F16"/>
    <w:rsid w:val="009E2FC5"/>
    <w:rsid w:val="009E336F"/>
    <w:rsid w:val="009E368C"/>
    <w:rsid w:val="009E3889"/>
    <w:rsid w:val="009E3B61"/>
    <w:rsid w:val="009E3BD2"/>
    <w:rsid w:val="009E3C90"/>
    <w:rsid w:val="009E402B"/>
    <w:rsid w:val="009E46FC"/>
    <w:rsid w:val="009E4804"/>
    <w:rsid w:val="009E480B"/>
    <w:rsid w:val="009E484E"/>
    <w:rsid w:val="009E4F97"/>
    <w:rsid w:val="009E516C"/>
    <w:rsid w:val="009E5464"/>
    <w:rsid w:val="009E55FF"/>
    <w:rsid w:val="009E57A6"/>
    <w:rsid w:val="009E57F5"/>
    <w:rsid w:val="009E58D4"/>
    <w:rsid w:val="009E5F46"/>
    <w:rsid w:val="009E6065"/>
    <w:rsid w:val="009E691B"/>
    <w:rsid w:val="009E6C21"/>
    <w:rsid w:val="009E6F74"/>
    <w:rsid w:val="009E6F8C"/>
    <w:rsid w:val="009E706F"/>
    <w:rsid w:val="009E74C7"/>
    <w:rsid w:val="009E7BB9"/>
    <w:rsid w:val="009F0404"/>
    <w:rsid w:val="009F09A8"/>
    <w:rsid w:val="009F0D24"/>
    <w:rsid w:val="009F0F3A"/>
    <w:rsid w:val="009F1316"/>
    <w:rsid w:val="009F13EA"/>
    <w:rsid w:val="009F1AF5"/>
    <w:rsid w:val="009F2213"/>
    <w:rsid w:val="009F325C"/>
    <w:rsid w:val="009F3348"/>
    <w:rsid w:val="009F3476"/>
    <w:rsid w:val="009F4003"/>
    <w:rsid w:val="009F4146"/>
    <w:rsid w:val="009F479F"/>
    <w:rsid w:val="009F4E32"/>
    <w:rsid w:val="009F500F"/>
    <w:rsid w:val="009F5128"/>
    <w:rsid w:val="009F63B9"/>
    <w:rsid w:val="009F6819"/>
    <w:rsid w:val="009F6A26"/>
    <w:rsid w:val="009F7044"/>
    <w:rsid w:val="009F724C"/>
    <w:rsid w:val="009F72B0"/>
    <w:rsid w:val="009F7350"/>
    <w:rsid w:val="009F76A5"/>
    <w:rsid w:val="009F78B4"/>
    <w:rsid w:val="009F7A18"/>
    <w:rsid w:val="009F7E2B"/>
    <w:rsid w:val="009F7E91"/>
    <w:rsid w:val="00A00090"/>
    <w:rsid w:val="00A00724"/>
    <w:rsid w:val="00A00747"/>
    <w:rsid w:val="00A0099C"/>
    <w:rsid w:val="00A00A08"/>
    <w:rsid w:val="00A00C23"/>
    <w:rsid w:val="00A00D54"/>
    <w:rsid w:val="00A00EA6"/>
    <w:rsid w:val="00A00F28"/>
    <w:rsid w:val="00A018D1"/>
    <w:rsid w:val="00A01A8B"/>
    <w:rsid w:val="00A01B0A"/>
    <w:rsid w:val="00A01E9F"/>
    <w:rsid w:val="00A01EE4"/>
    <w:rsid w:val="00A01FA8"/>
    <w:rsid w:val="00A0208F"/>
    <w:rsid w:val="00A02981"/>
    <w:rsid w:val="00A02CBC"/>
    <w:rsid w:val="00A02F1A"/>
    <w:rsid w:val="00A03096"/>
    <w:rsid w:val="00A0315F"/>
    <w:rsid w:val="00A03183"/>
    <w:rsid w:val="00A03375"/>
    <w:rsid w:val="00A03475"/>
    <w:rsid w:val="00A03608"/>
    <w:rsid w:val="00A03A82"/>
    <w:rsid w:val="00A03D83"/>
    <w:rsid w:val="00A040A8"/>
    <w:rsid w:val="00A04334"/>
    <w:rsid w:val="00A047F1"/>
    <w:rsid w:val="00A04829"/>
    <w:rsid w:val="00A048E2"/>
    <w:rsid w:val="00A04B4D"/>
    <w:rsid w:val="00A04B86"/>
    <w:rsid w:val="00A0503F"/>
    <w:rsid w:val="00A05331"/>
    <w:rsid w:val="00A05364"/>
    <w:rsid w:val="00A05696"/>
    <w:rsid w:val="00A057C6"/>
    <w:rsid w:val="00A05879"/>
    <w:rsid w:val="00A05C99"/>
    <w:rsid w:val="00A05D74"/>
    <w:rsid w:val="00A05EC1"/>
    <w:rsid w:val="00A05FB2"/>
    <w:rsid w:val="00A0669E"/>
    <w:rsid w:val="00A066ED"/>
    <w:rsid w:val="00A068A6"/>
    <w:rsid w:val="00A06AA6"/>
    <w:rsid w:val="00A07639"/>
    <w:rsid w:val="00A07CE2"/>
    <w:rsid w:val="00A07D98"/>
    <w:rsid w:val="00A1033C"/>
    <w:rsid w:val="00A1036E"/>
    <w:rsid w:val="00A1050F"/>
    <w:rsid w:val="00A10799"/>
    <w:rsid w:val="00A10A65"/>
    <w:rsid w:val="00A10ABC"/>
    <w:rsid w:val="00A11267"/>
    <w:rsid w:val="00A112D6"/>
    <w:rsid w:val="00A11358"/>
    <w:rsid w:val="00A127CF"/>
    <w:rsid w:val="00A127FD"/>
    <w:rsid w:val="00A12A44"/>
    <w:rsid w:val="00A12C8C"/>
    <w:rsid w:val="00A12EA3"/>
    <w:rsid w:val="00A12FD5"/>
    <w:rsid w:val="00A13198"/>
    <w:rsid w:val="00A13EB6"/>
    <w:rsid w:val="00A14095"/>
    <w:rsid w:val="00A142EC"/>
    <w:rsid w:val="00A148B6"/>
    <w:rsid w:val="00A14B31"/>
    <w:rsid w:val="00A14BF1"/>
    <w:rsid w:val="00A14DED"/>
    <w:rsid w:val="00A152B5"/>
    <w:rsid w:val="00A1546B"/>
    <w:rsid w:val="00A15524"/>
    <w:rsid w:val="00A15A94"/>
    <w:rsid w:val="00A15C71"/>
    <w:rsid w:val="00A15D14"/>
    <w:rsid w:val="00A15D9D"/>
    <w:rsid w:val="00A15F2A"/>
    <w:rsid w:val="00A15F2C"/>
    <w:rsid w:val="00A160A7"/>
    <w:rsid w:val="00A160CC"/>
    <w:rsid w:val="00A163F4"/>
    <w:rsid w:val="00A16CB6"/>
    <w:rsid w:val="00A170B8"/>
    <w:rsid w:val="00A178EA"/>
    <w:rsid w:val="00A20521"/>
    <w:rsid w:val="00A20838"/>
    <w:rsid w:val="00A209F0"/>
    <w:rsid w:val="00A20A18"/>
    <w:rsid w:val="00A21614"/>
    <w:rsid w:val="00A2161E"/>
    <w:rsid w:val="00A217EF"/>
    <w:rsid w:val="00A21898"/>
    <w:rsid w:val="00A219E1"/>
    <w:rsid w:val="00A21B90"/>
    <w:rsid w:val="00A22065"/>
    <w:rsid w:val="00A22B84"/>
    <w:rsid w:val="00A23134"/>
    <w:rsid w:val="00A232B2"/>
    <w:rsid w:val="00A2331F"/>
    <w:rsid w:val="00A2394A"/>
    <w:rsid w:val="00A23E03"/>
    <w:rsid w:val="00A23FA2"/>
    <w:rsid w:val="00A2417F"/>
    <w:rsid w:val="00A24D03"/>
    <w:rsid w:val="00A24DCA"/>
    <w:rsid w:val="00A2528C"/>
    <w:rsid w:val="00A259C0"/>
    <w:rsid w:val="00A25A63"/>
    <w:rsid w:val="00A25AD2"/>
    <w:rsid w:val="00A25F17"/>
    <w:rsid w:val="00A2679B"/>
    <w:rsid w:val="00A267C6"/>
    <w:rsid w:val="00A26CEE"/>
    <w:rsid w:val="00A26F3B"/>
    <w:rsid w:val="00A27195"/>
    <w:rsid w:val="00A272ED"/>
    <w:rsid w:val="00A2738D"/>
    <w:rsid w:val="00A274CF"/>
    <w:rsid w:val="00A304D6"/>
    <w:rsid w:val="00A305F8"/>
    <w:rsid w:val="00A30BB9"/>
    <w:rsid w:val="00A30CD2"/>
    <w:rsid w:val="00A30E93"/>
    <w:rsid w:val="00A30EDF"/>
    <w:rsid w:val="00A30F04"/>
    <w:rsid w:val="00A30F2F"/>
    <w:rsid w:val="00A312F0"/>
    <w:rsid w:val="00A31365"/>
    <w:rsid w:val="00A3169E"/>
    <w:rsid w:val="00A3227D"/>
    <w:rsid w:val="00A32A6C"/>
    <w:rsid w:val="00A32C55"/>
    <w:rsid w:val="00A32C63"/>
    <w:rsid w:val="00A32E07"/>
    <w:rsid w:val="00A3313C"/>
    <w:rsid w:val="00A3331B"/>
    <w:rsid w:val="00A33413"/>
    <w:rsid w:val="00A33F6B"/>
    <w:rsid w:val="00A340D5"/>
    <w:rsid w:val="00A3468D"/>
    <w:rsid w:val="00A346DF"/>
    <w:rsid w:val="00A349DB"/>
    <w:rsid w:val="00A35027"/>
    <w:rsid w:val="00A3518E"/>
    <w:rsid w:val="00A351FE"/>
    <w:rsid w:val="00A3541C"/>
    <w:rsid w:val="00A35559"/>
    <w:rsid w:val="00A357C6"/>
    <w:rsid w:val="00A35D7E"/>
    <w:rsid w:val="00A35D99"/>
    <w:rsid w:val="00A3685C"/>
    <w:rsid w:val="00A36888"/>
    <w:rsid w:val="00A36FC2"/>
    <w:rsid w:val="00A3711F"/>
    <w:rsid w:val="00A37480"/>
    <w:rsid w:val="00A376D8"/>
    <w:rsid w:val="00A40AC7"/>
    <w:rsid w:val="00A41232"/>
    <w:rsid w:val="00A41305"/>
    <w:rsid w:val="00A41C34"/>
    <w:rsid w:val="00A42216"/>
    <w:rsid w:val="00A42585"/>
    <w:rsid w:val="00A42C2A"/>
    <w:rsid w:val="00A42CB2"/>
    <w:rsid w:val="00A430B6"/>
    <w:rsid w:val="00A43A52"/>
    <w:rsid w:val="00A43D08"/>
    <w:rsid w:val="00A43D16"/>
    <w:rsid w:val="00A43DB7"/>
    <w:rsid w:val="00A43DB9"/>
    <w:rsid w:val="00A4415E"/>
    <w:rsid w:val="00A441E2"/>
    <w:rsid w:val="00A4494A"/>
    <w:rsid w:val="00A44C41"/>
    <w:rsid w:val="00A44F6C"/>
    <w:rsid w:val="00A45019"/>
    <w:rsid w:val="00A458DB"/>
    <w:rsid w:val="00A462AC"/>
    <w:rsid w:val="00A462D1"/>
    <w:rsid w:val="00A4633E"/>
    <w:rsid w:val="00A46B56"/>
    <w:rsid w:val="00A46E9C"/>
    <w:rsid w:val="00A4717B"/>
    <w:rsid w:val="00A47206"/>
    <w:rsid w:val="00A4723C"/>
    <w:rsid w:val="00A4777B"/>
    <w:rsid w:val="00A47A77"/>
    <w:rsid w:val="00A47A84"/>
    <w:rsid w:val="00A47B52"/>
    <w:rsid w:val="00A47C30"/>
    <w:rsid w:val="00A47DE1"/>
    <w:rsid w:val="00A47F3D"/>
    <w:rsid w:val="00A50899"/>
    <w:rsid w:val="00A50CC1"/>
    <w:rsid w:val="00A513B3"/>
    <w:rsid w:val="00A51A3C"/>
    <w:rsid w:val="00A51B42"/>
    <w:rsid w:val="00A51BB6"/>
    <w:rsid w:val="00A51D84"/>
    <w:rsid w:val="00A51E04"/>
    <w:rsid w:val="00A51E1D"/>
    <w:rsid w:val="00A51F7C"/>
    <w:rsid w:val="00A5208A"/>
    <w:rsid w:val="00A53329"/>
    <w:rsid w:val="00A533BA"/>
    <w:rsid w:val="00A53595"/>
    <w:rsid w:val="00A536DC"/>
    <w:rsid w:val="00A53898"/>
    <w:rsid w:val="00A538AC"/>
    <w:rsid w:val="00A54784"/>
    <w:rsid w:val="00A54FD8"/>
    <w:rsid w:val="00A5566C"/>
    <w:rsid w:val="00A55709"/>
    <w:rsid w:val="00A558E2"/>
    <w:rsid w:val="00A5593D"/>
    <w:rsid w:val="00A55F5B"/>
    <w:rsid w:val="00A564EA"/>
    <w:rsid w:val="00A5676D"/>
    <w:rsid w:val="00A56853"/>
    <w:rsid w:val="00A56D4E"/>
    <w:rsid w:val="00A577E5"/>
    <w:rsid w:val="00A579A7"/>
    <w:rsid w:val="00A57AA6"/>
    <w:rsid w:val="00A57CFF"/>
    <w:rsid w:val="00A600C5"/>
    <w:rsid w:val="00A6037F"/>
    <w:rsid w:val="00A603BE"/>
    <w:rsid w:val="00A609D5"/>
    <w:rsid w:val="00A60A47"/>
    <w:rsid w:val="00A60B7B"/>
    <w:rsid w:val="00A60BE1"/>
    <w:rsid w:val="00A61017"/>
    <w:rsid w:val="00A616B9"/>
    <w:rsid w:val="00A61CC1"/>
    <w:rsid w:val="00A61FA2"/>
    <w:rsid w:val="00A61FC3"/>
    <w:rsid w:val="00A622F3"/>
    <w:rsid w:val="00A627B3"/>
    <w:rsid w:val="00A62CC8"/>
    <w:rsid w:val="00A62D2E"/>
    <w:rsid w:val="00A630F3"/>
    <w:rsid w:val="00A6374E"/>
    <w:rsid w:val="00A6389F"/>
    <w:rsid w:val="00A639EA"/>
    <w:rsid w:val="00A63B61"/>
    <w:rsid w:val="00A63F57"/>
    <w:rsid w:val="00A63FFA"/>
    <w:rsid w:val="00A6436A"/>
    <w:rsid w:val="00A647FB"/>
    <w:rsid w:val="00A64AEF"/>
    <w:rsid w:val="00A64C81"/>
    <w:rsid w:val="00A64F78"/>
    <w:rsid w:val="00A6582A"/>
    <w:rsid w:val="00A65B98"/>
    <w:rsid w:val="00A66CB8"/>
    <w:rsid w:val="00A66D09"/>
    <w:rsid w:val="00A6707D"/>
    <w:rsid w:val="00A670E4"/>
    <w:rsid w:val="00A67112"/>
    <w:rsid w:val="00A6719F"/>
    <w:rsid w:val="00A67245"/>
    <w:rsid w:val="00A67AA7"/>
    <w:rsid w:val="00A67BB4"/>
    <w:rsid w:val="00A70030"/>
    <w:rsid w:val="00A7005F"/>
    <w:rsid w:val="00A703D7"/>
    <w:rsid w:val="00A704D2"/>
    <w:rsid w:val="00A704EE"/>
    <w:rsid w:val="00A70AA2"/>
    <w:rsid w:val="00A71492"/>
    <w:rsid w:val="00A71583"/>
    <w:rsid w:val="00A71B1C"/>
    <w:rsid w:val="00A71B64"/>
    <w:rsid w:val="00A71CE8"/>
    <w:rsid w:val="00A71DAD"/>
    <w:rsid w:val="00A72013"/>
    <w:rsid w:val="00A724CC"/>
    <w:rsid w:val="00A724E5"/>
    <w:rsid w:val="00A731F5"/>
    <w:rsid w:val="00A7329C"/>
    <w:rsid w:val="00A73531"/>
    <w:rsid w:val="00A74324"/>
    <w:rsid w:val="00A746E4"/>
    <w:rsid w:val="00A746ED"/>
    <w:rsid w:val="00A74940"/>
    <w:rsid w:val="00A752F1"/>
    <w:rsid w:val="00A7577F"/>
    <w:rsid w:val="00A7580B"/>
    <w:rsid w:val="00A75946"/>
    <w:rsid w:val="00A75E69"/>
    <w:rsid w:val="00A7642A"/>
    <w:rsid w:val="00A764A3"/>
    <w:rsid w:val="00A769D1"/>
    <w:rsid w:val="00A76CD3"/>
    <w:rsid w:val="00A7712A"/>
    <w:rsid w:val="00A771B4"/>
    <w:rsid w:val="00A7741F"/>
    <w:rsid w:val="00A77B7C"/>
    <w:rsid w:val="00A77B7D"/>
    <w:rsid w:val="00A802C9"/>
    <w:rsid w:val="00A80FE1"/>
    <w:rsid w:val="00A810B3"/>
    <w:rsid w:val="00A81205"/>
    <w:rsid w:val="00A817A2"/>
    <w:rsid w:val="00A81ADB"/>
    <w:rsid w:val="00A81B50"/>
    <w:rsid w:val="00A81B8C"/>
    <w:rsid w:val="00A81DCA"/>
    <w:rsid w:val="00A81E63"/>
    <w:rsid w:val="00A82708"/>
    <w:rsid w:val="00A82A28"/>
    <w:rsid w:val="00A82A39"/>
    <w:rsid w:val="00A82BBF"/>
    <w:rsid w:val="00A82D90"/>
    <w:rsid w:val="00A82E48"/>
    <w:rsid w:val="00A82E6B"/>
    <w:rsid w:val="00A84184"/>
    <w:rsid w:val="00A84507"/>
    <w:rsid w:val="00A845B6"/>
    <w:rsid w:val="00A847C8"/>
    <w:rsid w:val="00A84CE1"/>
    <w:rsid w:val="00A85201"/>
    <w:rsid w:val="00A85522"/>
    <w:rsid w:val="00A85768"/>
    <w:rsid w:val="00A85B8A"/>
    <w:rsid w:val="00A8602E"/>
    <w:rsid w:val="00A8641D"/>
    <w:rsid w:val="00A8670D"/>
    <w:rsid w:val="00A8690C"/>
    <w:rsid w:val="00A86AC9"/>
    <w:rsid w:val="00A8776A"/>
    <w:rsid w:val="00A87B4E"/>
    <w:rsid w:val="00A87DAB"/>
    <w:rsid w:val="00A9045A"/>
    <w:rsid w:val="00A90477"/>
    <w:rsid w:val="00A906D5"/>
    <w:rsid w:val="00A907F1"/>
    <w:rsid w:val="00A90C40"/>
    <w:rsid w:val="00A90D39"/>
    <w:rsid w:val="00A9110F"/>
    <w:rsid w:val="00A913F4"/>
    <w:rsid w:val="00A91661"/>
    <w:rsid w:val="00A91715"/>
    <w:rsid w:val="00A91CF4"/>
    <w:rsid w:val="00A91F25"/>
    <w:rsid w:val="00A92AE0"/>
    <w:rsid w:val="00A92AFD"/>
    <w:rsid w:val="00A92CB3"/>
    <w:rsid w:val="00A938C0"/>
    <w:rsid w:val="00A93AE8"/>
    <w:rsid w:val="00A94079"/>
    <w:rsid w:val="00A94448"/>
    <w:rsid w:val="00A94479"/>
    <w:rsid w:val="00A9488D"/>
    <w:rsid w:val="00A94EAA"/>
    <w:rsid w:val="00A9524D"/>
    <w:rsid w:val="00A96833"/>
    <w:rsid w:val="00A96855"/>
    <w:rsid w:val="00A96DB0"/>
    <w:rsid w:val="00A96E02"/>
    <w:rsid w:val="00A96E15"/>
    <w:rsid w:val="00A9711D"/>
    <w:rsid w:val="00A972F7"/>
    <w:rsid w:val="00A97431"/>
    <w:rsid w:val="00A975B6"/>
    <w:rsid w:val="00A975D9"/>
    <w:rsid w:val="00A975FB"/>
    <w:rsid w:val="00A97637"/>
    <w:rsid w:val="00A97735"/>
    <w:rsid w:val="00A97CBC"/>
    <w:rsid w:val="00AA00DA"/>
    <w:rsid w:val="00AA048D"/>
    <w:rsid w:val="00AA0A8E"/>
    <w:rsid w:val="00AA0E6B"/>
    <w:rsid w:val="00AA112B"/>
    <w:rsid w:val="00AA157D"/>
    <w:rsid w:val="00AA1AD9"/>
    <w:rsid w:val="00AA1C2E"/>
    <w:rsid w:val="00AA1CD3"/>
    <w:rsid w:val="00AA1FA1"/>
    <w:rsid w:val="00AA2951"/>
    <w:rsid w:val="00AA29B4"/>
    <w:rsid w:val="00AA3052"/>
    <w:rsid w:val="00AA3530"/>
    <w:rsid w:val="00AA357D"/>
    <w:rsid w:val="00AA373B"/>
    <w:rsid w:val="00AA3AFA"/>
    <w:rsid w:val="00AA3E38"/>
    <w:rsid w:val="00AA3E52"/>
    <w:rsid w:val="00AA4343"/>
    <w:rsid w:val="00AA4804"/>
    <w:rsid w:val="00AA4807"/>
    <w:rsid w:val="00AA4924"/>
    <w:rsid w:val="00AA4F9C"/>
    <w:rsid w:val="00AA528C"/>
    <w:rsid w:val="00AA575F"/>
    <w:rsid w:val="00AA5B40"/>
    <w:rsid w:val="00AA5D6D"/>
    <w:rsid w:val="00AA5F66"/>
    <w:rsid w:val="00AA6030"/>
    <w:rsid w:val="00AA6311"/>
    <w:rsid w:val="00AA635C"/>
    <w:rsid w:val="00AA6853"/>
    <w:rsid w:val="00AA6AEA"/>
    <w:rsid w:val="00AA6C19"/>
    <w:rsid w:val="00AA6C44"/>
    <w:rsid w:val="00AA765F"/>
    <w:rsid w:val="00AA7688"/>
    <w:rsid w:val="00AA76BD"/>
    <w:rsid w:val="00AA7829"/>
    <w:rsid w:val="00AB0026"/>
    <w:rsid w:val="00AB05CC"/>
    <w:rsid w:val="00AB0774"/>
    <w:rsid w:val="00AB09C7"/>
    <w:rsid w:val="00AB0C05"/>
    <w:rsid w:val="00AB131F"/>
    <w:rsid w:val="00AB15F5"/>
    <w:rsid w:val="00AB1A6A"/>
    <w:rsid w:val="00AB1BE0"/>
    <w:rsid w:val="00AB21D6"/>
    <w:rsid w:val="00AB2CAB"/>
    <w:rsid w:val="00AB2CED"/>
    <w:rsid w:val="00AB2FF9"/>
    <w:rsid w:val="00AB365D"/>
    <w:rsid w:val="00AB3923"/>
    <w:rsid w:val="00AB3934"/>
    <w:rsid w:val="00AB3A0C"/>
    <w:rsid w:val="00AB3B1A"/>
    <w:rsid w:val="00AB3EB1"/>
    <w:rsid w:val="00AB535A"/>
    <w:rsid w:val="00AB5D6B"/>
    <w:rsid w:val="00AB5E83"/>
    <w:rsid w:val="00AB6015"/>
    <w:rsid w:val="00AB6248"/>
    <w:rsid w:val="00AB6456"/>
    <w:rsid w:val="00AB6670"/>
    <w:rsid w:val="00AB6A31"/>
    <w:rsid w:val="00AB6B2D"/>
    <w:rsid w:val="00AB7777"/>
    <w:rsid w:val="00AB7A5C"/>
    <w:rsid w:val="00AC0A43"/>
    <w:rsid w:val="00AC0B6F"/>
    <w:rsid w:val="00AC0C89"/>
    <w:rsid w:val="00AC0E99"/>
    <w:rsid w:val="00AC1678"/>
    <w:rsid w:val="00AC20D7"/>
    <w:rsid w:val="00AC218A"/>
    <w:rsid w:val="00AC22FC"/>
    <w:rsid w:val="00AC279C"/>
    <w:rsid w:val="00AC2CF6"/>
    <w:rsid w:val="00AC2F94"/>
    <w:rsid w:val="00AC3365"/>
    <w:rsid w:val="00AC33EA"/>
    <w:rsid w:val="00AC34D1"/>
    <w:rsid w:val="00AC39A6"/>
    <w:rsid w:val="00AC3C48"/>
    <w:rsid w:val="00AC3F60"/>
    <w:rsid w:val="00AC4082"/>
    <w:rsid w:val="00AC42B8"/>
    <w:rsid w:val="00AC5208"/>
    <w:rsid w:val="00AC5211"/>
    <w:rsid w:val="00AC5213"/>
    <w:rsid w:val="00AC5248"/>
    <w:rsid w:val="00AC5B42"/>
    <w:rsid w:val="00AC5C83"/>
    <w:rsid w:val="00AC5E7E"/>
    <w:rsid w:val="00AC6024"/>
    <w:rsid w:val="00AC665E"/>
    <w:rsid w:val="00AC6970"/>
    <w:rsid w:val="00AC6CDE"/>
    <w:rsid w:val="00AC6F2A"/>
    <w:rsid w:val="00AC6FE7"/>
    <w:rsid w:val="00AC763A"/>
    <w:rsid w:val="00AC78CE"/>
    <w:rsid w:val="00AD030D"/>
    <w:rsid w:val="00AD05C6"/>
    <w:rsid w:val="00AD06FC"/>
    <w:rsid w:val="00AD0A4B"/>
    <w:rsid w:val="00AD0CC9"/>
    <w:rsid w:val="00AD1159"/>
    <w:rsid w:val="00AD192D"/>
    <w:rsid w:val="00AD1944"/>
    <w:rsid w:val="00AD19CF"/>
    <w:rsid w:val="00AD1DC3"/>
    <w:rsid w:val="00AD1F3E"/>
    <w:rsid w:val="00AD244F"/>
    <w:rsid w:val="00AD25D6"/>
    <w:rsid w:val="00AD2631"/>
    <w:rsid w:val="00AD295E"/>
    <w:rsid w:val="00AD3162"/>
    <w:rsid w:val="00AD360E"/>
    <w:rsid w:val="00AD379D"/>
    <w:rsid w:val="00AD3926"/>
    <w:rsid w:val="00AD46C5"/>
    <w:rsid w:val="00AD4885"/>
    <w:rsid w:val="00AD4A81"/>
    <w:rsid w:val="00AD508B"/>
    <w:rsid w:val="00AD5259"/>
    <w:rsid w:val="00AD557A"/>
    <w:rsid w:val="00AD564F"/>
    <w:rsid w:val="00AD5D3F"/>
    <w:rsid w:val="00AD5DAB"/>
    <w:rsid w:val="00AD66A7"/>
    <w:rsid w:val="00AD68C5"/>
    <w:rsid w:val="00AD6D3D"/>
    <w:rsid w:val="00AD76AD"/>
    <w:rsid w:val="00AD7AC0"/>
    <w:rsid w:val="00AD7AFE"/>
    <w:rsid w:val="00AE00FC"/>
    <w:rsid w:val="00AE0176"/>
    <w:rsid w:val="00AE03A3"/>
    <w:rsid w:val="00AE0BD7"/>
    <w:rsid w:val="00AE11F7"/>
    <w:rsid w:val="00AE1562"/>
    <w:rsid w:val="00AE1B2C"/>
    <w:rsid w:val="00AE263D"/>
    <w:rsid w:val="00AE31F8"/>
    <w:rsid w:val="00AE334E"/>
    <w:rsid w:val="00AE38BE"/>
    <w:rsid w:val="00AE454B"/>
    <w:rsid w:val="00AE4B01"/>
    <w:rsid w:val="00AE4B74"/>
    <w:rsid w:val="00AE4F24"/>
    <w:rsid w:val="00AE525F"/>
    <w:rsid w:val="00AE58D4"/>
    <w:rsid w:val="00AE595D"/>
    <w:rsid w:val="00AE5AD8"/>
    <w:rsid w:val="00AE5B7B"/>
    <w:rsid w:val="00AE5EA4"/>
    <w:rsid w:val="00AE631B"/>
    <w:rsid w:val="00AE6675"/>
    <w:rsid w:val="00AE668B"/>
    <w:rsid w:val="00AE6924"/>
    <w:rsid w:val="00AE7263"/>
    <w:rsid w:val="00AE7711"/>
    <w:rsid w:val="00AE7835"/>
    <w:rsid w:val="00AE784A"/>
    <w:rsid w:val="00AE7B1C"/>
    <w:rsid w:val="00AF079E"/>
    <w:rsid w:val="00AF08ED"/>
    <w:rsid w:val="00AF0EBA"/>
    <w:rsid w:val="00AF13BB"/>
    <w:rsid w:val="00AF17CC"/>
    <w:rsid w:val="00AF1912"/>
    <w:rsid w:val="00AF1A98"/>
    <w:rsid w:val="00AF2500"/>
    <w:rsid w:val="00AF260C"/>
    <w:rsid w:val="00AF35AF"/>
    <w:rsid w:val="00AF35CD"/>
    <w:rsid w:val="00AF3671"/>
    <w:rsid w:val="00AF3812"/>
    <w:rsid w:val="00AF3C98"/>
    <w:rsid w:val="00AF3E63"/>
    <w:rsid w:val="00AF4051"/>
    <w:rsid w:val="00AF410D"/>
    <w:rsid w:val="00AF4410"/>
    <w:rsid w:val="00AF4798"/>
    <w:rsid w:val="00AF4A7F"/>
    <w:rsid w:val="00AF4BA0"/>
    <w:rsid w:val="00AF4BC7"/>
    <w:rsid w:val="00AF4CEC"/>
    <w:rsid w:val="00AF52EB"/>
    <w:rsid w:val="00AF5415"/>
    <w:rsid w:val="00AF55F5"/>
    <w:rsid w:val="00AF59CE"/>
    <w:rsid w:val="00AF67FD"/>
    <w:rsid w:val="00AF6CB9"/>
    <w:rsid w:val="00AF7151"/>
    <w:rsid w:val="00AF78DC"/>
    <w:rsid w:val="00B001F0"/>
    <w:rsid w:val="00B004D3"/>
    <w:rsid w:val="00B00515"/>
    <w:rsid w:val="00B005FE"/>
    <w:rsid w:val="00B00B43"/>
    <w:rsid w:val="00B00E71"/>
    <w:rsid w:val="00B02064"/>
    <w:rsid w:val="00B02241"/>
    <w:rsid w:val="00B022C7"/>
    <w:rsid w:val="00B024AD"/>
    <w:rsid w:val="00B02E22"/>
    <w:rsid w:val="00B02EAF"/>
    <w:rsid w:val="00B03600"/>
    <w:rsid w:val="00B03937"/>
    <w:rsid w:val="00B039C6"/>
    <w:rsid w:val="00B03B00"/>
    <w:rsid w:val="00B04181"/>
    <w:rsid w:val="00B04CAC"/>
    <w:rsid w:val="00B04F43"/>
    <w:rsid w:val="00B04F68"/>
    <w:rsid w:val="00B04F8A"/>
    <w:rsid w:val="00B05031"/>
    <w:rsid w:val="00B05050"/>
    <w:rsid w:val="00B054BD"/>
    <w:rsid w:val="00B0553A"/>
    <w:rsid w:val="00B05575"/>
    <w:rsid w:val="00B05656"/>
    <w:rsid w:val="00B0593E"/>
    <w:rsid w:val="00B06276"/>
    <w:rsid w:val="00B06770"/>
    <w:rsid w:val="00B06798"/>
    <w:rsid w:val="00B06C7A"/>
    <w:rsid w:val="00B06DB3"/>
    <w:rsid w:val="00B06F97"/>
    <w:rsid w:val="00B06FC5"/>
    <w:rsid w:val="00B0702A"/>
    <w:rsid w:val="00B0726A"/>
    <w:rsid w:val="00B072D4"/>
    <w:rsid w:val="00B073F1"/>
    <w:rsid w:val="00B07417"/>
    <w:rsid w:val="00B07818"/>
    <w:rsid w:val="00B07A90"/>
    <w:rsid w:val="00B1025B"/>
    <w:rsid w:val="00B10437"/>
    <w:rsid w:val="00B10B97"/>
    <w:rsid w:val="00B10E3C"/>
    <w:rsid w:val="00B11153"/>
    <w:rsid w:val="00B11C85"/>
    <w:rsid w:val="00B11EB9"/>
    <w:rsid w:val="00B1296E"/>
    <w:rsid w:val="00B12ABD"/>
    <w:rsid w:val="00B12B0B"/>
    <w:rsid w:val="00B12E28"/>
    <w:rsid w:val="00B13125"/>
    <w:rsid w:val="00B133A6"/>
    <w:rsid w:val="00B13818"/>
    <w:rsid w:val="00B13935"/>
    <w:rsid w:val="00B13975"/>
    <w:rsid w:val="00B13AAB"/>
    <w:rsid w:val="00B13C38"/>
    <w:rsid w:val="00B13F4E"/>
    <w:rsid w:val="00B14179"/>
    <w:rsid w:val="00B145C5"/>
    <w:rsid w:val="00B14662"/>
    <w:rsid w:val="00B146FA"/>
    <w:rsid w:val="00B153F2"/>
    <w:rsid w:val="00B15457"/>
    <w:rsid w:val="00B15893"/>
    <w:rsid w:val="00B15CF2"/>
    <w:rsid w:val="00B15DCC"/>
    <w:rsid w:val="00B15F46"/>
    <w:rsid w:val="00B15F96"/>
    <w:rsid w:val="00B16B8A"/>
    <w:rsid w:val="00B173AF"/>
    <w:rsid w:val="00B1748F"/>
    <w:rsid w:val="00B17497"/>
    <w:rsid w:val="00B176A3"/>
    <w:rsid w:val="00B17A98"/>
    <w:rsid w:val="00B17DA5"/>
    <w:rsid w:val="00B20760"/>
    <w:rsid w:val="00B20775"/>
    <w:rsid w:val="00B20943"/>
    <w:rsid w:val="00B20BF1"/>
    <w:rsid w:val="00B211C9"/>
    <w:rsid w:val="00B217DD"/>
    <w:rsid w:val="00B220E8"/>
    <w:rsid w:val="00B222B1"/>
    <w:rsid w:val="00B227C6"/>
    <w:rsid w:val="00B227CA"/>
    <w:rsid w:val="00B229A3"/>
    <w:rsid w:val="00B22BC4"/>
    <w:rsid w:val="00B22D1D"/>
    <w:rsid w:val="00B22D66"/>
    <w:rsid w:val="00B22D87"/>
    <w:rsid w:val="00B22F4B"/>
    <w:rsid w:val="00B23136"/>
    <w:rsid w:val="00B238DD"/>
    <w:rsid w:val="00B23A6C"/>
    <w:rsid w:val="00B23AFA"/>
    <w:rsid w:val="00B23B38"/>
    <w:rsid w:val="00B24436"/>
    <w:rsid w:val="00B25465"/>
    <w:rsid w:val="00B2552C"/>
    <w:rsid w:val="00B25A87"/>
    <w:rsid w:val="00B25AE0"/>
    <w:rsid w:val="00B25CEF"/>
    <w:rsid w:val="00B267DC"/>
    <w:rsid w:val="00B268F4"/>
    <w:rsid w:val="00B26DB9"/>
    <w:rsid w:val="00B26E01"/>
    <w:rsid w:val="00B2722A"/>
    <w:rsid w:val="00B27446"/>
    <w:rsid w:val="00B279B0"/>
    <w:rsid w:val="00B27C5B"/>
    <w:rsid w:val="00B302CD"/>
    <w:rsid w:val="00B30381"/>
    <w:rsid w:val="00B309AA"/>
    <w:rsid w:val="00B31251"/>
    <w:rsid w:val="00B3141B"/>
    <w:rsid w:val="00B31F32"/>
    <w:rsid w:val="00B320D3"/>
    <w:rsid w:val="00B32782"/>
    <w:rsid w:val="00B32790"/>
    <w:rsid w:val="00B329E5"/>
    <w:rsid w:val="00B32C43"/>
    <w:rsid w:val="00B32DD8"/>
    <w:rsid w:val="00B33104"/>
    <w:rsid w:val="00B333CD"/>
    <w:rsid w:val="00B343B9"/>
    <w:rsid w:val="00B3450B"/>
    <w:rsid w:val="00B348B2"/>
    <w:rsid w:val="00B34929"/>
    <w:rsid w:val="00B34A40"/>
    <w:rsid w:val="00B35070"/>
    <w:rsid w:val="00B35138"/>
    <w:rsid w:val="00B357EE"/>
    <w:rsid w:val="00B35C62"/>
    <w:rsid w:val="00B363B0"/>
    <w:rsid w:val="00B36A91"/>
    <w:rsid w:val="00B36DA5"/>
    <w:rsid w:val="00B3718F"/>
    <w:rsid w:val="00B40D7D"/>
    <w:rsid w:val="00B41C9D"/>
    <w:rsid w:val="00B41D4A"/>
    <w:rsid w:val="00B4206D"/>
    <w:rsid w:val="00B422AC"/>
    <w:rsid w:val="00B42398"/>
    <w:rsid w:val="00B424CB"/>
    <w:rsid w:val="00B42576"/>
    <w:rsid w:val="00B42C54"/>
    <w:rsid w:val="00B433DC"/>
    <w:rsid w:val="00B43661"/>
    <w:rsid w:val="00B437E7"/>
    <w:rsid w:val="00B43DEE"/>
    <w:rsid w:val="00B43E6B"/>
    <w:rsid w:val="00B44377"/>
    <w:rsid w:val="00B448D9"/>
    <w:rsid w:val="00B44F99"/>
    <w:rsid w:val="00B45200"/>
    <w:rsid w:val="00B452B0"/>
    <w:rsid w:val="00B45B05"/>
    <w:rsid w:val="00B45ED8"/>
    <w:rsid w:val="00B45F08"/>
    <w:rsid w:val="00B45FA2"/>
    <w:rsid w:val="00B460FB"/>
    <w:rsid w:val="00B463D5"/>
    <w:rsid w:val="00B4671D"/>
    <w:rsid w:val="00B46D19"/>
    <w:rsid w:val="00B47065"/>
    <w:rsid w:val="00B470E6"/>
    <w:rsid w:val="00B47128"/>
    <w:rsid w:val="00B475D8"/>
    <w:rsid w:val="00B479FA"/>
    <w:rsid w:val="00B47AA5"/>
    <w:rsid w:val="00B47D5D"/>
    <w:rsid w:val="00B47EBB"/>
    <w:rsid w:val="00B5054E"/>
    <w:rsid w:val="00B50895"/>
    <w:rsid w:val="00B50A08"/>
    <w:rsid w:val="00B50B8C"/>
    <w:rsid w:val="00B50BED"/>
    <w:rsid w:val="00B51369"/>
    <w:rsid w:val="00B51F0E"/>
    <w:rsid w:val="00B52486"/>
    <w:rsid w:val="00B525AC"/>
    <w:rsid w:val="00B525CB"/>
    <w:rsid w:val="00B52809"/>
    <w:rsid w:val="00B52823"/>
    <w:rsid w:val="00B529E2"/>
    <w:rsid w:val="00B5308B"/>
    <w:rsid w:val="00B53714"/>
    <w:rsid w:val="00B537A7"/>
    <w:rsid w:val="00B53947"/>
    <w:rsid w:val="00B54A06"/>
    <w:rsid w:val="00B54A0D"/>
    <w:rsid w:val="00B54D16"/>
    <w:rsid w:val="00B55214"/>
    <w:rsid w:val="00B552E7"/>
    <w:rsid w:val="00B55369"/>
    <w:rsid w:val="00B554BF"/>
    <w:rsid w:val="00B55AF8"/>
    <w:rsid w:val="00B55B4D"/>
    <w:rsid w:val="00B55C43"/>
    <w:rsid w:val="00B55C7C"/>
    <w:rsid w:val="00B55DD5"/>
    <w:rsid w:val="00B55ECE"/>
    <w:rsid w:val="00B56318"/>
    <w:rsid w:val="00B563A1"/>
    <w:rsid w:val="00B56E6F"/>
    <w:rsid w:val="00B57167"/>
    <w:rsid w:val="00B57535"/>
    <w:rsid w:val="00B57B91"/>
    <w:rsid w:val="00B57C82"/>
    <w:rsid w:val="00B606E3"/>
    <w:rsid w:val="00B60D4F"/>
    <w:rsid w:val="00B60E19"/>
    <w:rsid w:val="00B61217"/>
    <w:rsid w:val="00B6136A"/>
    <w:rsid w:val="00B61AB3"/>
    <w:rsid w:val="00B61BC6"/>
    <w:rsid w:val="00B61C42"/>
    <w:rsid w:val="00B61C4F"/>
    <w:rsid w:val="00B61EE7"/>
    <w:rsid w:val="00B6227F"/>
    <w:rsid w:val="00B6256A"/>
    <w:rsid w:val="00B62686"/>
    <w:rsid w:val="00B62847"/>
    <w:rsid w:val="00B62C69"/>
    <w:rsid w:val="00B62D18"/>
    <w:rsid w:val="00B62D62"/>
    <w:rsid w:val="00B634BC"/>
    <w:rsid w:val="00B636BF"/>
    <w:rsid w:val="00B636D9"/>
    <w:rsid w:val="00B64C67"/>
    <w:rsid w:val="00B652CF"/>
    <w:rsid w:val="00B65455"/>
    <w:rsid w:val="00B65483"/>
    <w:rsid w:val="00B6563C"/>
    <w:rsid w:val="00B65910"/>
    <w:rsid w:val="00B659CD"/>
    <w:rsid w:val="00B65EE5"/>
    <w:rsid w:val="00B65F98"/>
    <w:rsid w:val="00B660C6"/>
    <w:rsid w:val="00B6622F"/>
    <w:rsid w:val="00B674B9"/>
    <w:rsid w:val="00B6780A"/>
    <w:rsid w:val="00B67CD5"/>
    <w:rsid w:val="00B70562"/>
    <w:rsid w:val="00B70A49"/>
    <w:rsid w:val="00B70B83"/>
    <w:rsid w:val="00B70DBF"/>
    <w:rsid w:val="00B71031"/>
    <w:rsid w:val="00B71E2B"/>
    <w:rsid w:val="00B7240D"/>
    <w:rsid w:val="00B72B30"/>
    <w:rsid w:val="00B72B49"/>
    <w:rsid w:val="00B72DF4"/>
    <w:rsid w:val="00B72F70"/>
    <w:rsid w:val="00B73341"/>
    <w:rsid w:val="00B73758"/>
    <w:rsid w:val="00B73A06"/>
    <w:rsid w:val="00B74C23"/>
    <w:rsid w:val="00B75356"/>
    <w:rsid w:val="00B757CC"/>
    <w:rsid w:val="00B75A56"/>
    <w:rsid w:val="00B75D6C"/>
    <w:rsid w:val="00B7608B"/>
    <w:rsid w:val="00B7619B"/>
    <w:rsid w:val="00B76269"/>
    <w:rsid w:val="00B76B82"/>
    <w:rsid w:val="00B770BF"/>
    <w:rsid w:val="00B7722E"/>
    <w:rsid w:val="00B773BB"/>
    <w:rsid w:val="00B773D7"/>
    <w:rsid w:val="00B77448"/>
    <w:rsid w:val="00B77792"/>
    <w:rsid w:val="00B77A2E"/>
    <w:rsid w:val="00B77C58"/>
    <w:rsid w:val="00B77C6B"/>
    <w:rsid w:val="00B77D9D"/>
    <w:rsid w:val="00B8015A"/>
    <w:rsid w:val="00B8016C"/>
    <w:rsid w:val="00B801FB"/>
    <w:rsid w:val="00B8040E"/>
    <w:rsid w:val="00B80AF1"/>
    <w:rsid w:val="00B81132"/>
    <w:rsid w:val="00B81263"/>
    <w:rsid w:val="00B81412"/>
    <w:rsid w:val="00B81AE7"/>
    <w:rsid w:val="00B820E4"/>
    <w:rsid w:val="00B821B9"/>
    <w:rsid w:val="00B8256A"/>
    <w:rsid w:val="00B82962"/>
    <w:rsid w:val="00B82A9E"/>
    <w:rsid w:val="00B82DA3"/>
    <w:rsid w:val="00B8307D"/>
    <w:rsid w:val="00B8307E"/>
    <w:rsid w:val="00B83510"/>
    <w:rsid w:val="00B8370C"/>
    <w:rsid w:val="00B83C64"/>
    <w:rsid w:val="00B83D59"/>
    <w:rsid w:val="00B83DEB"/>
    <w:rsid w:val="00B8422D"/>
    <w:rsid w:val="00B84353"/>
    <w:rsid w:val="00B847F2"/>
    <w:rsid w:val="00B84A0F"/>
    <w:rsid w:val="00B85076"/>
    <w:rsid w:val="00B85214"/>
    <w:rsid w:val="00B853A4"/>
    <w:rsid w:val="00B8545D"/>
    <w:rsid w:val="00B857CA"/>
    <w:rsid w:val="00B859AA"/>
    <w:rsid w:val="00B85B52"/>
    <w:rsid w:val="00B85DD0"/>
    <w:rsid w:val="00B861F4"/>
    <w:rsid w:val="00B8646E"/>
    <w:rsid w:val="00B864DC"/>
    <w:rsid w:val="00B86835"/>
    <w:rsid w:val="00B86957"/>
    <w:rsid w:val="00B86A09"/>
    <w:rsid w:val="00B86ABB"/>
    <w:rsid w:val="00B87130"/>
    <w:rsid w:val="00B87212"/>
    <w:rsid w:val="00B87A1D"/>
    <w:rsid w:val="00B87AAD"/>
    <w:rsid w:val="00B9017B"/>
    <w:rsid w:val="00B901DB"/>
    <w:rsid w:val="00B90305"/>
    <w:rsid w:val="00B90487"/>
    <w:rsid w:val="00B90EFF"/>
    <w:rsid w:val="00B90FEE"/>
    <w:rsid w:val="00B9118E"/>
    <w:rsid w:val="00B91257"/>
    <w:rsid w:val="00B915D9"/>
    <w:rsid w:val="00B91856"/>
    <w:rsid w:val="00B91926"/>
    <w:rsid w:val="00B91937"/>
    <w:rsid w:val="00B91E2A"/>
    <w:rsid w:val="00B91EE3"/>
    <w:rsid w:val="00B92185"/>
    <w:rsid w:val="00B9231A"/>
    <w:rsid w:val="00B9243C"/>
    <w:rsid w:val="00B92668"/>
    <w:rsid w:val="00B9270D"/>
    <w:rsid w:val="00B9293A"/>
    <w:rsid w:val="00B92982"/>
    <w:rsid w:val="00B92E78"/>
    <w:rsid w:val="00B92E7B"/>
    <w:rsid w:val="00B92F06"/>
    <w:rsid w:val="00B92FD6"/>
    <w:rsid w:val="00B93462"/>
    <w:rsid w:val="00B9346F"/>
    <w:rsid w:val="00B93479"/>
    <w:rsid w:val="00B93506"/>
    <w:rsid w:val="00B93AA1"/>
    <w:rsid w:val="00B940EA"/>
    <w:rsid w:val="00B941A6"/>
    <w:rsid w:val="00B9425E"/>
    <w:rsid w:val="00B948E3"/>
    <w:rsid w:val="00B949C7"/>
    <w:rsid w:val="00B949E3"/>
    <w:rsid w:val="00B94D3F"/>
    <w:rsid w:val="00B94FD9"/>
    <w:rsid w:val="00B95452"/>
    <w:rsid w:val="00B956A6"/>
    <w:rsid w:val="00B9630B"/>
    <w:rsid w:val="00B96553"/>
    <w:rsid w:val="00B96C3E"/>
    <w:rsid w:val="00B97B7F"/>
    <w:rsid w:val="00BA001A"/>
    <w:rsid w:val="00BA0557"/>
    <w:rsid w:val="00BA07F5"/>
    <w:rsid w:val="00BA0D04"/>
    <w:rsid w:val="00BA1027"/>
    <w:rsid w:val="00BA11C1"/>
    <w:rsid w:val="00BA130F"/>
    <w:rsid w:val="00BA179B"/>
    <w:rsid w:val="00BA182D"/>
    <w:rsid w:val="00BA1CB2"/>
    <w:rsid w:val="00BA1E7D"/>
    <w:rsid w:val="00BA1FD7"/>
    <w:rsid w:val="00BA2388"/>
    <w:rsid w:val="00BA24A4"/>
    <w:rsid w:val="00BA2519"/>
    <w:rsid w:val="00BA2954"/>
    <w:rsid w:val="00BA2F8B"/>
    <w:rsid w:val="00BA2FE2"/>
    <w:rsid w:val="00BA33D5"/>
    <w:rsid w:val="00BA34A6"/>
    <w:rsid w:val="00BA3547"/>
    <w:rsid w:val="00BA35F0"/>
    <w:rsid w:val="00BA42F7"/>
    <w:rsid w:val="00BA4371"/>
    <w:rsid w:val="00BA4419"/>
    <w:rsid w:val="00BA44A9"/>
    <w:rsid w:val="00BA467A"/>
    <w:rsid w:val="00BA4710"/>
    <w:rsid w:val="00BA4A1A"/>
    <w:rsid w:val="00BA4A51"/>
    <w:rsid w:val="00BA4BF4"/>
    <w:rsid w:val="00BA4CD4"/>
    <w:rsid w:val="00BA4E1D"/>
    <w:rsid w:val="00BA4F73"/>
    <w:rsid w:val="00BA5098"/>
    <w:rsid w:val="00BA5309"/>
    <w:rsid w:val="00BA546C"/>
    <w:rsid w:val="00BA5506"/>
    <w:rsid w:val="00BA56D6"/>
    <w:rsid w:val="00BA5816"/>
    <w:rsid w:val="00BA637D"/>
    <w:rsid w:val="00BA7020"/>
    <w:rsid w:val="00BA712A"/>
    <w:rsid w:val="00BA7255"/>
    <w:rsid w:val="00BA73AF"/>
    <w:rsid w:val="00BA763A"/>
    <w:rsid w:val="00BA7B96"/>
    <w:rsid w:val="00BA7C82"/>
    <w:rsid w:val="00BA7CE7"/>
    <w:rsid w:val="00BA7DCF"/>
    <w:rsid w:val="00BA7DD8"/>
    <w:rsid w:val="00BB00A4"/>
    <w:rsid w:val="00BB05DE"/>
    <w:rsid w:val="00BB08EC"/>
    <w:rsid w:val="00BB08FF"/>
    <w:rsid w:val="00BB0ADD"/>
    <w:rsid w:val="00BB0E9C"/>
    <w:rsid w:val="00BB192E"/>
    <w:rsid w:val="00BB1C98"/>
    <w:rsid w:val="00BB1DFD"/>
    <w:rsid w:val="00BB23A3"/>
    <w:rsid w:val="00BB2877"/>
    <w:rsid w:val="00BB28FD"/>
    <w:rsid w:val="00BB35AD"/>
    <w:rsid w:val="00BB382D"/>
    <w:rsid w:val="00BB3A44"/>
    <w:rsid w:val="00BB3B7E"/>
    <w:rsid w:val="00BB3E30"/>
    <w:rsid w:val="00BB3EE0"/>
    <w:rsid w:val="00BB4317"/>
    <w:rsid w:val="00BB47AD"/>
    <w:rsid w:val="00BB491F"/>
    <w:rsid w:val="00BB4A83"/>
    <w:rsid w:val="00BB4AC0"/>
    <w:rsid w:val="00BB4C22"/>
    <w:rsid w:val="00BB4C79"/>
    <w:rsid w:val="00BB50E0"/>
    <w:rsid w:val="00BB51E8"/>
    <w:rsid w:val="00BB55EB"/>
    <w:rsid w:val="00BB5854"/>
    <w:rsid w:val="00BB5C36"/>
    <w:rsid w:val="00BB5D61"/>
    <w:rsid w:val="00BB63CD"/>
    <w:rsid w:val="00BB697F"/>
    <w:rsid w:val="00BB6C75"/>
    <w:rsid w:val="00BB71D5"/>
    <w:rsid w:val="00BB7780"/>
    <w:rsid w:val="00BB798B"/>
    <w:rsid w:val="00BB7C90"/>
    <w:rsid w:val="00BB7D8E"/>
    <w:rsid w:val="00BC05E3"/>
    <w:rsid w:val="00BC095D"/>
    <w:rsid w:val="00BC0981"/>
    <w:rsid w:val="00BC0AC9"/>
    <w:rsid w:val="00BC0BBE"/>
    <w:rsid w:val="00BC10B3"/>
    <w:rsid w:val="00BC130E"/>
    <w:rsid w:val="00BC1342"/>
    <w:rsid w:val="00BC142F"/>
    <w:rsid w:val="00BC1930"/>
    <w:rsid w:val="00BC1A5F"/>
    <w:rsid w:val="00BC1B0A"/>
    <w:rsid w:val="00BC1BEE"/>
    <w:rsid w:val="00BC1C9E"/>
    <w:rsid w:val="00BC1D16"/>
    <w:rsid w:val="00BC1F32"/>
    <w:rsid w:val="00BC2665"/>
    <w:rsid w:val="00BC308A"/>
    <w:rsid w:val="00BC35F2"/>
    <w:rsid w:val="00BC406D"/>
    <w:rsid w:val="00BC423D"/>
    <w:rsid w:val="00BC44B3"/>
    <w:rsid w:val="00BC4BAA"/>
    <w:rsid w:val="00BC4F9C"/>
    <w:rsid w:val="00BC5384"/>
    <w:rsid w:val="00BC57A3"/>
    <w:rsid w:val="00BC57A6"/>
    <w:rsid w:val="00BC5B31"/>
    <w:rsid w:val="00BC5BF0"/>
    <w:rsid w:val="00BC5C4F"/>
    <w:rsid w:val="00BC5D70"/>
    <w:rsid w:val="00BC5D80"/>
    <w:rsid w:val="00BC5DD6"/>
    <w:rsid w:val="00BC6378"/>
    <w:rsid w:val="00BC70D7"/>
    <w:rsid w:val="00BC70FB"/>
    <w:rsid w:val="00BC7658"/>
    <w:rsid w:val="00BC766B"/>
    <w:rsid w:val="00BC79BC"/>
    <w:rsid w:val="00BC7B37"/>
    <w:rsid w:val="00BC7B91"/>
    <w:rsid w:val="00BC7CA4"/>
    <w:rsid w:val="00BC7D1D"/>
    <w:rsid w:val="00BD04CC"/>
    <w:rsid w:val="00BD0BE2"/>
    <w:rsid w:val="00BD0C24"/>
    <w:rsid w:val="00BD1753"/>
    <w:rsid w:val="00BD1CDB"/>
    <w:rsid w:val="00BD1D97"/>
    <w:rsid w:val="00BD1EAF"/>
    <w:rsid w:val="00BD2020"/>
    <w:rsid w:val="00BD254B"/>
    <w:rsid w:val="00BD29F9"/>
    <w:rsid w:val="00BD2C8D"/>
    <w:rsid w:val="00BD361C"/>
    <w:rsid w:val="00BD365A"/>
    <w:rsid w:val="00BD39DD"/>
    <w:rsid w:val="00BD39F2"/>
    <w:rsid w:val="00BD42D4"/>
    <w:rsid w:val="00BD44A3"/>
    <w:rsid w:val="00BD46F2"/>
    <w:rsid w:val="00BD4790"/>
    <w:rsid w:val="00BD48BB"/>
    <w:rsid w:val="00BD4985"/>
    <w:rsid w:val="00BD4DB8"/>
    <w:rsid w:val="00BD53DB"/>
    <w:rsid w:val="00BD5EB7"/>
    <w:rsid w:val="00BD6137"/>
    <w:rsid w:val="00BD6422"/>
    <w:rsid w:val="00BD65CF"/>
    <w:rsid w:val="00BD661F"/>
    <w:rsid w:val="00BD669A"/>
    <w:rsid w:val="00BD6B39"/>
    <w:rsid w:val="00BD6E0D"/>
    <w:rsid w:val="00BD6F47"/>
    <w:rsid w:val="00BD7029"/>
    <w:rsid w:val="00BD7194"/>
    <w:rsid w:val="00BD727D"/>
    <w:rsid w:val="00BD7A0E"/>
    <w:rsid w:val="00BD7A46"/>
    <w:rsid w:val="00BD7D4D"/>
    <w:rsid w:val="00BD7DCE"/>
    <w:rsid w:val="00BE0299"/>
    <w:rsid w:val="00BE04FE"/>
    <w:rsid w:val="00BE0698"/>
    <w:rsid w:val="00BE0AD6"/>
    <w:rsid w:val="00BE0AD9"/>
    <w:rsid w:val="00BE0D26"/>
    <w:rsid w:val="00BE0EA7"/>
    <w:rsid w:val="00BE1493"/>
    <w:rsid w:val="00BE1777"/>
    <w:rsid w:val="00BE1A09"/>
    <w:rsid w:val="00BE1C4B"/>
    <w:rsid w:val="00BE20AF"/>
    <w:rsid w:val="00BE2220"/>
    <w:rsid w:val="00BE248C"/>
    <w:rsid w:val="00BE27B6"/>
    <w:rsid w:val="00BE2A20"/>
    <w:rsid w:val="00BE2ECD"/>
    <w:rsid w:val="00BE2EF2"/>
    <w:rsid w:val="00BE3004"/>
    <w:rsid w:val="00BE33C1"/>
    <w:rsid w:val="00BE362A"/>
    <w:rsid w:val="00BE377A"/>
    <w:rsid w:val="00BE389F"/>
    <w:rsid w:val="00BE38E6"/>
    <w:rsid w:val="00BE399C"/>
    <w:rsid w:val="00BE3AC7"/>
    <w:rsid w:val="00BE3CCB"/>
    <w:rsid w:val="00BE3CF0"/>
    <w:rsid w:val="00BE3E91"/>
    <w:rsid w:val="00BE424A"/>
    <w:rsid w:val="00BE4DE2"/>
    <w:rsid w:val="00BE4F46"/>
    <w:rsid w:val="00BE515F"/>
    <w:rsid w:val="00BE5D70"/>
    <w:rsid w:val="00BE5D77"/>
    <w:rsid w:val="00BE5F2D"/>
    <w:rsid w:val="00BE63CB"/>
    <w:rsid w:val="00BE670C"/>
    <w:rsid w:val="00BE6F70"/>
    <w:rsid w:val="00BE71EA"/>
    <w:rsid w:val="00BE7322"/>
    <w:rsid w:val="00BE785D"/>
    <w:rsid w:val="00BF0051"/>
    <w:rsid w:val="00BF012E"/>
    <w:rsid w:val="00BF015D"/>
    <w:rsid w:val="00BF02D8"/>
    <w:rsid w:val="00BF05C2"/>
    <w:rsid w:val="00BF164D"/>
    <w:rsid w:val="00BF1A17"/>
    <w:rsid w:val="00BF1E30"/>
    <w:rsid w:val="00BF1F44"/>
    <w:rsid w:val="00BF2048"/>
    <w:rsid w:val="00BF2A1E"/>
    <w:rsid w:val="00BF2B24"/>
    <w:rsid w:val="00BF2B4F"/>
    <w:rsid w:val="00BF362B"/>
    <w:rsid w:val="00BF3E56"/>
    <w:rsid w:val="00BF4231"/>
    <w:rsid w:val="00BF4469"/>
    <w:rsid w:val="00BF4706"/>
    <w:rsid w:val="00BF4C99"/>
    <w:rsid w:val="00BF4E2D"/>
    <w:rsid w:val="00BF5B95"/>
    <w:rsid w:val="00BF6377"/>
    <w:rsid w:val="00BF6439"/>
    <w:rsid w:val="00BF64C7"/>
    <w:rsid w:val="00BF675C"/>
    <w:rsid w:val="00BF6794"/>
    <w:rsid w:val="00BF689C"/>
    <w:rsid w:val="00BF6AFE"/>
    <w:rsid w:val="00BF6C12"/>
    <w:rsid w:val="00BF7540"/>
    <w:rsid w:val="00BF7A58"/>
    <w:rsid w:val="00BF7B8F"/>
    <w:rsid w:val="00BF7C68"/>
    <w:rsid w:val="00BF7C92"/>
    <w:rsid w:val="00BF7F1A"/>
    <w:rsid w:val="00C0041B"/>
    <w:rsid w:val="00C0084C"/>
    <w:rsid w:val="00C00BA2"/>
    <w:rsid w:val="00C00C77"/>
    <w:rsid w:val="00C01124"/>
    <w:rsid w:val="00C011EB"/>
    <w:rsid w:val="00C01768"/>
    <w:rsid w:val="00C01E4D"/>
    <w:rsid w:val="00C01EDC"/>
    <w:rsid w:val="00C022AC"/>
    <w:rsid w:val="00C0233E"/>
    <w:rsid w:val="00C024F5"/>
    <w:rsid w:val="00C0254C"/>
    <w:rsid w:val="00C0270E"/>
    <w:rsid w:val="00C02771"/>
    <w:rsid w:val="00C0295E"/>
    <w:rsid w:val="00C02C2F"/>
    <w:rsid w:val="00C02D83"/>
    <w:rsid w:val="00C02DB8"/>
    <w:rsid w:val="00C02ED5"/>
    <w:rsid w:val="00C0316B"/>
    <w:rsid w:val="00C03282"/>
    <w:rsid w:val="00C0356A"/>
    <w:rsid w:val="00C03939"/>
    <w:rsid w:val="00C03FEC"/>
    <w:rsid w:val="00C0427B"/>
    <w:rsid w:val="00C045C9"/>
    <w:rsid w:val="00C048B4"/>
    <w:rsid w:val="00C048B5"/>
    <w:rsid w:val="00C04A09"/>
    <w:rsid w:val="00C04C2F"/>
    <w:rsid w:val="00C0515B"/>
    <w:rsid w:val="00C055F9"/>
    <w:rsid w:val="00C05B0C"/>
    <w:rsid w:val="00C05C8E"/>
    <w:rsid w:val="00C05E70"/>
    <w:rsid w:val="00C05F63"/>
    <w:rsid w:val="00C06015"/>
    <w:rsid w:val="00C0682C"/>
    <w:rsid w:val="00C0686A"/>
    <w:rsid w:val="00C06950"/>
    <w:rsid w:val="00C06A97"/>
    <w:rsid w:val="00C06D3F"/>
    <w:rsid w:val="00C06E2D"/>
    <w:rsid w:val="00C0748D"/>
    <w:rsid w:val="00C075CB"/>
    <w:rsid w:val="00C076B7"/>
    <w:rsid w:val="00C07DC9"/>
    <w:rsid w:val="00C07F29"/>
    <w:rsid w:val="00C07F50"/>
    <w:rsid w:val="00C07F77"/>
    <w:rsid w:val="00C10394"/>
    <w:rsid w:val="00C10407"/>
    <w:rsid w:val="00C104BB"/>
    <w:rsid w:val="00C10893"/>
    <w:rsid w:val="00C10A4A"/>
    <w:rsid w:val="00C10D83"/>
    <w:rsid w:val="00C10D89"/>
    <w:rsid w:val="00C11287"/>
    <w:rsid w:val="00C11393"/>
    <w:rsid w:val="00C113DC"/>
    <w:rsid w:val="00C11686"/>
    <w:rsid w:val="00C11692"/>
    <w:rsid w:val="00C1169B"/>
    <w:rsid w:val="00C116A9"/>
    <w:rsid w:val="00C120DC"/>
    <w:rsid w:val="00C1215E"/>
    <w:rsid w:val="00C1284F"/>
    <w:rsid w:val="00C12A1B"/>
    <w:rsid w:val="00C12B8F"/>
    <w:rsid w:val="00C12C88"/>
    <w:rsid w:val="00C12D99"/>
    <w:rsid w:val="00C12F03"/>
    <w:rsid w:val="00C1366E"/>
    <w:rsid w:val="00C13918"/>
    <w:rsid w:val="00C1396A"/>
    <w:rsid w:val="00C13E90"/>
    <w:rsid w:val="00C13F0D"/>
    <w:rsid w:val="00C1429C"/>
    <w:rsid w:val="00C144F4"/>
    <w:rsid w:val="00C144FF"/>
    <w:rsid w:val="00C1468A"/>
    <w:rsid w:val="00C1490B"/>
    <w:rsid w:val="00C149EA"/>
    <w:rsid w:val="00C14AC3"/>
    <w:rsid w:val="00C14D44"/>
    <w:rsid w:val="00C1541D"/>
    <w:rsid w:val="00C15A7A"/>
    <w:rsid w:val="00C16A3C"/>
    <w:rsid w:val="00C16A44"/>
    <w:rsid w:val="00C16D8A"/>
    <w:rsid w:val="00C16DA4"/>
    <w:rsid w:val="00C16F66"/>
    <w:rsid w:val="00C17029"/>
    <w:rsid w:val="00C17091"/>
    <w:rsid w:val="00C17242"/>
    <w:rsid w:val="00C174B8"/>
    <w:rsid w:val="00C17F65"/>
    <w:rsid w:val="00C201ED"/>
    <w:rsid w:val="00C20265"/>
    <w:rsid w:val="00C20641"/>
    <w:rsid w:val="00C20BA6"/>
    <w:rsid w:val="00C20D8A"/>
    <w:rsid w:val="00C20F0D"/>
    <w:rsid w:val="00C21826"/>
    <w:rsid w:val="00C21A1C"/>
    <w:rsid w:val="00C21B9C"/>
    <w:rsid w:val="00C21F17"/>
    <w:rsid w:val="00C21F67"/>
    <w:rsid w:val="00C22203"/>
    <w:rsid w:val="00C22F67"/>
    <w:rsid w:val="00C2323C"/>
    <w:rsid w:val="00C234C7"/>
    <w:rsid w:val="00C23C88"/>
    <w:rsid w:val="00C24166"/>
    <w:rsid w:val="00C2426F"/>
    <w:rsid w:val="00C245E4"/>
    <w:rsid w:val="00C24807"/>
    <w:rsid w:val="00C24D02"/>
    <w:rsid w:val="00C250AD"/>
    <w:rsid w:val="00C254F9"/>
    <w:rsid w:val="00C259C2"/>
    <w:rsid w:val="00C25A81"/>
    <w:rsid w:val="00C260B0"/>
    <w:rsid w:val="00C26195"/>
    <w:rsid w:val="00C261DE"/>
    <w:rsid w:val="00C26384"/>
    <w:rsid w:val="00C26495"/>
    <w:rsid w:val="00C2655B"/>
    <w:rsid w:val="00C26CD6"/>
    <w:rsid w:val="00C26F9A"/>
    <w:rsid w:val="00C272C2"/>
    <w:rsid w:val="00C27715"/>
    <w:rsid w:val="00C277BE"/>
    <w:rsid w:val="00C27BD6"/>
    <w:rsid w:val="00C30312"/>
    <w:rsid w:val="00C307CE"/>
    <w:rsid w:val="00C3125E"/>
    <w:rsid w:val="00C316B6"/>
    <w:rsid w:val="00C31BB8"/>
    <w:rsid w:val="00C31C1A"/>
    <w:rsid w:val="00C31F99"/>
    <w:rsid w:val="00C320B1"/>
    <w:rsid w:val="00C32547"/>
    <w:rsid w:val="00C3266A"/>
    <w:rsid w:val="00C32AE9"/>
    <w:rsid w:val="00C32C61"/>
    <w:rsid w:val="00C33086"/>
    <w:rsid w:val="00C3342D"/>
    <w:rsid w:val="00C33AC8"/>
    <w:rsid w:val="00C340A1"/>
    <w:rsid w:val="00C3436D"/>
    <w:rsid w:val="00C344D3"/>
    <w:rsid w:val="00C348ED"/>
    <w:rsid w:val="00C348F8"/>
    <w:rsid w:val="00C34A52"/>
    <w:rsid w:val="00C34D78"/>
    <w:rsid w:val="00C35091"/>
    <w:rsid w:val="00C3510F"/>
    <w:rsid w:val="00C35129"/>
    <w:rsid w:val="00C35AA1"/>
    <w:rsid w:val="00C35F4F"/>
    <w:rsid w:val="00C36059"/>
    <w:rsid w:val="00C360C8"/>
    <w:rsid w:val="00C3693D"/>
    <w:rsid w:val="00C36CBF"/>
    <w:rsid w:val="00C37511"/>
    <w:rsid w:val="00C37704"/>
    <w:rsid w:val="00C377E5"/>
    <w:rsid w:val="00C3797F"/>
    <w:rsid w:val="00C37C02"/>
    <w:rsid w:val="00C37CCF"/>
    <w:rsid w:val="00C37D57"/>
    <w:rsid w:val="00C37F45"/>
    <w:rsid w:val="00C40166"/>
    <w:rsid w:val="00C403E2"/>
    <w:rsid w:val="00C40CAA"/>
    <w:rsid w:val="00C41406"/>
    <w:rsid w:val="00C41A43"/>
    <w:rsid w:val="00C41F14"/>
    <w:rsid w:val="00C4220D"/>
    <w:rsid w:val="00C424E2"/>
    <w:rsid w:val="00C42867"/>
    <w:rsid w:val="00C42AB5"/>
    <w:rsid w:val="00C42E04"/>
    <w:rsid w:val="00C4303D"/>
    <w:rsid w:val="00C435AA"/>
    <w:rsid w:val="00C436F6"/>
    <w:rsid w:val="00C43744"/>
    <w:rsid w:val="00C437D4"/>
    <w:rsid w:val="00C43C4F"/>
    <w:rsid w:val="00C43D6F"/>
    <w:rsid w:val="00C44113"/>
    <w:rsid w:val="00C4433F"/>
    <w:rsid w:val="00C444ED"/>
    <w:rsid w:val="00C44B79"/>
    <w:rsid w:val="00C44C4C"/>
    <w:rsid w:val="00C44EE3"/>
    <w:rsid w:val="00C455AE"/>
    <w:rsid w:val="00C45726"/>
    <w:rsid w:val="00C45AD2"/>
    <w:rsid w:val="00C46142"/>
    <w:rsid w:val="00C462B9"/>
    <w:rsid w:val="00C46547"/>
    <w:rsid w:val="00C46919"/>
    <w:rsid w:val="00C4697D"/>
    <w:rsid w:val="00C46E15"/>
    <w:rsid w:val="00C472B6"/>
    <w:rsid w:val="00C472D6"/>
    <w:rsid w:val="00C47390"/>
    <w:rsid w:val="00C473DF"/>
    <w:rsid w:val="00C47472"/>
    <w:rsid w:val="00C47D3E"/>
    <w:rsid w:val="00C47EEC"/>
    <w:rsid w:val="00C5000A"/>
    <w:rsid w:val="00C50A34"/>
    <w:rsid w:val="00C50C51"/>
    <w:rsid w:val="00C50EFD"/>
    <w:rsid w:val="00C5170B"/>
    <w:rsid w:val="00C517BE"/>
    <w:rsid w:val="00C51E1F"/>
    <w:rsid w:val="00C52094"/>
    <w:rsid w:val="00C528C3"/>
    <w:rsid w:val="00C52D78"/>
    <w:rsid w:val="00C53205"/>
    <w:rsid w:val="00C532DE"/>
    <w:rsid w:val="00C533F2"/>
    <w:rsid w:val="00C5413D"/>
    <w:rsid w:val="00C54161"/>
    <w:rsid w:val="00C54219"/>
    <w:rsid w:val="00C5481C"/>
    <w:rsid w:val="00C54922"/>
    <w:rsid w:val="00C54DFA"/>
    <w:rsid w:val="00C5531A"/>
    <w:rsid w:val="00C560CC"/>
    <w:rsid w:val="00C563C2"/>
    <w:rsid w:val="00C564A9"/>
    <w:rsid w:val="00C569ED"/>
    <w:rsid w:val="00C56FE9"/>
    <w:rsid w:val="00C574A2"/>
    <w:rsid w:val="00C57772"/>
    <w:rsid w:val="00C5789B"/>
    <w:rsid w:val="00C5793A"/>
    <w:rsid w:val="00C602B5"/>
    <w:rsid w:val="00C603D5"/>
    <w:rsid w:val="00C608D4"/>
    <w:rsid w:val="00C60A8E"/>
    <w:rsid w:val="00C60C50"/>
    <w:rsid w:val="00C610BA"/>
    <w:rsid w:val="00C614AC"/>
    <w:rsid w:val="00C6153D"/>
    <w:rsid w:val="00C61582"/>
    <w:rsid w:val="00C61936"/>
    <w:rsid w:val="00C61A15"/>
    <w:rsid w:val="00C61A1C"/>
    <w:rsid w:val="00C61EDF"/>
    <w:rsid w:val="00C623BB"/>
    <w:rsid w:val="00C62B8F"/>
    <w:rsid w:val="00C6319D"/>
    <w:rsid w:val="00C63400"/>
    <w:rsid w:val="00C63599"/>
    <w:rsid w:val="00C63DCC"/>
    <w:rsid w:val="00C6434D"/>
    <w:rsid w:val="00C64DEA"/>
    <w:rsid w:val="00C6518A"/>
    <w:rsid w:val="00C651E7"/>
    <w:rsid w:val="00C65242"/>
    <w:rsid w:val="00C653CE"/>
    <w:rsid w:val="00C653E0"/>
    <w:rsid w:val="00C65439"/>
    <w:rsid w:val="00C65548"/>
    <w:rsid w:val="00C65799"/>
    <w:rsid w:val="00C658D5"/>
    <w:rsid w:val="00C65B4D"/>
    <w:rsid w:val="00C65B52"/>
    <w:rsid w:val="00C65C13"/>
    <w:rsid w:val="00C65E92"/>
    <w:rsid w:val="00C6634C"/>
    <w:rsid w:val="00C66594"/>
    <w:rsid w:val="00C66C9E"/>
    <w:rsid w:val="00C66CB8"/>
    <w:rsid w:val="00C66E4B"/>
    <w:rsid w:val="00C66EF2"/>
    <w:rsid w:val="00C676BD"/>
    <w:rsid w:val="00C6772A"/>
    <w:rsid w:val="00C67AAE"/>
    <w:rsid w:val="00C67E90"/>
    <w:rsid w:val="00C67FC1"/>
    <w:rsid w:val="00C703B1"/>
    <w:rsid w:val="00C7063C"/>
    <w:rsid w:val="00C70BCF"/>
    <w:rsid w:val="00C71583"/>
    <w:rsid w:val="00C7178B"/>
    <w:rsid w:val="00C7201B"/>
    <w:rsid w:val="00C724FA"/>
    <w:rsid w:val="00C72F7F"/>
    <w:rsid w:val="00C7344C"/>
    <w:rsid w:val="00C73AFE"/>
    <w:rsid w:val="00C73C61"/>
    <w:rsid w:val="00C74165"/>
    <w:rsid w:val="00C741ED"/>
    <w:rsid w:val="00C74317"/>
    <w:rsid w:val="00C74760"/>
    <w:rsid w:val="00C74C2C"/>
    <w:rsid w:val="00C750BD"/>
    <w:rsid w:val="00C75346"/>
    <w:rsid w:val="00C7542C"/>
    <w:rsid w:val="00C75BDF"/>
    <w:rsid w:val="00C75EA3"/>
    <w:rsid w:val="00C76136"/>
    <w:rsid w:val="00C76238"/>
    <w:rsid w:val="00C76697"/>
    <w:rsid w:val="00C7688A"/>
    <w:rsid w:val="00C773F1"/>
    <w:rsid w:val="00C77443"/>
    <w:rsid w:val="00C774B9"/>
    <w:rsid w:val="00C77835"/>
    <w:rsid w:val="00C77868"/>
    <w:rsid w:val="00C77B79"/>
    <w:rsid w:val="00C77F25"/>
    <w:rsid w:val="00C77F6A"/>
    <w:rsid w:val="00C77FA4"/>
    <w:rsid w:val="00C80110"/>
    <w:rsid w:val="00C8012E"/>
    <w:rsid w:val="00C80286"/>
    <w:rsid w:val="00C805C9"/>
    <w:rsid w:val="00C806DB"/>
    <w:rsid w:val="00C80C02"/>
    <w:rsid w:val="00C80F06"/>
    <w:rsid w:val="00C81583"/>
    <w:rsid w:val="00C817F0"/>
    <w:rsid w:val="00C8194A"/>
    <w:rsid w:val="00C819FD"/>
    <w:rsid w:val="00C81C64"/>
    <w:rsid w:val="00C82195"/>
    <w:rsid w:val="00C824B5"/>
    <w:rsid w:val="00C82F9B"/>
    <w:rsid w:val="00C82FBE"/>
    <w:rsid w:val="00C83254"/>
    <w:rsid w:val="00C8363B"/>
    <w:rsid w:val="00C837DA"/>
    <w:rsid w:val="00C840A8"/>
    <w:rsid w:val="00C842D0"/>
    <w:rsid w:val="00C8490E"/>
    <w:rsid w:val="00C8494B"/>
    <w:rsid w:val="00C849F5"/>
    <w:rsid w:val="00C84E30"/>
    <w:rsid w:val="00C84F62"/>
    <w:rsid w:val="00C8508E"/>
    <w:rsid w:val="00C85AA0"/>
    <w:rsid w:val="00C85B11"/>
    <w:rsid w:val="00C862CB"/>
    <w:rsid w:val="00C86959"/>
    <w:rsid w:val="00C86C03"/>
    <w:rsid w:val="00C86CED"/>
    <w:rsid w:val="00C86CFD"/>
    <w:rsid w:val="00C86E03"/>
    <w:rsid w:val="00C8733C"/>
    <w:rsid w:val="00C87B85"/>
    <w:rsid w:val="00C87C8E"/>
    <w:rsid w:val="00C87D8C"/>
    <w:rsid w:val="00C87E11"/>
    <w:rsid w:val="00C90055"/>
    <w:rsid w:val="00C905E1"/>
    <w:rsid w:val="00C9089B"/>
    <w:rsid w:val="00C90B54"/>
    <w:rsid w:val="00C90F42"/>
    <w:rsid w:val="00C91114"/>
    <w:rsid w:val="00C91225"/>
    <w:rsid w:val="00C9137D"/>
    <w:rsid w:val="00C91F93"/>
    <w:rsid w:val="00C922E4"/>
    <w:rsid w:val="00C92315"/>
    <w:rsid w:val="00C92430"/>
    <w:rsid w:val="00C93AF8"/>
    <w:rsid w:val="00C93E54"/>
    <w:rsid w:val="00C94014"/>
    <w:rsid w:val="00C941A1"/>
    <w:rsid w:val="00C944B3"/>
    <w:rsid w:val="00C95225"/>
    <w:rsid w:val="00C955F3"/>
    <w:rsid w:val="00C95713"/>
    <w:rsid w:val="00C957DF"/>
    <w:rsid w:val="00C95988"/>
    <w:rsid w:val="00C95BC0"/>
    <w:rsid w:val="00C96005"/>
    <w:rsid w:val="00C96077"/>
    <w:rsid w:val="00C96202"/>
    <w:rsid w:val="00C96415"/>
    <w:rsid w:val="00C96667"/>
    <w:rsid w:val="00C96885"/>
    <w:rsid w:val="00C96C30"/>
    <w:rsid w:val="00C96E87"/>
    <w:rsid w:val="00C96EB0"/>
    <w:rsid w:val="00C96EC1"/>
    <w:rsid w:val="00C96EC8"/>
    <w:rsid w:val="00C971D5"/>
    <w:rsid w:val="00C97C26"/>
    <w:rsid w:val="00C97CC1"/>
    <w:rsid w:val="00CA0DB7"/>
    <w:rsid w:val="00CA1238"/>
    <w:rsid w:val="00CA12A9"/>
    <w:rsid w:val="00CA14BC"/>
    <w:rsid w:val="00CA1559"/>
    <w:rsid w:val="00CA16FC"/>
    <w:rsid w:val="00CA192D"/>
    <w:rsid w:val="00CA2102"/>
    <w:rsid w:val="00CA2274"/>
    <w:rsid w:val="00CA2C66"/>
    <w:rsid w:val="00CA2EC5"/>
    <w:rsid w:val="00CA3541"/>
    <w:rsid w:val="00CA37C1"/>
    <w:rsid w:val="00CA3B0A"/>
    <w:rsid w:val="00CA3B2F"/>
    <w:rsid w:val="00CA3E88"/>
    <w:rsid w:val="00CA3FE3"/>
    <w:rsid w:val="00CA4244"/>
    <w:rsid w:val="00CA478A"/>
    <w:rsid w:val="00CA49FE"/>
    <w:rsid w:val="00CA4BE7"/>
    <w:rsid w:val="00CA507C"/>
    <w:rsid w:val="00CA5183"/>
    <w:rsid w:val="00CA534F"/>
    <w:rsid w:val="00CA5ADF"/>
    <w:rsid w:val="00CA5E98"/>
    <w:rsid w:val="00CA5F1B"/>
    <w:rsid w:val="00CA616B"/>
    <w:rsid w:val="00CA63CE"/>
    <w:rsid w:val="00CA6589"/>
    <w:rsid w:val="00CA6770"/>
    <w:rsid w:val="00CA6B5A"/>
    <w:rsid w:val="00CA6C1C"/>
    <w:rsid w:val="00CA6ECC"/>
    <w:rsid w:val="00CA7816"/>
    <w:rsid w:val="00CA792C"/>
    <w:rsid w:val="00CA7CF9"/>
    <w:rsid w:val="00CA7D08"/>
    <w:rsid w:val="00CA7E80"/>
    <w:rsid w:val="00CA7ED1"/>
    <w:rsid w:val="00CA7F21"/>
    <w:rsid w:val="00CB0156"/>
    <w:rsid w:val="00CB0280"/>
    <w:rsid w:val="00CB083D"/>
    <w:rsid w:val="00CB12D7"/>
    <w:rsid w:val="00CB157C"/>
    <w:rsid w:val="00CB1589"/>
    <w:rsid w:val="00CB1CE1"/>
    <w:rsid w:val="00CB1E4A"/>
    <w:rsid w:val="00CB25BF"/>
    <w:rsid w:val="00CB268F"/>
    <w:rsid w:val="00CB28C9"/>
    <w:rsid w:val="00CB2ACD"/>
    <w:rsid w:val="00CB2BA1"/>
    <w:rsid w:val="00CB3512"/>
    <w:rsid w:val="00CB37A2"/>
    <w:rsid w:val="00CB395A"/>
    <w:rsid w:val="00CB39C6"/>
    <w:rsid w:val="00CB3A82"/>
    <w:rsid w:val="00CB3B8B"/>
    <w:rsid w:val="00CB40C0"/>
    <w:rsid w:val="00CB4180"/>
    <w:rsid w:val="00CB4894"/>
    <w:rsid w:val="00CB48E6"/>
    <w:rsid w:val="00CB4DC2"/>
    <w:rsid w:val="00CB51EB"/>
    <w:rsid w:val="00CB526C"/>
    <w:rsid w:val="00CB5473"/>
    <w:rsid w:val="00CB5B1A"/>
    <w:rsid w:val="00CB5C7F"/>
    <w:rsid w:val="00CB5FCA"/>
    <w:rsid w:val="00CB6049"/>
    <w:rsid w:val="00CB60A8"/>
    <w:rsid w:val="00CB6883"/>
    <w:rsid w:val="00CB6B81"/>
    <w:rsid w:val="00CB6BD8"/>
    <w:rsid w:val="00CB6E91"/>
    <w:rsid w:val="00CB720C"/>
    <w:rsid w:val="00CB77C5"/>
    <w:rsid w:val="00CB7B3E"/>
    <w:rsid w:val="00CB7C2E"/>
    <w:rsid w:val="00CB7D07"/>
    <w:rsid w:val="00CB7D99"/>
    <w:rsid w:val="00CB7F4A"/>
    <w:rsid w:val="00CC000E"/>
    <w:rsid w:val="00CC0448"/>
    <w:rsid w:val="00CC096F"/>
    <w:rsid w:val="00CC0C06"/>
    <w:rsid w:val="00CC0CC0"/>
    <w:rsid w:val="00CC0CCF"/>
    <w:rsid w:val="00CC1216"/>
    <w:rsid w:val="00CC1486"/>
    <w:rsid w:val="00CC1B36"/>
    <w:rsid w:val="00CC1BEB"/>
    <w:rsid w:val="00CC2448"/>
    <w:rsid w:val="00CC2A2B"/>
    <w:rsid w:val="00CC2AC1"/>
    <w:rsid w:val="00CC2D0B"/>
    <w:rsid w:val="00CC2EAC"/>
    <w:rsid w:val="00CC2EB0"/>
    <w:rsid w:val="00CC38A5"/>
    <w:rsid w:val="00CC38FF"/>
    <w:rsid w:val="00CC4F59"/>
    <w:rsid w:val="00CC50A2"/>
    <w:rsid w:val="00CC51DB"/>
    <w:rsid w:val="00CC5280"/>
    <w:rsid w:val="00CC54BC"/>
    <w:rsid w:val="00CC5C00"/>
    <w:rsid w:val="00CC5C5E"/>
    <w:rsid w:val="00CC5F79"/>
    <w:rsid w:val="00CC611A"/>
    <w:rsid w:val="00CC64EC"/>
    <w:rsid w:val="00CC65EC"/>
    <w:rsid w:val="00CC68D3"/>
    <w:rsid w:val="00CC6975"/>
    <w:rsid w:val="00CC6D53"/>
    <w:rsid w:val="00CC6EE3"/>
    <w:rsid w:val="00CC717F"/>
    <w:rsid w:val="00CC763A"/>
    <w:rsid w:val="00CC779A"/>
    <w:rsid w:val="00CC7D7D"/>
    <w:rsid w:val="00CD01C7"/>
    <w:rsid w:val="00CD095A"/>
    <w:rsid w:val="00CD099F"/>
    <w:rsid w:val="00CD0C86"/>
    <w:rsid w:val="00CD0E02"/>
    <w:rsid w:val="00CD13D5"/>
    <w:rsid w:val="00CD1693"/>
    <w:rsid w:val="00CD1696"/>
    <w:rsid w:val="00CD1792"/>
    <w:rsid w:val="00CD1F6F"/>
    <w:rsid w:val="00CD2000"/>
    <w:rsid w:val="00CD217E"/>
    <w:rsid w:val="00CD272F"/>
    <w:rsid w:val="00CD2F79"/>
    <w:rsid w:val="00CD35D4"/>
    <w:rsid w:val="00CD41A0"/>
    <w:rsid w:val="00CD447A"/>
    <w:rsid w:val="00CD460D"/>
    <w:rsid w:val="00CD4832"/>
    <w:rsid w:val="00CD5409"/>
    <w:rsid w:val="00CD5410"/>
    <w:rsid w:val="00CD5820"/>
    <w:rsid w:val="00CD5973"/>
    <w:rsid w:val="00CD5BB7"/>
    <w:rsid w:val="00CD5BBD"/>
    <w:rsid w:val="00CD60BE"/>
    <w:rsid w:val="00CD6181"/>
    <w:rsid w:val="00CD6B1D"/>
    <w:rsid w:val="00CD753C"/>
    <w:rsid w:val="00CE00D7"/>
    <w:rsid w:val="00CE058A"/>
    <w:rsid w:val="00CE0847"/>
    <w:rsid w:val="00CE116B"/>
    <w:rsid w:val="00CE15F0"/>
    <w:rsid w:val="00CE17A0"/>
    <w:rsid w:val="00CE18D6"/>
    <w:rsid w:val="00CE1F5A"/>
    <w:rsid w:val="00CE1F8C"/>
    <w:rsid w:val="00CE227A"/>
    <w:rsid w:val="00CE24FF"/>
    <w:rsid w:val="00CE2A41"/>
    <w:rsid w:val="00CE2A93"/>
    <w:rsid w:val="00CE2B2C"/>
    <w:rsid w:val="00CE2B58"/>
    <w:rsid w:val="00CE2C0C"/>
    <w:rsid w:val="00CE302B"/>
    <w:rsid w:val="00CE3034"/>
    <w:rsid w:val="00CE38D5"/>
    <w:rsid w:val="00CE3EA1"/>
    <w:rsid w:val="00CE3F1F"/>
    <w:rsid w:val="00CE4665"/>
    <w:rsid w:val="00CE4757"/>
    <w:rsid w:val="00CE48EF"/>
    <w:rsid w:val="00CE4A4F"/>
    <w:rsid w:val="00CE4AD3"/>
    <w:rsid w:val="00CE4CB8"/>
    <w:rsid w:val="00CE4D6B"/>
    <w:rsid w:val="00CE4FC9"/>
    <w:rsid w:val="00CE5251"/>
    <w:rsid w:val="00CE54A4"/>
    <w:rsid w:val="00CE5C26"/>
    <w:rsid w:val="00CE5D3B"/>
    <w:rsid w:val="00CE6028"/>
    <w:rsid w:val="00CE6094"/>
    <w:rsid w:val="00CE62C4"/>
    <w:rsid w:val="00CE6892"/>
    <w:rsid w:val="00CE6A97"/>
    <w:rsid w:val="00CE6FFF"/>
    <w:rsid w:val="00CE7128"/>
    <w:rsid w:val="00CE72C4"/>
    <w:rsid w:val="00CE7481"/>
    <w:rsid w:val="00CE76C9"/>
    <w:rsid w:val="00CE7B1B"/>
    <w:rsid w:val="00CF000D"/>
    <w:rsid w:val="00CF03D6"/>
    <w:rsid w:val="00CF0D21"/>
    <w:rsid w:val="00CF1005"/>
    <w:rsid w:val="00CF15FC"/>
    <w:rsid w:val="00CF19B8"/>
    <w:rsid w:val="00CF1BF3"/>
    <w:rsid w:val="00CF1DCC"/>
    <w:rsid w:val="00CF203B"/>
    <w:rsid w:val="00CF21AC"/>
    <w:rsid w:val="00CF2787"/>
    <w:rsid w:val="00CF28A1"/>
    <w:rsid w:val="00CF2BAB"/>
    <w:rsid w:val="00CF2CB9"/>
    <w:rsid w:val="00CF323F"/>
    <w:rsid w:val="00CF35BC"/>
    <w:rsid w:val="00CF3CF3"/>
    <w:rsid w:val="00CF3E98"/>
    <w:rsid w:val="00CF3F58"/>
    <w:rsid w:val="00CF41EE"/>
    <w:rsid w:val="00CF6061"/>
    <w:rsid w:val="00CF6573"/>
    <w:rsid w:val="00CF66BD"/>
    <w:rsid w:val="00CF6B9E"/>
    <w:rsid w:val="00CF7626"/>
    <w:rsid w:val="00CF7E31"/>
    <w:rsid w:val="00CF7EA2"/>
    <w:rsid w:val="00CF7EF1"/>
    <w:rsid w:val="00D00718"/>
    <w:rsid w:val="00D00899"/>
    <w:rsid w:val="00D01049"/>
    <w:rsid w:val="00D01C9C"/>
    <w:rsid w:val="00D01E81"/>
    <w:rsid w:val="00D02033"/>
    <w:rsid w:val="00D02075"/>
    <w:rsid w:val="00D02346"/>
    <w:rsid w:val="00D024DB"/>
    <w:rsid w:val="00D027B4"/>
    <w:rsid w:val="00D0280A"/>
    <w:rsid w:val="00D02C98"/>
    <w:rsid w:val="00D02CCB"/>
    <w:rsid w:val="00D040CE"/>
    <w:rsid w:val="00D041FA"/>
    <w:rsid w:val="00D043B0"/>
    <w:rsid w:val="00D043EC"/>
    <w:rsid w:val="00D045CB"/>
    <w:rsid w:val="00D0498C"/>
    <w:rsid w:val="00D049CC"/>
    <w:rsid w:val="00D04F71"/>
    <w:rsid w:val="00D05686"/>
    <w:rsid w:val="00D0573E"/>
    <w:rsid w:val="00D057E9"/>
    <w:rsid w:val="00D0586A"/>
    <w:rsid w:val="00D05BAA"/>
    <w:rsid w:val="00D05CC7"/>
    <w:rsid w:val="00D05FA3"/>
    <w:rsid w:val="00D061DB"/>
    <w:rsid w:val="00D0629B"/>
    <w:rsid w:val="00D063C7"/>
    <w:rsid w:val="00D06EA7"/>
    <w:rsid w:val="00D075BA"/>
    <w:rsid w:val="00D07600"/>
    <w:rsid w:val="00D077A3"/>
    <w:rsid w:val="00D07BC5"/>
    <w:rsid w:val="00D07CF0"/>
    <w:rsid w:val="00D10041"/>
    <w:rsid w:val="00D10BBD"/>
    <w:rsid w:val="00D1113F"/>
    <w:rsid w:val="00D11536"/>
    <w:rsid w:val="00D11584"/>
    <w:rsid w:val="00D119FE"/>
    <w:rsid w:val="00D11B37"/>
    <w:rsid w:val="00D12A9B"/>
    <w:rsid w:val="00D12A9C"/>
    <w:rsid w:val="00D12ABE"/>
    <w:rsid w:val="00D12BE3"/>
    <w:rsid w:val="00D12C19"/>
    <w:rsid w:val="00D12DE4"/>
    <w:rsid w:val="00D12F2C"/>
    <w:rsid w:val="00D12FFF"/>
    <w:rsid w:val="00D130E6"/>
    <w:rsid w:val="00D13119"/>
    <w:rsid w:val="00D1330B"/>
    <w:rsid w:val="00D134A3"/>
    <w:rsid w:val="00D13F92"/>
    <w:rsid w:val="00D14675"/>
    <w:rsid w:val="00D14EC1"/>
    <w:rsid w:val="00D1515B"/>
    <w:rsid w:val="00D15434"/>
    <w:rsid w:val="00D154C7"/>
    <w:rsid w:val="00D15961"/>
    <w:rsid w:val="00D15F78"/>
    <w:rsid w:val="00D16014"/>
    <w:rsid w:val="00D1608E"/>
    <w:rsid w:val="00D161FE"/>
    <w:rsid w:val="00D162B0"/>
    <w:rsid w:val="00D165AE"/>
    <w:rsid w:val="00D166DF"/>
    <w:rsid w:val="00D169AA"/>
    <w:rsid w:val="00D16DAF"/>
    <w:rsid w:val="00D16DB5"/>
    <w:rsid w:val="00D16E2B"/>
    <w:rsid w:val="00D17243"/>
    <w:rsid w:val="00D1756E"/>
    <w:rsid w:val="00D175C1"/>
    <w:rsid w:val="00D203A6"/>
    <w:rsid w:val="00D2040B"/>
    <w:rsid w:val="00D20859"/>
    <w:rsid w:val="00D209E5"/>
    <w:rsid w:val="00D20FD4"/>
    <w:rsid w:val="00D218FB"/>
    <w:rsid w:val="00D22374"/>
    <w:rsid w:val="00D2245C"/>
    <w:rsid w:val="00D224C8"/>
    <w:rsid w:val="00D22791"/>
    <w:rsid w:val="00D228B0"/>
    <w:rsid w:val="00D23360"/>
    <w:rsid w:val="00D23408"/>
    <w:rsid w:val="00D23432"/>
    <w:rsid w:val="00D24395"/>
    <w:rsid w:val="00D24885"/>
    <w:rsid w:val="00D24D3B"/>
    <w:rsid w:val="00D25165"/>
    <w:rsid w:val="00D252E1"/>
    <w:rsid w:val="00D25A71"/>
    <w:rsid w:val="00D25E0A"/>
    <w:rsid w:val="00D263ED"/>
    <w:rsid w:val="00D2668F"/>
    <w:rsid w:val="00D2694F"/>
    <w:rsid w:val="00D269A8"/>
    <w:rsid w:val="00D27054"/>
    <w:rsid w:val="00D276A5"/>
    <w:rsid w:val="00D2783E"/>
    <w:rsid w:val="00D278F2"/>
    <w:rsid w:val="00D300F2"/>
    <w:rsid w:val="00D307EC"/>
    <w:rsid w:val="00D30D28"/>
    <w:rsid w:val="00D30D5C"/>
    <w:rsid w:val="00D30E34"/>
    <w:rsid w:val="00D31147"/>
    <w:rsid w:val="00D31523"/>
    <w:rsid w:val="00D319B3"/>
    <w:rsid w:val="00D31C47"/>
    <w:rsid w:val="00D323B0"/>
    <w:rsid w:val="00D33299"/>
    <w:rsid w:val="00D335C8"/>
    <w:rsid w:val="00D336A3"/>
    <w:rsid w:val="00D337C7"/>
    <w:rsid w:val="00D33953"/>
    <w:rsid w:val="00D33D06"/>
    <w:rsid w:val="00D3415A"/>
    <w:rsid w:val="00D345D1"/>
    <w:rsid w:val="00D34B4B"/>
    <w:rsid w:val="00D34EC7"/>
    <w:rsid w:val="00D3551D"/>
    <w:rsid w:val="00D35836"/>
    <w:rsid w:val="00D35857"/>
    <w:rsid w:val="00D359F0"/>
    <w:rsid w:val="00D3601A"/>
    <w:rsid w:val="00D36138"/>
    <w:rsid w:val="00D362F9"/>
    <w:rsid w:val="00D36C1E"/>
    <w:rsid w:val="00D36DBB"/>
    <w:rsid w:val="00D36F6E"/>
    <w:rsid w:val="00D372BA"/>
    <w:rsid w:val="00D37603"/>
    <w:rsid w:val="00D37BA0"/>
    <w:rsid w:val="00D37E36"/>
    <w:rsid w:val="00D402A3"/>
    <w:rsid w:val="00D40334"/>
    <w:rsid w:val="00D40342"/>
    <w:rsid w:val="00D4086E"/>
    <w:rsid w:val="00D40C27"/>
    <w:rsid w:val="00D40D63"/>
    <w:rsid w:val="00D41262"/>
    <w:rsid w:val="00D41C93"/>
    <w:rsid w:val="00D41DA7"/>
    <w:rsid w:val="00D41FC4"/>
    <w:rsid w:val="00D42035"/>
    <w:rsid w:val="00D4218F"/>
    <w:rsid w:val="00D426E2"/>
    <w:rsid w:val="00D428A0"/>
    <w:rsid w:val="00D428DF"/>
    <w:rsid w:val="00D42D30"/>
    <w:rsid w:val="00D42DCF"/>
    <w:rsid w:val="00D42FE7"/>
    <w:rsid w:val="00D43105"/>
    <w:rsid w:val="00D43630"/>
    <w:rsid w:val="00D43890"/>
    <w:rsid w:val="00D43AF5"/>
    <w:rsid w:val="00D44271"/>
    <w:rsid w:val="00D4434E"/>
    <w:rsid w:val="00D44613"/>
    <w:rsid w:val="00D4475A"/>
    <w:rsid w:val="00D4497B"/>
    <w:rsid w:val="00D4499B"/>
    <w:rsid w:val="00D452EF"/>
    <w:rsid w:val="00D45B7C"/>
    <w:rsid w:val="00D45E36"/>
    <w:rsid w:val="00D46265"/>
    <w:rsid w:val="00D46344"/>
    <w:rsid w:val="00D4643E"/>
    <w:rsid w:val="00D46481"/>
    <w:rsid w:val="00D46B71"/>
    <w:rsid w:val="00D470EA"/>
    <w:rsid w:val="00D47663"/>
    <w:rsid w:val="00D47687"/>
    <w:rsid w:val="00D476F4"/>
    <w:rsid w:val="00D4774F"/>
    <w:rsid w:val="00D478B5"/>
    <w:rsid w:val="00D47B82"/>
    <w:rsid w:val="00D47C33"/>
    <w:rsid w:val="00D47E66"/>
    <w:rsid w:val="00D47F13"/>
    <w:rsid w:val="00D50221"/>
    <w:rsid w:val="00D509A4"/>
    <w:rsid w:val="00D50F83"/>
    <w:rsid w:val="00D5144D"/>
    <w:rsid w:val="00D51512"/>
    <w:rsid w:val="00D516DA"/>
    <w:rsid w:val="00D51769"/>
    <w:rsid w:val="00D517A5"/>
    <w:rsid w:val="00D51A7F"/>
    <w:rsid w:val="00D51D7E"/>
    <w:rsid w:val="00D51FA4"/>
    <w:rsid w:val="00D526F4"/>
    <w:rsid w:val="00D52DC5"/>
    <w:rsid w:val="00D52E44"/>
    <w:rsid w:val="00D53352"/>
    <w:rsid w:val="00D537BF"/>
    <w:rsid w:val="00D540E3"/>
    <w:rsid w:val="00D5410E"/>
    <w:rsid w:val="00D542B5"/>
    <w:rsid w:val="00D5448D"/>
    <w:rsid w:val="00D548CE"/>
    <w:rsid w:val="00D55D63"/>
    <w:rsid w:val="00D56247"/>
    <w:rsid w:val="00D566DD"/>
    <w:rsid w:val="00D568CD"/>
    <w:rsid w:val="00D5696C"/>
    <w:rsid w:val="00D56B02"/>
    <w:rsid w:val="00D56C91"/>
    <w:rsid w:val="00D56CED"/>
    <w:rsid w:val="00D574E4"/>
    <w:rsid w:val="00D5777A"/>
    <w:rsid w:val="00D57E43"/>
    <w:rsid w:val="00D57E78"/>
    <w:rsid w:val="00D57EB2"/>
    <w:rsid w:val="00D601F7"/>
    <w:rsid w:val="00D60603"/>
    <w:rsid w:val="00D60A92"/>
    <w:rsid w:val="00D60FBF"/>
    <w:rsid w:val="00D60FD6"/>
    <w:rsid w:val="00D61B8C"/>
    <w:rsid w:val="00D61C6A"/>
    <w:rsid w:val="00D61D64"/>
    <w:rsid w:val="00D62097"/>
    <w:rsid w:val="00D62463"/>
    <w:rsid w:val="00D62DEB"/>
    <w:rsid w:val="00D62EC3"/>
    <w:rsid w:val="00D62FD5"/>
    <w:rsid w:val="00D630E9"/>
    <w:rsid w:val="00D6355D"/>
    <w:rsid w:val="00D6361B"/>
    <w:rsid w:val="00D63709"/>
    <w:rsid w:val="00D646B1"/>
    <w:rsid w:val="00D64933"/>
    <w:rsid w:val="00D64C84"/>
    <w:rsid w:val="00D650FC"/>
    <w:rsid w:val="00D65205"/>
    <w:rsid w:val="00D65248"/>
    <w:rsid w:val="00D65F44"/>
    <w:rsid w:val="00D664EA"/>
    <w:rsid w:val="00D66679"/>
    <w:rsid w:val="00D666E8"/>
    <w:rsid w:val="00D66748"/>
    <w:rsid w:val="00D66786"/>
    <w:rsid w:val="00D66DCF"/>
    <w:rsid w:val="00D66E17"/>
    <w:rsid w:val="00D672FE"/>
    <w:rsid w:val="00D6782F"/>
    <w:rsid w:val="00D67870"/>
    <w:rsid w:val="00D67980"/>
    <w:rsid w:val="00D70AEE"/>
    <w:rsid w:val="00D71140"/>
    <w:rsid w:val="00D71260"/>
    <w:rsid w:val="00D7145B"/>
    <w:rsid w:val="00D7158B"/>
    <w:rsid w:val="00D71868"/>
    <w:rsid w:val="00D71967"/>
    <w:rsid w:val="00D71A8B"/>
    <w:rsid w:val="00D71D1D"/>
    <w:rsid w:val="00D721CB"/>
    <w:rsid w:val="00D724BF"/>
    <w:rsid w:val="00D7283D"/>
    <w:rsid w:val="00D72A80"/>
    <w:rsid w:val="00D72E4D"/>
    <w:rsid w:val="00D72F44"/>
    <w:rsid w:val="00D7328E"/>
    <w:rsid w:val="00D73A30"/>
    <w:rsid w:val="00D73DA2"/>
    <w:rsid w:val="00D74238"/>
    <w:rsid w:val="00D74586"/>
    <w:rsid w:val="00D746E1"/>
    <w:rsid w:val="00D7497D"/>
    <w:rsid w:val="00D74BE2"/>
    <w:rsid w:val="00D7523B"/>
    <w:rsid w:val="00D754B6"/>
    <w:rsid w:val="00D75650"/>
    <w:rsid w:val="00D75CF2"/>
    <w:rsid w:val="00D75DAE"/>
    <w:rsid w:val="00D75E04"/>
    <w:rsid w:val="00D75F9E"/>
    <w:rsid w:val="00D7603B"/>
    <w:rsid w:val="00D76558"/>
    <w:rsid w:val="00D76658"/>
    <w:rsid w:val="00D766B4"/>
    <w:rsid w:val="00D767D3"/>
    <w:rsid w:val="00D76855"/>
    <w:rsid w:val="00D77040"/>
    <w:rsid w:val="00D77598"/>
    <w:rsid w:val="00D77743"/>
    <w:rsid w:val="00D77B79"/>
    <w:rsid w:val="00D77E77"/>
    <w:rsid w:val="00D800D6"/>
    <w:rsid w:val="00D808A5"/>
    <w:rsid w:val="00D808B5"/>
    <w:rsid w:val="00D808C1"/>
    <w:rsid w:val="00D80A08"/>
    <w:rsid w:val="00D80E4A"/>
    <w:rsid w:val="00D81162"/>
    <w:rsid w:val="00D811CA"/>
    <w:rsid w:val="00D813A6"/>
    <w:rsid w:val="00D8160C"/>
    <w:rsid w:val="00D81ABE"/>
    <w:rsid w:val="00D81AF1"/>
    <w:rsid w:val="00D81C94"/>
    <w:rsid w:val="00D81C95"/>
    <w:rsid w:val="00D8249C"/>
    <w:rsid w:val="00D824BC"/>
    <w:rsid w:val="00D8278D"/>
    <w:rsid w:val="00D829F9"/>
    <w:rsid w:val="00D82A8A"/>
    <w:rsid w:val="00D831FF"/>
    <w:rsid w:val="00D832AF"/>
    <w:rsid w:val="00D8341E"/>
    <w:rsid w:val="00D835DF"/>
    <w:rsid w:val="00D83CC9"/>
    <w:rsid w:val="00D83E59"/>
    <w:rsid w:val="00D8464E"/>
    <w:rsid w:val="00D848A1"/>
    <w:rsid w:val="00D84EEE"/>
    <w:rsid w:val="00D85122"/>
    <w:rsid w:val="00D85589"/>
    <w:rsid w:val="00D8562D"/>
    <w:rsid w:val="00D85811"/>
    <w:rsid w:val="00D858B8"/>
    <w:rsid w:val="00D85C3D"/>
    <w:rsid w:val="00D86BA3"/>
    <w:rsid w:val="00D87010"/>
    <w:rsid w:val="00D872DE"/>
    <w:rsid w:val="00D874A7"/>
    <w:rsid w:val="00D87569"/>
    <w:rsid w:val="00D8771C"/>
    <w:rsid w:val="00D87971"/>
    <w:rsid w:val="00D87F74"/>
    <w:rsid w:val="00D90014"/>
    <w:rsid w:val="00D9039E"/>
    <w:rsid w:val="00D90639"/>
    <w:rsid w:val="00D906A2"/>
    <w:rsid w:val="00D90929"/>
    <w:rsid w:val="00D90CDA"/>
    <w:rsid w:val="00D91462"/>
    <w:rsid w:val="00D92016"/>
    <w:rsid w:val="00D92018"/>
    <w:rsid w:val="00D920C1"/>
    <w:rsid w:val="00D9228B"/>
    <w:rsid w:val="00D92292"/>
    <w:rsid w:val="00D92513"/>
    <w:rsid w:val="00D92A11"/>
    <w:rsid w:val="00D92A25"/>
    <w:rsid w:val="00D92DA3"/>
    <w:rsid w:val="00D931A2"/>
    <w:rsid w:val="00D932FA"/>
    <w:rsid w:val="00D93305"/>
    <w:rsid w:val="00D9344A"/>
    <w:rsid w:val="00D93691"/>
    <w:rsid w:val="00D939F1"/>
    <w:rsid w:val="00D93C1B"/>
    <w:rsid w:val="00D93FDB"/>
    <w:rsid w:val="00D94BDE"/>
    <w:rsid w:val="00D94E25"/>
    <w:rsid w:val="00D951A4"/>
    <w:rsid w:val="00D95355"/>
    <w:rsid w:val="00D9576D"/>
    <w:rsid w:val="00D957D8"/>
    <w:rsid w:val="00D95BC4"/>
    <w:rsid w:val="00D95C97"/>
    <w:rsid w:val="00D95DD9"/>
    <w:rsid w:val="00D961DC"/>
    <w:rsid w:val="00D96330"/>
    <w:rsid w:val="00D9682B"/>
    <w:rsid w:val="00D969DF"/>
    <w:rsid w:val="00D973E2"/>
    <w:rsid w:val="00D97470"/>
    <w:rsid w:val="00D974D6"/>
    <w:rsid w:val="00D97756"/>
    <w:rsid w:val="00D97CEA"/>
    <w:rsid w:val="00D97F51"/>
    <w:rsid w:val="00DA003F"/>
    <w:rsid w:val="00DA005E"/>
    <w:rsid w:val="00DA00A1"/>
    <w:rsid w:val="00DA0595"/>
    <w:rsid w:val="00DA0A23"/>
    <w:rsid w:val="00DA0ACE"/>
    <w:rsid w:val="00DA0E58"/>
    <w:rsid w:val="00DA0E93"/>
    <w:rsid w:val="00DA0EA8"/>
    <w:rsid w:val="00DA110A"/>
    <w:rsid w:val="00DA136A"/>
    <w:rsid w:val="00DA1475"/>
    <w:rsid w:val="00DA16F8"/>
    <w:rsid w:val="00DA1D5A"/>
    <w:rsid w:val="00DA1EB2"/>
    <w:rsid w:val="00DA2021"/>
    <w:rsid w:val="00DA2070"/>
    <w:rsid w:val="00DA2275"/>
    <w:rsid w:val="00DA2813"/>
    <w:rsid w:val="00DA2A0B"/>
    <w:rsid w:val="00DA2A9B"/>
    <w:rsid w:val="00DA2AA8"/>
    <w:rsid w:val="00DA2C84"/>
    <w:rsid w:val="00DA31CD"/>
    <w:rsid w:val="00DA3326"/>
    <w:rsid w:val="00DA3434"/>
    <w:rsid w:val="00DA354A"/>
    <w:rsid w:val="00DA3576"/>
    <w:rsid w:val="00DA3792"/>
    <w:rsid w:val="00DA401C"/>
    <w:rsid w:val="00DA418D"/>
    <w:rsid w:val="00DA449C"/>
    <w:rsid w:val="00DA5598"/>
    <w:rsid w:val="00DA5625"/>
    <w:rsid w:val="00DA596B"/>
    <w:rsid w:val="00DA5AA2"/>
    <w:rsid w:val="00DA5F60"/>
    <w:rsid w:val="00DA6654"/>
    <w:rsid w:val="00DA69F0"/>
    <w:rsid w:val="00DA6A74"/>
    <w:rsid w:val="00DA6DD0"/>
    <w:rsid w:val="00DA6F72"/>
    <w:rsid w:val="00DA7011"/>
    <w:rsid w:val="00DA7206"/>
    <w:rsid w:val="00DA7278"/>
    <w:rsid w:val="00DA7F7D"/>
    <w:rsid w:val="00DB0207"/>
    <w:rsid w:val="00DB0483"/>
    <w:rsid w:val="00DB04DB"/>
    <w:rsid w:val="00DB0536"/>
    <w:rsid w:val="00DB0DC8"/>
    <w:rsid w:val="00DB0E8F"/>
    <w:rsid w:val="00DB0FC5"/>
    <w:rsid w:val="00DB113D"/>
    <w:rsid w:val="00DB1A86"/>
    <w:rsid w:val="00DB1CD0"/>
    <w:rsid w:val="00DB1D7B"/>
    <w:rsid w:val="00DB1E4C"/>
    <w:rsid w:val="00DB1EE7"/>
    <w:rsid w:val="00DB1F03"/>
    <w:rsid w:val="00DB25E3"/>
    <w:rsid w:val="00DB28A9"/>
    <w:rsid w:val="00DB2FBD"/>
    <w:rsid w:val="00DB3548"/>
    <w:rsid w:val="00DB37D5"/>
    <w:rsid w:val="00DB3C2B"/>
    <w:rsid w:val="00DB3E19"/>
    <w:rsid w:val="00DB3E9E"/>
    <w:rsid w:val="00DB3EA7"/>
    <w:rsid w:val="00DB3EC1"/>
    <w:rsid w:val="00DB3F9C"/>
    <w:rsid w:val="00DB4007"/>
    <w:rsid w:val="00DB4302"/>
    <w:rsid w:val="00DB4612"/>
    <w:rsid w:val="00DB4731"/>
    <w:rsid w:val="00DB47A2"/>
    <w:rsid w:val="00DB4FDE"/>
    <w:rsid w:val="00DB5146"/>
    <w:rsid w:val="00DB54BA"/>
    <w:rsid w:val="00DB5531"/>
    <w:rsid w:val="00DB5909"/>
    <w:rsid w:val="00DB5A94"/>
    <w:rsid w:val="00DB5CFB"/>
    <w:rsid w:val="00DB5ED4"/>
    <w:rsid w:val="00DB6020"/>
    <w:rsid w:val="00DB60D7"/>
    <w:rsid w:val="00DB624F"/>
    <w:rsid w:val="00DB6256"/>
    <w:rsid w:val="00DB6414"/>
    <w:rsid w:val="00DB68AD"/>
    <w:rsid w:val="00DB7057"/>
    <w:rsid w:val="00DB70DC"/>
    <w:rsid w:val="00DB7102"/>
    <w:rsid w:val="00DB7C72"/>
    <w:rsid w:val="00DB7DE4"/>
    <w:rsid w:val="00DB7ED3"/>
    <w:rsid w:val="00DC0553"/>
    <w:rsid w:val="00DC0689"/>
    <w:rsid w:val="00DC0CCE"/>
    <w:rsid w:val="00DC176B"/>
    <w:rsid w:val="00DC2340"/>
    <w:rsid w:val="00DC295E"/>
    <w:rsid w:val="00DC2F10"/>
    <w:rsid w:val="00DC2F15"/>
    <w:rsid w:val="00DC355B"/>
    <w:rsid w:val="00DC37FD"/>
    <w:rsid w:val="00DC3CB7"/>
    <w:rsid w:val="00DC3D10"/>
    <w:rsid w:val="00DC3D75"/>
    <w:rsid w:val="00DC4050"/>
    <w:rsid w:val="00DC41AE"/>
    <w:rsid w:val="00DC42E3"/>
    <w:rsid w:val="00DC4339"/>
    <w:rsid w:val="00DC449E"/>
    <w:rsid w:val="00DC4530"/>
    <w:rsid w:val="00DC45B8"/>
    <w:rsid w:val="00DC4814"/>
    <w:rsid w:val="00DC4891"/>
    <w:rsid w:val="00DC4BBE"/>
    <w:rsid w:val="00DC4D7C"/>
    <w:rsid w:val="00DC4E10"/>
    <w:rsid w:val="00DC597C"/>
    <w:rsid w:val="00DC5C00"/>
    <w:rsid w:val="00DC6334"/>
    <w:rsid w:val="00DC66D0"/>
    <w:rsid w:val="00DC6AA3"/>
    <w:rsid w:val="00DC6C58"/>
    <w:rsid w:val="00DC6CF0"/>
    <w:rsid w:val="00DC7381"/>
    <w:rsid w:val="00DC7B09"/>
    <w:rsid w:val="00DC7E4D"/>
    <w:rsid w:val="00DD0142"/>
    <w:rsid w:val="00DD031B"/>
    <w:rsid w:val="00DD07A9"/>
    <w:rsid w:val="00DD0A58"/>
    <w:rsid w:val="00DD0DC0"/>
    <w:rsid w:val="00DD14C5"/>
    <w:rsid w:val="00DD183B"/>
    <w:rsid w:val="00DD1AF2"/>
    <w:rsid w:val="00DD202D"/>
    <w:rsid w:val="00DD252D"/>
    <w:rsid w:val="00DD2A16"/>
    <w:rsid w:val="00DD2AD3"/>
    <w:rsid w:val="00DD2DCB"/>
    <w:rsid w:val="00DD39C0"/>
    <w:rsid w:val="00DD467F"/>
    <w:rsid w:val="00DD496B"/>
    <w:rsid w:val="00DD4FDF"/>
    <w:rsid w:val="00DD5042"/>
    <w:rsid w:val="00DD512B"/>
    <w:rsid w:val="00DD52CC"/>
    <w:rsid w:val="00DD53C0"/>
    <w:rsid w:val="00DD5526"/>
    <w:rsid w:val="00DD5748"/>
    <w:rsid w:val="00DD583A"/>
    <w:rsid w:val="00DD5C3E"/>
    <w:rsid w:val="00DD600A"/>
    <w:rsid w:val="00DD60BB"/>
    <w:rsid w:val="00DD6D0C"/>
    <w:rsid w:val="00DD7291"/>
    <w:rsid w:val="00DD7CE2"/>
    <w:rsid w:val="00DD7E03"/>
    <w:rsid w:val="00DE11AC"/>
    <w:rsid w:val="00DE142E"/>
    <w:rsid w:val="00DE177E"/>
    <w:rsid w:val="00DE1D1E"/>
    <w:rsid w:val="00DE1DBF"/>
    <w:rsid w:val="00DE1E2A"/>
    <w:rsid w:val="00DE208E"/>
    <w:rsid w:val="00DE21B0"/>
    <w:rsid w:val="00DE25B7"/>
    <w:rsid w:val="00DE25C6"/>
    <w:rsid w:val="00DE2A10"/>
    <w:rsid w:val="00DE2CCD"/>
    <w:rsid w:val="00DE2D45"/>
    <w:rsid w:val="00DE35B0"/>
    <w:rsid w:val="00DE3B6B"/>
    <w:rsid w:val="00DE3E85"/>
    <w:rsid w:val="00DE3F95"/>
    <w:rsid w:val="00DE409D"/>
    <w:rsid w:val="00DE43FF"/>
    <w:rsid w:val="00DE54FA"/>
    <w:rsid w:val="00DE5530"/>
    <w:rsid w:val="00DE5755"/>
    <w:rsid w:val="00DE5CD3"/>
    <w:rsid w:val="00DE60F7"/>
    <w:rsid w:val="00DE6199"/>
    <w:rsid w:val="00DE624F"/>
    <w:rsid w:val="00DE6321"/>
    <w:rsid w:val="00DE6873"/>
    <w:rsid w:val="00DE6987"/>
    <w:rsid w:val="00DE6A5F"/>
    <w:rsid w:val="00DE6AF1"/>
    <w:rsid w:val="00DE75D8"/>
    <w:rsid w:val="00DE7652"/>
    <w:rsid w:val="00DE7790"/>
    <w:rsid w:val="00DE7999"/>
    <w:rsid w:val="00DE7D89"/>
    <w:rsid w:val="00DE7E0A"/>
    <w:rsid w:val="00DF00DF"/>
    <w:rsid w:val="00DF09C8"/>
    <w:rsid w:val="00DF1380"/>
    <w:rsid w:val="00DF14D7"/>
    <w:rsid w:val="00DF1630"/>
    <w:rsid w:val="00DF16C9"/>
    <w:rsid w:val="00DF1995"/>
    <w:rsid w:val="00DF213C"/>
    <w:rsid w:val="00DF22F7"/>
    <w:rsid w:val="00DF25F8"/>
    <w:rsid w:val="00DF2B51"/>
    <w:rsid w:val="00DF2F7D"/>
    <w:rsid w:val="00DF35C0"/>
    <w:rsid w:val="00DF4C39"/>
    <w:rsid w:val="00DF4DCD"/>
    <w:rsid w:val="00DF53DA"/>
    <w:rsid w:val="00DF550F"/>
    <w:rsid w:val="00DF562C"/>
    <w:rsid w:val="00DF5D55"/>
    <w:rsid w:val="00DF6053"/>
    <w:rsid w:val="00DF630D"/>
    <w:rsid w:val="00DF6361"/>
    <w:rsid w:val="00DF68A0"/>
    <w:rsid w:val="00DF6B90"/>
    <w:rsid w:val="00DF7104"/>
    <w:rsid w:val="00DF7166"/>
    <w:rsid w:val="00DF746E"/>
    <w:rsid w:val="00DF77D8"/>
    <w:rsid w:val="00DF799B"/>
    <w:rsid w:val="00DF7AA4"/>
    <w:rsid w:val="00DF7CA1"/>
    <w:rsid w:val="00E00D12"/>
    <w:rsid w:val="00E00F55"/>
    <w:rsid w:val="00E01005"/>
    <w:rsid w:val="00E014B2"/>
    <w:rsid w:val="00E01A37"/>
    <w:rsid w:val="00E022DF"/>
    <w:rsid w:val="00E02E0B"/>
    <w:rsid w:val="00E02FB7"/>
    <w:rsid w:val="00E03023"/>
    <w:rsid w:val="00E03049"/>
    <w:rsid w:val="00E0357E"/>
    <w:rsid w:val="00E035D1"/>
    <w:rsid w:val="00E0471B"/>
    <w:rsid w:val="00E049E0"/>
    <w:rsid w:val="00E04B9A"/>
    <w:rsid w:val="00E0534D"/>
    <w:rsid w:val="00E05B45"/>
    <w:rsid w:val="00E05C88"/>
    <w:rsid w:val="00E05CB1"/>
    <w:rsid w:val="00E061BF"/>
    <w:rsid w:val="00E06701"/>
    <w:rsid w:val="00E06930"/>
    <w:rsid w:val="00E06CBE"/>
    <w:rsid w:val="00E0733E"/>
    <w:rsid w:val="00E074CE"/>
    <w:rsid w:val="00E07A68"/>
    <w:rsid w:val="00E07EE3"/>
    <w:rsid w:val="00E1003B"/>
    <w:rsid w:val="00E1038F"/>
    <w:rsid w:val="00E104BB"/>
    <w:rsid w:val="00E104CD"/>
    <w:rsid w:val="00E1060D"/>
    <w:rsid w:val="00E10754"/>
    <w:rsid w:val="00E108E6"/>
    <w:rsid w:val="00E10E01"/>
    <w:rsid w:val="00E11754"/>
    <w:rsid w:val="00E118AA"/>
    <w:rsid w:val="00E118D2"/>
    <w:rsid w:val="00E11A50"/>
    <w:rsid w:val="00E11BE7"/>
    <w:rsid w:val="00E11CA6"/>
    <w:rsid w:val="00E11DC4"/>
    <w:rsid w:val="00E1243A"/>
    <w:rsid w:val="00E12C42"/>
    <w:rsid w:val="00E12C5E"/>
    <w:rsid w:val="00E13A39"/>
    <w:rsid w:val="00E13AB1"/>
    <w:rsid w:val="00E13CC9"/>
    <w:rsid w:val="00E14234"/>
    <w:rsid w:val="00E14391"/>
    <w:rsid w:val="00E143AA"/>
    <w:rsid w:val="00E14821"/>
    <w:rsid w:val="00E1487D"/>
    <w:rsid w:val="00E1488A"/>
    <w:rsid w:val="00E14F5E"/>
    <w:rsid w:val="00E1540B"/>
    <w:rsid w:val="00E15786"/>
    <w:rsid w:val="00E157B7"/>
    <w:rsid w:val="00E165C3"/>
    <w:rsid w:val="00E16691"/>
    <w:rsid w:val="00E16B6A"/>
    <w:rsid w:val="00E16D16"/>
    <w:rsid w:val="00E17167"/>
    <w:rsid w:val="00E1735A"/>
    <w:rsid w:val="00E1738C"/>
    <w:rsid w:val="00E17AA8"/>
    <w:rsid w:val="00E17D2E"/>
    <w:rsid w:val="00E17E80"/>
    <w:rsid w:val="00E17EED"/>
    <w:rsid w:val="00E203F3"/>
    <w:rsid w:val="00E2044A"/>
    <w:rsid w:val="00E20493"/>
    <w:rsid w:val="00E2050F"/>
    <w:rsid w:val="00E210AD"/>
    <w:rsid w:val="00E2136E"/>
    <w:rsid w:val="00E21E91"/>
    <w:rsid w:val="00E21EF3"/>
    <w:rsid w:val="00E223A0"/>
    <w:rsid w:val="00E227DB"/>
    <w:rsid w:val="00E229D0"/>
    <w:rsid w:val="00E22BEB"/>
    <w:rsid w:val="00E22C80"/>
    <w:rsid w:val="00E22E8C"/>
    <w:rsid w:val="00E22FB5"/>
    <w:rsid w:val="00E23991"/>
    <w:rsid w:val="00E239B0"/>
    <w:rsid w:val="00E23A1E"/>
    <w:rsid w:val="00E23E37"/>
    <w:rsid w:val="00E24185"/>
    <w:rsid w:val="00E24683"/>
    <w:rsid w:val="00E247C2"/>
    <w:rsid w:val="00E24992"/>
    <w:rsid w:val="00E249B7"/>
    <w:rsid w:val="00E24E56"/>
    <w:rsid w:val="00E25310"/>
    <w:rsid w:val="00E25924"/>
    <w:rsid w:val="00E25A36"/>
    <w:rsid w:val="00E25BEA"/>
    <w:rsid w:val="00E25E93"/>
    <w:rsid w:val="00E25F19"/>
    <w:rsid w:val="00E25F6C"/>
    <w:rsid w:val="00E26118"/>
    <w:rsid w:val="00E264F4"/>
    <w:rsid w:val="00E26918"/>
    <w:rsid w:val="00E26E6D"/>
    <w:rsid w:val="00E2717D"/>
    <w:rsid w:val="00E2733A"/>
    <w:rsid w:val="00E275AD"/>
    <w:rsid w:val="00E27867"/>
    <w:rsid w:val="00E27DF8"/>
    <w:rsid w:val="00E30046"/>
    <w:rsid w:val="00E3046F"/>
    <w:rsid w:val="00E304FB"/>
    <w:rsid w:val="00E30A3B"/>
    <w:rsid w:val="00E30C87"/>
    <w:rsid w:val="00E30CDB"/>
    <w:rsid w:val="00E30D02"/>
    <w:rsid w:val="00E311F5"/>
    <w:rsid w:val="00E31483"/>
    <w:rsid w:val="00E31637"/>
    <w:rsid w:val="00E31999"/>
    <w:rsid w:val="00E31C2B"/>
    <w:rsid w:val="00E31F54"/>
    <w:rsid w:val="00E31FDA"/>
    <w:rsid w:val="00E325EC"/>
    <w:rsid w:val="00E327C0"/>
    <w:rsid w:val="00E32A0C"/>
    <w:rsid w:val="00E32B61"/>
    <w:rsid w:val="00E32C7C"/>
    <w:rsid w:val="00E32D26"/>
    <w:rsid w:val="00E32EE7"/>
    <w:rsid w:val="00E332C9"/>
    <w:rsid w:val="00E33543"/>
    <w:rsid w:val="00E3398E"/>
    <w:rsid w:val="00E33D82"/>
    <w:rsid w:val="00E33DC6"/>
    <w:rsid w:val="00E33FB0"/>
    <w:rsid w:val="00E34512"/>
    <w:rsid w:val="00E34740"/>
    <w:rsid w:val="00E34978"/>
    <w:rsid w:val="00E34E18"/>
    <w:rsid w:val="00E351F0"/>
    <w:rsid w:val="00E3548B"/>
    <w:rsid w:val="00E3549D"/>
    <w:rsid w:val="00E358BC"/>
    <w:rsid w:val="00E35AD4"/>
    <w:rsid w:val="00E35D4F"/>
    <w:rsid w:val="00E360F1"/>
    <w:rsid w:val="00E36A82"/>
    <w:rsid w:val="00E37544"/>
    <w:rsid w:val="00E37C7F"/>
    <w:rsid w:val="00E37CCD"/>
    <w:rsid w:val="00E37CD7"/>
    <w:rsid w:val="00E40050"/>
    <w:rsid w:val="00E402EC"/>
    <w:rsid w:val="00E40343"/>
    <w:rsid w:val="00E40901"/>
    <w:rsid w:val="00E409B3"/>
    <w:rsid w:val="00E40C9E"/>
    <w:rsid w:val="00E4136E"/>
    <w:rsid w:val="00E4147C"/>
    <w:rsid w:val="00E41877"/>
    <w:rsid w:val="00E41A39"/>
    <w:rsid w:val="00E41D84"/>
    <w:rsid w:val="00E41EF3"/>
    <w:rsid w:val="00E423E9"/>
    <w:rsid w:val="00E427F4"/>
    <w:rsid w:val="00E42817"/>
    <w:rsid w:val="00E42855"/>
    <w:rsid w:val="00E42AFD"/>
    <w:rsid w:val="00E43207"/>
    <w:rsid w:val="00E43238"/>
    <w:rsid w:val="00E43363"/>
    <w:rsid w:val="00E4350E"/>
    <w:rsid w:val="00E43625"/>
    <w:rsid w:val="00E43EA7"/>
    <w:rsid w:val="00E43F12"/>
    <w:rsid w:val="00E44395"/>
    <w:rsid w:val="00E446CC"/>
    <w:rsid w:val="00E449D8"/>
    <w:rsid w:val="00E44FC2"/>
    <w:rsid w:val="00E45923"/>
    <w:rsid w:val="00E45BC5"/>
    <w:rsid w:val="00E45EF3"/>
    <w:rsid w:val="00E45FBF"/>
    <w:rsid w:val="00E460E5"/>
    <w:rsid w:val="00E461B5"/>
    <w:rsid w:val="00E461C3"/>
    <w:rsid w:val="00E46542"/>
    <w:rsid w:val="00E4699C"/>
    <w:rsid w:val="00E46E2E"/>
    <w:rsid w:val="00E46F90"/>
    <w:rsid w:val="00E472FF"/>
    <w:rsid w:val="00E47455"/>
    <w:rsid w:val="00E476D4"/>
    <w:rsid w:val="00E47DAA"/>
    <w:rsid w:val="00E5016C"/>
    <w:rsid w:val="00E506A9"/>
    <w:rsid w:val="00E50881"/>
    <w:rsid w:val="00E5187B"/>
    <w:rsid w:val="00E5267D"/>
    <w:rsid w:val="00E52733"/>
    <w:rsid w:val="00E527F2"/>
    <w:rsid w:val="00E52C25"/>
    <w:rsid w:val="00E52F79"/>
    <w:rsid w:val="00E53096"/>
    <w:rsid w:val="00E53139"/>
    <w:rsid w:val="00E5363B"/>
    <w:rsid w:val="00E5377B"/>
    <w:rsid w:val="00E53C11"/>
    <w:rsid w:val="00E5533B"/>
    <w:rsid w:val="00E55434"/>
    <w:rsid w:val="00E55731"/>
    <w:rsid w:val="00E55EE5"/>
    <w:rsid w:val="00E565D8"/>
    <w:rsid w:val="00E5689D"/>
    <w:rsid w:val="00E56A39"/>
    <w:rsid w:val="00E56C7C"/>
    <w:rsid w:val="00E56CBF"/>
    <w:rsid w:val="00E56CE6"/>
    <w:rsid w:val="00E572B9"/>
    <w:rsid w:val="00E5741C"/>
    <w:rsid w:val="00E57525"/>
    <w:rsid w:val="00E57A0E"/>
    <w:rsid w:val="00E604AB"/>
    <w:rsid w:val="00E60ACA"/>
    <w:rsid w:val="00E60BA9"/>
    <w:rsid w:val="00E60F5A"/>
    <w:rsid w:val="00E61368"/>
    <w:rsid w:val="00E6140B"/>
    <w:rsid w:val="00E61437"/>
    <w:rsid w:val="00E6152B"/>
    <w:rsid w:val="00E61B40"/>
    <w:rsid w:val="00E61B5A"/>
    <w:rsid w:val="00E61CE1"/>
    <w:rsid w:val="00E61F4E"/>
    <w:rsid w:val="00E62821"/>
    <w:rsid w:val="00E62DFC"/>
    <w:rsid w:val="00E632B2"/>
    <w:rsid w:val="00E637DA"/>
    <w:rsid w:val="00E646E8"/>
    <w:rsid w:val="00E64B55"/>
    <w:rsid w:val="00E6524E"/>
    <w:rsid w:val="00E654B2"/>
    <w:rsid w:val="00E65F1A"/>
    <w:rsid w:val="00E6616C"/>
    <w:rsid w:val="00E665CC"/>
    <w:rsid w:val="00E669B3"/>
    <w:rsid w:val="00E66D29"/>
    <w:rsid w:val="00E66EC7"/>
    <w:rsid w:val="00E6714A"/>
    <w:rsid w:val="00E67387"/>
    <w:rsid w:val="00E6798C"/>
    <w:rsid w:val="00E67C16"/>
    <w:rsid w:val="00E67F17"/>
    <w:rsid w:val="00E70144"/>
    <w:rsid w:val="00E7079B"/>
    <w:rsid w:val="00E708E4"/>
    <w:rsid w:val="00E71396"/>
    <w:rsid w:val="00E71819"/>
    <w:rsid w:val="00E71B9E"/>
    <w:rsid w:val="00E7208C"/>
    <w:rsid w:val="00E7208E"/>
    <w:rsid w:val="00E726BF"/>
    <w:rsid w:val="00E72714"/>
    <w:rsid w:val="00E72AAA"/>
    <w:rsid w:val="00E72B45"/>
    <w:rsid w:val="00E72EAE"/>
    <w:rsid w:val="00E73492"/>
    <w:rsid w:val="00E73849"/>
    <w:rsid w:val="00E73AB2"/>
    <w:rsid w:val="00E73CD7"/>
    <w:rsid w:val="00E73F55"/>
    <w:rsid w:val="00E740E9"/>
    <w:rsid w:val="00E743B4"/>
    <w:rsid w:val="00E743D5"/>
    <w:rsid w:val="00E7442C"/>
    <w:rsid w:val="00E744DC"/>
    <w:rsid w:val="00E74673"/>
    <w:rsid w:val="00E74909"/>
    <w:rsid w:val="00E74D64"/>
    <w:rsid w:val="00E751F3"/>
    <w:rsid w:val="00E752B9"/>
    <w:rsid w:val="00E75363"/>
    <w:rsid w:val="00E758C4"/>
    <w:rsid w:val="00E75A4D"/>
    <w:rsid w:val="00E75C98"/>
    <w:rsid w:val="00E76132"/>
    <w:rsid w:val="00E761B9"/>
    <w:rsid w:val="00E761D8"/>
    <w:rsid w:val="00E76657"/>
    <w:rsid w:val="00E768A6"/>
    <w:rsid w:val="00E76C8A"/>
    <w:rsid w:val="00E76FB6"/>
    <w:rsid w:val="00E76FFA"/>
    <w:rsid w:val="00E77828"/>
    <w:rsid w:val="00E80488"/>
    <w:rsid w:val="00E8061E"/>
    <w:rsid w:val="00E80AA9"/>
    <w:rsid w:val="00E817CC"/>
    <w:rsid w:val="00E81BE3"/>
    <w:rsid w:val="00E81E14"/>
    <w:rsid w:val="00E82030"/>
    <w:rsid w:val="00E8269E"/>
    <w:rsid w:val="00E827A7"/>
    <w:rsid w:val="00E82859"/>
    <w:rsid w:val="00E82A3E"/>
    <w:rsid w:val="00E834E0"/>
    <w:rsid w:val="00E8361F"/>
    <w:rsid w:val="00E84290"/>
    <w:rsid w:val="00E84743"/>
    <w:rsid w:val="00E84A90"/>
    <w:rsid w:val="00E852F4"/>
    <w:rsid w:val="00E855F0"/>
    <w:rsid w:val="00E85752"/>
    <w:rsid w:val="00E868A7"/>
    <w:rsid w:val="00E870FF"/>
    <w:rsid w:val="00E8717E"/>
    <w:rsid w:val="00E8726D"/>
    <w:rsid w:val="00E872F0"/>
    <w:rsid w:val="00E873AF"/>
    <w:rsid w:val="00E874F0"/>
    <w:rsid w:val="00E875E7"/>
    <w:rsid w:val="00E87879"/>
    <w:rsid w:val="00E87DC7"/>
    <w:rsid w:val="00E906DA"/>
    <w:rsid w:val="00E90BB5"/>
    <w:rsid w:val="00E91533"/>
    <w:rsid w:val="00E91DC9"/>
    <w:rsid w:val="00E91DF8"/>
    <w:rsid w:val="00E92384"/>
    <w:rsid w:val="00E92835"/>
    <w:rsid w:val="00E92A7C"/>
    <w:rsid w:val="00E92AB8"/>
    <w:rsid w:val="00E92C4F"/>
    <w:rsid w:val="00E93F99"/>
    <w:rsid w:val="00E94201"/>
    <w:rsid w:val="00E949BE"/>
    <w:rsid w:val="00E9562B"/>
    <w:rsid w:val="00E95708"/>
    <w:rsid w:val="00E95AD7"/>
    <w:rsid w:val="00E95FF6"/>
    <w:rsid w:val="00E96035"/>
    <w:rsid w:val="00E96114"/>
    <w:rsid w:val="00E961CC"/>
    <w:rsid w:val="00E963DD"/>
    <w:rsid w:val="00E965A3"/>
    <w:rsid w:val="00E96625"/>
    <w:rsid w:val="00E967DD"/>
    <w:rsid w:val="00E97391"/>
    <w:rsid w:val="00E974AF"/>
    <w:rsid w:val="00E97864"/>
    <w:rsid w:val="00E978FE"/>
    <w:rsid w:val="00E97A4B"/>
    <w:rsid w:val="00E97D0D"/>
    <w:rsid w:val="00E97FFA"/>
    <w:rsid w:val="00EA01F3"/>
    <w:rsid w:val="00EA0636"/>
    <w:rsid w:val="00EA0968"/>
    <w:rsid w:val="00EA0B20"/>
    <w:rsid w:val="00EA0C5E"/>
    <w:rsid w:val="00EA0D5B"/>
    <w:rsid w:val="00EA0F17"/>
    <w:rsid w:val="00EA1001"/>
    <w:rsid w:val="00EA106E"/>
    <w:rsid w:val="00EA120C"/>
    <w:rsid w:val="00EA1865"/>
    <w:rsid w:val="00EA1916"/>
    <w:rsid w:val="00EA19E5"/>
    <w:rsid w:val="00EA1D05"/>
    <w:rsid w:val="00EA1E83"/>
    <w:rsid w:val="00EA1EA7"/>
    <w:rsid w:val="00EA2166"/>
    <w:rsid w:val="00EA21C7"/>
    <w:rsid w:val="00EA2442"/>
    <w:rsid w:val="00EA2474"/>
    <w:rsid w:val="00EA29C7"/>
    <w:rsid w:val="00EA2DBB"/>
    <w:rsid w:val="00EA39A7"/>
    <w:rsid w:val="00EA3BDB"/>
    <w:rsid w:val="00EA3C67"/>
    <w:rsid w:val="00EA3D09"/>
    <w:rsid w:val="00EA46D7"/>
    <w:rsid w:val="00EA480D"/>
    <w:rsid w:val="00EA4A7F"/>
    <w:rsid w:val="00EA5521"/>
    <w:rsid w:val="00EA5FE0"/>
    <w:rsid w:val="00EA6166"/>
    <w:rsid w:val="00EA6B6B"/>
    <w:rsid w:val="00EA6E60"/>
    <w:rsid w:val="00EA738F"/>
    <w:rsid w:val="00EA7B50"/>
    <w:rsid w:val="00EB0176"/>
    <w:rsid w:val="00EB0350"/>
    <w:rsid w:val="00EB0818"/>
    <w:rsid w:val="00EB0AEB"/>
    <w:rsid w:val="00EB0F5F"/>
    <w:rsid w:val="00EB10DE"/>
    <w:rsid w:val="00EB12D3"/>
    <w:rsid w:val="00EB18F9"/>
    <w:rsid w:val="00EB1BE2"/>
    <w:rsid w:val="00EB1D37"/>
    <w:rsid w:val="00EB1EDA"/>
    <w:rsid w:val="00EB2937"/>
    <w:rsid w:val="00EB2AEC"/>
    <w:rsid w:val="00EB2CB5"/>
    <w:rsid w:val="00EB345F"/>
    <w:rsid w:val="00EB3EF3"/>
    <w:rsid w:val="00EB4459"/>
    <w:rsid w:val="00EB4951"/>
    <w:rsid w:val="00EB49D9"/>
    <w:rsid w:val="00EB4ABD"/>
    <w:rsid w:val="00EB4B13"/>
    <w:rsid w:val="00EB5416"/>
    <w:rsid w:val="00EB54E2"/>
    <w:rsid w:val="00EB5608"/>
    <w:rsid w:val="00EB5EA0"/>
    <w:rsid w:val="00EB6A3F"/>
    <w:rsid w:val="00EB6F74"/>
    <w:rsid w:val="00EB7581"/>
    <w:rsid w:val="00EB7B6D"/>
    <w:rsid w:val="00EB7D85"/>
    <w:rsid w:val="00EB7F2D"/>
    <w:rsid w:val="00EC053D"/>
    <w:rsid w:val="00EC06AF"/>
    <w:rsid w:val="00EC0AC8"/>
    <w:rsid w:val="00EC1050"/>
    <w:rsid w:val="00EC11E1"/>
    <w:rsid w:val="00EC11EE"/>
    <w:rsid w:val="00EC12D0"/>
    <w:rsid w:val="00EC1467"/>
    <w:rsid w:val="00EC1539"/>
    <w:rsid w:val="00EC17EE"/>
    <w:rsid w:val="00EC1923"/>
    <w:rsid w:val="00EC19D8"/>
    <w:rsid w:val="00EC2113"/>
    <w:rsid w:val="00EC292A"/>
    <w:rsid w:val="00EC3118"/>
    <w:rsid w:val="00EC3530"/>
    <w:rsid w:val="00EC35F8"/>
    <w:rsid w:val="00EC4241"/>
    <w:rsid w:val="00EC4489"/>
    <w:rsid w:val="00EC46C2"/>
    <w:rsid w:val="00EC46DD"/>
    <w:rsid w:val="00EC46EC"/>
    <w:rsid w:val="00EC4C84"/>
    <w:rsid w:val="00EC4F22"/>
    <w:rsid w:val="00EC510D"/>
    <w:rsid w:val="00EC533D"/>
    <w:rsid w:val="00EC5447"/>
    <w:rsid w:val="00EC5681"/>
    <w:rsid w:val="00EC58E0"/>
    <w:rsid w:val="00EC5AB1"/>
    <w:rsid w:val="00EC5ABC"/>
    <w:rsid w:val="00EC622A"/>
    <w:rsid w:val="00EC6242"/>
    <w:rsid w:val="00EC67F9"/>
    <w:rsid w:val="00EC6964"/>
    <w:rsid w:val="00EC72D6"/>
    <w:rsid w:val="00EC73B5"/>
    <w:rsid w:val="00EC75F8"/>
    <w:rsid w:val="00EC790C"/>
    <w:rsid w:val="00EC7FD6"/>
    <w:rsid w:val="00ED029F"/>
    <w:rsid w:val="00ED0B24"/>
    <w:rsid w:val="00ED10F1"/>
    <w:rsid w:val="00ED1637"/>
    <w:rsid w:val="00ED1870"/>
    <w:rsid w:val="00ED1889"/>
    <w:rsid w:val="00ED19F4"/>
    <w:rsid w:val="00ED1BBC"/>
    <w:rsid w:val="00ED1F50"/>
    <w:rsid w:val="00ED2B95"/>
    <w:rsid w:val="00ED3099"/>
    <w:rsid w:val="00ED3215"/>
    <w:rsid w:val="00ED3219"/>
    <w:rsid w:val="00ED3A14"/>
    <w:rsid w:val="00ED3AFB"/>
    <w:rsid w:val="00ED3CA0"/>
    <w:rsid w:val="00ED3D93"/>
    <w:rsid w:val="00ED4150"/>
    <w:rsid w:val="00ED41E2"/>
    <w:rsid w:val="00ED460F"/>
    <w:rsid w:val="00ED4A60"/>
    <w:rsid w:val="00ED4D9A"/>
    <w:rsid w:val="00ED4FCC"/>
    <w:rsid w:val="00ED5A1F"/>
    <w:rsid w:val="00ED5E3A"/>
    <w:rsid w:val="00ED5E84"/>
    <w:rsid w:val="00ED5FA2"/>
    <w:rsid w:val="00ED6454"/>
    <w:rsid w:val="00ED669F"/>
    <w:rsid w:val="00ED6BB4"/>
    <w:rsid w:val="00ED6CB3"/>
    <w:rsid w:val="00ED6CF1"/>
    <w:rsid w:val="00ED6F0E"/>
    <w:rsid w:val="00ED715D"/>
    <w:rsid w:val="00ED7238"/>
    <w:rsid w:val="00ED7244"/>
    <w:rsid w:val="00ED72B3"/>
    <w:rsid w:val="00ED7B31"/>
    <w:rsid w:val="00ED7CEC"/>
    <w:rsid w:val="00ED7D8E"/>
    <w:rsid w:val="00ED7E49"/>
    <w:rsid w:val="00EE08CE"/>
    <w:rsid w:val="00EE08F1"/>
    <w:rsid w:val="00EE0AE1"/>
    <w:rsid w:val="00EE0AF4"/>
    <w:rsid w:val="00EE0D0F"/>
    <w:rsid w:val="00EE0F59"/>
    <w:rsid w:val="00EE10D0"/>
    <w:rsid w:val="00EE10D9"/>
    <w:rsid w:val="00EE12EF"/>
    <w:rsid w:val="00EE1439"/>
    <w:rsid w:val="00EE17D6"/>
    <w:rsid w:val="00EE1B11"/>
    <w:rsid w:val="00EE1DDA"/>
    <w:rsid w:val="00EE1E39"/>
    <w:rsid w:val="00EE2244"/>
    <w:rsid w:val="00EE227C"/>
    <w:rsid w:val="00EE25CF"/>
    <w:rsid w:val="00EE2678"/>
    <w:rsid w:val="00EE2C7C"/>
    <w:rsid w:val="00EE2EBD"/>
    <w:rsid w:val="00EE3AAF"/>
    <w:rsid w:val="00EE3B44"/>
    <w:rsid w:val="00EE3B51"/>
    <w:rsid w:val="00EE3BA0"/>
    <w:rsid w:val="00EE3D3A"/>
    <w:rsid w:val="00EE4210"/>
    <w:rsid w:val="00EE4495"/>
    <w:rsid w:val="00EE4734"/>
    <w:rsid w:val="00EE4956"/>
    <w:rsid w:val="00EE5100"/>
    <w:rsid w:val="00EE521D"/>
    <w:rsid w:val="00EE5433"/>
    <w:rsid w:val="00EE543A"/>
    <w:rsid w:val="00EE57BB"/>
    <w:rsid w:val="00EE58B4"/>
    <w:rsid w:val="00EE5905"/>
    <w:rsid w:val="00EE5BA9"/>
    <w:rsid w:val="00EE5DA0"/>
    <w:rsid w:val="00EE61D4"/>
    <w:rsid w:val="00EE633A"/>
    <w:rsid w:val="00EE6A5A"/>
    <w:rsid w:val="00EE6B21"/>
    <w:rsid w:val="00EE722E"/>
    <w:rsid w:val="00EE723C"/>
    <w:rsid w:val="00EE73A6"/>
    <w:rsid w:val="00EE7951"/>
    <w:rsid w:val="00EE7A58"/>
    <w:rsid w:val="00EE7A98"/>
    <w:rsid w:val="00EE7F5F"/>
    <w:rsid w:val="00EF00AF"/>
    <w:rsid w:val="00EF06F6"/>
    <w:rsid w:val="00EF0D78"/>
    <w:rsid w:val="00EF1496"/>
    <w:rsid w:val="00EF192F"/>
    <w:rsid w:val="00EF1939"/>
    <w:rsid w:val="00EF1B4D"/>
    <w:rsid w:val="00EF1B7D"/>
    <w:rsid w:val="00EF1C6F"/>
    <w:rsid w:val="00EF1CCE"/>
    <w:rsid w:val="00EF1E98"/>
    <w:rsid w:val="00EF1EBD"/>
    <w:rsid w:val="00EF23DA"/>
    <w:rsid w:val="00EF24AC"/>
    <w:rsid w:val="00EF270E"/>
    <w:rsid w:val="00EF2E24"/>
    <w:rsid w:val="00EF2FFC"/>
    <w:rsid w:val="00EF3173"/>
    <w:rsid w:val="00EF3194"/>
    <w:rsid w:val="00EF3AF1"/>
    <w:rsid w:val="00EF3BE8"/>
    <w:rsid w:val="00EF3D7E"/>
    <w:rsid w:val="00EF3E9C"/>
    <w:rsid w:val="00EF40C0"/>
    <w:rsid w:val="00EF44BF"/>
    <w:rsid w:val="00EF45F9"/>
    <w:rsid w:val="00EF47C2"/>
    <w:rsid w:val="00EF4FA1"/>
    <w:rsid w:val="00EF56EB"/>
    <w:rsid w:val="00EF59CC"/>
    <w:rsid w:val="00EF59F3"/>
    <w:rsid w:val="00EF5B19"/>
    <w:rsid w:val="00EF5D7A"/>
    <w:rsid w:val="00EF66A9"/>
    <w:rsid w:val="00EF6736"/>
    <w:rsid w:val="00EF6795"/>
    <w:rsid w:val="00EF6873"/>
    <w:rsid w:val="00EF6B51"/>
    <w:rsid w:val="00EF7079"/>
    <w:rsid w:val="00EF7521"/>
    <w:rsid w:val="00EF7BD4"/>
    <w:rsid w:val="00F0097E"/>
    <w:rsid w:val="00F013F1"/>
    <w:rsid w:val="00F01649"/>
    <w:rsid w:val="00F019AA"/>
    <w:rsid w:val="00F01A7F"/>
    <w:rsid w:val="00F01D19"/>
    <w:rsid w:val="00F02355"/>
    <w:rsid w:val="00F02368"/>
    <w:rsid w:val="00F0236E"/>
    <w:rsid w:val="00F02602"/>
    <w:rsid w:val="00F02974"/>
    <w:rsid w:val="00F02B9E"/>
    <w:rsid w:val="00F03335"/>
    <w:rsid w:val="00F04066"/>
    <w:rsid w:val="00F04113"/>
    <w:rsid w:val="00F04369"/>
    <w:rsid w:val="00F04881"/>
    <w:rsid w:val="00F050E4"/>
    <w:rsid w:val="00F05159"/>
    <w:rsid w:val="00F05667"/>
    <w:rsid w:val="00F058D5"/>
    <w:rsid w:val="00F05DD5"/>
    <w:rsid w:val="00F05E85"/>
    <w:rsid w:val="00F05F36"/>
    <w:rsid w:val="00F060DB"/>
    <w:rsid w:val="00F061D7"/>
    <w:rsid w:val="00F06572"/>
    <w:rsid w:val="00F06656"/>
    <w:rsid w:val="00F06819"/>
    <w:rsid w:val="00F068C4"/>
    <w:rsid w:val="00F06D49"/>
    <w:rsid w:val="00F07283"/>
    <w:rsid w:val="00F076E9"/>
    <w:rsid w:val="00F07800"/>
    <w:rsid w:val="00F07952"/>
    <w:rsid w:val="00F07A4B"/>
    <w:rsid w:val="00F07C75"/>
    <w:rsid w:val="00F07C97"/>
    <w:rsid w:val="00F07F94"/>
    <w:rsid w:val="00F1023C"/>
    <w:rsid w:val="00F10415"/>
    <w:rsid w:val="00F104B2"/>
    <w:rsid w:val="00F1050D"/>
    <w:rsid w:val="00F1109E"/>
    <w:rsid w:val="00F114A0"/>
    <w:rsid w:val="00F11632"/>
    <w:rsid w:val="00F11D12"/>
    <w:rsid w:val="00F11EEB"/>
    <w:rsid w:val="00F12010"/>
    <w:rsid w:val="00F12C9D"/>
    <w:rsid w:val="00F12D55"/>
    <w:rsid w:val="00F13299"/>
    <w:rsid w:val="00F142E1"/>
    <w:rsid w:val="00F143D6"/>
    <w:rsid w:val="00F14403"/>
    <w:rsid w:val="00F14556"/>
    <w:rsid w:val="00F14C7B"/>
    <w:rsid w:val="00F15537"/>
    <w:rsid w:val="00F15AFD"/>
    <w:rsid w:val="00F15D2E"/>
    <w:rsid w:val="00F16446"/>
    <w:rsid w:val="00F16580"/>
    <w:rsid w:val="00F16EA3"/>
    <w:rsid w:val="00F16FA9"/>
    <w:rsid w:val="00F17BC7"/>
    <w:rsid w:val="00F17DC3"/>
    <w:rsid w:val="00F17EBC"/>
    <w:rsid w:val="00F205BC"/>
    <w:rsid w:val="00F207E9"/>
    <w:rsid w:val="00F20921"/>
    <w:rsid w:val="00F20927"/>
    <w:rsid w:val="00F20C2A"/>
    <w:rsid w:val="00F20CAA"/>
    <w:rsid w:val="00F20EBB"/>
    <w:rsid w:val="00F20F4B"/>
    <w:rsid w:val="00F21164"/>
    <w:rsid w:val="00F215BB"/>
    <w:rsid w:val="00F21A4C"/>
    <w:rsid w:val="00F21AE5"/>
    <w:rsid w:val="00F2250B"/>
    <w:rsid w:val="00F22570"/>
    <w:rsid w:val="00F2259A"/>
    <w:rsid w:val="00F22838"/>
    <w:rsid w:val="00F22882"/>
    <w:rsid w:val="00F22D21"/>
    <w:rsid w:val="00F22E89"/>
    <w:rsid w:val="00F23915"/>
    <w:rsid w:val="00F23917"/>
    <w:rsid w:val="00F23DD6"/>
    <w:rsid w:val="00F24D92"/>
    <w:rsid w:val="00F2520E"/>
    <w:rsid w:val="00F254A8"/>
    <w:rsid w:val="00F25682"/>
    <w:rsid w:val="00F25F11"/>
    <w:rsid w:val="00F26877"/>
    <w:rsid w:val="00F27086"/>
    <w:rsid w:val="00F2766D"/>
    <w:rsid w:val="00F27A3F"/>
    <w:rsid w:val="00F27A61"/>
    <w:rsid w:val="00F27AEE"/>
    <w:rsid w:val="00F30394"/>
    <w:rsid w:val="00F30535"/>
    <w:rsid w:val="00F309BC"/>
    <w:rsid w:val="00F30BFF"/>
    <w:rsid w:val="00F31267"/>
    <w:rsid w:val="00F31389"/>
    <w:rsid w:val="00F31443"/>
    <w:rsid w:val="00F31758"/>
    <w:rsid w:val="00F31814"/>
    <w:rsid w:val="00F31957"/>
    <w:rsid w:val="00F31E8E"/>
    <w:rsid w:val="00F3211B"/>
    <w:rsid w:val="00F32130"/>
    <w:rsid w:val="00F3261B"/>
    <w:rsid w:val="00F3266E"/>
    <w:rsid w:val="00F32C33"/>
    <w:rsid w:val="00F33171"/>
    <w:rsid w:val="00F334AA"/>
    <w:rsid w:val="00F33DE8"/>
    <w:rsid w:val="00F340A2"/>
    <w:rsid w:val="00F34308"/>
    <w:rsid w:val="00F3466A"/>
    <w:rsid w:val="00F34E5D"/>
    <w:rsid w:val="00F35092"/>
    <w:rsid w:val="00F354F3"/>
    <w:rsid w:val="00F3566F"/>
    <w:rsid w:val="00F359B5"/>
    <w:rsid w:val="00F35CB7"/>
    <w:rsid w:val="00F35CC9"/>
    <w:rsid w:val="00F36CD7"/>
    <w:rsid w:val="00F3749C"/>
    <w:rsid w:val="00F37709"/>
    <w:rsid w:val="00F37B44"/>
    <w:rsid w:val="00F407C6"/>
    <w:rsid w:val="00F409BA"/>
    <w:rsid w:val="00F4144C"/>
    <w:rsid w:val="00F41557"/>
    <w:rsid w:val="00F41C05"/>
    <w:rsid w:val="00F41EAC"/>
    <w:rsid w:val="00F41F9F"/>
    <w:rsid w:val="00F42AA4"/>
    <w:rsid w:val="00F42B83"/>
    <w:rsid w:val="00F42C0D"/>
    <w:rsid w:val="00F431A8"/>
    <w:rsid w:val="00F4359B"/>
    <w:rsid w:val="00F448B5"/>
    <w:rsid w:val="00F44C4F"/>
    <w:rsid w:val="00F44D67"/>
    <w:rsid w:val="00F44E6F"/>
    <w:rsid w:val="00F44EFB"/>
    <w:rsid w:val="00F44F72"/>
    <w:rsid w:val="00F451BE"/>
    <w:rsid w:val="00F452DA"/>
    <w:rsid w:val="00F4581E"/>
    <w:rsid w:val="00F45896"/>
    <w:rsid w:val="00F45C70"/>
    <w:rsid w:val="00F460E3"/>
    <w:rsid w:val="00F46592"/>
    <w:rsid w:val="00F467BC"/>
    <w:rsid w:val="00F46AA5"/>
    <w:rsid w:val="00F46B52"/>
    <w:rsid w:val="00F46F48"/>
    <w:rsid w:val="00F4716A"/>
    <w:rsid w:val="00F471E3"/>
    <w:rsid w:val="00F477D5"/>
    <w:rsid w:val="00F47C0C"/>
    <w:rsid w:val="00F50026"/>
    <w:rsid w:val="00F502F5"/>
    <w:rsid w:val="00F50836"/>
    <w:rsid w:val="00F50D48"/>
    <w:rsid w:val="00F50FA0"/>
    <w:rsid w:val="00F5142A"/>
    <w:rsid w:val="00F516A9"/>
    <w:rsid w:val="00F517AE"/>
    <w:rsid w:val="00F51F08"/>
    <w:rsid w:val="00F525C1"/>
    <w:rsid w:val="00F525E9"/>
    <w:rsid w:val="00F5282A"/>
    <w:rsid w:val="00F53B1B"/>
    <w:rsid w:val="00F53D7F"/>
    <w:rsid w:val="00F54190"/>
    <w:rsid w:val="00F546E1"/>
    <w:rsid w:val="00F54D7D"/>
    <w:rsid w:val="00F54EEC"/>
    <w:rsid w:val="00F55432"/>
    <w:rsid w:val="00F5544B"/>
    <w:rsid w:val="00F55974"/>
    <w:rsid w:val="00F55B0F"/>
    <w:rsid w:val="00F55B82"/>
    <w:rsid w:val="00F55FA0"/>
    <w:rsid w:val="00F55FE6"/>
    <w:rsid w:val="00F56039"/>
    <w:rsid w:val="00F561A5"/>
    <w:rsid w:val="00F566EA"/>
    <w:rsid w:val="00F56BC1"/>
    <w:rsid w:val="00F574A2"/>
    <w:rsid w:val="00F57A5B"/>
    <w:rsid w:val="00F57A78"/>
    <w:rsid w:val="00F57BEB"/>
    <w:rsid w:val="00F6028F"/>
    <w:rsid w:val="00F60D0B"/>
    <w:rsid w:val="00F6100B"/>
    <w:rsid w:val="00F61043"/>
    <w:rsid w:val="00F61C0D"/>
    <w:rsid w:val="00F625B5"/>
    <w:rsid w:val="00F62795"/>
    <w:rsid w:val="00F62A6C"/>
    <w:rsid w:val="00F62DF2"/>
    <w:rsid w:val="00F62F23"/>
    <w:rsid w:val="00F63BC0"/>
    <w:rsid w:val="00F63DD9"/>
    <w:rsid w:val="00F63E1C"/>
    <w:rsid w:val="00F6474C"/>
    <w:rsid w:val="00F64985"/>
    <w:rsid w:val="00F64E8C"/>
    <w:rsid w:val="00F65740"/>
    <w:rsid w:val="00F65759"/>
    <w:rsid w:val="00F657CE"/>
    <w:rsid w:val="00F65B17"/>
    <w:rsid w:val="00F661B7"/>
    <w:rsid w:val="00F669AA"/>
    <w:rsid w:val="00F66AC3"/>
    <w:rsid w:val="00F67261"/>
    <w:rsid w:val="00F67361"/>
    <w:rsid w:val="00F677C7"/>
    <w:rsid w:val="00F6784C"/>
    <w:rsid w:val="00F67857"/>
    <w:rsid w:val="00F67F24"/>
    <w:rsid w:val="00F704C6"/>
    <w:rsid w:val="00F70BD0"/>
    <w:rsid w:val="00F71190"/>
    <w:rsid w:val="00F714B6"/>
    <w:rsid w:val="00F714BD"/>
    <w:rsid w:val="00F71B86"/>
    <w:rsid w:val="00F72554"/>
    <w:rsid w:val="00F7276E"/>
    <w:rsid w:val="00F72FDF"/>
    <w:rsid w:val="00F744AF"/>
    <w:rsid w:val="00F74917"/>
    <w:rsid w:val="00F74998"/>
    <w:rsid w:val="00F74B08"/>
    <w:rsid w:val="00F74BBF"/>
    <w:rsid w:val="00F74D09"/>
    <w:rsid w:val="00F75116"/>
    <w:rsid w:val="00F75645"/>
    <w:rsid w:val="00F75ED3"/>
    <w:rsid w:val="00F76071"/>
    <w:rsid w:val="00F764F6"/>
    <w:rsid w:val="00F76893"/>
    <w:rsid w:val="00F76B5F"/>
    <w:rsid w:val="00F76C96"/>
    <w:rsid w:val="00F77D50"/>
    <w:rsid w:val="00F77EEC"/>
    <w:rsid w:val="00F77F64"/>
    <w:rsid w:val="00F80A83"/>
    <w:rsid w:val="00F80C82"/>
    <w:rsid w:val="00F80E8F"/>
    <w:rsid w:val="00F81004"/>
    <w:rsid w:val="00F8148E"/>
    <w:rsid w:val="00F8187B"/>
    <w:rsid w:val="00F81882"/>
    <w:rsid w:val="00F81AAC"/>
    <w:rsid w:val="00F81DC8"/>
    <w:rsid w:val="00F8208E"/>
    <w:rsid w:val="00F8262F"/>
    <w:rsid w:val="00F82982"/>
    <w:rsid w:val="00F82A0C"/>
    <w:rsid w:val="00F82A19"/>
    <w:rsid w:val="00F831E5"/>
    <w:rsid w:val="00F831F5"/>
    <w:rsid w:val="00F83485"/>
    <w:rsid w:val="00F8350C"/>
    <w:rsid w:val="00F83616"/>
    <w:rsid w:val="00F838ED"/>
    <w:rsid w:val="00F83E51"/>
    <w:rsid w:val="00F8416A"/>
    <w:rsid w:val="00F841C3"/>
    <w:rsid w:val="00F8452D"/>
    <w:rsid w:val="00F84643"/>
    <w:rsid w:val="00F84928"/>
    <w:rsid w:val="00F84D10"/>
    <w:rsid w:val="00F84E61"/>
    <w:rsid w:val="00F854D1"/>
    <w:rsid w:val="00F85757"/>
    <w:rsid w:val="00F85B61"/>
    <w:rsid w:val="00F85FF1"/>
    <w:rsid w:val="00F8618E"/>
    <w:rsid w:val="00F862C6"/>
    <w:rsid w:val="00F8669A"/>
    <w:rsid w:val="00F87116"/>
    <w:rsid w:val="00F87A99"/>
    <w:rsid w:val="00F9035C"/>
    <w:rsid w:val="00F9054A"/>
    <w:rsid w:val="00F90580"/>
    <w:rsid w:val="00F909F6"/>
    <w:rsid w:val="00F91283"/>
    <w:rsid w:val="00F915FA"/>
    <w:rsid w:val="00F91613"/>
    <w:rsid w:val="00F91AE5"/>
    <w:rsid w:val="00F91C2E"/>
    <w:rsid w:val="00F920CA"/>
    <w:rsid w:val="00F92189"/>
    <w:rsid w:val="00F9232F"/>
    <w:rsid w:val="00F925A7"/>
    <w:rsid w:val="00F925B4"/>
    <w:rsid w:val="00F925F4"/>
    <w:rsid w:val="00F929B7"/>
    <w:rsid w:val="00F92DCC"/>
    <w:rsid w:val="00F93098"/>
    <w:rsid w:val="00F930F1"/>
    <w:rsid w:val="00F9322B"/>
    <w:rsid w:val="00F933BE"/>
    <w:rsid w:val="00F934FB"/>
    <w:rsid w:val="00F93BB3"/>
    <w:rsid w:val="00F94217"/>
    <w:rsid w:val="00F9431B"/>
    <w:rsid w:val="00F94467"/>
    <w:rsid w:val="00F945D6"/>
    <w:rsid w:val="00F94C4A"/>
    <w:rsid w:val="00F94C70"/>
    <w:rsid w:val="00F950AE"/>
    <w:rsid w:val="00F950C2"/>
    <w:rsid w:val="00F95CC0"/>
    <w:rsid w:val="00F95DFE"/>
    <w:rsid w:val="00F95E8E"/>
    <w:rsid w:val="00F962E3"/>
    <w:rsid w:val="00F967DF"/>
    <w:rsid w:val="00F96A48"/>
    <w:rsid w:val="00F96C63"/>
    <w:rsid w:val="00F96CFE"/>
    <w:rsid w:val="00F97A27"/>
    <w:rsid w:val="00F97C68"/>
    <w:rsid w:val="00FA0137"/>
    <w:rsid w:val="00FA027E"/>
    <w:rsid w:val="00FA0454"/>
    <w:rsid w:val="00FA0736"/>
    <w:rsid w:val="00FA0C23"/>
    <w:rsid w:val="00FA0DFF"/>
    <w:rsid w:val="00FA1092"/>
    <w:rsid w:val="00FA1325"/>
    <w:rsid w:val="00FA13E5"/>
    <w:rsid w:val="00FA163B"/>
    <w:rsid w:val="00FA1654"/>
    <w:rsid w:val="00FA1C0A"/>
    <w:rsid w:val="00FA1CCD"/>
    <w:rsid w:val="00FA2022"/>
    <w:rsid w:val="00FA2146"/>
    <w:rsid w:val="00FA2403"/>
    <w:rsid w:val="00FA268E"/>
    <w:rsid w:val="00FA2787"/>
    <w:rsid w:val="00FA2932"/>
    <w:rsid w:val="00FA2F3A"/>
    <w:rsid w:val="00FA348E"/>
    <w:rsid w:val="00FA36AB"/>
    <w:rsid w:val="00FA400E"/>
    <w:rsid w:val="00FA4691"/>
    <w:rsid w:val="00FA4804"/>
    <w:rsid w:val="00FA54EB"/>
    <w:rsid w:val="00FA54ED"/>
    <w:rsid w:val="00FA5833"/>
    <w:rsid w:val="00FA5D4B"/>
    <w:rsid w:val="00FA65C1"/>
    <w:rsid w:val="00FA6866"/>
    <w:rsid w:val="00FA692F"/>
    <w:rsid w:val="00FA6A58"/>
    <w:rsid w:val="00FA7AD0"/>
    <w:rsid w:val="00FB00A7"/>
    <w:rsid w:val="00FB07CC"/>
    <w:rsid w:val="00FB09F7"/>
    <w:rsid w:val="00FB1100"/>
    <w:rsid w:val="00FB162B"/>
    <w:rsid w:val="00FB1817"/>
    <w:rsid w:val="00FB1C2B"/>
    <w:rsid w:val="00FB1E5E"/>
    <w:rsid w:val="00FB2416"/>
    <w:rsid w:val="00FB2761"/>
    <w:rsid w:val="00FB2993"/>
    <w:rsid w:val="00FB32F4"/>
    <w:rsid w:val="00FB35BB"/>
    <w:rsid w:val="00FB3625"/>
    <w:rsid w:val="00FB3DA5"/>
    <w:rsid w:val="00FB3DFA"/>
    <w:rsid w:val="00FB4180"/>
    <w:rsid w:val="00FB4593"/>
    <w:rsid w:val="00FB45D2"/>
    <w:rsid w:val="00FB4A28"/>
    <w:rsid w:val="00FB4CDD"/>
    <w:rsid w:val="00FB4E08"/>
    <w:rsid w:val="00FB5195"/>
    <w:rsid w:val="00FB563D"/>
    <w:rsid w:val="00FB5B4F"/>
    <w:rsid w:val="00FB5BE1"/>
    <w:rsid w:val="00FB5CCE"/>
    <w:rsid w:val="00FB6013"/>
    <w:rsid w:val="00FB6286"/>
    <w:rsid w:val="00FB6645"/>
    <w:rsid w:val="00FB6D19"/>
    <w:rsid w:val="00FB7034"/>
    <w:rsid w:val="00FB79E8"/>
    <w:rsid w:val="00FB7C4D"/>
    <w:rsid w:val="00FB7EF5"/>
    <w:rsid w:val="00FC05C5"/>
    <w:rsid w:val="00FC078F"/>
    <w:rsid w:val="00FC0928"/>
    <w:rsid w:val="00FC0D9F"/>
    <w:rsid w:val="00FC11E1"/>
    <w:rsid w:val="00FC1318"/>
    <w:rsid w:val="00FC174B"/>
    <w:rsid w:val="00FC1B25"/>
    <w:rsid w:val="00FC1EFF"/>
    <w:rsid w:val="00FC238F"/>
    <w:rsid w:val="00FC2A9B"/>
    <w:rsid w:val="00FC3270"/>
    <w:rsid w:val="00FC338D"/>
    <w:rsid w:val="00FC35ED"/>
    <w:rsid w:val="00FC3DFF"/>
    <w:rsid w:val="00FC3E43"/>
    <w:rsid w:val="00FC4042"/>
    <w:rsid w:val="00FC49AD"/>
    <w:rsid w:val="00FC504B"/>
    <w:rsid w:val="00FC514A"/>
    <w:rsid w:val="00FC51D4"/>
    <w:rsid w:val="00FC5CC8"/>
    <w:rsid w:val="00FC6006"/>
    <w:rsid w:val="00FC6051"/>
    <w:rsid w:val="00FC6154"/>
    <w:rsid w:val="00FC6CC4"/>
    <w:rsid w:val="00FC6E2B"/>
    <w:rsid w:val="00FC724A"/>
    <w:rsid w:val="00FC73C4"/>
    <w:rsid w:val="00FC7655"/>
    <w:rsid w:val="00FC796C"/>
    <w:rsid w:val="00FC7D0C"/>
    <w:rsid w:val="00FC7E34"/>
    <w:rsid w:val="00FD006C"/>
    <w:rsid w:val="00FD0BC6"/>
    <w:rsid w:val="00FD0FBE"/>
    <w:rsid w:val="00FD1251"/>
    <w:rsid w:val="00FD1399"/>
    <w:rsid w:val="00FD1967"/>
    <w:rsid w:val="00FD1AA7"/>
    <w:rsid w:val="00FD27BB"/>
    <w:rsid w:val="00FD28A3"/>
    <w:rsid w:val="00FD28F2"/>
    <w:rsid w:val="00FD319C"/>
    <w:rsid w:val="00FD3608"/>
    <w:rsid w:val="00FD3661"/>
    <w:rsid w:val="00FD3A88"/>
    <w:rsid w:val="00FD3B9E"/>
    <w:rsid w:val="00FD3C09"/>
    <w:rsid w:val="00FD3C1C"/>
    <w:rsid w:val="00FD3E72"/>
    <w:rsid w:val="00FD3FE0"/>
    <w:rsid w:val="00FD3FED"/>
    <w:rsid w:val="00FD4256"/>
    <w:rsid w:val="00FD4425"/>
    <w:rsid w:val="00FD475E"/>
    <w:rsid w:val="00FD4A90"/>
    <w:rsid w:val="00FD4D70"/>
    <w:rsid w:val="00FD4FE4"/>
    <w:rsid w:val="00FD537E"/>
    <w:rsid w:val="00FD565C"/>
    <w:rsid w:val="00FD56F8"/>
    <w:rsid w:val="00FD5716"/>
    <w:rsid w:val="00FD5D9E"/>
    <w:rsid w:val="00FD6373"/>
    <w:rsid w:val="00FD6A27"/>
    <w:rsid w:val="00FD6BD3"/>
    <w:rsid w:val="00FD6E32"/>
    <w:rsid w:val="00FD6EFA"/>
    <w:rsid w:val="00FD7C42"/>
    <w:rsid w:val="00FD7EA6"/>
    <w:rsid w:val="00FD7F1E"/>
    <w:rsid w:val="00FE028C"/>
    <w:rsid w:val="00FE04B3"/>
    <w:rsid w:val="00FE0C41"/>
    <w:rsid w:val="00FE0EF8"/>
    <w:rsid w:val="00FE1012"/>
    <w:rsid w:val="00FE11AA"/>
    <w:rsid w:val="00FE127D"/>
    <w:rsid w:val="00FE1554"/>
    <w:rsid w:val="00FE1786"/>
    <w:rsid w:val="00FE1B32"/>
    <w:rsid w:val="00FE1C85"/>
    <w:rsid w:val="00FE2A23"/>
    <w:rsid w:val="00FE2E3F"/>
    <w:rsid w:val="00FE336A"/>
    <w:rsid w:val="00FE341A"/>
    <w:rsid w:val="00FE3983"/>
    <w:rsid w:val="00FE3E0A"/>
    <w:rsid w:val="00FE4A2F"/>
    <w:rsid w:val="00FE4F04"/>
    <w:rsid w:val="00FE53F2"/>
    <w:rsid w:val="00FE5644"/>
    <w:rsid w:val="00FE5EA5"/>
    <w:rsid w:val="00FE624B"/>
    <w:rsid w:val="00FE67A9"/>
    <w:rsid w:val="00FE6BE2"/>
    <w:rsid w:val="00FE6C3D"/>
    <w:rsid w:val="00FE6D67"/>
    <w:rsid w:val="00FE6F74"/>
    <w:rsid w:val="00FE730A"/>
    <w:rsid w:val="00FE747A"/>
    <w:rsid w:val="00FE74D2"/>
    <w:rsid w:val="00FE75AF"/>
    <w:rsid w:val="00FE78A2"/>
    <w:rsid w:val="00FE7AB9"/>
    <w:rsid w:val="00FF031D"/>
    <w:rsid w:val="00FF0BBA"/>
    <w:rsid w:val="00FF0E21"/>
    <w:rsid w:val="00FF129E"/>
    <w:rsid w:val="00FF13DA"/>
    <w:rsid w:val="00FF1657"/>
    <w:rsid w:val="00FF1AA9"/>
    <w:rsid w:val="00FF1FB2"/>
    <w:rsid w:val="00FF2624"/>
    <w:rsid w:val="00FF291B"/>
    <w:rsid w:val="00FF295A"/>
    <w:rsid w:val="00FF29A6"/>
    <w:rsid w:val="00FF2E7C"/>
    <w:rsid w:val="00FF31E5"/>
    <w:rsid w:val="00FF323B"/>
    <w:rsid w:val="00FF3988"/>
    <w:rsid w:val="00FF3BB4"/>
    <w:rsid w:val="00FF3C21"/>
    <w:rsid w:val="00FF4050"/>
    <w:rsid w:val="00FF422A"/>
    <w:rsid w:val="00FF4478"/>
    <w:rsid w:val="00FF48F0"/>
    <w:rsid w:val="00FF4B45"/>
    <w:rsid w:val="00FF4F57"/>
    <w:rsid w:val="00FF4F63"/>
    <w:rsid w:val="00FF50E2"/>
    <w:rsid w:val="00FF5554"/>
    <w:rsid w:val="00FF55E8"/>
    <w:rsid w:val="00FF5883"/>
    <w:rsid w:val="00FF5BC2"/>
    <w:rsid w:val="00FF5FA5"/>
    <w:rsid w:val="00FF611C"/>
    <w:rsid w:val="00FF614D"/>
    <w:rsid w:val="00FF6296"/>
    <w:rsid w:val="00FF63E6"/>
    <w:rsid w:val="00FF67D1"/>
    <w:rsid w:val="00FF680F"/>
    <w:rsid w:val="00FF6888"/>
    <w:rsid w:val="00FF6B51"/>
    <w:rsid w:val="00FF6E5E"/>
    <w:rsid w:val="00FF6E8C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2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locked/>
    <w:rsid w:val="0007612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F5002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F500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432</TotalTime>
  <Pages>18</Pages>
  <Words>4353</Words>
  <Characters>24814</Characters>
  <Application>Microsoft Office Outlook</Application>
  <DocSecurity>0</DocSecurity>
  <Lines>0</Lines>
  <Paragraphs>0</Paragraphs>
  <ScaleCrop>false</ScaleCrop>
  <Company>Uvat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subject/>
  <dc:creator>User</dc:creator>
  <cp:keywords/>
  <dc:description/>
  <cp:lastModifiedBy>User</cp:lastModifiedBy>
  <cp:revision>116</cp:revision>
  <dcterms:created xsi:type="dcterms:W3CDTF">2014-04-17T05:37:00Z</dcterms:created>
  <dcterms:modified xsi:type="dcterms:W3CDTF">2014-05-15T04:16:00Z</dcterms:modified>
</cp:coreProperties>
</file>