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73E" w:rsidRDefault="004F273E" w:rsidP="008B0F10">
      <w:pPr>
        <w:tabs>
          <w:tab w:val="left" w:pos="7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СВЕДЕНИЯ </w:t>
      </w:r>
    </w:p>
    <w:p w:rsidR="004F273E" w:rsidRDefault="004F273E" w:rsidP="008B0F10">
      <w:pPr>
        <w:tabs>
          <w:tab w:val="left" w:pos="7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доходах, имуществе и обязательствах имущественного характера руководителей  муниципальных учреждений Управления культуры, молодежи и спорта Администрации Орджоникидзевского района, также их супругов и несовершеннолетних детей </w:t>
      </w:r>
    </w:p>
    <w:p w:rsidR="004F273E" w:rsidRDefault="004F273E" w:rsidP="00D34157">
      <w:pPr>
        <w:tabs>
          <w:tab w:val="left" w:pos="7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период с 1 января по 31 декабря 2013 года</w:t>
      </w:r>
    </w:p>
    <w:p w:rsidR="004F273E" w:rsidRDefault="004F273E" w:rsidP="00D34157">
      <w:pPr>
        <w:tabs>
          <w:tab w:val="left" w:pos="7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F273E" w:rsidRPr="00D34157" w:rsidRDefault="004F273E" w:rsidP="00D34157">
      <w:pPr>
        <w:tabs>
          <w:tab w:val="left" w:pos="7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6116" w:type="dxa"/>
        <w:tblInd w:w="-38" w:type="dxa"/>
        <w:tblCellMar>
          <w:left w:w="40" w:type="dxa"/>
          <w:right w:w="40" w:type="dxa"/>
        </w:tblCellMar>
        <w:tblLook w:val="00A0"/>
      </w:tblPr>
      <w:tblGrid>
        <w:gridCol w:w="2311"/>
        <w:gridCol w:w="2239"/>
        <w:gridCol w:w="2310"/>
        <w:gridCol w:w="3520"/>
        <w:gridCol w:w="1079"/>
        <w:gridCol w:w="1519"/>
        <w:gridCol w:w="3138"/>
      </w:tblGrid>
      <w:tr w:rsidR="004F273E">
        <w:trPr>
          <w:trHeight w:val="441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F273E" w:rsidRDefault="004F273E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F273E" w:rsidRDefault="004F273E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ванный годовой доход за отчетный период (руб.)</w:t>
            </w:r>
          </w:p>
        </w:tc>
        <w:tc>
          <w:tcPr>
            <w:tcW w:w="6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недвижимого имущества, принадлежащие на праве собственности или находящиеся в пользовании </w:t>
            </w: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Транспортные </w:t>
            </w:r>
          </w:p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средства, принадлежащие на праве собственности</w:t>
            </w:r>
          </w:p>
        </w:tc>
      </w:tr>
      <w:tr w:rsidR="004F273E">
        <w:trPr>
          <w:trHeight w:hRule="exact" w:val="54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3E" w:rsidRDefault="004F27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3E" w:rsidRDefault="004F27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3E" w:rsidRDefault="004F27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</w:p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расположе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3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3E" w:rsidRDefault="004F27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73E">
        <w:trPr>
          <w:trHeight w:hRule="exact" w:val="246"/>
        </w:trPr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F273E">
        <w:trPr>
          <w:trHeight w:val="453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30465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65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1.Андрианова </w:t>
            </w:r>
          </w:p>
          <w:p w:rsidR="004F273E" w:rsidRDefault="004F273E" w:rsidP="0030465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65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Лидия </w:t>
            </w:r>
          </w:p>
          <w:p w:rsidR="004F273E" w:rsidRPr="00304651" w:rsidRDefault="004F273E" w:rsidP="0030465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65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Васильевна</w:t>
            </w:r>
          </w:p>
          <w:p w:rsidR="004F273E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Директор МБУК «Музей Орджоникидзевского района»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612374,35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Pr="00343C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6C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безвозмездное пользование, факт. предоставление, бессрочно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F273E">
        <w:trPr>
          <w:trHeight w:val="230"/>
        </w:trPr>
        <w:tc>
          <w:tcPr>
            <w:tcW w:w="231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Pr="00304651" w:rsidRDefault="004F273E" w:rsidP="0030465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 - на праве пользования</w:t>
            </w:r>
            <w:r w:rsidRPr="00566C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факт. предоставление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F273E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24,12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F273E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73E">
        <w:trPr>
          <w:trHeight w:val="500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2658F9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227743,13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Pr="00343C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6C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безвозмездное пользование, факт. предоставление, бессрочно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621358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  <w:p w:rsidR="004F273E" w:rsidRDefault="004F273E" w:rsidP="00621358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621358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F273E" w:rsidRDefault="004F273E" w:rsidP="00621358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– </w:t>
            </w:r>
          </w:p>
          <w:p w:rsidR="004F273E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ВАЗ 21041 - инд.собственность</w:t>
            </w:r>
          </w:p>
        </w:tc>
      </w:tr>
      <w:tr w:rsidR="004F273E">
        <w:trPr>
          <w:trHeight w:val="446"/>
        </w:trPr>
        <w:tc>
          <w:tcPr>
            <w:tcW w:w="2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 - на праве пользования</w:t>
            </w:r>
            <w:r w:rsidRPr="00566C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факт. предоставление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621358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F273E" w:rsidRDefault="004F273E" w:rsidP="00621358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24,12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621358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F273E" w:rsidRDefault="004F273E" w:rsidP="00621358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73E" w:rsidRPr="005D1FB2">
        <w:trPr>
          <w:trHeight w:val="654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 Харин </w:t>
            </w:r>
          </w:p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Валерий Александрович</w:t>
            </w: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МБОУ ДОД «Копьевская ДМШ»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30465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749135,75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5D1F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безвозмездное пользование, факт. предоставление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Легковые автомобили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ВАЗ 2121- инд.собственность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Mitsubishi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ASX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-инд.собственность</w:t>
            </w:r>
          </w:p>
        </w:tc>
      </w:tr>
      <w:tr w:rsidR="004F273E" w:rsidRPr="005D1FB2">
        <w:trPr>
          <w:trHeight w:val="540"/>
        </w:trPr>
        <w:tc>
          <w:tcPr>
            <w:tcW w:w="2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30465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 w:rsidRPr="005D1F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безвозмездное пользование, факт. предоставление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1168,0</w:t>
            </w:r>
          </w:p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73E" w:rsidRPr="005D1FB2">
        <w:trPr>
          <w:trHeight w:val="180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136000,00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- инд.собственность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F273E" w:rsidRPr="005D1FB2">
        <w:trPr>
          <w:trHeight w:val="260"/>
        </w:trPr>
        <w:tc>
          <w:tcPr>
            <w:tcW w:w="2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участок- инд.собственность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D34157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1168,0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73E" w:rsidRPr="005D1FB2">
        <w:trPr>
          <w:trHeight w:val="803"/>
        </w:trPr>
        <w:tc>
          <w:tcPr>
            <w:tcW w:w="23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3.Аверина 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Светлана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Диретор МБОУ ДОД «Июсская ДМШ»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364887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- совместная собственность,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73E" w:rsidRPr="005D1FB2">
        <w:trPr>
          <w:trHeight w:val="200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436473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- совместная собственность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Honda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CR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</w:p>
          <w:p w:rsidR="004F273E" w:rsidRPr="005D1FB2" w:rsidRDefault="004F273E" w:rsidP="00AD244C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инд.собственность</w:t>
            </w:r>
          </w:p>
        </w:tc>
      </w:tr>
      <w:tr w:rsidR="004F273E" w:rsidRPr="005D1FB2">
        <w:trPr>
          <w:trHeight w:val="480"/>
        </w:trPr>
        <w:tc>
          <w:tcPr>
            <w:tcW w:w="2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 w:rsidP="005D1FB2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F273E" w:rsidRPr="005D1FB2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1F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5D1FB2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73E" w:rsidRPr="004600E1">
        <w:trPr>
          <w:trHeight w:val="190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4.Ашихина </w:t>
            </w:r>
          </w:p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Наталья </w:t>
            </w:r>
          </w:p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Васильевна</w:t>
            </w:r>
          </w:p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МБУК «Орджоникидзевская РБ»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530339,78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 - инд.собственность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F273E" w:rsidRPr="004600E1">
        <w:trPr>
          <w:trHeight w:val="480"/>
        </w:trPr>
        <w:tc>
          <w:tcPr>
            <w:tcW w:w="2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 -   инд.собственность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73E" w:rsidRPr="004600E1">
        <w:trPr>
          <w:trHeight w:val="502"/>
        </w:trPr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2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216901,20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4600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безвозмездное пользование, факт. предоставление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4600E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  <w:p w:rsidR="004F273E" w:rsidRPr="004600E1" w:rsidRDefault="004F273E" w:rsidP="004600E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 21418 - инд.собственность</w:t>
            </w:r>
          </w:p>
          <w:p w:rsidR="004F273E" w:rsidRPr="004600E1" w:rsidRDefault="004F273E" w:rsidP="004600E1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ВАЗ 21100- инд.собственность</w:t>
            </w:r>
          </w:p>
        </w:tc>
      </w:tr>
      <w:tr w:rsidR="004F273E" w:rsidRPr="004600E1">
        <w:trPr>
          <w:trHeight w:val="720"/>
        </w:trPr>
        <w:tc>
          <w:tcPr>
            <w:tcW w:w="2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 w:rsidRPr="004600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безвозмездное пользование,</w:t>
            </w:r>
          </w:p>
          <w:p w:rsidR="004F273E" w:rsidRPr="004600E1" w:rsidRDefault="004F273E" w:rsidP="00552DD9">
            <w:pPr>
              <w:tabs>
                <w:tab w:val="left" w:pos="73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факт. предоставление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552DD9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0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73E" w:rsidRPr="004600E1" w:rsidRDefault="004F273E" w:rsidP="00AE6410">
            <w:pPr>
              <w:tabs>
                <w:tab w:val="left" w:pos="7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F273E" w:rsidRPr="004600E1" w:rsidRDefault="004F273E">
      <w:pPr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4F273E" w:rsidRPr="004600E1" w:rsidRDefault="004F273E">
      <w:pPr>
        <w:rPr>
          <w:color w:val="000000"/>
        </w:rPr>
      </w:pPr>
    </w:p>
    <w:sectPr w:rsidR="004F273E" w:rsidRPr="004600E1" w:rsidSect="00D34157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73E" w:rsidRDefault="004F273E" w:rsidP="008B0F10">
      <w:pPr>
        <w:spacing w:after="0" w:line="240" w:lineRule="auto"/>
      </w:pPr>
      <w:r>
        <w:separator/>
      </w:r>
    </w:p>
  </w:endnote>
  <w:endnote w:type="continuationSeparator" w:id="0">
    <w:p w:rsidR="004F273E" w:rsidRDefault="004F273E" w:rsidP="008B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73E" w:rsidRDefault="004F273E" w:rsidP="008B0F10">
      <w:pPr>
        <w:spacing w:after="0" w:line="240" w:lineRule="auto"/>
      </w:pPr>
      <w:r>
        <w:separator/>
      </w:r>
    </w:p>
  </w:footnote>
  <w:footnote w:type="continuationSeparator" w:id="0">
    <w:p w:rsidR="004F273E" w:rsidRDefault="004F273E" w:rsidP="008B0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42EA3"/>
    <w:multiLevelType w:val="hybridMultilevel"/>
    <w:tmpl w:val="6040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B0C26"/>
    <w:multiLevelType w:val="hybridMultilevel"/>
    <w:tmpl w:val="60562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F10"/>
    <w:rsid w:val="00246178"/>
    <w:rsid w:val="002658F9"/>
    <w:rsid w:val="00287A85"/>
    <w:rsid w:val="003045E2"/>
    <w:rsid w:val="00304651"/>
    <w:rsid w:val="00343CD8"/>
    <w:rsid w:val="003D14FF"/>
    <w:rsid w:val="003D61B6"/>
    <w:rsid w:val="003E2E3A"/>
    <w:rsid w:val="004600E1"/>
    <w:rsid w:val="00461796"/>
    <w:rsid w:val="004F273E"/>
    <w:rsid w:val="00552DD9"/>
    <w:rsid w:val="00566C0E"/>
    <w:rsid w:val="005C6A89"/>
    <w:rsid w:val="005D1FB2"/>
    <w:rsid w:val="00621358"/>
    <w:rsid w:val="00636332"/>
    <w:rsid w:val="007A2F84"/>
    <w:rsid w:val="008142DE"/>
    <w:rsid w:val="00876DF5"/>
    <w:rsid w:val="008A44FA"/>
    <w:rsid w:val="008B0F10"/>
    <w:rsid w:val="00981B8F"/>
    <w:rsid w:val="00984F5C"/>
    <w:rsid w:val="00A53042"/>
    <w:rsid w:val="00AD244C"/>
    <w:rsid w:val="00AE6410"/>
    <w:rsid w:val="00B04DA0"/>
    <w:rsid w:val="00CE51E9"/>
    <w:rsid w:val="00D25866"/>
    <w:rsid w:val="00D34157"/>
    <w:rsid w:val="00EC0615"/>
    <w:rsid w:val="00F604D2"/>
    <w:rsid w:val="00F6252A"/>
    <w:rsid w:val="00F6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F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8B0F1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B0F10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8B0F10"/>
    <w:rPr>
      <w:vertAlign w:val="superscript"/>
    </w:rPr>
  </w:style>
  <w:style w:type="paragraph" w:styleId="ListParagraph">
    <w:name w:val="List Paragraph"/>
    <w:basedOn w:val="Normal"/>
    <w:uiPriority w:val="99"/>
    <w:qFormat/>
    <w:rsid w:val="0030465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91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</TotalTime>
  <Pages>2</Pages>
  <Words>343</Words>
  <Characters>1960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кадров</cp:lastModifiedBy>
  <cp:revision>10</cp:revision>
  <dcterms:created xsi:type="dcterms:W3CDTF">2013-08-01T13:01:00Z</dcterms:created>
  <dcterms:modified xsi:type="dcterms:W3CDTF">2014-05-08T07:11:00Z</dcterms:modified>
</cp:coreProperties>
</file>