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C5D" w:rsidRPr="00371F5B" w:rsidRDefault="00506C5D" w:rsidP="00371F5B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Сведения</w:t>
      </w:r>
    </w:p>
    <w:p w:rsidR="00506C5D" w:rsidRPr="00371F5B" w:rsidRDefault="00506C5D" w:rsidP="00371F5B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6C5D" w:rsidRPr="00E45A45" w:rsidRDefault="00506C5D" w:rsidP="00371F5B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МБУЗ «Нижне</w:t>
      </w:r>
      <w:r>
        <w:rPr>
          <w:b/>
          <w:bCs/>
          <w:i/>
          <w:iCs/>
          <w:sz w:val="24"/>
          <w:szCs w:val="24"/>
          <w:lang w:val="ru-RU"/>
        </w:rPr>
        <w:t>со</w:t>
      </w:r>
      <w:r w:rsidRPr="00E45A45">
        <w:rPr>
          <w:b/>
          <w:bCs/>
          <w:i/>
          <w:iCs/>
          <w:sz w:val="24"/>
          <w:szCs w:val="24"/>
          <w:lang w:val="ru-RU"/>
        </w:rPr>
        <w:t>рт</w:t>
      </w:r>
      <w:r>
        <w:rPr>
          <w:b/>
          <w:bCs/>
          <w:i/>
          <w:iCs/>
          <w:sz w:val="24"/>
          <w:szCs w:val="24"/>
          <w:lang w:val="ru-RU"/>
        </w:rPr>
        <w:t>ымская</w:t>
      </w:r>
      <w:r w:rsidRPr="00E45A45">
        <w:rPr>
          <w:b/>
          <w:bCs/>
          <w:i/>
          <w:iCs/>
          <w:sz w:val="24"/>
          <w:szCs w:val="24"/>
          <w:lang w:val="ru-RU"/>
        </w:rPr>
        <w:t xml:space="preserve"> участковая больница»</w:t>
      </w:r>
    </w:p>
    <w:p w:rsidR="00506C5D" w:rsidRDefault="00506C5D" w:rsidP="00371F5B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506C5D" w:rsidRDefault="00506C5D" w:rsidP="00371F5B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506C5D" w:rsidRDefault="00506C5D" w:rsidP="00371F5B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1"/>
        <w:gridCol w:w="1417"/>
        <w:gridCol w:w="1750"/>
        <w:gridCol w:w="1260"/>
        <w:gridCol w:w="1620"/>
        <w:gridCol w:w="1620"/>
        <w:gridCol w:w="1980"/>
        <w:gridCol w:w="1260"/>
        <w:gridCol w:w="1620"/>
      </w:tblGrid>
      <w:tr w:rsidR="00506C5D" w:rsidRPr="00D06527">
        <w:tc>
          <w:tcPr>
            <w:tcW w:w="2341" w:type="dxa"/>
            <w:vMerge w:val="restart"/>
            <w:vAlign w:val="center"/>
          </w:tcPr>
          <w:p w:rsidR="00506C5D" w:rsidRPr="00D51945" w:rsidRDefault="00506C5D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250" w:type="dxa"/>
            <w:gridSpan w:val="4"/>
            <w:vAlign w:val="center"/>
          </w:tcPr>
          <w:p w:rsidR="00506C5D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860" w:type="dxa"/>
            <w:gridSpan w:val="3"/>
            <w:vAlign w:val="center"/>
          </w:tcPr>
          <w:p w:rsidR="00506C5D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06C5D" w:rsidRPr="00D06527">
        <w:tc>
          <w:tcPr>
            <w:tcW w:w="2341" w:type="dxa"/>
            <w:vMerge/>
            <w:vAlign w:val="center"/>
          </w:tcPr>
          <w:p w:rsidR="00506C5D" w:rsidRPr="00D51945" w:rsidRDefault="00506C5D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50" w:type="dxa"/>
            <w:vAlign w:val="center"/>
          </w:tcPr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980" w:type="dxa"/>
            <w:vAlign w:val="center"/>
          </w:tcPr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506C5D" w:rsidRPr="00964CBA">
        <w:tc>
          <w:tcPr>
            <w:tcW w:w="2341" w:type="dxa"/>
          </w:tcPr>
          <w:p w:rsidR="00506C5D" w:rsidRDefault="00506C5D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Авруцевич</w:t>
            </w:r>
          </w:p>
          <w:p w:rsidR="00506C5D" w:rsidRPr="00D51945" w:rsidRDefault="00506C5D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Александр Олегович</w:t>
            </w:r>
          </w:p>
        </w:tc>
        <w:tc>
          <w:tcPr>
            <w:tcW w:w="1417" w:type="dxa"/>
          </w:tcPr>
          <w:p w:rsidR="00506C5D" w:rsidRPr="00274144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1 329 382</w:t>
            </w:r>
          </w:p>
        </w:tc>
        <w:tc>
          <w:tcPr>
            <w:tcW w:w="1750" w:type="dxa"/>
          </w:tcPr>
          <w:p w:rsidR="00506C5D" w:rsidRPr="00274144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Pr="00274144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Pr="00274144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Pr="003601A3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Субару </w:t>
            </w:r>
            <w:r>
              <w:rPr>
                <w:sz w:val="22"/>
                <w:szCs w:val="22"/>
              </w:rPr>
              <w:t>Impreza</w:t>
            </w:r>
          </w:p>
          <w:p w:rsidR="00506C5D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Сузуки Лиана</w:t>
            </w:r>
          </w:p>
          <w:p w:rsidR="00506C5D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Pr="00CA71BE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Вольво 960</w:t>
            </w:r>
          </w:p>
        </w:tc>
        <w:tc>
          <w:tcPr>
            <w:tcW w:w="1980" w:type="dxa"/>
          </w:tcPr>
          <w:p w:rsidR="00506C5D" w:rsidRPr="00964CBA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Pr="00964CBA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55,6</w:t>
            </w:r>
          </w:p>
        </w:tc>
        <w:tc>
          <w:tcPr>
            <w:tcW w:w="1620" w:type="dxa"/>
          </w:tcPr>
          <w:p w:rsidR="00506C5D" w:rsidRPr="00964CBA" w:rsidRDefault="00506C5D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341" w:type="dxa"/>
          </w:tcPr>
          <w:p w:rsidR="00506C5D" w:rsidRDefault="00506C5D" w:rsidP="00027667">
            <w:pPr>
              <w:rPr>
                <w:sz w:val="22"/>
                <w:szCs w:val="22"/>
                <w:lang w:val="ru-RU"/>
              </w:rPr>
            </w:pPr>
            <w:r w:rsidRPr="00D51945">
              <w:rPr>
                <w:sz w:val="22"/>
                <w:szCs w:val="22"/>
                <w:lang w:val="ru-RU"/>
              </w:rPr>
              <w:t>Супруга</w:t>
            </w:r>
          </w:p>
          <w:p w:rsidR="00506C5D" w:rsidRPr="00D51945" w:rsidRDefault="00506C5D" w:rsidP="0002766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506C5D" w:rsidRPr="00274144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93 021</w:t>
            </w:r>
          </w:p>
        </w:tc>
        <w:tc>
          <w:tcPr>
            <w:tcW w:w="1750" w:type="dxa"/>
          </w:tcPr>
          <w:p w:rsidR="00506C5D" w:rsidRPr="00274144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642FD2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642FD2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Pr="00274144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980" w:type="dxa"/>
          </w:tcPr>
          <w:p w:rsidR="00506C5D" w:rsidRPr="00964CBA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Pr="00964CBA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55,6</w:t>
            </w:r>
          </w:p>
        </w:tc>
        <w:tc>
          <w:tcPr>
            <w:tcW w:w="1620" w:type="dxa"/>
          </w:tcPr>
          <w:p w:rsidR="00506C5D" w:rsidRPr="00964CBA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341" w:type="dxa"/>
          </w:tcPr>
          <w:p w:rsidR="00506C5D" w:rsidRDefault="00506C5D" w:rsidP="0002766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Мкртчан</w:t>
            </w:r>
          </w:p>
          <w:p w:rsidR="00506C5D" w:rsidRPr="00D51945" w:rsidRDefault="00506C5D" w:rsidP="0002766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Тигран Асатурович</w:t>
            </w:r>
          </w:p>
        </w:tc>
        <w:tc>
          <w:tcPr>
            <w:tcW w:w="1417" w:type="dxa"/>
          </w:tcPr>
          <w:p w:rsidR="00506C5D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1 107 263</w:t>
            </w:r>
          </w:p>
        </w:tc>
        <w:tc>
          <w:tcPr>
            <w:tcW w:w="1750" w:type="dxa"/>
          </w:tcPr>
          <w:p w:rsidR="00506C5D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Pr="00136801" w:rsidRDefault="00506C5D" w:rsidP="00027667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506C5D" w:rsidRPr="00274144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620" w:type="dxa"/>
          </w:tcPr>
          <w:p w:rsidR="00506C5D" w:rsidRPr="00274144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506C5D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Фольксваген</w:t>
            </w:r>
          </w:p>
          <w:p w:rsidR="00506C5D" w:rsidRPr="00136801" w:rsidRDefault="00506C5D" w:rsidP="00027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Jetta</w:t>
            </w:r>
          </w:p>
        </w:tc>
        <w:tc>
          <w:tcPr>
            <w:tcW w:w="1980" w:type="dxa"/>
          </w:tcPr>
          <w:p w:rsidR="00506C5D" w:rsidRPr="00136801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1620" w:type="dxa"/>
          </w:tcPr>
          <w:p w:rsidR="00506C5D" w:rsidRDefault="00506C5D" w:rsidP="0002766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341" w:type="dxa"/>
          </w:tcPr>
          <w:p w:rsidR="00506C5D" w:rsidRDefault="00506C5D" w:rsidP="0013680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506C5D" w:rsidRDefault="00506C5D" w:rsidP="00136801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0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4A3F6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4A3F6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136801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1620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341" w:type="dxa"/>
          </w:tcPr>
          <w:p w:rsidR="00506C5D" w:rsidRDefault="00506C5D" w:rsidP="0013680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0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4A3F6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4A3F6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136801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1620" w:type="dxa"/>
          </w:tcPr>
          <w:p w:rsidR="00506C5D" w:rsidRDefault="00506C5D" w:rsidP="0013680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506C5D" w:rsidRDefault="00506C5D">
      <w:pPr>
        <w:rPr>
          <w:lang w:val="ru-RU"/>
        </w:rPr>
      </w:pPr>
    </w:p>
    <w:p w:rsidR="00506C5D" w:rsidRDefault="00506C5D">
      <w:pPr>
        <w:rPr>
          <w:lang w:val="ru-RU"/>
        </w:rPr>
      </w:pPr>
    </w:p>
    <w:p w:rsidR="00506C5D" w:rsidRDefault="00506C5D">
      <w:pPr>
        <w:rPr>
          <w:lang w:val="ru-RU"/>
        </w:rPr>
        <w:sectPr w:rsidR="00506C5D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506C5D" w:rsidRPr="00371F5B" w:rsidRDefault="00506C5D" w:rsidP="00DB7E4F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Сведения</w:t>
      </w:r>
    </w:p>
    <w:p w:rsidR="00506C5D" w:rsidRPr="00371F5B" w:rsidRDefault="00506C5D" w:rsidP="00DB7E4F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6C5D" w:rsidRPr="00E45A45" w:rsidRDefault="00506C5D" w:rsidP="00DB7E4F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МБУЗ «Поликлиника п. Белый Яр»</w:t>
      </w:r>
    </w:p>
    <w:p w:rsidR="00506C5D" w:rsidRDefault="00506C5D" w:rsidP="00DB7E4F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506C5D" w:rsidRDefault="00506C5D" w:rsidP="00DB7E4F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506C5D" w:rsidRDefault="00506C5D" w:rsidP="00DB7E4F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1980"/>
        <w:gridCol w:w="1260"/>
        <w:gridCol w:w="1620"/>
        <w:gridCol w:w="1620"/>
        <w:gridCol w:w="1980"/>
        <w:gridCol w:w="1260"/>
        <w:gridCol w:w="1620"/>
      </w:tblGrid>
      <w:tr w:rsidR="00506C5D" w:rsidRPr="00D06527">
        <w:tc>
          <w:tcPr>
            <w:tcW w:w="2268" w:type="dxa"/>
            <w:vMerge w:val="restart"/>
            <w:vAlign w:val="center"/>
          </w:tcPr>
          <w:p w:rsidR="00506C5D" w:rsidRPr="00D51945" w:rsidRDefault="00506C5D" w:rsidP="003601A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80" w:type="dxa"/>
            <w:gridSpan w:val="4"/>
            <w:vAlign w:val="center"/>
          </w:tcPr>
          <w:p w:rsidR="00506C5D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860" w:type="dxa"/>
            <w:gridSpan w:val="3"/>
            <w:vAlign w:val="center"/>
          </w:tcPr>
          <w:p w:rsidR="00506C5D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06C5D" w:rsidRPr="00D06527">
        <w:tc>
          <w:tcPr>
            <w:tcW w:w="2268" w:type="dxa"/>
            <w:vMerge/>
            <w:vAlign w:val="center"/>
          </w:tcPr>
          <w:p w:rsidR="00506C5D" w:rsidRPr="00D51945" w:rsidRDefault="00506C5D" w:rsidP="003601A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980" w:type="dxa"/>
            <w:vAlign w:val="center"/>
          </w:tcPr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506C5D" w:rsidRPr="00964CBA">
        <w:tc>
          <w:tcPr>
            <w:tcW w:w="2268" w:type="dxa"/>
          </w:tcPr>
          <w:p w:rsidR="00506C5D" w:rsidRDefault="00506C5D" w:rsidP="003601A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Люкс</w:t>
            </w:r>
          </w:p>
          <w:p w:rsidR="00506C5D" w:rsidRPr="00D51945" w:rsidRDefault="00506C5D" w:rsidP="003601A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Наталья Владимировна</w:t>
            </w:r>
          </w:p>
        </w:tc>
        <w:tc>
          <w:tcPr>
            <w:tcW w:w="1260" w:type="dxa"/>
          </w:tcPr>
          <w:p w:rsidR="00506C5D" w:rsidRPr="00274144" w:rsidRDefault="00506C5D" w:rsidP="002C62B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1 293 259</w:t>
            </w:r>
          </w:p>
        </w:tc>
        <w:tc>
          <w:tcPr>
            <w:tcW w:w="1980" w:type="dxa"/>
          </w:tcPr>
          <w:p w:rsidR="00506C5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506C5D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06C5D" w:rsidRPr="002C62B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Pr="002C62BD" w:rsidRDefault="00506C5D" w:rsidP="003601A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506C5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55,9</w:t>
            </w:r>
          </w:p>
          <w:p w:rsidR="00506C5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Pr="00274144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55,73</w:t>
            </w:r>
          </w:p>
        </w:tc>
        <w:tc>
          <w:tcPr>
            <w:tcW w:w="1620" w:type="dxa"/>
          </w:tcPr>
          <w:p w:rsidR="00506C5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6C5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Pr="00274144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Казахстан</w:t>
            </w:r>
          </w:p>
        </w:tc>
        <w:tc>
          <w:tcPr>
            <w:tcW w:w="1620" w:type="dxa"/>
          </w:tcPr>
          <w:p w:rsidR="00506C5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Субару</w:t>
            </w:r>
          </w:p>
          <w:p w:rsidR="00506C5D" w:rsidRPr="002C62BD" w:rsidRDefault="00506C5D" w:rsidP="00360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Legacy</w:t>
            </w:r>
          </w:p>
        </w:tc>
        <w:tc>
          <w:tcPr>
            <w:tcW w:w="1980" w:type="dxa"/>
          </w:tcPr>
          <w:p w:rsidR="00506C5D" w:rsidRPr="002C62BD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7442C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7442C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06C5D" w:rsidRPr="00964CBA">
        <w:tc>
          <w:tcPr>
            <w:tcW w:w="2268" w:type="dxa"/>
          </w:tcPr>
          <w:p w:rsidR="00506C5D" w:rsidRPr="00D51945" w:rsidRDefault="00506C5D" w:rsidP="003601A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506C5D" w:rsidRPr="00274144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274144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321BE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321BE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180A7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964CBA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Pr="00964CBA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55,9</w:t>
            </w:r>
          </w:p>
        </w:tc>
        <w:tc>
          <w:tcPr>
            <w:tcW w:w="1620" w:type="dxa"/>
          </w:tcPr>
          <w:p w:rsidR="00506C5D" w:rsidRPr="00964CBA" w:rsidRDefault="00506C5D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268" w:type="dxa"/>
          </w:tcPr>
          <w:p w:rsidR="00506C5D" w:rsidRPr="00D51945" w:rsidRDefault="00506C5D" w:rsidP="00597D0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506C5D" w:rsidRPr="00274144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274144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321BE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321BE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180A7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964CBA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Pr="00964CBA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55,9</w:t>
            </w:r>
          </w:p>
        </w:tc>
        <w:tc>
          <w:tcPr>
            <w:tcW w:w="1620" w:type="dxa"/>
          </w:tcPr>
          <w:p w:rsidR="00506C5D" w:rsidRPr="00964CBA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268" w:type="dxa"/>
          </w:tcPr>
          <w:p w:rsidR="00506C5D" w:rsidRPr="00D51945" w:rsidRDefault="00506C5D" w:rsidP="00597D0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506C5D" w:rsidRPr="00274144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274144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321BE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321BE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180A7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964CBA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Pr="00964CBA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55,9</w:t>
            </w:r>
          </w:p>
        </w:tc>
        <w:tc>
          <w:tcPr>
            <w:tcW w:w="1620" w:type="dxa"/>
          </w:tcPr>
          <w:p w:rsidR="00506C5D" w:rsidRPr="00964CBA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268" w:type="dxa"/>
          </w:tcPr>
          <w:p w:rsidR="00506C5D" w:rsidRDefault="00506C5D" w:rsidP="00597D0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Анненская</w:t>
            </w:r>
          </w:p>
          <w:p w:rsidR="00506C5D" w:rsidRDefault="00506C5D" w:rsidP="00597D0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Людмила Михайловна</w:t>
            </w:r>
          </w:p>
        </w:tc>
        <w:tc>
          <w:tcPr>
            <w:tcW w:w="1260" w:type="dxa"/>
          </w:tcPr>
          <w:p w:rsidR="00506C5D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1 486 839</w:t>
            </w:r>
          </w:p>
        </w:tc>
        <w:tc>
          <w:tcPr>
            <w:tcW w:w="1980" w:type="dxa"/>
          </w:tcPr>
          <w:p w:rsidR="00506C5D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Pr="009B095C" w:rsidRDefault="00506C5D" w:rsidP="00597D08">
            <w:pPr>
              <w:jc w:val="center"/>
              <w:rPr>
                <w:sz w:val="16"/>
                <w:szCs w:val="16"/>
                <w:lang w:val="ru-RU"/>
              </w:rPr>
            </w:pPr>
            <w:r w:rsidRPr="009B095C">
              <w:rPr>
                <w:sz w:val="16"/>
                <w:szCs w:val="16"/>
                <w:lang w:val="ru-RU"/>
              </w:rPr>
              <w:t>1/2</w:t>
            </w:r>
          </w:p>
        </w:tc>
        <w:tc>
          <w:tcPr>
            <w:tcW w:w="1260" w:type="dxa"/>
          </w:tcPr>
          <w:p w:rsidR="00506C5D" w:rsidRPr="00274144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50,8</w:t>
            </w:r>
          </w:p>
        </w:tc>
        <w:tc>
          <w:tcPr>
            <w:tcW w:w="1620" w:type="dxa"/>
          </w:tcPr>
          <w:p w:rsidR="00506C5D" w:rsidRPr="00274144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506C5D" w:rsidRPr="009B095C" w:rsidRDefault="00506C5D" w:rsidP="009B09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Kia Rio</w:t>
            </w:r>
          </w:p>
        </w:tc>
        <w:tc>
          <w:tcPr>
            <w:tcW w:w="1980" w:type="dxa"/>
          </w:tcPr>
          <w:p w:rsidR="00506C5D" w:rsidRPr="009B095C" w:rsidRDefault="00506C5D" w:rsidP="00597D0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B907B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B907B5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06C5D" w:rsidRPr="00964CBA">
        <w:tc>
          <w:tcPr>
            <w:tcW w:w="2268" w:type="dxa"/>
          </w:tcPr>
          <w:p w:rsidR="00506C5D" w:rsidRDefault="00506C5D" w:rsidP="009B095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506C5D" w:rsidRPr="00274144" w:rsidRDefault="00506C5D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274144" w:rsidRDefault="00506C5D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8F249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8F249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Pr="00274144" w:rsidRDefault="00506C5D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964CBA" w:rsidRDefault="00506C5D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Pr="00964CBA" w:rsidRDefault="00506C5D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50,8</w:t>
            </w:r>
          </w:p>
        </w:tc>
        <w:tc>
          <w:tcPr>
            <w:tcW w:w="1620" w:type="dxa"/>
          </w:tcPr>
          <w:p w:rsidR="00506C5D" w:rsidRPr="00964CBA" w:rsidRDefault="00506C5D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506C5D" w:rsidRDefault="00506C5D" w:rsidP="00DB7E4F">
      <w:pPr>
        <w:rPr>
          <w:lang w:val="ru-RU"/>
        </w:rPr>
      </w:pPr>
    </w:p>
    <w:p w:rsidR="00506C5D" w:rsidRDefault="00506C5D" w:rsidP="00DB7E4F">
      <w:pPr>
        <w:rPr>
          <w:lang w:val="ru-RU"/>
        </w:rPr>
      </w:pPr>
    </w:p>
    <w:p w:rsidR="00506C5D" w:rsidRDefault="00506C5D">
      <w:pPr>
        <w:rPr>
          <w:lang w:val="ru-RU"/>
        </w:rPr>
        <w:sectPr w:rsidR="00506C5D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506C5D" w:rsidRPr="00371F5B" w:rsidRDefault="00506C5D" w:rsidP="00372842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Сведения</w:t>
      </w:r>
    </w:p>
    <w:p w:rsidR="00506C5D" w:rsidRPr="00371F5B" w:rsidRDefault="00506C5D" w:rsidP="00372842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6C5D" w:rsidRPr="00E45A45" w:rsidRDefault="00506C5D" w:rsidP="00372842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МБУЗ «Фёдоровская городская больница»</w:t>
      </w:r>
    </w:p>
    <w:p w:rsidR="00506C5D" w:rsidRDefault="00506C5D" w:rsidP="00372842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506C5D" w:rsidRDefault="00506C5D" w:rsidP="00372842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506C5D" w:rsidRDefault="00506C5D" w:rsidP="00372842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1980"/>
        <w:gridCol w:w="1260"/>
        <w:gridCol w:w="1620"/>
        <w:gridCol w:w="1620"/>
        <w:gridCol w:w="1980"/>
        <w:gridCol w:w="1260"/>
        <w:gridCol w:w="1620"/>
      </w:tblGrid>
      <w:tr w:rsidR="00506C5D" w:rsidRPr="00D06527">
        <w:tc>
          <w:tcPr>
            <w:tcW w:w="2268" w:type="dxa"/>
            <w:vMerge w:val="restart"/>
            <w:vAlign w:val="center"/>
          </w:tcPr>
          <w:p w:rsidR="00506C5D" w:rsidRPr="00D51945" w:rsidRDefault="00506C5D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80" w:type="dxa"/>
            <w:gridSpan w:val="4"/>
            <w:vAlign w:val="center"/>
          </w:tcPr>
          <w:p w:rsidR="00506C5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860" w:type="dxa"/>
            <w:gridSpan w:val="3"/>
            <w:vAlign w:val="center"/>
          </w:tcPr>
          <w:p w:rsidR="00506C5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06C5D" w:rsidRPr="00D06527">
        <w:tc>
          <w:tcPr>
            <w:tcW w:w="2268" w:type="dxa"/>
            <w:vMerge/>
            <w:vAlign w:val="center"/>
          </w:tcPr>
          <w:p w:rsidR="00506C5D" w:rsidRPr="00D51945" w:rsidRDefault="00506C5D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98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506C5D" w:rsidRPr="00964CBA">
        <w:tc>
          <w:tcPr>
            <w:tcW w:w="2268" w:type="dxa"/>
          </w:tcPr>
          <w:p w:rsidR="00506C5D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Набиуллин</w:t>
            </w:r>
          </w:p>
          <w:p w:rsidR="00506C5D" w:rsidRPr="00D51945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Ильвир Рифович</w:t>
            </w:r>
          </w:p>
        </w:tc>
        <w:tc>
          <w:tcPr>
            <w:tcW w:w="126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1 382 876</w:t>
            </w:r>
          </w:p>
        </w:tc>
        <w:tc>
          <w:tcPr>
            <w:tcW w:w="198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  <w:p w:rsidR="00506C5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06C5D" w:rsidRPr="002C62B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участок под индивидуальное строительство</w:t>
            </w:r>
          </w:p>
          <w:p w:rsidR="00506C5D" w:rsidRPr="002C62B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73,3</w:t>
            </w:r>
          </w:p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610,0</w:t>
            </w:r>
          </w:p>
        </w:tc>
        <w:tc>
          <w:tcPr>
            <w:tcW w:w="162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506C5D" w:rsidRPr="001634F6" w:rsidRDefault="00506C5D" w:rsidP="006B65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r>
              <w:rPr>
                <w:sz w:val="22"/>
                <w:szCs w:val="22"/>
              </w:rPr>
              <w:t>Land cruser</w:t>
            </w:r>
          </w:p>
        </w:tc>
        <w:tc>
          <w:tcPr>
            <w:tcW w:w="198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Pr="001634F6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24,0</w:t>
            </w:r>
          </w:p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18,0</w:t>
            </w:r>
          </w:p>
        </w:tc>
        <w:tc>
          <w:tcPr>
            <w:tcW w:w="162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268" w:type="dxa"/>
          </w:tcPr>
          <w:p w:rsidR="00506C5D" w:rsidRPr="00D51945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260" w:type="dxa"/>
          </w:tcPr>
          <w:p w:rsidR="00506C5D" w:rsidRPr="00274144" w:rsidRDefault="00506C5D" w:rsidP="001634F6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1 362 442</w:t>
            </w:r>
          </w:p>
        </w:tc>
        <w:tc>
          <w:tcPr>
            <w:tcW w:w="1980" w:type="dxa"/>
          </w:tcPr>
          <w:p w:rsidR="00506C5D" w:rsidRDefault="00506C5D" w:rsidP="001634F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</w:tc>
        <w:tc>
          <w:tcPr>
            <w:tcW w:w="126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73,3</w:t>
            </w:r>
          </w:p>
        </w:tc>
        <w:tc>
          <w:tcPr>
            <w:tcW w:w="162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4042D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AC0BD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AC0BD1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06C5D" w:rsidRPr="00964CBA">
        <w:tc>
          <w:tcPr>
            <w:tcW w:w="2268" w:type="dxa"/>
          </w:tcPr>
          <w:p w:rsidR="00506C5D" w:rsidRPr="00D51945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Pr="001634F6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</w:tc>
        <w:tc>
          <w:tcPr>
            <w:tcW w:w="126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92,9</w:t>
            </w:r>
          </w:p>
        </w:tc>
        <w:tc>
          <w:tcPr>
            <w:tcW w:w="162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4042D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AC0BD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AC0BD1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06C5D" w:rsidRPr="00964CBA">
        <w:tc>
          <w:tcPr>
            <w:tcW w:w="2268" w:type="dxa"/>
          </w:tcPr>
          <w:p w:rsidR="00506C5D" w:rsidRPr="00D51945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2A1922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2A1922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4042D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Pr="00964CBA" w:rsidRDefault="00506C5D" w:rsidP="00D064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73,3</w:t>
            </w:r>
          </w:p>
        </w:tc>
        <w:tc>
          <w:tcPr>
            <w:tcW w:w="1620" w:type="dxa"/>
          </w:tcPr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268" w:type="dxa"/>
          </w:tcPr>
          <w:p w:rsidR="00506C5D" w:rsidRPr="00D51945" w:rsidRDefault="00506C5D" w:rsidP="00D0644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506C5D" w:rsidRPr="00274144" w:rsidRDefault="00506C5D" w:rsidP="00D064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274144" w:rsidRDefault="00506C5D" w:rsidP="00D064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2A1922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2A1922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4042D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964CBA" w:rsidRDefault="00506C5D" w:rsidP="00D064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506C5D" w:rsidRPr="00964CBA" w:rsidRDefault="00506C5D" w:rsidP="00D064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73,3</w:t>
            </w:r>
          </w:p>
        </w:tc>
        <w:tc>
          <w:tcPr>
            <w:tcW w:w="1620" w:type="dxa"/>
          </w:tcPr>
          <w:p w:rsidR="00506C5D" w:rsidRPr="00964CBA" w:rsidRDefault="00506C5D" w:rsidP="00D064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506C5D" w:rsidRDefault="00506C5D" w:rsidP="00372842">
      <w:pPr>
        <w:rPr>
          <w:lang w:val="ru-RU"/>
        </w:rPr>
      </w:pPr>
    </w:p>
    <w:p w:rsidR="00506C5D" w:rsidRDefault="00506C5D" w:rsidP="00372842">
      <w:pPr>
        <w:rPr>
          <w:lang w:val="ru-RU"/>
        </w:rPr>
      </w:pPr>
    </w:p>
    <w:p w:rsidR="00506C5D" w:rsidRDefault="00506C5D" w:rsidP="00372842">
      <w:pPr>
        <w:rPr>
          <w:lang w:val="ru-RU"/>
        </w:rPr>
        <w:sectPr w:rsidR="00506C5D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506C5D" w:rsidRPr="00371F5B" w:rsidRDefault="00506C5D" w:rsidP="00E80784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Сведения</w:t>
      </w:r>
    </w:p>
    <w:p w:rsidR="00506C5D" w:rsidRPr="00371F5B" w:rsidRDefault="00506C5D" w:rsidP="00E80784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6C5D" w:rsidRPr="00E45A45" w:rsidRDefault="00506C5D" w:rsidP="00E80784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МКУЗ «Угутская участковая больница»</w:t>
      </w:r>
    </w:p>
    <w:p w:rsidR="00506C5D" w:rsidRDefault="00506C5D" w:rsidP="00E80784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506C5D" w:rsidRDefault="00506C5D" w:rsidP="00E80784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506C5D" w:rsidRDefault="00506C5D" w:rsidP="00E80784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1980"/>
        <w:gridCol w:w="1260"/>
        <w:gridCol w:w="1620"/>
        <w:gridCol w:w="1620"/>
        <w:gridCol w:w="1980"/>
        <w:gridCol w:w="1260"/>
        <w:gridCol w:w="1620"/>
      </w:tblGrid>
      <w:tr w:rsidR="00506C5D" w:rsidRPr="00D06527">
        <w:tc>
          <w:tcPr>
            <w:tcW w:w="2268" w:type="dxa"/>
            <w:vMerge w:val="restart"/>
            <w:vAlign w:val="center"/>
          </w:tcPr>
          <w:p w:rsidR="00506C5D" w:rsidRPr="00D51945" w:rsidRDefault="00506C5D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80" w:type="dxa"/>
            <w:gridSpan w:val="4"/>
            <w:vAlign w:val="center"/>
          </w:tcPr>
          <w:p w:rsidR="00506C5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860" w:type="dxa"/>
            <w:gridSpan w:val="3"/>
            <w:vAlign w:val="center"/>
          </w:tcPr>
          <w:p w:rsidR="00506C5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06C5D" w:rsidRPr="00D06527">
        <w:tc>
          <w:tcPr>
            <w:tcW w:w="2268" w:type="dxa"/>
            <w:vMerge/>
            <w:vAlign w:val="center"/>
          </w:tcPr>
          <w:p w:rsidR="00506C5D" w:rsidRPr="00D51945" w:rsidRDefault="00506C5D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98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506C5D" w:rsidRPr="00964CBA">
        <w:tc>
          <w:tcPr>
            <w:tcW w:w="2268" w:type="dxa"/>
          </w:tcPr>
          <w:p w:rsidR="00506C5D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Сухова</w:t>
            </w:r>
          </w:p>
          <w:p w:rsidR="00506C5D" w:rsidRPr="00D51945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Ольга Леонидовна</w:t>
            </w:r>
          </w:p>
        </w:tc>
        <w:tc>
          <w:tcPr>
            <w:tcW w:w="1260" w:type="dxa"/>
          </w:tcPr>
          <w:p w:rsidR="00506C5D" w:rsidRPr="00274144" w:rsidRDefault="00506C5D" w:rsidP="00CD18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1 159535</w:t>
            </w:r>
          </w:p>
        </w:tc>
        <w:tc>
          <w:tcPr>
            <w:tcW w:w="198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Pr="002C62B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40,3</w:t>
            </w:r>
          </w:p>
        </w:tc>
        <w:tc>
          <w:tcPr>
            <w:tcW w:w="162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506C5D" w:rsidRPr="001634F6" w:rsidRDefault="00506C5D" w:rsidP="006B65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1634F6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</w:tcPr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102,0</w:t>
            </w:r>
          </w:p>
        </w:tc>
        <w:tc>
          <w:tcPr>
            <w:tcW w:w="1620" w:type="dxa"/>
          </w:tcPr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506C5D" w:rsidRPr="00964CBA">
        <w:tc>
          <w:tcPr>
            <w:tcW w:w="2268" w:type="dxa"/>
          </w:tcPr>
          <w:p w:rsidR="00506C5D" w:rsidRDefault="00506C5D" w:rsidP="00930AF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506C5D" w:rsidRPr="00D51945" w:rsidRDefault="00506C5D" w:rsidP="00930A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506C5D" w:rsidRPr="00274144" w:rsidRDefault="00506C5D" w:rsidP="00CD18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635 560</w:t>
            </w:r>
          </w:p>
        </w:tc>
        <w:tc>
          <w:tcPr>
            <w:tcW w:w="1980" w:type="dxa"/>
          </w:tcPr>
          <w:p w:rsidR="00506C5D" w:rsidRPr="00274144" w:rsidRDefault="00506C5D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B37AC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B37AC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ВАЗ 21310</w:t>
            </w:r>
          </w:p>
          <w:p w:rsidR="00506C5D" w:rsidRPr="00930AFE" w:rsidRDefault="00506C5D" w:rsidP="00930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r>
              <w:rPr>
                <w:sz w:val="22"/>
                <w:szCs w:val="22"/>
              </w:rPr>
              <w:t>Corolla</w:t>
            </w:r>
          </w:p>
        </w:tc>
        <w:tc>
          <w:tcPr>
            <w:tcW w:w="1980" w:type="dxa"/>
          </w:tcPr>
          <w:p w:rsidR="00506C5D" w:rsidRPr="001634F6" w:rsidRDefault="00506C5D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</w:tcPr>
          <w:p w:rsidR="00506C5D" w:rsidRPr="00964CBA" w:rsidRDefault="00506C5D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102,0</w:t>
            </w:r>
          </w:p>
        </w:tc>
        <w:tc>
          <w:tcPr>
            <w:tcW w:w="1620" w:type="dxa"/>
          </w:tcPr>
          <w:p w:rsidR="00506C5D" w:rsidRPr="00964CBA" w:rsidRDefault="00506C5D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506C5D" w:rsidRDefault="00506C5D" w:rsidP="00E80784">
      <w:pPr>
        <w:rPr>
          <w:lang w:val="ru-RU"/>
        </w:rPr>
      </w:pPr>
    </w:p>
    <w:p w:rsidR="00506C5D" w:rsidRDefault="00506C5D" w:rsidP="00E80784">
      <w:pPr>
        <w:rPr>
          <w:lang w:val="ru-RU"/>
        </w:rPr>
      </w:pPr>
    </w:p>
    <w:p w:rsidR="00506C5D" w:rsidRDefault="00506C5D" w:rsidP="00372842">
      <w:pPr>
        <w:rPr>
          <w:lang w:val="ru-RU"/>
        </w:rPr>
        <w:sectPr w:rsidR="00506C5D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506C5D" w:rsidRPr="00371F5B" w:rsidRDefault="00506C5D" w:rsidP="00A51BF3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Сведения</w:t>
      </w:r>
    </w:p>
    <w:p w:rsidR="00506C5D" w:rsidRPr="00371F5B" w:rsidRDefault="00506C5D" w:rsidP="00A51BF3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6C5D" w:rsidRPr="00E45A45" w:rsidRDefault="00506C5D" w:rsidP="00A51BF3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МБУЗ «Лянторская городская больница»</w:t>
      </w:r>
    </w:p>
    <w:p w:rsidR="00506C5D" w:rsidRDefault="00506C5D" w:rsidP="00A51BF3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506C5D" w:rsidRDefault="00506C5D" w:rsidP="00A51BF3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506C5D" w:rsidRDefault="00506C5D" w:rsidP="00A51BF3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1980"/>
        <w:gridCol w:w="1260"/>
        <w:gridCol w:w="1620"/>
        <w:gridCol w:w="1620"/>
        <w:gridCol w:w="1980"/>
        <w:gridCol w:w="1260"/>
        <w:gridCol w:w="1620"/>
      </w:tblGrid>
      <w:tr w:rsidR="00506C5D" w:rsidRPr="00D06527">
        <w:tc>
          <w:tcPr>
            <w:tcW w:w="2268" w:type="dxa"/>
            <w:vMerge w:val="restart"/>
            <w:vAlign w:val="center"/>
          </w:tcPr>
          <w:p w:rsidR="00506C5D" w:rsidRPr="00D51945" w:rsidRDefault="00506C5D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80" w:type="dxa"/>
            <w:gridSpan w:val="4"/>
            <w:vAlign w:val="center"/>
          </w:tcPr>
          <w:p w:rsidR="00506C5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860" w:type="dxa"/>
            <w:gridSpan w:val="3"/>
            <w:vAlign w:val="center"/>
          </w:tcPr>
          <w:p w:rsidR="00506C5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06C5D" w:rsidRPr="00D06527">
        <w:tc>
          <w:tcPr>
            <w:tcW w:w="2268" w:type="dxa"/>
            <w:vMerge/>
            <w:vAlign w:val="center"/>
          </w:tcPr>
          <w:p w:rsidR="00506C5D" w:rsidRPr="00D51945" w:rsidRDefault="00506C5D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98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506C5D" w:rsidRPr="005F3901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506C5D" w:rsidRPr="00964CBA">
        <w:tc>
          <w:tcPr>
            <w:tcW w:w="2268" w:type="dxa"/>
          </w:tcPr>
          <w:p w:rsidR="00506C5D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Удовиченко</w:t>
            </w:r>
          </w:p>
          <w:p w:rsidR="00506C5D" w:rsidRPr="00D51945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Лариса Алексеевна</w:t>
            </w:r>
          </w:p>
        </w:tc>
        <w:tc>
          <w:tcPr>
            <w:tcW w:w="1260" w:type="dxa"/>
          </w:tcPr>
          <w:p w:rsidR="00506C5D" w:rsidRPr="00274144" w:rsidRDefault="00506C5D" w:rsidP="00CD18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1 875 519</w:t>
            </w:r>
          </w:p>
        </w:tc>
        <w:tc>
          <w:tcPr>
            <w:tcW w:w="198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Pr="002C62BD" w:rsidRDefault="00506C5D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1/3</w:t>
            </w:r>
          </w:p>
        </w:tc>
        <w:tc>
          <w:tcPr>
            <w:tcW w:w="126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22,0</w:t>
            </w:r>
          </w:p>
        </w:tc>
        <w:tc>
          <w:tcPr>
            <w:tcW w:w="162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506C5D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Мицубиши</w:t>
            </w:r>
          </w:p>
          <w:p w:rsidR="00506C5D" w:rsidRPr="00A51BF3" w:rsidRDefault="00506C5D" w:rsidP="006B65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Lancer</w:t>
            </w:r>
          </w:p>
        </w:tc>
        <w:tc>
          <w:tcPr>
            <w:tcW w:w="1980" w:type="dxa"/>
          </w:tcPr>
          <w:p w:rsidR="00506C5D" w:rsidRPr="00A51BF3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506C5D" w:rsidRDefault="00506C5D" w:rsidP="00E45A45">
            <w:pPr>
              <w:jc w:val="center"/>
            </w:pPr>
            <w:r w:rsidRPr="003663B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506C5D" w:rsidRDefault="00506C5D" w:rsidP="00E45A45">
            <w:pPr>
              <w:jc w:val="center"/>
            </w:pPr>
            <w:r w:rsidRPr="003663BA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06C5D" w:rsidRPr="00964CBA">
        <w:tc>
          <w:tcPr>
            <w:tcW w:w="2268" w:type="dxa"/>
          </w:tcPr>
          <w:p w:rsidR="00506C5D" w:rsidRDefault="00506C5D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506C5D" w:rsidRPr="00D51945" w:rsidRDefault="00506C5D" w:rsidP="006B6588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506C5D" w:rsidRPr="00274144" w:rsidRDefault="00506C5D" w:rsidP="00CD18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589 039</w:t>
            </w:r>
          </w:p>
        </w:tc>
        <w:tc>
          <w:tcPr>
            <w:tcW w:w="1980" w:type="dxa"/>
          </w:tcPr>
          <w:p w:rsidR="00506C5D" w:rsidRDefault="00506C5D" w:rsidP="00A51BF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1/3</w:t>
            </w:r>
          </w:p>
        </w:tc>
        <w:tc>
          <w:tcPr>
            <w:tcW w:w="126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22,0</w:t>
            </w:r>
          </w:p>
        </w:tc>
        <w:tc>
          <w:tcPr>
            <w:tcW w:w="1620" w:type="dxa"/>
          </w:tcPr>
          <w:p w:rsidR="00506C5D" w:rsidRPr="00274144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506C5D" w:rsidRPr="00930AFE" w:rsidRDefault="00506C5D" w:rsidP="006B65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506C5D" w:rsidRPr="001634F6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</w:tcPr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620" w:type="dxa"/>
          </w:tcPr>
          <w:p w:rsidR="00506C5D" w:rsidRPr="00964CBA" w:rsidRDefault="00506C5D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506C5D" w:rsidRDefault="00506C5D" w:rsidP="00D06527">
      <w:pPr>
        <w:rPr>
          <w:lang w:val="ru-RU"/>
        </w:rPr>
      </w:pPr>
    </w:p>
    <w:sectPr w:rsidR="00506C5D" w:rsidSect="007D74D6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E14"/>
    <w:rsid w:val="00027667"/>
    <w:rsid w:val="00065B6F"/>
    <w:rsid w:val="000A383D"/>
    <w:rsid w:val="000A4FBF"/>
    <w:rsid w:val="001016D8"/>
    <w:rsid w:val="001048A9"/>
    <w:rsid w:val="00136801"/>
    <w:rsid w:val="00161C15"/>
    <w:rsid w:val="001634F6"/>
    <w:rsid w:val="00180400"/>
    <w:rsid w:val="00180A74"/>
    <w:rsid w:val="00195BA4"/>
    <w:rsid w:val="00207B3D"/>
    <w:rsid w:val="00230649"/>
    <w:rsid w:val="002319EF"/>
    <w:rsid w:val="00274144"/>
    <w:rsid w:val="002A1922"/>
    <w:rsid w:val="002B2093"/>
    <w:rsid w:val="002C62BD"/>
    <w:rsid w:val="002E649E"/>
    <w:rsid w:val="00301E1D"/>
    <w:rsid w:val="00310184"/>
    <w:rsid w:val="00321BE3"/>
    <w:rsid w:val="003601A3"/>
    <w:rsid w:val="003663BA"/>
    <w:rsid w:val="00371F5B"/>
    <w:rsid w:val="00372842"/>
    <w:rsid w:val="003B1581"/>
    <w:rsid w:val="003B356C"/>
    <w:rsid w:val="003B5B0D"/>
    <w:rsid w:val="003D01B2"/>
    <w:rsid w:val="003D6226"/>
    <w:rsid w:val="004042DD"/>
    <w:rsid w:val="0043534E"/>
    <w:rsid w:val="0043692F"/>
    <w:rsid w:val="00454EF1"/>
    <w:rsid w:val="004A3F65"/>
    <w:rsid w:val="004A6D6B"/>
    <w:rsid w:val="004E77EE"/>
    <w:rsid w:val="00500540"/>
    <w:rsid w:val="00506C5D"/>
    <w:rsid w:val="0053773A"/>
    <w:rsid w:val="00541452"/>
    <w:rsid w:val="00556C4A"/>
    <w:rsid w:val="00565786"/>
    <w:rsid w:val="00577CB3"/>
    <w:rsid w:val="00583D07"/>
    <w:rsid w:val="00597D08"/>
    <w:rsid w:val="005C35DB"/>
    <w:rsid w:val="005F3901"/>
    <w:rsid w:val="00606CA3"/>
    <w:rsid w:val="00622839"/>
    <w:rsid w:val="00642FD2"/>
    <w:rsid w:val="006B6588"/>
    <w:rsid w:val="006D5AFA"/>
    <w:rsid w:val="006F5E14"/>
    <w:rsid w:val="007077C6"/>
    <w:rsid w:val="00735D4C"/>
    <w:rsid w:val="007442C3"/>
    <w:rsid w:val="00773F77"/>
    <w:rsid w:val="007868C1"/>
    <w:rsid w:val="007D74D6"/>
    <w:rsid w:val="007E6F9C"/>
    <w:rsid w:val="008031BB"/>
    <w:rsid w:val="008473CA"/>
    <w:rsid w:val="008A3E63"/>
    <w:rsid w:val="008F2491"/>
    <w:rsid w:val="00916C7A"/>
    <w:rsid w:val="00930AFE"/>
    <w:rsid w:val="00954377"/>
    <w:rsid w:val="00962137"/>
    <w:rsid w:val="00963BE2"/>
    <w:rsid w:val="00964CBA"/>
    <w:rsid w:val="009677D3"/>
    <w:rsid w:val="0099041C"/>
    <w:rsid w:val="009B095C"/>
    <w:rsid w:val="009B1591"/>
    <w:rsid w:val="009C435C"/>
    <w:rsid w:val="009C7019"/>
    <w:rsid w:val="009D0309"/>
    <w:rsid w:val="009F4D80"/>
    <w:rsid w:val="00A219F9"/>
    <w:rsid w:val="00A517D9"/>
    <w:rsid w:val="00A51BF3"/>
    <w:rsid w:val="00A5533B"/>
    <w:rsid w:val="00A55ADC"/>
    <w:rsid w:val="00A917DA"/>
    <w:rsid w:val="00AA36A0"/>
    <w:rsid w:val="00AB00E3"/>
    <w:rsid w:val="00AB42D9"/>
    <w:rsid w:val="00AB7BA0"/>
    <w:rsid w:val="00AC0BD1"/>
    <w:rsid w:val="00AC30E8"/>
    <w:rsid w:val="00AD42E6"/>
    <w:rsid w:val="00B37AC6"/>
    <w:rsid w:val="00B55E6C"/>
    <w:rsid w:val="00B744F4"/>
    <w:rsid w:val="00B907B5"/>
    <w:rsid w:val="00BA0134"/>
    <w:rsid w:val="00BC3450"/>
    <w:rsid w:val="00BE59A0"/>
    <w:rsid w:val="00C251EE"/>
    <w:rsid w:val="00C5017C"/>
    <w:rsid w:val="00CA3F99"/>
    <w:rsid w:val="00CA71BE"/>
    <w:rsid w:val="00CB484A"/>
    <w:rsid w:val="00CD18C3"/>
    <w:rsid w:val="00D0644E"/>
    <w:rsid w:val="00D06527"/>
    <w:rsid w:val="00D51945"/>
    <w:rsid w:val="00D55DB1"/>
    <w:rsid w:val="00DB4D2D"/>
    <w:rsid w:val="00DB7E4F"/>
    <w:rsid w:val="00DC423E"/>
    <w:rsid w:val="00DC57ED"/>
    <w:rsid w:val="00E45A45"/>
    <w:rsid w:val="00E535DE"/>
    <w:rsid w:val="00E63024"/>
    <w:rsid w:val="00E80784"/>
    <w:rsid w:val="00ED4E20"/>
    <w:rsid w:val="00F420BD"/>
    <w:rsid w:val="00F92670"/>
    <w:rsid w:val="00F969AB"/>
    <w:rsid w:val="00FB7BCE"/>
    <w:rsid w:val="00FD689F"/>
    <w:rsid w:val="00FF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F5B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B65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0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652</TotalTime>
  <Pages>5</Pages>
  <Words>742</Words>
  <Characters>4232</Characters>
  <Application>Microsoft Office Outlook</Application>
  <DocSecurity>0</DocSecurity>
  <Lines>0</Lines>
  <Paragraphs>0</Paragraphs>
  <ScaleCrop>false</ScaleCrop>
  <Company>Администрация МО Сургутский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Шустова Александра Михайловна</dc:creator>
  <cp:keywords/>
  <dc:description/>
  <cp:lastModifiedBy>DemyanukVS</cp:lastModifiedBy>
  <cp:revision>16</cp:revision>
  <dcterms:created xsi:type="dcterms:W3CDTF">2013-05-16T05:01:00Z</dcterms:created>
  <dcterms:modified xsi:type="dcterms:W3CDTF">2013-05-27T05:20:00Z</dcterms:modified>
</cp:coreProperties>
</file>