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3A" w:rsidRPr="003966C7" w:rsidRDefault="009A713A" w:rsidP="00396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Сведения о доходах, об имуществе и обязательства имущественного характера муниципальных служащих администрации Комсомольского сельского поселения Грозненского муниципального района и членов их семей</w:t>
      </w:r>
      <w:r>
        <w:rPr>
          <w:b/>
        </w:rPr>
        <w:t>.</w:t>
      </w:r>
    </w:p>
    <w:p w:rsidR="009A713A" w:rsidRDefault="009A713A" w:rsidP="003966C7">
      <w:pPr>
        <w:jc w:val="center"/>
      </w:pPr>
    </w:p>
    <w:tbl>
      <w:tblPr>
        <w:tblW w:w="14945" w:type="dxa"/>
        <w:tblLayout w:type="fixed"/>
        <w:tblLook w:val="01E0"/>
      </w:tblPr>
      <w:tblGrid>
        <w:gridCol w:w="1888"/>
        <w:gridCol w:w="1906"/>
        <w:gridCol w:w="1610"/>
        <w:gridCol w:w="1728"/>
        <w:gridCol w:w="963"/>
        <w:gridCol w:w="1439"/>
        <w:gridCol w:w="1725"/>
        <w:gridCol w:w="992"/>
        <w:gridCol w:w="1161"/>
        <w:gridCol w:w="1533"/>
      </w:tblGrid>
      <w:tr w:rsidR="009A713A" w:rsidTr="00E80BC4">
        <w:trPr>
          <w:trHeight w:val="90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 xml:space="preserve">Фамилия, имя, отчество муниципального служащего </w:t>
            </w:r>
          </w:p>
          <w:p w:rsidR="009A713A" w:rsidRDefault="009A713A"/>
          <w:p w:rsidR="009A713A" w:rsidRDefault="009A713A">
            <w:r>
              <w:t>(члены семьи без указания Ф.И.О.)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Замещаемая должность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 xml:space="preserve">Общая сумма декларированного дохода </w:t>
            </w:r>
            <w:r>
              <w:tab/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Недвижимое имущество, принадлежащее на праве собственности, вид собственности</w:t>
            </w:r>
            <w:r>
              <w:tab/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Недвижимое имущество, находящееся в пользовании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Вид и марка транспортных средств, принадлежащих на праве собственности</w:t>
            </w:r>
          </w:p>
        </w:tc>
      </w:tr>
      <w:tr w:rsidR="009A713A" w:rsidTr="00E80BC4">
        <w:trPr>
          <w:trHeight w:val="129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 xml:space="preserve">за </w:t>
            </w:r>
          </w:p>
          <w:p w:rsidR="009A713A" w:rsidRDefault="009A713A"/>
          <w:p w:rsidR="009A713A" w:rsidRDefault="009A713A">
            <w:r>
              <w:t>2013  год (руб.)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вид объекта недвижимости</w:t>
            </w:r>
            <w:r>
              <w:tab/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площадь (кв.м)</w:t>
            </w:r>
            <w:r>
              <w:tab/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страна расположения</w:t>
            </w:r>
            <w:r>
              <w:tab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вид объекта недвижимости</w:t>
            </w:r>
            <w: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площадь (кв.м)</w:t>
            </w:r>
            <w:r>
              <w:tab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страна расположения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</w:tr>
      <w:tr w:rsidR="009A713A" w:rsidTr="00E80BC4">
        <w:trPr>
          <w:trHeight w:val="57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Хамбулатов Эли Магомедович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Глава администрации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173633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Земельный участок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7800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 xml:space="preserve">Россия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Pr="00A305D0" w:rsidRDefault="009A713A" w:rsidP="00A305D0">
            <w:pPr>
              <w:jc w:val="center"/>
            </w:pPr>
          </w:p>
        </w:tc>
      </w:tr>
      <w:tr w:rsidR="009A713A" w:rsidTr="00E80BC4">
        <w:trPr>
          <w:trHeight w:val="255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Домовладение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84</w:t>
            </w: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pPr>
              <w:jc w:val="center"/>
            </w:pPr>
          </w:p>
        </w:tc>
      </w:tr>
      <w:tr w:rsidR="009A713A" w:rsidTr="00E80BC4">
        <w:trPr>
          <w:trHeight w:val="42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>
            <w:r>
              <w:t>Жена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>
            <w:r>
              <w:t xml:space="preserve">Домохозяйка 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>
            <w:r>
              <w:t>-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>
            <w:r>
              <w:t>84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</w:tr>
      <w:tr w:rsidR="009A713A" w:rsidTr="00EB3013">
        <w:trPr>
          <w:trHeight w:val="562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A305D0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A305D0">
            <w:r>
              <w:t>7800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/>
        </w:tc>
      </w:tr>
      <w:tr w:rsidR="009A713A" w:rsidTr="002312CF">
        <w:trPr>
          <w:trHeight w:val="42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Сын</w:t>
            </w:r>
          </w:p>
          <w:p w:rsidR="009A713A" w:rsidRDefault="009A713A"/>
          <w:p w:rsidR="009A713A" w:rsidRDefault="009A713A"/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школьник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1440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84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F45A01">
        <w:trPr>
          <w:trHeight w:val="39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A305D0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7800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/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34640D">
        <w:trPr>
          <w:trHeight w:val="51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дочь</w:t>
            </w:r>
          </w:p>
          <w:p w:rsidR="009A713A" w:rsidRDefault="009A713A" w:rsidP="008B6A37"/>
          <w:p w:rsidR="009A713A" w:rsidRDefault="009A713A" w:rsidP="008B6A37"/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школьница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1440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84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02258A">
        <w:trPr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7800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/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34640D">
        <w:trPr>
          <w:trHeight w:val="57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дочь</w:t>
            </w:r>
          </w:p>
          <w:p w:rsidR="009A713A" w:rsidRDefault="009A713A" w:rsidP="008B6A37"/>
          <w:p w:rsidR="009A713A" w:rsidRDefault="009A713A" w:rsidP="008B6A37"/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школьница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1440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84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</w:tr>
      <w:tr w:rsidR="009A713A" w:rsidTr="00F42FD8">
        <w:trPr>
          <w:trHeight w:val="2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7800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/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</w:tr>
      <w:tr w:rsidR="009A713A" w:rsidTr="0034640D">
        <w:trPr>
          <w:trHeight w:val="60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Сын</w:t>
            </w:r>
          </w:p>
          <w:p w:rsidR="009A713A" w:rsidRDefault="009A713A" w:rsidP="008B6A37"/>
          <w:p w:rsidR="009A713A" w:rsidRDefault="009A713A" w:rsidP="008B6A37"/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дошкольник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1440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84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9964F3">
        <w:trPr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7800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/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34640D">
        <w:trPr>
          <w:trHeight w:val="40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Сын</w:t>
            </w:r>
          </w:p>
          <w:p w:rsidR="009A713A" w:rsidRDefault="009A713A" w:rsidP="008B6A37"/>
          <w:p w:rsidR="009A713A" w:rsidRDefault="009A713A" w:rsidP="008B6A37"/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дошкольник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>
            <w:r>
              <w:t>1440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84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0F0E5B">
        <w:trPr>
          <w:trHeight w:val="4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 w:rsidP="008B6A37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>
            <w:r>
              <w:t>7800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13A" w:rsidRDefault="009A713A" w:rsidP="008B6A37"/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E80BC4">
        <w:trPr>
          <w:trHeight w:val="40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Сатуева Роза  Хамзатовна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Специалист 1-й категории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A305D0">
            <w:bookmarkStart w:id="0" w:name="_GoBack"/>
            <w:bookmarkEnd w:id="0"/>
            <w:r>
              <w:t>321984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120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8858E1">
        <w:trPr>
          <w:trHeight w:val="42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A305D0"/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2000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3544AB">
        <w:trPr>
          <w:trHeight w:val="31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Ильясова Роза Лепиевна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Специалист 1-й категории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175620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  <w:p w:rsidR="009A713A" w:rsidRDefault="009A713A"/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105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  <w:p w:rsidR="009A713A" w:rsidRDefault="009A713A"/>
          <w:p w:rsidR="009A713A" w:rsidRDefault="009A713A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  <w:p w:rsidR="009A713A" w:rsidRDefault="009A713A"/>
          <w:p w:rsidR="009A713A" w:rsidRDefault="009A713A"/>
        </w:tc>
      </w:tr>
      <w:tr w:rsidR="009A713A" w:rsidTr="003544AB">
        <w:trPr>
          <w:trHeight w:val="210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800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3544AB"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Луаева Сацита Мусаевна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Специалист 11-й категории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95643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80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>
            <w: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3544AB"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 w:rsidP="00A305D0">
            <w:r>
              <w:t>800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</w:tr>
      <w:tr w:rsidR="009A713A" w:rsidTr="008E6823">
        <w:trPr>
          <w:trHeight w:val="40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Тарамова Зулай Арбиевна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Специалист 11-й категории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228791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186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  <w:p w:rsidR="009A713A" w:rsidRDefault="009A713A"/>
          <w:p w:rsidR="009A713A" w:rsidRDefault="009A713A"/>
        </w:tc>
      </w:tr>
      <w:tr w:rsidR="009A713A" w:rsidTr="00722027">
        <w:trPr>
          <w:trHeight w:val="595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>
            <w:r>
              <w:t>1000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3A" w:rsidRDefault="009A713A"/>
        </w:tc>
      </w:tr>
    </w:tbl>
    <w:p w:rsidR="009A713A" w:rsidRDefault="009A713A" w:rsidP="00E80BC4">
      <w:pPr>
        <w:tabs>
          <w:tab w:val="left" w:pos="10890"/>
        </w:tabs>
      </w:pPr>
    </w:p>
    <w:p w:rsidR="009A713A" w:rsidRDefault="009A713A" w:rsidP="00E80BC4">
      <w:pPr>
        <w:tabs>
          <w:tab w:val="left" w:pos="10890"/>
        </w:tabs>
      </w:pPr>
    </w:p>
    <w:p w:rsidR="009A713A" w:rsidRDefault="009A713A" w:rsidP="00E80BC4">
      <w:pPr>
        <w:tabs>
          <w:tab w:val="left" w:pos="10890"/>
        </w:tabs>
      </w:pPr>
    </w:p>
    <w:p w:rsidR="009A713A" w:rsidRDefault="009A713A" w:rsidP="00E80BC4">
      <w:pPr>
        <w:tabs>
          <w:tab w:val="left" w:pos="10890"/>
        </w:tabs>
      </w:pPr>
      <w:r>
        <w:t>Глава Комсомольского</w:t>
      </w:r>
    </w:p>
    <w:p w:rsidR="009A713A" w:rsidRPr="00E80BC4" w:rsidRDefault="009A713A" w:rsidP="00E80BC4">
      <w:pPr>
        <w:tabs>
          <w:tab w:val="left" w:pos="10890"/>
        </w:tabs>
      </w:pPr>
      <w:r>
        <w:t>сельского поселения                                                                                                                                Э.М.Хамбулатов</w:t>
      </w:r>
    </w:p>
    <w:sectPr w:rsidR="009A713A" w:rsidRPr="00E80BC4" w:rsidSect="000405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52B"/>
    <w:rsid w:val="0002258A"/>
    <w:rsid w:val="0004052B"/>
    <w:rsid w:val="000F0E5B"/>
    <w:rsid w:val="0012018E"/>
    <w:rsid w:val="00152EF6"/>
    <w:rsid w:val="002312CF"/>
    <w:rsid w:val="0034640D"/>
    <w:rsid w:val="003544AB"/>
    <w:rsid w:val="00355D6B"/>
    <w:rsid w:val="003966C7"/>
    <w:rsid w:val="003D2EAD"/>
    <w:rsid w:val="00450AE7"/>
    <w:rsid w:val="00456530"/>
    <w:rsid w:val="00701A68"/>
    <w:rsid w:val="00722027"/>
    <w:rsid w:val="008858E1"/>
    <w:rsid w:val="008B6A37"/>
    <w:rsid w:val="008E6823"/>
    <w:rsid w:val="009964F3"/>
    <w:rsid w:val="009A713A"/>
    <w:rsid w:val="00A305D0"/>
    <w:rsid w:val="00C35557"/>
    <w:rsid w:val="00E80BC4"/>
    <w:rsid w:val="00EB3013"/>
    <w:rsid w:val="00F03270"/>
    <w:rsid w:val="00F42FD8"/>
    <w:rsid w:val="00F4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2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279</Words>
  <Characters>1594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2014-04-29T06:38:00Z</cp:lastPrinted>
  <dcterms:created xsi:type="dcterms:W3CDTF">2014-04-06T05:53:00Z</dcterms:created>
  <dcterms:modified xsi:type="dcterms:W3CDTF">2014-04-29T06:45:00Z</dcterms:modified>
</cp:coreProperties>
</file>