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77" w:rsidRDefault="005F6977" w:rsidP="00F717C5">
      <w:pPr>
        <w:jc w:val="center"/>
        <w:rPr>
          <w:b/>
        </w:rPr>
      </w:pPr>
      <w:r>
        <w:rPr>
          <w:b/>
        </w:rPr>
        <w:t xml:space="preserve">Департамент финансов </w:t>
      </w:r>
      <w:r w:rsidR="00994D10">
        <w:rPr>
          <w:b/>
        </w:rPr>
        <w:t xml:space="preserve">Администрации </w:t>
      </w:r>
      <w:r>
        <w:rPr>
          <w:b/>
        </w:rPr>
        <w:t>муниципального образования Приуральский район</w:t>
      </w:r>
    </w:p>
    <w:p w:rsidR="00F717C5" w:rsidRDefault="00F717C5" w:rsidP="00F717C5">
      <w:pPr>
        <w:jc w:val="center"/>
        <w:rPr>
          <w:b/>
        </w:rPr>
      </w:pPr>
      <w:r w:rsidRPr="00556F11">
        <w:rPr>
          <w:b/>
        </w:rPr>
        <w:t>Сведения о доходах, об имуществе и обязательствах имущественного характера муниципальных служащих и членов их семей за пер</w:t>
      </w:r>
      <w:r>
        <w:rPr>
          <w:b/>
        </w:rPr>
        <w:t>иод с 1 января по 31 декабря 201</w:t>
      </w:r>
      <w:r w:rsidR="00702DCD">
        <w:rPr>
          <w:b/>
        </w:rPr>
        <w:t>1</w:t>
      </w:r>
      <w:r w:rsidRPr="00556F11">
        <w:rPr>
          <w:b/>
        </w:rPr>
        <w:t xml:space="preserve"> года</w:t>
      </w:r>
    </w:p>
    <w:p w:rsidR="00F717C5" w:rsidRDefault="00F717C5" w:rsidP="00F717C5">
      <w:pPr>
        <w:jc w:val="center"/>
        <w:rPr>
          <w:b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1772"/>
        <w:gridCol w:w="1709"/>
        <w:gridCol w:w="1267"/>
        <w:gridCol w:w="1192"/>
        <w:gridCol w:w="930"/>
        <w:gridCol w:w="1139"/>
        <w:gridCol w:w="1558"/>
        <w:gridCol w:w="1366"/>
        <w:gridCol w:w="1365"/>
        <w:gridCol w:w="930"/>
        <w:gridCol w:w="1331"/>
      </w:tblGrid>
      <w:tr w:rsidR="00F717C5" w:rsidRPr="00556F11" w:rsidTr="00702DCD">
        <w:tc>
          <w:tcPr>
            <w:tcW w:w="463" w:type="dxa"/>
            <w:vMerge w:val="restart"/>
          </w:tcPr>
          <w:p w:rsidR="00F717C5" w:rsidRPr="00556F11" w:rsidRDefault="00F717C5" w:rsidP="001960BE">
            <w:pPr>
              <w:jc w:val="center"/>
            </w:pPr>
            <w:r w:rsidRPr="00556F11">
              <w:t xml:space="preserve">№ </w:t>
            </w:r>
            <w:proofErr w:type="spellStart"/>
            <w:proofErr w:type="gramStart"/>
            <w:r w:rsidRPr="00556F11">
              <w:t>п</w:t>
            </w:r>
            <w:proofErr w:type="spellEnd"/>
            <w:proofErr w:type="gramEnd"/>
            <w:r w:rsidRPr="00556F11">
              <w:t>/</w:t>
            </w:r>
            <w:proofErr w:type="spellStart"/>
            <w:r w:rsidRPr="00556F11">
              <w:t>п</w:t>
            </w:r>
            <w:proofErr w:type="spellEnd"/>
          </w:p>
        </w:tc>
        <w:tc>
          <w:tcPr>
            <w:tcW w:w="1772" w:type="dxa"/>
            <w:vMerge w:val="restart"/>
          </w:tcPr>
          <w:p w:rsidR="005F6977" w:rsidRDefault="005F6977" w:rsidP="005F6977">
            <w:r>
              <w:t>Фамилия, имя, отчество муниципального служащего</w:t>
            </w:r>
          </w:p>
          <w:p w:rsidR="00F717C5" w:rsidRPr="00556F11" w:rsidRDefault="00F717C5" w:rsidP="001960BE">
            <w:pPr>
              <w:jc w:val="center"/>
            </w:pPr>
          </w:p>
        </w:tc>
        <w:tc>
          <w:tcPr>
            <w:tcW w:w="1709" w:type="dxa"/>
            <w:vMerge w:val="restart"/>
          </w:tcPr>
          <w:p w:rsidR="00F717C5" w:rsidRPr="00556F11" w:rsidRDefault="00F717C5" w:rsidP="001960BE">
            <w:pPr>
              <w:jc w:val="center"/>
            </w:pPr>
            <w:r w:rsidRPr="00556F11">
              <w:t>Замещаемая должность</w:t>
            </w:r>
          </w:p>
        </w:tc>
        <w:tc>
          <w:tcPr>
            <w:tcW w:w="1267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185" w:type="dxa"/>
            <w:gridSpan w:val="5"/>
          </w:tcPr>
          <w:p w:rsidR="00F717C5" w:rsidRPr="00556F11" w:rsidRDefault="00F717C5" w:rsidP="001960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6" w:type="dxa"/>
            <w:gridSpan w:val="3"/>
          </w:tcPr>
          <w:p w:rsidR="00F717C5" w:rsidRPr="00556F11" w:rsidRDefault="00F717C5" w:rsidP="001960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717C5" w:rsidRPr="00556F11" w:rsidTr="00702DCD">
        <w:tc>
          <w:tcPr>
            <w:tcW w:w="463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772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709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192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139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Страна расположения</w:t>
            </w:r>
          </w:p>
        </w:tc>
        <w:tc>
          <w:tcPr>
            <w:tcW w:w="2924" w:type="dxa"/>
            <w:gridSpan w:val="2"/>
          </w:tcPr>
          <w:p w:rsidR="00F717C5" w:rsidRPr="00556F11" w:rsidRDefault="00F717C5" w:rsidP="001960BE">
            <w:pPr>
              <w:jc w:val="center"/>
            </w:pPr>
            <w:r>
              <w:t>Транспортные средства</w:t>
            </w:r>
          </w:p>
        </w:tc>
        <w:tc>
          <w:tcPr>
            <w:tcW w:w="1365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930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Площадь (кв.м.)</w:t>
            </w:r>
          </w:p>
        </w:tc>
        <w:tc>
          <w:tcPr>
            <w:tcW w:w="1331" w:type="dxa"/>
            <w:vMerge w:val="restart"/>
          </w:tcPr>
          <w:p w:rsidR="00F717C5" w:rsidRPr="00556F11" w:rsidRDefault="00F717C5" w:rsidP="001960BE">
            <w:pPr>
              <w:jc w:val="center"/>
            </w:pPr>
            <w:r>
              <w:t>Страна расположения</w:t>
            </w:r>
          </w:p>
        </w:tc>
      </w:tr>
      <w:tr w:rsidR="00F717C5" w:rsidRPr="00556F11" w:rsidTr="00702DCD">
        <w:tc>
          <w:tcPr>
            <w:tcW w:w="463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772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709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267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192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139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558" w:type="dxa"/>
          </w:tcPr>
          <w:p w:rsidR="00F717C5" w:rsidRPr="00556F11" w:rsidRDefault="00F717C5" w:rsidP="001960BE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1366" w:type="dxa"/>
          </w:tcPr>
          <w:p w:rsidR="00F717C5" w:rsidRPr="00556F11" w:rsidRDefault="00F717C5" w:rsidP="001960BE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1365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930" w:type="dxa"/>
            <w:vMerge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331" w:type="dxa"/>
            <w:vMerge/>
          </w:tcPr>
          <w:p w:rsidR="00F717C5" w:rsidRPr="00556F11" w:rsidRDefault="00F717C5" w:rsidP="001960BE">
            <w:pPr>
              <w:jc w:val="center"/>
            </w:pPr>
          </w:p>
        </w:tc>
      </w:tr>
      <w:tr w:rsidR="00F717C5" w:rsidRPr="00556F11" w:rsidTr="00702DCD">
        <w:tc>
          <w:tcPr>
            <w:tcW w:w="463" w:type="dxa"/>
          </w:tcPr>
          <w:p w:rsidR="00F717C5" w:rsidRPr="00556F11" w:rsidRDefault="00F717C5" w:rsidP="001960BE">
            <w:pPr>
              <w:jc w:val="center"/>
            </w:pPr>
            <w:r>
              <w:t>1</w:t>
            </w:r>
          </w:p>
        </w:tc>
        <w:tc>
          <w:tcPr>
            <w:tcW w:w="1772" w:type="dxa"/>
          </w:tcPr>
          <w:p w:rsidR="00F717C5" w:rsidRPr="00556F11" w:rsidRDefault="00F717C5" w:rsidP="001960BE">
            <w:pPr>
              <w:jc w:val="center"/>
            </w:pPr>
            <w:r>
              <w:t>2</w:t>
            </w:r>
          </w:p>
        </w:tc>
        <w:tc>
          <w:tcPr>
            <w:tcW w:w="1709" w:type="dxa"/>
          </w:tcPr>
          <w:p w:rsidR="00F717C5" w:rsidRPr="00556F11" w:rsidRDefault="00F717C5" w:rsidP="001960BE">
            <w:pPr>
              <w:jc w:val="center"/>
            </w:pPr>
            <w:r>
              <w:t>3</w:t>
            </w:r>
          </w:p>
        </w:tc>
        <w:tc>
          <w:tcPr>
            <w:tcW w:w="1267" w:type="dxa"/>
          </w:tcPr>
          <w:p w:rsidR="00F717C5" w:rsidRPr="00556F11" w:rsidRDefault="00F717C5" w:rsidP="001960BE">
            <w:pPr>
              <w:jc w:val="center"/>
            </w:pPr>
            <w:r>
              <w:t>4</w:t>
            </w:r>
          </w:p>
        </w:tc>
        <w:tc>
          <w:tcPr>
            <w:tcW w:w="1192" w:type="dxa"/>
          </w:tcPr>
          <w:p w:rsidR="00F717C5" w:rsidRPr="00556F11" w:rsidRDefault="00F717C5" w:rsidP="001960BE">
            <w:pPr>
              <w:jc w:val="center"/>
            </w:pPr>
            <w:r>
              <w:t>5</w:t>
            </w:r>
          </w:p>
        </w:tc>
        <w:tc>
          <w:tcPr>
            <w:tcW w:w="930" w:type="dxa"/>
          </w:tcPr>
          <w:p w:rsidR="00F717C5" w:rsidRPr="00556F11" w:rsidRDefault="00F717C5" w:rsidP="001960BE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F717C5" w:rsidRPr="00556F11" w:rsidRDefault="00F717C5" w:rsidP="001960BE">
            <w:pPr>
              <w:jc w:val="center"/>
            </w:pPr>
            <w:r>
              <w:t>7</w:t>
            </w:r>
          </w:p>
        </w:tc>
        <w:tc>
          <w:tcPr>
            <w:tcW w:w="1558" w:type="dxa"/>
          </w:tcPr>
          <w:p w:rsidR="00F717C5" w:rsidRPr="00556F11" w:rsidRDefault="00F717C5" w:rsidP="001960BE">
            <w:pPr>
              <w:jc w:val="center"/>
            </w:pPr>
            <w:r>
              <w:t>8</w:t>
            </w:r>
          </w:p>
        </w:tc>
        <w:tc>
          <w:tcPr>
            <w:tcW w:w="1366" w:type="dxa"/>
          </w:tcPr>
          <w:p w:rsidR="00F717C5" w:rsidRPr="00556F11" w:rsidRDefault="00F717C5" w:rsidP="001960BE">
            <w:pPr>
              <w:jc w:val="center"/>
            </w:pPr>
            <w:r>
              <w:t>9</w:t>
            </w:r>
          </w:p>
        </w:tc>
        <w:tc>
          <w:tcPr>
            <w:tcW w:w="1365" w:type="dxa"/>
          </w:tcPr>
          <w:p w:rsidR="00F717C5" w:rsidRPr="00556F11" w:rsidRDefault="00F717C5" w:rsidP="001960BE">
            <w:pPr>
              <w:jc w:val="center"/>
            </w:pPr>
            <w:r>
              <w:t>10</w:t>
            </w:r>
          </w:p>
        </w:tc>
        <w:tc>
          <w:tcPr>
            <w:tcW w:w="930" w:type="dxa"/>
          </w:tcPr>
          <w:p w:rsidR="00F717C5" w:rsidRPr="00556F11" w:rsidRDefault="00F717C5" w:rsidP="001960BE">
            <w:pPr>
              <w:jc w:val="center"/>
            </w:pPr>
            <w:r>
              <w:t>11</w:t>
            </w:r>
          </w:p>
        </w:tc>
        <w:tc>
          <w:tcPr>
            <w:tcW w:w="1331" w:type="dxa"/>
          </w:tcPr>
          <w:p w:rsidR="00F717C5" w:rsidRPr="00556F11" w:rsidRDefault="00F717C5" w:rsidP="001960BE">
            <w:pPr>
              <w:jc w:val="center"/>
            </w:pPr>
            <w:r>
              <w:t>12</w:t>
            </w:r>
          </w:p>
        </w:tc>
      </w:tr>
      <w:tr w:rsidR="00F717C5" w:rsidRPr="00254C37" w:rsidTr="00702DCD">
        <w:tc>
          <w:tcPr>
            <w:tcW w:w="463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772" w:type="dxa"/>
          </w:tcPr>
          <w:p w:rsidR="00F717C5" w:rsidRPr="00254C37" w:rsidRDefault="00F717C5" w:rsidP="001960BE">
            <w:pPr>
              <w:rPr>
                <w:b/>
              </w:rPr>
            </w:pPr>
            <w:r>
              <w:rPr>
                <w:b/>
              </w:rPr>
              <w:t>Слипченко Виктория Михайловна</w:t>
            </w:r>
          </w:p>
        </w:tc>
        <w:tc>
          <w:tcPr>
            <w:tcW w:w="1709" w:type="dxa"/>
          </w:tcPr>
          <w:p w:rsidR="00F717C5" w:rsidRPr="00254C37" w:rsidRDefault="00F717C5" w:rsidP="00702D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сектором </w:t>
            </w:r>
            <w:r w:rsidR="00702DCD">
              <w:rPr>
                <w:sz w:val="20"/>
                <w:szCs w:val="20"/>
              </w:rPr>
              <w:t xml:space="preserve">доходов и </w:t>
            </w:r>
            <w:r>
              <w:rPr>
                <w:sz w:val="20"/>
                <w:szCs w:val="20"/>
              </w:rPr>
              <w:t xml:space="preserve">межбюджетных отношений </w:t>
            </w:r>
          </w:p>
        </w:tc>
        <w:tc>
          <w:tcPr>
            <w:tcW w:w="1267" w:type="dxa"/>
          </w:tcPr>
          <w:p w:rsidR="00F717C5" w:rsidRPr="00254C37" w:rsidRDefault="00702DCD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1480870,55</w:t>
            </w:r>
          </w:p>
        </w:tc>
        <w:tc>
          <w:tcPr>
            <w:tcW w:w="1192" w:type="dxa"/>
          </w:tcPr>
          <w:p w:rsidR="00F717C5" w:rsidRPr="00254C37" w:rsidRDefault="003B6431" w:rsidP="003B6431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К</w:t>
            </w:r>
            <w:r w:rsidR="00F717C5" w:rsidRPr="00254C37">
              <w:rPr>
                <w:sz w:val="20"/>
                <w:szCs w:val="20"/>
              </w:rPr>
              <w:t>вартир</w:t>
            </w:r>
            <w:r>
              <w:rPr>
                <w:sz w:val="20"/>
                <w:szCs w:val="20"/>
              </w:rPr>
              <w:t>а</w:t>
            </w:r>
            <w:r w:rsidR="006836EA">
              <w:rPr>
                <w:sz w:val="20"/>
                <w:szCs w:val="20"/>
              </w:rPr>
              <w:t>-</w:t>
            </w: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1139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Р.Ф.</w:t>
            </w:r>
          </w:p>
        </w:tc>
        <w:tc>
          <w:tcPr>
            <w:tcW w:w="1558" w:type="dxa"/>
          </w:tcPr>
          <w:p w:rsidR="00F717C5" w:rsidRPr="00254C37" w:rsidRDefault="00F717C5" w:rsidP="001960BE">
            <w:pPr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F717C5" w:rsidRPr="00254C37" w:rsidRDefault="006836EA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Квартира- регистрация с разрешения собственника</w:t>
            </w:r>
          </w:p>
        </w:tc>
        <w:tc>
          <w:tcPr>
            <w:tcW w:w="930" w:type="dxa"/>
          </w:tcPr>
          <w:p w:rsidR="00F717C5" w:rsidRPr="00254C37" w:rsidRDefault="00BE24F4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752346">
              <w:rPr>
                <w:sz w:val="20"/>
                <w:szCs w:val="20"/>
              </w:rPr>
              <w:t>,5</w:t>
            </w:r>
          </w:p>
        </w:tc>
        <w:tc>
          <w:tcPr>
            <w:tcW w:w="1331" w:type="dxa"/>
          </w:tcPr>
          <w:p w:rsidR="00F717C5" w:rsidRPr="00254C37" w:rsidRDefault="00993A3D" w:rsidP="00F71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РФ</w:t>
            </w:r>
          </w:p>
        </w:tc>
      </w:tr>
      <w:tr w:rsidR="00F717C5" w:rsidRPr="00254C37" w:rsidTr="00702DCD">
        <w:tc>
          <w:tcPr>
            <w:tcW w:w="463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772" w:type="dxa"/>
          </w:tcPr>
          <w:p w:rsidR="00F717C5" w:rsidRPr="00556F11" w:rsidRDefault="00F717C5" w:rsidP="001960BE">
            <w:pPr>
              <w:jc w:val="center"/>
            </w:pPr>
            <w:r>
              <w:t>Супруг (а)</w:t>
            </w:r>
          </w:p>
        </w:tc>
        <w:tc>
          <w:tcPr>
            <w:tcW w:w="1709" w:type="dxa"/>
          </w:tcPr>
          <w:p w:rsidR="00F717C5" w:rsidRPr="00556F11" w:rsidRDefault="005F6977" w:rsidP="001960BE">
            <w:pPr>
              <w:jc w:val="center"/>
            </w:pPr>
            <w:r>
              <w:t>нет</w:t>
            </w:r>
          </w:p>
        </w:tc>
        <w:tc>
          <w:tcPr>
            <w:tcW w:w="1267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5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</w:rPr>
            </w:pPr>
          </w:p>
        </w:tc>
      </w:tr>
      <w:tr w:rsidR="00F717C5" w:rsidRPr="00254C37" w:rsidTr="00702DCD">
        <w:tc>
          <w:tcPr>
            <w:tcW w:w="463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772" w:type="dxa"/>
          </w:tcPr>
          <w:p w:rsidR="00F717C5" w:rsidRPr="00556F11" w:rsidRDefault="00F717C5" w:rsidP="001960BE">
            <w:pPr>
              <w:jc w:val="center"/>
            </w:pPr>
            <w:r>
              <w:t xml:space="preserve">Дочь </w:t>
            </w:r>
          </w:p>
        </w:tc>
        <w:tc>
          <w:tcPr>
            <w:tcW w:w="1709" w:type="dxa"/>
          </w:tcPr>
          <w:p w:rsidR="00F717C5" w:rsidRPr="00556F11" w:rsidRDefault="00F717C5" w:rsidP="001960BE">
            <w:pPr>
              <w:jc w:val="center"/>
            </w:pPr>
          </w:p>
        </w:tc>
        <w:tc>
          <w:tcPr>
            <w:tcW w:w="1267" w:type="dxa"/>
          </w:tcPr>
          <w:p w:rsidR="00F717C5" w:rsidRPr="00254C37" w:rsidRDefault="009C39FD" w:rsidP="00196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192" w:type="dxa"/>
          </w:tcPr>
          <w:p w:rsidR="00F717C5" w:rsidRPr="00F717C5" w:rsidRDefault="003B6431" w:rsidP="001960BE">
            <w:pPr>
              <w:jc w:val="center"/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>, ½ доля</w:t>
            </w:r>
          </w:p>
        </w:tc>
        <w:tc>
          <w:tcPr>
            <w:tcW w:w="930" w:type="dxa"/>
          </w:tcPr>
          <w:p w:rsidR="00F717C5" w:rsidRPr="003B6431" w:rsidRDefault="00F7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139" w:type="dxa"/>
          </w:tcPr>
          <w:p w:rsidR="00F717C5" w:rsidRPr="00F717C5" w:rsidRDefault="00F717C5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58" w:type="dxa"/>
          </w:tcPr>
          <w:p w:rsidR="00F717C5" w:rsidRPr="00254C37" w:rsidRDefault="00F717C5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F717C5" w:rsidRPr="00254C37" w:rsidRDefault="00F717C5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F717C5" w:rsidRPr="00254C37" w:rsidRDefault="006836EA" w:rsidP="006836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Квартира- регистрация с разрешения собственника</w:t>
            </w:r>
          </w:p>
        </w:tc>
        <w:tc>
          <w:tcPr>
            <w:tcW w:w="930" w:type="dxa"/>
          </w:tcPr>
          <w:p w:rsidR="00F717C5" w:rsidRPr="006836EA" w:rsidRDefault="00752346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331" w:type="dxa"/>
          </w:tcPr>
          <w:p w:rsidR="00F717C5" w:rsidRPr="006836EA" w:rsidRDefault="006836EA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  <w:tr w:rsidR="008F0F0F" w:rsidRPr="00254C37" w:rsidTr="00702DCD">
        <w:tc>
          <w:tcPr>
            <w:tcW w:w="463" w:type="dxa"/>
          </w:tcPr>
          <w:p w:rsidR="008F0F0F" w:rsidRPr="00556F11" w:rsidRDefault="008F0F0F" w:rsidP="001960BE">
            <w:pPr>
              <w:jc w:val="center"/>
            </w:pPr>
          </w:p>
        </w:tc>
        <w:tc>
          <w:tcPr>
            <w:tcW w:w="1772" w:type="dxa"/>
          </w:tcPr>
          <w:p w:rsidR="008F0F0F" w:rsidRPr="00556F11" w:rsidRDefault="008F0F0F" w:rsidP="001960BE">
            <w:pPr>
              <w:jc w:val="center"/>
            </w:pPr>
            <w:r>
              <w:t>Дочь</w:t>
            </w:r>
          </w:p>
        </w:tc>
        <w:tc>
          <w:tcPr>
            <w:tcW w:w="1709" w:type="dxa"/>
          </w:tcPr>
          <w:p w:rsidR="008F0F0F" w:rsidRPr="00556F11" w:rsidRDefault="008F0F0F" w:rsidP="001960BE">
            <w:pPr>
              <w:jc w:val="center"/>
            </w:pPr>
          </w:p>
        </w:tc>
        <w:tc>
          <w:tcPr>
            <w:tcW w:w="1267" w:type="dxa"/>
          </w:tcPr>
          <w:p w:rsidR="008F0F0F" w:rsidRPr="00254C37" w:rsidRDefault="008F0F0F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192" w:type="dxa"/>
          </w:tcPr>
          <w:p w:rsidR="008F0F0F" w:rsidRPr="00254C37" w:rsidRDefault="008F0F0F" w:rsidP="00C723A4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930" w:type="dxa"/>
          </w:tcPr>
          <w:p w:rsidR="008F0F0F" w:rsidRPr="00254C37" w:rsidRDefault="008F0F0F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</w:tcPr>
          <w:p w:rsidR="008F0F0F" w:rsidRPr="00F717C5" w:rsidRDefault="008F0F0F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РФ</w:t>
            </w:r>
          </w:p>
        </w:tc>
        <w:tc>
          <w:tcPr>
            <w:tcW w:w="1558" w:type="dxa"/>
          </w:tcPr>
          <w:p w:rsidR="008F0F0F" w:rsidRPr="00254C37" w:rsidRDefault="008F0F0F" w:rsidP="001960BE">
            <w:pPr>
              <w:rPr>
                <w:sz w:val="20"/>
                <w:szCs w:val="20"/>
              </w:rPr>
            </w:pPr>
            <w:r w:rsidRPr="00254C37">
              <w:rPr>
                <w:sz w:val="20"/>
                <w:szCs w:val="20"/>
              </w:rPr>
              <w:t>не имеет</w:t>
            </w:r>
          </w:p>
        </w:tc>
        <w:tc>
          <w:tcPr>
            <w:tcW w:w="1366" w:type="dxa"/>
          </w:tcPr>
          <w:p w:rsidR="008F0F0F" w:rsidRPr="00254C37" w:rsidRDefault="008F0F0F" w:rsidP="001960BE">
            <w:pPr>
              <w:jc w:val="center"/>
              <w:rPr>
                <w:sz w:val="20"/>
                <w:szCs w:val="20"/>
                <w:lang w:val="en-US"/>
              </w:rPr>
            </w:pPr>
            <w:r w:rsidRPr="00254C3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</w:tcPr>
          <w:p w:rsidR="00752346" w:rsidRDefault="00752346" w:rsidP="001960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Квартира- регистрация с разрешения собственника</w:t>
            </w:r>
          </w:p>
          <w:p w:rsidR="008F0F0F" w:rsidRDefault="003B6431" w:rsidP="001960B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54C37">
              <w:rPr>
                <w:sz w:val="20"/>
                <w:szCs w:val="20"/>
              </w:rPr>
              <w:t>Квартир</w:t>
            </w:r>
            <w:r>
              <w:rPr>
                <w:sz w:val="20"/>
                <w:szCs w:val="20"/>
              </w:rPr>
              <w:t>а</w:t>
            </w:r>
            <w:r w:rsidR="006836EA">
              <w:rPr>
                <w:sz w:val="20"/>
                <w:szCs w:val="20"/>
              </w:rPr>
              <w:t>-безвозмездное</w:t>
            </w:r>
            <w:proofErr w:type="spellEnd"/>
            <w:proofErr w:type="gramEnd"/>
            <w:r w:rsidR="006836EA">
              <w:rPr>
                <w:sz w:val="20"/>
                <w:szCs w:val="20"/>
              </w:rPr>
              <w:t xml:space="preserve"> пользование</w:t>
            </w:r>
          </w:p>
          <w:p w:rsidR="006836EA" w:rsidRPr="00254C37" w:rsidRDefault="006836EA" w:rsidP="001960BE">
            <w:pPr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752346" w:rsidRDefault="00752346" w:rsidP="001960BE">
            <w:pPr>
              <w:jc w:val="center"/>
              <w:rPr>
                <w:sz w:val="20"/>
                <w:szCs w:val="20"/>
              </w:rPr>
            </w:pPr>
          </w:p>
          <w:p w:rsidR="00752346" w:rsidRDefault="00752346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  <w:p w:rsidR="00752346" w:rsidRDefault="00752346" w:rsidP="001960BE">
            <w:pPr>
              <w:jc w:val="center"/>
              <w:rPr>
                <w:sz w:val="20"/>
                <w:szCs w:val="20"/>
              </w:rPr>
            </w:pPr>
          </w:p>
          <w:p w:rsidR="00752346" w:rsidRDefault="00752346" w:rsidP="001960BE">
            <w:pPr>
              <w:jc w:val="center"/>
              <w:rPr>
                <w:sz w:val="20"/>
                <w:szCs w:val="20"/>
              </w:rPr>
            </w:pPr>
          </w:p>
          <w:p w:rsidR="00752346" w:rsidRDefault="00752346" w:rsidP="001960BE">
            <w:pPr>
              <w:jc w:val="center"/>
              <w:rPr>
                <w:sz w:val="20"/>
                <w:szCs w:val="20"/>
              </w:rPr>
            </w:pPr>
          </w:p>
          <w:p w:rsidR="008F0F0F" w:rsidRPr="003B6431" w:rsidRDefault="003B6431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1331" w:type="dxa"/>
          </w:tcPr>
          <w:p w:rsidR="00752346" w:rsidRDefault="00752346" w:rsidP="001960BE">
            <w:pPr>
              <w:jc w:val="center"/>
              <w:rPr>
                <w:sz w:val="20"/>
                <w:szCs w:val="20"/>
              </w:rPr>
            </w:pPr>
          </w:p>
          <w:p w:rsidR="008F0F0F" w:rsidRDefault="003B6431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52346" w:rsidRDefault="00752346" w:rsidP="001960BE">
            <w:pPr>
              <w:jc w:val="center"/>
              <w:rPr>
                <w:sz w:val="20"/>
                <w:szCs w:val="20"/>
              </w:rPr>
            </w:pPr>
          </w:p>
          <w:p w:rsidR="00752346" w:rsidRDefault="00752346" w:rsidP="001960BE">
            <w:pPr>
              <w:jc w:val="center"/>
              <w:rPr>
                <w:sz w:val="20"/>
                <w:szCs w:val="20"/>
              </w:rPr>
            </w:pPr>
          </w:p>
          <w:p w:rsidR="00752346" w:rsidRDefault="00752346" w:rsidP="001960BE">
            <w:pPr>
              <w:jc w:val="center"/>
              <w:rPr>
                <w:sz w:val="20"/>
                <w:szCs w:val="20"/>
              </w:rPr>
            </w:pPr>
          </w:p>
          <w:p w:rsidR="00752346" w:rsidRPr="003B6431" w:rsidRDefault="00752346" w:rsidP="00196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</w:tr>
    </w:tbl>
    <w:p w:rsidR="00F717C5" w:rsidRPr="00556F11" w:rsidRDefault="00F717C5" w:rsidP="00F717C5">
      <w:pPr>
        <w:jc w:val="center"/>
      </w:pPr>
    </w:p>
    <w:p w:rsidR="00F717C5" w:rsidRPr="00556F11" w:rsidRDefault="00F717C5" w:rsidP="00F717C5">
      <w:pPr>
        <w:rPr>
          <w:b/>
        </w:rPr>
      </w:pPr>
    </w:p>
    <w:p w:rsidR="009213E0" w:rsidRDefault="009213E0"/>
    <w:sectPr w:rsidR="009213E0" w:rsidSect="00556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17C5"/>
    <w:rsid w:val="000F067B"/>
    <w:rsid w:val="000F46F4"/>
    <w:rsid w:val="003B6431"/>
    <w:rsid w:val="003D3A4A"/>
    <w:rsid w:val="004D3367"/>
    <w:rsid w:val="005972D7"/>
    <w:rsid w:val="005F6977"/>
    <w:rsid w:val="006836EA"/>
    <w:rsid w:val="00702DCD"/>
    <w:rsid w:val="00752346"/>
    <w:rsid w:val="00772D9B"/>
    <w:rsid w:val="008726C9"/>
    <w:rsid w:val="00891359"/>
    <w:rsid w:val="008F0F0F"/>
    <w:rsid w:val="009213E0"/>
    <w:rsid w:val="00970584"/>
    <w:rsid w:val="00993A3D"/>
    <w:rsid w:val="00994D10"/>
    <w:rsid w:val="009C39FD"/>
    <w:rsid w:val="00A73FF6"/>
    <w:rsid w:val="00B71D78"/>
    <w:rsid w:val="00BE24F4"/>
    <w:rsid w:val="00DD7D88"/>
    <w:rsid w:val="00EA3191"/>
    <w:rsid w:val="00F4341E"/>
    <w:rsid w:val="00F717C5"/>
    <w:rsid w:val="00F9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yarulina-rm</dc:creator>
  <cp:keywords/>
  <dc:description/>
  <cp:lastModifiedBy>yarulina-rm</cp:lastModifiedBy>
  <cp:revision>16</cp:revision>
  <cp:lastPrinted>2012-05-03T04:26:00Z</cp:lastPrinted>
  <dcterms:created xsi:type="dcterms:W3CDTF">2011-04-11T11:01:00Z</dcterms:created>
  <dcterms:modified xsi:type="dcterms:W3CDTF">2012-05-12T04:42:00Z</dcterms:modified>
</cp:coreProperties>
</file>