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EB" w:rsidRDefault="002032EB" w:rsidP="006B7459">
      <w:pPr>
        <w:jc w:val="center"/>
        <w:rPr>
          <w:b/>
          <w:sz w:val="26"/>
          <w:szCs w:val="26"/>
        </w:rPr>
      </w:pPr>
    </w:p>
    <w:p w:rsidR="002032EB" w:rsidRPr="00630AA9" w:rsidRDefault="002032EB" w:rsidP="006B7459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 xml:space="preserve">Сведения </w:t>
      </w:r>
    </w:p>
    <w:p w:rsidR="002032EB" w:rsidRDefault="002032EB" w:rsidP="006B7459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 xml:space="preserve">о доходах, об имуществе и обязательствах имущественного характера лиц, замещающих должности </w:t>
      </w:r>
    </w:p>
    <w:p w:rsidR="002032EB" w:rsidRDefault="002032EB" w:rsidP="003508D2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Главном управлении МЧС России по Челябинской области </w:t>
      </w:r>
      <w:r w:rsidRPr="00630AA9">
        <w:rPr>
          <w:b/>
          <w:sz w:val="26"/>
          <w:szCs w:val="26"/>
        </w:rPr>
        <w:t>и чл</w:t>
      </w:r>
      <w:r w:rsidRPr="00630AA9">
        <w:rPr>
          <w:b/>
          <w:sz w:val="26"/>
          <w:szCs w:val="26"/>
        </w:rPr>
        <w:t>е</w:t>
      </w:r>
      <w:r w:rsidRPr="00630AA9">
        <w:rPr>
          <w:b/>
          <w:sz w:val="26"/>
          <w:szCs w:val="26"/>
        </w:rPr>
        <w:t>нов их семей</w:t>
      </w:r>
    </w:p>
    <w:p w:rsidR="002032EB" w:rsidRDefault="002032EB" w:rsidP="006B7459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>за период с 1 января 20</w:t>
      </w:r>
      <w:r>
        <w:rPr>
          <w:b/>
          <w:sz w:val="26"/>
          <w:szCs w:val="26"/>
        </w:rPr>
        <w:t>11 года по 31 декабря 2011</w:t>
      </w:r>
      <w:r w:rsidRPr="00630AA9">
        <w:rPr>
          <w:b/>
          <w:sz w:val="26"/>
          <w:szCs w:val="26"/>
        </w:rPr>
        <w:t xml:space="preserve"> года</w:t>
      </w:r>
    </w:p>
    <w:p w:rsidR="002032EB" w:rsidRDefault="002032EB" w:rsidP="006B7459">
      <w:pPr>
        <w:jc w:val="center"/>
        <w:rPr>
          <w:b/>
          <w:sz w:val="26"/>
          <w:szCs w:val="26"/>
        </w:rPr>
      </w:pPr>
    </w:p>
    <w:p w:rsidR="002032EB" w:rsidRPr="00630AA9" w:rsidRDefault="002032EB" w:rsidP="006B7459">
      <w:pPr>
        <w:jc w:val="center"/>
        <w:rPr>
          <w:b/>
          <w:sz w:val="26"/>
          <w:szCs w:val="26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  <w:r w:rsidRPr="005A6AF6">
        <w:rPr>
          <w:b/>
          <w:sz w:val="28"/>
          <w:szCs w:val="28"/>
        </w:rPr>
        <w:t>военнослужащие</w:t>
      </w:r>
    </w:p>
    <w:p w:rsidR="002032EB" w:rsidRPr="005A6AF6" w:rsidRDefault="002032EB" w:rsidP="005A6AF6">
      <w:pPr>
        <w:jc w:val="center"/>
        <w:rPr>
          <w:b/>
          <w:sz w:val="28"/>
          <w:szCs w:val="28"/>
        </w:rPr>
      </w:pPr>
    </w:p>
    <w:tbl>
      <w:tblPr>
        <w:tblW w:w="15428" w:type="dxa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620"/>
        <w:gridCol w:w="2108"/>
        <w:gridCol w:w="1890"/>
        <w:gridCol w:w="2977"/>
        <w:gridCol w:w="1276"/>
        <w:gridCol w:w="1701"/>
        <w:gridCol w:w="3136"/>
      </w:tblGrid>
      <w:tr w:rsidR="002032EB" w:rsidRPr="00BB3C62">
        <w:tc>
          <w:tcPr>
            <w:tcW w:w="720" w:type="dxa"/>
            <w:vMerge w:val="restart"/>
          </w:tcPr>
          <w:p w:rsidR="002032EB" w:rsidRPr="00BB3C62" w:rsidRDefault="002032EB" w:rsidP="00BE1F9C">
            <w:pPr>
              <w:jc w:val="center"/>
              <w:rPr>
                <w:b/>
                <w:sz w:val="22"/>
                <w:szCs w:val="22"/>
              </w:rPr>
            </w:pPr>
            <w:r w:rsidRPr="00BB3C62">
              <w:rPr>
                <w:b/>
                <w:sz w:val="22"/>
                <w:szCs w:val="22"/>
              </w:rPr>
              <w:t>№ пп</w:t>
            </w:r>
          </w:p>
        </w:tc>
        <w:tc>
          <w:tcPr>
            <w:tcW w:w="1620" w:type="dxa"/>
            <w:vMerge w:val="restart"/>
          </w:tcPr>
          <w:p w:rsidR="002032EB" w:rsidRPr="00BB3C62" w:rsidRDefault="002032EB" w:rsidP="00BE1F9C">
            <w:pPr>
              <w:jc w:val="center"/>
              <w:rPr>
                <w:b/>
                <w:sz w:val="22"/>
                <w:szCs w:val="22"/>
              </w:rPr>
            </w:pPr>
            <w:r w:rsidRPr="00BB3C62">
              <w:rPr>
                <w:b/>
                <w:sz w:val="22"/>
                <w:szCs w:val="22"/>
              </w:rPr>
              <w:t>Фам</w:t>
            </w:r>
            <w:r w:rsidRPr="00BB3C62">
              <w:rPr>
                <w:b/>
                <w:sz w:val="22"/>
                <w:szCs w:val="22"/>
              </w:rPr>
              <w:t>и</w:t>
            </w:r>
            <w:r w:rsidRPr="00BB3C62">
              <w:rPr>
                <w:b/>
                <w:sz w:val="22"/>
                <w:szCs w:val="22"/>
              </w:rPr>
              <w:t>лия, инициалы</w:t>
            </w:r>
          </w:p>
        </w:tc>
        <w:tc>
          <w:tcPr>
            <w:tcW w:w="2108" w:type="dxa"/>
            <w:vMerge w:val="restart"/>
          </w:tcPr>
          <w:p w:rsidR="002032EB" w:rsidRPr="00BB3C62" w:rsidRDefault="002032EB" w:rsidP="00BE1F9C">
            <w:pPr>
              <w:jc w:val="center"/>
              <w:rPr>
                <w:b/>
                <w:sz w:val="22"/>
                <w:szCs w:val="22"/>
              </w:rPr>
            </w:pPr>
            <w:r w:rsidRPr="00BB3C62">
              <w:rPr>
                <w:b/>
                <w:sz w:val="22"/>
                <w:szCs w:val="22"/>
              </w:rPr>
              <w:t>Дол</w:t>
            </w:r>
            <w:r w:rsidRPr="00BB3C62">
              <w:rPr>
                <w:b/>
                <w:sz w:val="22"/>
                <w:szCs w:val="22"/>
              </w:rPr>
              <w:t>ж</w:t>
            </w:r>
            <w:r w:rsidRPr="00BB3C62">
              <w:rPr>
                <w:b/>
                <w:sz w:val="22"/>
                <w:szCs w:val="22"/>
              </w:rPr>
              <w:t>ность</w:t>
            </w:r>
          </w:p>
        </w:tc>
        <w:tc>
          <w:tcPr>
            <w:tcW w:w="1890" w:type="dxa"/>
            <w:vMerge w:val="restart"/>
          </w:tcPr>
          <w:p w:rsidR="002032EB" w:rsidRDefault="002032EB" w:rsidP="00CA43BB">
            <w:pPr>
              <w:jc w:val="center"/>
              <w:rPr>
                <w:b/>
              </w:rPr>
            </w:pPr>
            <w:r>
              <w:rPr>
                <w:b/>
              </w:rPr>
              <w:t>Общая су</w:t>
            </w:r>
            <w:r>
              <w:rPr>
                <w:b/>
              </w:rPr>
              <w:t>м</w:t>
            </w:r>
            <w:r>
              <w:rPr>
                <w:b/>
              </w:rPr>
              <w:t>ма деклар</w:t>
            </w:r>
            <w:r>
              <w:rPr>
                <w:b/>
              </w:rPr>
              <w:t>и</w:t>
            </w:r>
            <w:r>
              <w:rPr>
                <w:b/>
              </w:rPr>
              <w:t xml:space="preserve">рованного годового </w:t>
            </w:r>
            <w:r w:rsidRPr="00E95A61">
              <w:rPr>
                <w:b/>
              </w:rPr>
              <w:t>д</w:t>
            </w:r>
            <w:r w:rsidRPr="00E95A61">
              <w:rPr>
                <w:b/>
              </w:rPr>
              <w:t>о</w:t>
            </w:r>
            <w:r w:rsidRPr="00E95A61">
              <w:rPr>
                <w:b/>
              </w:rPr>
              <w:t>ход</w:t>
            </w:r>
            <w:r>
              <w:rPr>
                <w:b/>
              </w:rPr>
              <w:t>а</w:t>
            </w:r>
          </w:p>
          <w:p w:rsidR="002032EB" w:rsidRPr="00BB3C62" w:rsidRDefault="002032EB" w:rsidP="00CA43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за 2011 г.</w:t>
            </w:r>
            <w:r w:rsidRPr="00E95A61">
              <w:rPr>
                <w:b/>
              </w:rPr>
              <w:t xml:space="preserve"> (руб.)</w:t>
            </w:r>
          </w:p>
        </w:tc>
        <w:tc>
          <w:tcPr>
            <w:tcW w:w="5954" w:type="dxa"/>
            <w:gridSpan w:val="3"/>
          </w:tcPr>
          <w:p w:rsidR="002032EB" w:rsidRPr="00BB3C62" w:rsidRDefault="002032EB" w:rsidP="00BE1F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Перечень объектов недвижимого</w:t>
            </w:r>
            <w:r w:rsidRPr="00E95A61">
              <w:rPr>
                <w:b/>
              </w:rPr>
              <w:t xml:space="preserve"> имущест</w:t>
            </w:r>
            <w:r>
              <w:rPr>
                <w:b/>
              </w:rPr>
              <w:t>ва, принадлежащих</w:t>
            </w:r>
            <w:r w:rsidRPr="00E95A61">
              <w:rPr>
                <w:b/>
              </w:rPr>
              <w:t xml:space="preserve"> на праве собственности</w:t>
            </w:r>
            <w:r>
              <w:rPr>
                <w:b/>
              </w:rPr>
              <w:t xml:space="preserve"> или находящихся </w:t>
            </w:r>
            <w:r w:rsidRPr="00E95A61">
              <w:rPr>
                <w:b/>
              </w:rPr>
              <w:t>в польз</w:t>
            </w:r>
            <w:r w:rsidRPr="00E95A61">
              <w:rPr>
                <w:b/>
              </w:rPr>
              <w:t>о</w:t>
            </w:r>
            <w:r w:rsidRPr="00E95A61">
              <w:rPr>
                <w:b/>
              </w:rPr>
              <w:t>вании</w:t>
            </w:r>
          </w:p>
        </w:tc>
        <w:tc>
          <w:tcPr>
            <w:tcW w:w="3136" w:type="dxa"/>
            <w:vMerge w:val="restart"/>
          </w:tcPr>
          <w:p w:rsidR="002032EB" w:rsidRPr="00BB3C62" w:rsidRDefault="002032EB" w:rsidP="00BE1F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Перечень транспор</w:t>
            </w:r>
            <w:r>
              <w:rPr>
                <w:b/>
              </w:rPr>
              <w:t>т</w:t>
            </w:r>
            <w:r>
              <w:rPr>
                <w:b/>
              </w:rPr>
              <w:t>ных средств, прина</w:t>
            </w:r>
            <w:r>
              <w:rPr>
                <w:b/>
              </w:rPr>
              <w:t>д</w:t>
            </w:r>
            <w:r>
              <w:rPr>
                <w:b/>
              </w:rPr>
              <w:t>лежащих</w:t>
            </w:r>
            <w:r w:rsidRPr="00E95A61">
              <w:rPr>
                <w:b/>
              </w:rPr>
              <w:t xml:space="preserve"> на праве собс</w:t>
            </w:r>
            <w:r w:rsidRPr="00E95A61">
              <w:rPr>
                <w:b/>
              </w:rPr>
              <w:t>т</w:t>
            </w:r>
            <w:r w:rsidRPr="00E95A61">
              <w:rPr>
                <w:b/>
              </w:rPr>
              <w:t>венности</w:t>
            </w:r>
            <w:r>
              <w:rPr>
                <w:b/>
              </w:rPr>
              <w:t xml:space="preserve"> (вид, марка)</w:t>
            </w:r>
          </w:p>
        </w:tc>
      </w:tr>
      <w:tr w:rsidR="002032EB" w:rsidRPr="00BE1F9C">
        <w:tc>
          <w:tcPr>
            <w:tcW w:w="720" w:type="dxa"/>
            <w:vMerge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</w:p>
        </w:tc>
        <w:tc>
          <w:tcPr>
            <w:tcW w:w="2108" w:type="dxa"/>
            <w:vMerge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</w:p>
        </w:tc>
        <w:tc>
          <w:tcPr>
            <w:tcW w:w="1890" w:type="dxa"/>
            <w:vMerge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2032EB" w:rsidRPr="00BB3C62" w:rsidRDefault="002032EB" w:rsidP="00BE1F9C">
            <w:pPr>
              <w:jc w:val="center"/>
              <w:rPr>
                <w:b/>
                <w:sz w:val="22"/>
                <w:szCs w:val="22"/>
              </w:rPr>
            </w:pPr>
            <w:r w:rsidRPr="00BB3C62">
              <w:rPr>
                <w:b/>
                <w:sz w:val="22"/>
                <w:szCs w:val="22"/>
              </w:rPr>
              <w:t>Вид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BB3C62">
              <w:rPr>
                <w:b/>
                <w:sz w:val="22"/>
                <w:szCs w:val="22"/>
              </w:rPr>
              <w:t xml:space="preserve">объектов </w:t>
            </w:r>
          </w:p>
          <w:p w:rsidR="002032EB" w:rsidRPr="00BB3C62" w:rsidRDefault="002032EB" w:rsidP="00BE1F9C">
            <w:pPr>
              <w:jc w:val="center"/>
              <w:rPr>
                <w:b/>
                <w:sz w:val="22"/>
                <w:szCs w:val="22"/>
              </w:rPr>
            </w:pPr>
            <w:r w:rsidRPr="00BB3C62">
              <w:rPr>
                <w:b/>
                <w:sz w:val="22"/>
                <w:szCs w:val="22"/>
              </w:rPr>
              <w:t>недвиж</w:t>
            </w:r>
            <w:r w:rsidRPr="00BB3C62">
              <w:rPr>
                <w:b/>
                <w:sz w:val="22"/>
                <w:szCs w:val="22"/>
              </w:rPr>
              <w:t>и</w:t>
            </w:r>
            <w:r w:rsidRPr="00BB3C62">
              <w:rPr>
                <w:b/>
                <w:sz w:val="22"/>
                <w:szCs w:val="22"/>
              </w:rPr>
              <w:t>мости</w:t>
            </w:r>
          </w:p>
        </w:tc>
        <w:tc>
          <w:tcPr>
            <w:tcW w:w="1276" w:type="dxa"/>
          </w:tcPr>
          <w:p w:rsidR="002032EB" w:rsidRPr="00BB3C62" w:rsidRDefault="002032EB" w:rsidP="00BE1F9C">
            <w:pPr>
              <w:jc w:val="center"/>
              <w:rPr>
                <w:b/>
                <w:sz w:val="22"/>
                <w:szCs w:val="22"/>
              </w:rPr>
            </w:pPr>
            <w:r w:rsidRPr="00BB3C62">
              <w:rPr>
                <w:b/>
                <w:sz w:val="22"/>
                <w:szCs w:val="22"/>
              </w:rPr>
              <w:t>Пл</w:t>
            </w:r>
            <w:r w:rsidRPr="00BB3C62">
              <w:rPr>
                <w:b/>
                <w:sz w:val="22"/>
                <w:szCs w:val="22"/>
              </w:rPr>
              <w:t>о</w:t>
            </w:r>
            <w:r w:rsidRPr="00BB3C62">
              <w:rPr>
                <w:b/>
                <w:sz w:val="22"/>
                <w:szCs w:val="22"/>
              </w:rPr>
              <w:t>щадь</w:t>
            </w:r>
          </w:p>
          <w:p w:rsidR="002032EB" w:rsidRPr="00BB3C62" w:rsidRDefault="002032EB" w:rsidP="00BE1F9C">
            <w:pPr>
              <w:jc w:val="center"/>
              <w:rPr>
                <w:b/>
                <w:sz w:val="22"/>
                <w:szCs w:val="22"/>
              </w:rPr>
            </w:pPr>
            <w:r w:rsidRPr="00BB3C62">
              <w:rPr>
                <w:b/>
                <w:sz w:val="22"/>
                <w:szCs w:val="22"/>
              </w:rPr>
              <w:t>(кв. м.)</w:t>
            </w:r>
          </w:p>
        </w:tc>
        <w:tc>
          <w:tcPr>
            <w:tcW w:w="1701" w:type="dxa"/>
          </w:tcPr>
          <w:p w:rsidR="002032EB" w:rsidRPr="00BB3C62" w:rsidRDefault="002032EB" w:rsidP="00BE1F9C">
            <w:pPr>
              <w:jc w:val="center"/>
              <w:rPr>
                <w:b/>
                <w:sz w:val="22"/>
                <w:szCs w:val="22"/>
              </w:rPr>
            </w:pPr>
            <w:r w:rsidRPr="00BB3C62">
              <w:rPr>
                <w:b/>
                <w:sz w:val="22"/>
                <w:szCs w:val="22"/>
              </w:rPr>
              <w:t xml:space="preserve">Страна </w:t>
            </w:r>
          </w:p>
          <w:p w:rsidR="002032EB" w:rsidRPr="00BB3C62" w:rsidRDefault="002032EB" w:rsidP="00BE1F9C">
            <w:pPr>
              <w:jc w:val="center"/>
              <w:rPr>
                <w:b/>
                <w:sz w:val="22"/>
                <w:szCs w:val="22"/>
              </w:rPr>
            </w:pPr>
            <w:r w:rsidRPr="00BB3C62">
              <w:rPr>
                <w:b/>
                <w:sz w:val="22"/>
                <w:szCs w:val="22"/>
              </w:rPr>
              <w:t>распол</w:t>
            </w:r>
            <w:r w:rsidRPr="00BB3C62">
              <w:rPr>
                <w:b/>
                <w:sz w:val="22"/>
                <w:szCs w:val="22"/>
              </w:rPr>
              <w:t>о</w:t>
            </w:r>
            <w:r w:rsidRPr="00BB3C62">
              <w:rPr>
                <w:b/>
                <w:sz w:val="22"/>
                <w:szCs w:val="22"/>
              </w:rPr>
              <w:t>жения</w:t>
            </w:r>
          </w:p>
        </w:tc>
        <w:tc>
          <w:tcPr>
            <w:tcW w:w="3136" w:type="dxa"/>
            <w:vMerge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</w:p>
        </w:tc>
      </w:tr>
      <w:tr w:rsidR="002032EB" w:rsidRPr="00BE1F9C">
        <w:tc>
          <w:tcPr>
            <w:tcW w:w="720" w:type="dxa"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  <w:r w:rsidRPr="00BE1F9C">
              <w:rPr>
                <w:b/>
              </w:rPr>
              <w:t>1</w:t>
            </w:r>
          </w:p>
        </w:tc>
        <w:tc>
          <w:tcPr>
            <w:tcW w:w="1620" w:type="dxa"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  <w:r w:rsidRPr="00BE1F9C">
              <w:rPr>
                <w:b/>
              </w:rPr>
              <w:t>2</w:t>
            </w:r>
          </w:p>
        </w:tc>
        <w:tc>
          <w:tcPr>
            <w:tcW w:w="2108" w:type="dxa"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  <w:r w:rsidRPr="00BE1F9C">
              <w:rPr>
                <w:b/>
              </w:rPr>
              <w:t>3</w:t>
            </w:r>
          </w:p>
        </w:tc>
        <w:tc>
          <w:tcPr>
            <w:tcW w:w="1890" w:type="dxa"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  <w:r w:rsidRPr="00BE1F9C">
              <w:rPr>
                <w:b/>
              </w:rPr>
              <w:t>4</w:t>
            </w:r>
          </w:p>
        </w:tc>
        <w:tc>
          <w:tcPr>
            <w:tcW w:w="2977" w:type="dxa"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  <w:r w:rsidRPr="00BE1F9C">
              <w:rPr>
                <w:b/>
              </w:rPr>
              <w:t>5</w:t>
            </w:r>
          </w:p>
        </w:tc>
        <w:tc>
          <w:tcPr>
            <w:tcW w:w="1276" w:type="dxa"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  <w:r w:rsidRPr="00BE1F9C">
              <w:rPr>
                <w:b/>
              </w:rPr>
              <w:t>6</w:t>
            </w:r>
          </w:p>
        </w:tc>
        <w:tc>
          <w:tcPr>
            <w:tcW w:w="1701" w:type="dxa"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  <w:r w:rsidRPr="00BE1F9C">
              <w:rPr>
                <w:b/>
              </w:rPr>
              <w:t>7</w:t>
            </w:r>
          </w:p>
        </w:tc>
        <w:tc>
          <w:tcPr>
            <w:tcW w:w="3136" w:type="dxa"/>
          </w:tcPr>
          <w:p w:rsidR="002032EB" w:rsidRPr="00BE1F9C" w:rsidRDefault="002032EB" w:rsidP="00BE1F9C">
            <w:pPr>
              <w:jc w:val="center"/>
              <w:rPr>
                <w:b/>
              </w:rPr>
            </w:pPr>
            <w:r w:rsidRPr="00BE1F9C">
              <w:rPr>
                <w:b/>
              </w:rPr>
              <w:t>8</w:t>
            </w:r>
          </w:p>
        </w:tc>
      </w:tr>
      <w:tr w:rsidR="002032EB" w:rsidRPr="00BB3C62">
        <w:tc>
          <w:tcPr>
            <w:tcW w:w="720" w:type="dxa"/>
            <w:vMerge w:val="restart"/>
          </w:tcPr>
          <w:p w:rsidR="002032EB" w:rsidRPr="00BB3C62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F40F97" w:rsidRDefault="002032EB" w:rsidP="00A778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Климов О.Б.</w:t>
            </w:r>
          </w:p>
        </w:tc>
        <w:tc>
          <w:tcPr>
            <w:tcW w:w="2108" w:type="dxa"/>
            <w:vMerge w:val="restart"/>
          </w:tcPr>
          <w:p w:rsidR="002032EB" w:rsidRPr="00F40F97" w:rsidRDefault="002032EB" w:rsidP="00A77895">
            <w:pPr>
              <w:rPr>
                <w:sz w:val="22"/>
                <w:szCs w:val="22"/>
              </w:rPr>
            </w:pPr>
            <w:r w:rsidRPr="00F40F97">
              <w:rPr>
                <w:sz w:val="22"/>
                <w:szCs w:val="22"/>
              </w:rPr>
              <w:t>Начальник</w:t>
            </w:r>
            <w:r>
              <w:rPr>
                <w:sz w:val="22"/>
                <w:szCs w:val="22"/>
              </w:rPr>
              <w:t xml:space="preserve"> </w:t>
            </w:r>
            <w:r w:rsidRPr="00F40F9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Главного </w:t>
            </w:r>
            <w:r w:rsidRPr="00F40F97">
              <w:rPr>
                <w:sz w:val="22"/>
                <w:szCs w:val="22"/>
              </w:rPr>
              <w:t>управления</w:t>
            </w:r>
          </w:p>
        </w:tc>
        <w:tc>
          <w:tcPr>
            <w:tcW w:w="1890" w:type="dxa"/>
            <w:vMerge w:val="restart"/>
          </w:tcPr>
          <w:p w:rsidR="002032EB" w:rsidRPr="00F40F97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1 556 819,88</w:t>
            </w:r>
          </w:p>
        </w:tc>
        <w:tc>
          <w:tcPr>
            <w:tcW w:w="2977" w:type="dxa"/>
          </w:tcPr>
          <w:p w:rsidR="002032EB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032EB" w:rsidRPr="00F40F97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6" w:type="dxa"/>
          </w:tcPr>
          <w:p w:rsidR="002032EB" w:rsidRPr="00F40F97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</w:tcPr>
          <w:p w:rsidR="002032EB" w:rsidRPr="00F40F97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 w:val="restart"/>
          </w:tcPr>
          <w:p w:rsidR="002032EB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LEXUS</w:t>
            </w:r>
            <w:r w:rsidRPr="001343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RX</w:t>
            </w:r>
            <w:r w:rsidRPr="00134332">
              <w:rPr>
                <w:sz w:val="22"/>
                <w:szCs w:val="22"/>
              </w:rPr>
              <w:t>-350</w:t>
            </w:r>
          </w:p>
          <w:p w:rsidR="002032EB" w:rsidRPr="008974DD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BB3C62">
        <w:tc>
          <w:tcPr>
            <w:tcW w:w="720" w:type="dxa"/>
            <w:vMerge/>
          </w:tcPr>
          <w:p w:rsidR="002032EB" w:rsidRPr="00BB3C62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A77895">
            <w:pPr>
              <w:rPr>
                <w:sz w:val="22"/>
                <w:szCs w:val="22"/>
              </w:rPr>
            </w:pPr>
          </w:p>
        </w:tc>
        <w:tc>
          <w:tcPr>
            <w:tcW w:w="2108" w:type="dxa"/>
            <w:vMerge/>
          </w:tcPr>
          <w:p w:rsidR="002032EB" w:rsidRPr="00F40F97" w:rsidRDefault="002032EB" w:rsidP="00A77895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:rsidR="002032EB" w:rsidRDefault="002032EB" w:rsidP="00A778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6" w:type="dxa"/>
          </w:tcPr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701" w:type="dxa"/>
          </w:tcPr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/>
          </w:tcPr>
          <w:p w:rsidR="002032EB" w:rsidRDefault="002032EB" w:rsidP="00A77895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032EB" w:rsidRPr="00BB3C62">
        <w:tc>
          <w:tcPr>
            <w:tcW w:w="720" w:type="dxa"/>
            <w:vMerge/>
          </w:tcPr>
          <w:p w:rsidR="002032EB" w:rsidRPr="00BB3C62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A77895">
            <w:pPr>
              <w:rPr>
                <w:sz w:val="22"/>
                <w:szCs w:val="22"/>
              </w:rPr>
            </w:pPr>
          </w:p>
        </w:tc>
        <w:tc>
          <w:tcPr>
            <w:tcW w:w="2108" w:type="dxa"/>
            <w:vMerge/>
          </w:tcPr>
          <w:p w:rsidR="002032EB" w:rsidRPr="00F40F97" w:rsidRDefault="002032EB" w:rsidP="00A77895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:rsidR="002032EB" w:rsidRDefault="002032EB" w:rsidP="00A778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6" w:type="dxa"/>
          </w:tcPr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01" w:type="dxa"/>
          </w:tcPr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/>
          </w:tcPr>
          <w:p w:rsidR="002032EB" w:rsidRDefault="002032EB" w:rsidP="00A77895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032EB" w:rsidRPr="00BB3C62">
        <w:trPr>
          <w:trHeight w:val="698"/>
        </w:trPr>
        <w:tc>
          <w:tcPr>
            <w:tcW w:w="720" w:type="dxa"/>
            <w:vMerge/>
          </w:tcPr>
          <w:p w:rsidR="002032EB" w:rsidRPr="00BB3C62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A77895">
            <w:pPr>
              <w:rPr>
                <w:sz w:val="22"/>
                <w:szCs w:val="22"/>
              </w:rPr>
            </w:pPr>
          </w:p>
        </w:tc>
        <w:tc>
          <w:tcPr>
            <w:tcW w:w="2108" w:type="dxa"/>
            <w:vMerge/>
          </w:tcPr>
          <w:p w:rsidR="002032EB" w:rsidRPr="00F40F97" w:rsidRDefault="002032EB" w:rsidP="00A77895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:rsidR="002032EB" w:rsidRDefault="002032EB" w:rsidP="00A778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Default="002032EB" w:rsidP="003939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032EB" w:rsidRDefault="002032EB" w:rsidP="003939EF">
            <w:pPr>
              <w:jc w:val="both"/>
              <w:rPr>
                <w:sz w:val="22"/>
                <w:szCs w:val="22"/>
              </w:rPr>
            </w:pPr>
            <w:r w:rsidRPr="00F40F97">
              <w:rPr>
                <w:sz w:val="22"/>
                <w:szCs w:val="22"/>
              </w:rPr>
              <w:t>(безвозмездное</w:t>
            </w:r>
            <w:r>
              <w:rPr>
                <w:sz w:val="22"/>
                <w:szCs w:val="22"/>
              </w:rPr>
              <w:t xml:space="preserve"> п</w:t>
            </w:r>
            <w:r w:rsidRPr="00F40F97">
              <w:rPr>
                <w:sz w:val="22"/>
                <w:szCs w:val="22"/>
              </w:rPr>
              <w:t>ользование)</w:t>
            </w:r>
          </w:p>
        </w:tc>
        <w:tc>
          <w:tcPr>
            <w:tcW w:w="1276" w:type="dxa"/>
          </w:tcPr>
          <w:p w:rsidR="002032EB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1701" w:type="dxa"/>
          </w:tcPr>
          <w:p w:rsidR="002032EB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/>
          </w:tcPr>
          <w:p w:rsidR="002032EB" w:rsidRPr="00F40F97" w:rsidRDefault="002032EB" w:rsidP="00A77895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BB3C62">
        <w:tc>
          <w:tcPr>
            <w:tcW w:w="720" w:type="dxa"/>
            <w:vMerge/>
          </w:tcPr>
          <w:p w:rsidR="002032EB" w:rsidRPr="00BB3C62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F40F97" w:rsidRDefault="002032EB" w:rsidP="005517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vMerge w:val="restart"/>
          </w:tcPr>
          <w:p w:rsidR="002032EB" w:rsidRPr="00F40F97" w:rsidRDefault="002032EB" w:rsidP="00720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  <w:vMerge w:val="restart"/>
          </w:tcPr>
          <w:p w:rsidR="002032EB" w:rsidRPr="00F40F97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11 137 528,82</w:t>
            </w:r>
          </w:p>
        </w:tc>
        <w:tc>
          <w:tcPr>
            <w:tcW w:w="2977" w:type="dxa"/>
          </w:tcPr>
          <w:p w:rsidR="002032EB" w:rsidRPr="00F40F97" w:rsidRDefault="002032EB" w:rsidP="00720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40F97">
              <w:rPr>
                <w:sz w:val="22"/>
                <w:szCs w:val="22"/>
              </w:rPr>
              <w:t>вартира</w:t>
            </w:r>
          </w:p>
          <w:p w:rsidR="002032EB" w:rsidRPr="00F40F97" w:rsidRDefault="002032EB" w:rsidP="007209AF">
            <w:pPr>
              <w:jc w:val="center"/>
              <w:rPr>
                <w:sz w:val="22"/>
                <w:szCs w:val="22"/>
              </w:rPr>
            </w:pPr>
            <w:r w:rsidRPr="00F40F97">
              <w:rPr>
                <w:sz w:val="22"/>
                <w:szCs w:val="22"/>
              </w:rPr>
              <w:t>(индивидуал</w:t>
            </w:r>
            <w:r w:rsidRPr="00F40F97">
              <w:rPr>
                <w:sz w:val="22"/>
                <w:szCs w:val="22"/>
              </w:rPr>
              <w:t>ь</w:t>
            </w:r>
            <w:r w:rsidRPr="00F40F97">
              <w:rPr>
                <w:sz w:val="22"/>
                <w:szCs w:val="22"/>
              </w:rPr>
              <w:t>ная)</w:t>
            </w:r>
          </w:p>
        </w:tc>
        <w:tc>
          <w:tcPr>
            <w:tcW w:w="1276" w:type="dxa"/>
          </w:tcPr>
          <w:p w:rsidR="002032EB" w:rsidRPr="00F40F97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1701" w:type="dxa"/>
          </w:tcPr>
          <w:p w:rsidR="002032EB" w:rsidRPr="00F40F97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 w:val="restart"/>
          </w:tcPr>
          <w:p w:rsidR="002032EB" w:rsidRPr="00F40F97" w:rsidRDefault="002032EB" w:rsidP="005517BD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BB3C62">
        <w:tc>
          <w:tcPr>
            <w:tcW w:w="720" w:type="dxa"/>
            <w:vMerge/>
          </w:tcPr>
          <w:p w:rsidR="002032EB" w:rsidRPr="00BB3C62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517BD">
            <w:pPr>
              <w:rPr>
                <w:sz w:val="22"/>
                <w:szCs w:val="22"/>
              </w:rPr>
            </w:pPr>
          </w:p>
        </w:tc>
        <w:tc>
          <w:tcPr>
            <w:tcW w:w="2108" w:type="dxa"/>
            <w:vMerge/>
          </w:tcPr>
          <w:p w:rsidR="002032EB" w:rsidRDefault="002032EB" w:rsidP="007209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Pr="00F40F97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40F97">
              <w:rPr>
                <w:sz w:val="22"/>
                <w:szCs w:val="22"/>
              </w:rPr>
              <w:t>вартира</w:t>
            </w:r>
          </w:p>
          <w:p w:rsidR="002032EB" w:rsidRPr="00F40F97" w:rsidRDefault="002032EB" w:rsidP="005517BD">
            <w:pPr>
              <w:jc w:val="center"/>
              <w:rPr>
                <w:sz w:val="22"/>
                <w:szCs w:val="22"/>
              </w:rPr>
            </w:pPr>
            <w:r w:rsidRPr="00F40F97">
              <w:rPr>
                <w:sz w:val="22"/>
                <w:szCs w:val="22"/>
              </w:rPr>
              <w:t>(индивидуал</w:t>
            </w:r>
            <w:r w:rsidRPr="00F40F97">
              <w:rPr>
                <w:sz w:val="22"/>
                <w:szCs w:val="22"/>
              </w:rPr>
              <w:t>ь</w:t>
            </w:r>
            <w:r w:rsidRPr="00F40F97">
              <w:rPr>
                <w:sz w:val="22"/>
                <w:szCs w:val="22"/>
              </w:rPr>
              <w:t>ная)</w:t>
            </w:r>
          </w:p>
        </w:tc>
        <w:tc>
          <w:tcPr>
            <w:tcW w:w="1276" w:type="dxa"/>
          </w:tcPr>
          <w:p w:rsidR="002032EB" w:rsidRPr="00F40F97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701" w:type="dxa"/>
          </w:tcPr>
          <w:p w:rsidR="002032EB" w:rsidRPr="00F40F97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/>
          </w:tcPr>
          <w:p w:rsidR="002032EB" w:rsidRPr="00F40F97" w:rsidRDefault="002032EB" w:rsidP="005517BD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BB3C62">
        <w:tc>
          <w:tcPr>
            <w:tcW w:w="720" w:type="dxa"/>
            <w:vMerge/>
          </w:tcPr>
          <w:p w:rsidR="002032EB" w:rsidRPr="00BB3C62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517BD">
            <w:pPr>
              <w:rPr>
                <w:sz w:val="22"/>
                <w:szCs w:val="22"/>
              </w:rPr>
            </w:pPr>
          </w:p>
        </w:tc>
        <w:tc>
          <w:tcPr>
            <w:tcW w:w="2108" w:type="dxa"/>
            <w:vMerge/>
          </w:tcPr>
          <w:p w:rsidR="002032EB" w:rsidRDefault="002032EB" w:rsidP="007209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недвижимое имущество</w:t>
            </w:r>
          </w:p>
          <w:p w:rsidR="002032EB" w:rsidRPr="00F40F97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276" w:type="dxa"/>
          </w:tcPr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8326,3</w:t>
            </w:r>
          </w:p>
        </w:tc>
        <w:tc>
          <w:tcPr>
            <w:tcW w:w="1701" w:type="dxa"/>
          </w:tcPr>
          <w:p w:rsidR="002032EB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/>
          </w:tcPr>
          <w:p w:rsidR="002032EB" w:rsidRPr="00F40F97" w:rsidRDefault="002032EB" w:rsidP="005517BD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209AF">
        <w:tc>
          <w:tcPr>
            <w:tcW w:w="720" w:type="dxa"/>
            <w:vMerge w:val="restart"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7209AF" w:rsidRDefault="002032EB" w:rsidP="005517BD">
            <w:pPr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Буренко Ю.Н.</w:t>
            </w:r>
          </w:p>
        </w:tc>
        <w:tc>
          <w:tcPr>
            <w:tcW w:w="2108" w:type="dxa"/>
          </w:tcPr>
          <w:p w:rsidR="002032EB" w:rsidRPr="007209AF" w:rsidRDefault="002032EB" w:rsidP="005517BD">
            <w:pPr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Первый заместитель начальника Главного управления</w:t>
            </w:r>
          </w:p>
        </w:tc>
        <w:tc>
          <w:tcPr>
            <w:tcW w:w="1890" w:type="dxa"/>
          </w:tcPr>
          <w:p w:rsidR="002032EB" w:rsidRPr="007209AF" w:rsidRDefault="002032EB" w:rsidP="005517BD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787 916,47</w:t>
            </w:r>
          </w:p>
        </w:tc>
        <w:tc>
          <w:tcPr>
            <w:tcW w:w="2977" w:type="dxa"/>
          </w:tcPr>
          <w:p w:rsidR="002032EB" w:rsidRPr="007209AF" w:rsidRDefault="002032EB" w:rsidP="00551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209AF">
              <w:rPr>
                <w:sz w:val="22"/>
                <w:szCs w:val="22"/>
              </w:rPr>
              <w:t>вартира</w:t>
            </w:r>
          </w:p>
          <w:p w:rsidR="002032EB" w:rsidRPr="007209AF" w:rsidRDefault="002032EB" w:rsidP="005517BD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(индивидуал</w:t>
            </w:r>
            <w:r w:rsidRPr="007209AF">
              <w:rPr>
                <w:sz w:val="22"/>
                <w:szCs w:val="22"/>
              </w:rPr>
              <w:t>ь</w:t>
            </w:r>
            <w:r w:rsidRPr="007209AF">
              <w:rPr>
                <w:sz w:val="22"/>
                <w:szCs w:val="22"/>
              </w:rPr>
              <w:t>ная)</w:t>
            </w:r>
          </w:p>
        </w:tc>
        <w:tc>
          <w:tcPr>
            <w:tcW w:w="1276" w:type="dxa"/>
          </w:tcPr>
          <w:p w:rsidR="002032EB" w:rsidRPr="007209AF" w:rsidRDefault="002032EB" w:rsidP="005517BD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65,3</w:t>
            </w:r>
          </w:p>
        </w:tc>
        <w:tc>
          <w:tcPr>
            <w:tcW w:w="1701" w:type="dxa"/>
          </w:tcPr>
          <w:p w:rsidR="002032EB" w:rsidRPr="007209AF" w:rsidRDefault="002032EB" w:rsidP="005517BD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7209AF" w:rsidRDefault="002032EB" w:rsidP="005517BD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-</w:t>
            </w:r>
          </w:p>
        </w:tc>
      </w:tr>
      <w:tr w:rsidR="002032EB" w:rsidRPr="007209AF"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7209AF" w:rsidRDefault="002032EB" w:rsidP="00A77895">
            <w:pPr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супруга</w:t>
            </w:r>
          </w:p>
        </w:tc>
        <w:tc>
          <w:tcPr>
            <w:tcW w:w="2108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161 754,01</w:t>
            </w:r>
          </w:p>
        </w:tc>
        <w:tc>
          <w:tcPr>
            <w:tcW w:w="2977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209AF">
              <w:rPr>
                <w:sz w:val="22"/>
                <w:szCs w:val="22"/>
              </w:rPr>
              <w:t>вартира</w:t>
            </w:r>
          </w:p>
          <w:p w:rsidR="002032EB" w:rsidRPr="007209AF" w:rsidRDefault="002032EB" w:rsidP="003939EF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65,3</w:t>
            </w:r>
          </w:p>
        </w:tc>
        <w:tc>
          <w:tcPr>
            <w:tcW w:w="1701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032EB" w:rsidRPr="007209AF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209AF">
              <w:rPr>
                <w:sz w:val="22"/>
                <w:szCs w:val="22"/>
              </w:rPr>
              <w:t>Тойота</w:t>
            </w:r>
          </w:p>
          <w:p w:rsidR="002032EB" w:rsidRPr="007209AF" w:rsidRDefault="002032EB" w:rsidP="00A77895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(индивидуал</w:t>
            </w:r>
            <w:r w:rsidRPr="007209AF">
              <w:rPr>
                <w:sz w:val="22"/>
                <w:szCs w:val="22"/>
              </w:rPr>
              <w:t>ь</w:t>
            </w:r>
            <w:r w:rsidRPr="007209AF">
              <w:rPr>
                <w:sz w:val="22"/>
                <w:szCs w:val="22"/>
              </w:rPr>
              <w:t>ная)</w:t>
            </w:r>
          </w:p>
          <w:p w:rsidR="002032EB" w:rsidRPr="007209AF" w:rsidRDefault="002032EB" w:rsidP="00A77895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209AF"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7209AF" w:rsidRDefault="002032EB" w:rsidP="00A77895">
            <w:pPr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сын</w:t>
            </w:r>
          </w:p>
        </w:tc>
        <w:tc>
          <w:tcPr>
            <w:tcW w:w="2108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225,00</w:t>
            </w:r>
          </w:p>
        </w:tc>
        <w:tc>
          <w:tcPr>
            <w:tcW w:w="2977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209AF">
              <w:rPr>
                <w:sz w:val="22"/>
                <w:szCs w:val="22"/>
              </w:rPr>
              <w:t>вартира</w:t>
            </w:r>
          </w:p>
          <w:p w:rsidR="002032EB" w:rsidRPr="007209AF" w:rsidRDefault="002032EB" w:rsidP="003939EF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65,3</w:t>
            </w:r>
          </w:p>
        </w:tc>
        <w:tc>
          <w:tcPr>
            <w:tcW w:w="1701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7209AF" w:rsidRDefault="002032EB" w:rsidP="00A77895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-</w:t>
            </w:r>
          </w:p>
        </w:tc>
      </w:tr>
      <w:tr w:rsidR="002032EB" w:rsidRPr="007209AF"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7209AF" w:rsidRDefault="002032EB" w:rsidP="00A77895">
            <w:pPr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сын</w:t>
            </w:r>
          </w:p>
        </w:tc>
        <w:tc>
          <w:tcPr>
            <w:tcW w:w="2108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209AF">
              <w:rPr>
                <w:sz w:val="22"/>
                <w:szCs w:val="22"/>
              </w:rPr>
              <w:t>вартира</w:t>
            </w:r>
          </w:p>
          <w:p w:rsidR="002032EB" w:rsidRPr="007209AF" w:rsidRDefault="002032EB" w:rsidP="003939EF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65,3</w:t>
            </w:r>
          </w:p>
        </w:tc>
        <w:tc>
          <w:tcPr>
            <w:tcW w:w="1701" w:type="dxa"/>
          </w:tcPr>
          <w:p w:rsidR="002032EB" w:rsidRPr="007209AF" w:rsidRDefault="002032EB" w:rsidP="00FC1DAE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7209AF" w:rsidRDefault="002032EB" w:rsidP="00A77895">
            <w:pPr>
              <w:jc w:val="center"/>
              <w:rPr>
                <w:sz w:val="22"/>
                <w:szCs w:val="22"/>
              </w:rPr>
            </w:pPr>
            <w:r w:rsidRPr="007209AF">
              <w:rPr>
                <w:sz w:val="22"/>
                <w:szCs w:val="22"/>
              </w:rPr>
              <w:t>-</w:t>
            </w:r>
          </w:p>
        </w:tc>
      </w:tr>
      <w:tr w:rsidR="002032EB" w:rsidRPr="000421C7">
        <w:tc>
          <w:tcPr>
            <w:tcW w:w="720" w:type="dxa"/>
            <w:vMerge w:val="restart"/>
          </w:tcPr>
          <w:p w:rsidR="002032EB" w:rsidRPr="000421C7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0421C7" w:rsidRDefault="002032EB" w:rsidP="00A77895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Гандау  К.В.</w:t>
            </w:r>
          </w:p>
        </w:tc>
        <w:tc>
          <w:tcPr>
            <w:tcW w:w="2108" w:type="dxa"/>
          </w:tcPr>
          <w:p w:rsidR="002032EB" w:rsidRPr="000421C7" w:rsidRDefault="002032EB" w:rsidP="00A77895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Заместитель начальника Главного управления -начальник управления</w:t>
            </w:r>
          </w:p>
        </w:tc>
        <w:tc>
          <w:tcPr>
            <w:tcW w:w="1890" w:type="dxa"/>
          </w:tcPr>
          <w:p w:rsidR="002032EB" w:rsidRPr="000421C7" w:rsidRDefault="002032EB" w:rsidP="00A77895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596 746,83</w:t>
            </w:r>
          </w:p>
        </w:tc>
        <w:tc>
          <w:tcPr>
            <w:tcW w:w="2977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421C7">
              <w:rPr>
                <w:sz w:val="22"/>
                <w:szCs w:val="22"/>
              </w:rPr>
              <w:t>вартира</w:t>
            </w:r>
          </w:p>
          <w:p w:rsidR="002032EB" w:rsidRPr="000421C7" w:rsidRDefault="002032EB" w:rsidP="003939EF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1701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0421C7" w:rsidRDefault="002032EB" w:rsidP="00A77895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</w:tr>
      <w:tr w:rsidR="002032EB" w:rsidRPr="007209AF"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0421C7" w:rsidRDefault="002032EB" w:rsidP="00A77895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супруга</w:t>
            </w:r>
          </w:p>
        </w:tc>
        <w:tc>
          <w:tcPr>
            <w:tcW w:w="2108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2032EB" w:rsidRPr="000421C7" w:rsidRDefault="002032EB" w:rsidP="00A77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421C7">
              <w:rPr>
                <w:sz w:val="22"/>
                <w:szCs w:val="22"/>
              </w:rPr>
              <w:t>вартира</w:t>
            </w:r>
          </w:p>
          <w:p w:rsidR="002032EB" w:rsidRPr="000421C7" w:rsidRDefault="002032EB" w:rsidP="00A77895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(индивидуал</w:t>
            </w:r>
            <w:r w:rsidRPr="000421C7">
              <w:rPr>
                <w:sz w:val="22"/>
                <w:szCs w:val="22"/>
              </w:rPr>
              <w:t>ь</w:t>
            </w:r>
            <w:r w:rsidRPr="000421C7">
              <w:rPr>
                <w:sz w:val="22"/>
                <w:szCs w:val="22"/>
              </w:rPr>
              <w:t>ная)</w:t>
            </w:r>
          </w:p>
        </w:tc>
        <w:tc>
          <w:tcPr>
            <w:tcW w:w="1276" w:type="dxa"/>
          </w:tcPr>
          <w:p w:rsidR="002032EB" w:rsidRPr="000421C7" w:rsidRDefault="002032EB" w:rsidP="00A77895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80,5</w:t>
            </w:r>
          </w:p>
        </w:tc>
        <w:tc>
          <w:tcPr>
            <w:tcW w:w="1701" w:type="dxa"/>
          </w:tcPr>
          <w:p w:rsidR="002032EB" w:rsidRPr="000421C7" w:rsidRDefault="002032EB" w:rsidP="00A77895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0421C7" w:rsidRDefault="002032EB" w:rsidP="00A77895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</w:tr>
      <w:tr w:rsidR="002032EB" w:rsidRPr="007209AF"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0421C7" w:rsidRDefault="002032EB" w:rsidP="00A77895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сын</w:t>
            </w:r>
          </w:p>
        </w:tc>
        <w:tc>
          <w:tcPr>
            <w:tcW w:w="2108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421C7">
              <w:rPr>
                <w:sz w:val="22"/>
                <w:szCs w:val="22"/>
              </w:rPr>
              <w:t>вартира</w:t>
            </w:r>
          </w:p>
          <w:p w:rsidR="002032EB" w:rsidRPr="000421C7" w:rsidRDefault="002032EB" w:rsidP="003939EF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80,5</w:t>
            </w:r>
          </w:p>
        </w:tc>
        <w:tc>
          <w:tcPr>
            <w:tcW w:w="1701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</w:tr>
      <w:tr w:rsidR="002032EB" w:rsidRPr="007209AF"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0421C7" w:rsidRDefault="002032EB" w:rsidP="00A77895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дочь</w:t>
            </w:r>
          </w:p>
        </w:tc>
        <w:tc>
          <w:tcPr>
            <w:tcW w:w="2108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421C7">
              <w:rPr>
                <w:sz w:val="22"/>
                <w:szCs w:val="22"/>
              </w:rPr>
              <w:t>вартира</w:t>
            </w:r>
          </w:p>
          <w:p w:rsidR="002032EB" w:rsidRPr="000421C7" w:rsidRDefault="002032EB" w:rsidP="003939EF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80,5</w:t>
            </w:r>
          </w:p>
        </w:tc>
        <w:tc>
          <w:tcPr>
            <w:tcW w:w="1701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</w:tr>
      <w:tr w:rsidR="002032EB" w:rsidRPr="000421C7">
        <w:tc>
          <w:tcPr>
            <w:tcW w:w="720" w:type="dxa"/>
            <w:vMerge w:val="restart"/>
          </w:tcPr>
          <w:p w:rsidR="002032EB" w:rsidRPr="000421C7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0421C7" w:rsidRDefault="002032EB" w:rsidP="006B7459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Чепурнов А.М.</w:t>
            </w:r>
          </w:p>
        </w:tc>
        <w:tc>
          <w:tcPr>
            <w:tcW w:w="2108" w:type="dxa"/>
          </w:tcPr>
          <w:p w:rsidR="002032EB" w:rsidRPr="000421C7" w:rsidRDefault="002032EB" w:rsidP="006B7459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Заместитель начальника управления -начальник отдела</w:t>
            </w:r>
          </w:p>
        </w:tc>
        <w:tc>
          <w:tcPr>
            <w:tcW w:w="1890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514 769,91</w:t>
            </w:r>
          </w:p>
        </w:tc>
        <w:tc>
          <w:tcPr>
            <w:tcW w:w="2977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421C7">
              <w:rPr>
                <w:sz w:val="22"/>
                <w:szCs w:val="22"/>
              </w:rPr>
              <w:t>вартира</w:t>
            </w:r>
          </w:p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421C7">
              <w:rPr>
                <w:sz w:val="22"/>
                <w:szCs w:val="22"/>
              </w:rPr>
              <w:t>долевая)</w:t>
            </w:r>
          </w:p>
        </w:tc>
        <w:tc>
          <w:tcPr>
            <w:tcW w:w="1276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0421C7">
              <w:rPr>
                <w:sz w:val="22"/>
                <w:szCs w:val="22"/>
              </w:rPr>
              <w:t>втомобиль легковой – Фольксваген джетта</w:t>
            </w:r>
          </w:p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(индивид</w:t>
            </w:r>
            <w:r w:rsidRPr="000421C7">
              <w:rPr>
                <w:sz w:val="22"/>
                <w:szCs w:val="22"/>
              </w:rPr>
              <w:t>у</w:t>
            </w:r>
            <w:r w:rsidRPr="000421C7">
              <w:rPr>
                <w:sz w:val="22"/>
                <w:szCs w:val="22"/>
              </w:rPr>
              <w:t>альная)</w:t>
            </w:r>
          </w:p>
        </w:tc>
      </w:tr>
      <w:tr w:rsidR="002032EB" w:rsidRPr="000421C7">
        <w:tc>
          <w:tcPr>
            <w:tcW w:w="720" w:type="dxa"/>
            <w:vMerge/>
          </w:tcPr>
          <w:p w:rsidR="002032EB" w:rsidRPr="000421C7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0421C7" w:rsidRDefault="002032EB" w:rsidP="006B7459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супруга</w:t>
            </w:r>
          </w:p>
        </w:tc>
        <w:tc>
          <w:tcPr>
            <w:tcW w:w="2108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274 784,18</w:t>
            </w:r>
          </w:p>
        </w:tc>
        <w:tc>
          <w:tcPr>
            <w:tcW w:w="2977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421C7">
              <w:rPr>
                <w:sz w:val="22"/>
                <w:szCs w:val="22"/>
              </w:rPr>
              <w:t>вартира</w:t>
            </w:r>
          </w:p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421C7">
              <w:rPr>
                <w:sz w:val="22"/>
                <w:szCs w:val="22"/>
              </w:rPr>
              <w:t>долевая)</w:t>
            </w:r>
          </w:p>
        </w:tc>
        <w:tc>
          <w:tcPr>
            <w:tcW w:w="1276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</w:tr>
      <w:tr w:rsidR="002032EB" w:rsidRPr="000421C7">
        <w:tc>
          <w:tcPr>
            <w:tcW w:w="720" w:type="dxa"/>
            <w:vMerge/>
          </w:tcPr>
          <w:p w:rsidR="002032EB" w:rsidRPr="000421C7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0421C7" w:rsidRDefault="002032EB" w:rsidP="006B7459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сын</w:t>
            </w:r>
          </w:p>
        </w:tc>
        <w:tc>
          <w:tcPr>
            <w:tcW w:w="2108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2032EB" w:rsidRPr="000421C7" w:rsidRDefault="002032EB" w:rsidP="003939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421C7">
              <w:rPr>
                <w:sz w:val="22"/>
                <w:szCs w:val="22"/>
              </w:rPr>
              <w:t>вартира</w:t>
            </w:r>
          </w:p>
          <w:p w:rsidR="002032EB" w:rsidRPr="000421C7" w:rsidRDefault="002032EB" w:rsidP="003939EF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421C7">
              <w:rPr>
                <w:sz w:val="22"/>
                <w:szCs w:val="22"/>
              </w:rPr>
              <w:t>долевая)</w:t>
            </w:r>
          </w:p>
        </w:tc>
        <w:tc>
          <w:tcPr>
            <w:tcW w:w="1276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</w:tr>
      <w:tr w:rsidR="002032EB" w:rsidRPr="000421C7">
        <w:tc>
          <w:tcPr>
            <w:tcW w:w="720" w:type="dxa"/>
            <w:vMerge/>
          </w:tcPr>
          <w:p w:rsidR="002032EB" w:rsidRPr="000421C7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0421C7" w:rsidRDefault="002032EB" w:rsidP="006B7459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сын</w:t>
            </w:r>
          </w:p>
        </w:tc>
        <w:tc>
          <w:tcPr>
            <w:tcW w:w="2108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2032EB" w:rsidRPr="000421C7" w:rsidRDefault="002032EB" w:rsidP="003939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421C7">
              <w:rPr>
                <w:sz w:val="22"/>
                <w:szCs w:val="22"/>
              </w:rPr>
              <w:t>вартира</w:t>
            </w:r>
          </w:p>
          <w:p w:rsidR="002032EB" w:rsidRPr="000421C7" w:rsidRDefault="002032EB" w:rsidP="003939EF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421C7">
              <w:rPr>
                <w:sz w:val="22"/>
                <w:szCs w:val="22"/>
              </w:rPr>
              <w:t>долевая)</w:t>
            </w:r>
          </w:p>
        </w:tc>
        <w:tc>
          <w:tcPr>
            <w:tcW w:w="1276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</w:tr>
      <w:tr w:rsidR="002032EB" w:rsidRPr="000421C7">
        <w:tc>
          <w:tcPr>
            <w:tcW w:w="720" w:type="dxa"/>
            <w:vMerge w:val="restart"/>
          </w:tcPr>
          <w:p w:rsidR="002032EB" w:rsidRPr="000421C7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0421C7" w:rsidRDefault="002032EB" w:rsidP="006B7459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Шатилов С.В.</w:t>
            </w:r>
          </w:p>
        </w:tc>
        <w:tc>
          <w:tcPr>
            <w:tcW w:w="2108" w:type="dxa"/>
            <w:vMerge w:val="restart"/>
          </w:tcPr>
          <w:p w:rsidR="002032EB" w:rsidRPr="000421C7" w:rsidRDefault="002032EB" w:rsidP="00BB2FA9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90" w:type="dxa"/>
            <w:vMerge w:val="restart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470 063,56</w:t>
            </w:r>
          </w:p>
        </w:tc>
        <w:tc>
          <w:tcPr>
            <w:tcW w:w="2977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421C7">
              <w:rPr>
                <w:sz w:val="22"/>
                <w:szCs w:val="22"/>
              </w:rPr>
              <w:t>вартира</w:t>
            </w:r>
          </w:p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(индивид</w:t>
            </w:r>
            <w:r w:rsidRPr="000421C7">
              <w:rPr>
                <w:sz w:val="22"/>
                <w:szCs w:val="22"/>
              </w:rPr>
              <w:t>у</w:t>
            </w:r>
            <w:r w:rsidRPr="000421C7">
              <w:rPr>
                <w:sz w:val="22"/>
                <w:szCs w:val="22"/>
              </w:rPr>
              <w:t>альная)</w:t>
            </w:r>
          </w:p>
        </w:tc>
        <w:tc>
          <w:tcPr>
            <w:tcW w:w="1276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56,8</w:t>
            </w:r>
          </w:p>
        </w:tc>
        <w:tc>
          <w:tcPr>
            <w:tcW w:w="1701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 w:val="restart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0421C7">
              <w:rPr>
                <w:sz w:val="22"/>
                <w:szCs w:val="22"/>
              </w:rPr>
              <w:t>втомобиль легковой – Хундай Акцент</w:t>
            </w:r>
          </w:p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(индивид</w:t>
            </w:r>
            <w:r w:rsidRPr="000421C7">
              <w:rPr>
                <w:sz w:val="22"/>
                <w:szCs w:val="22"/>
              </w:rPr>
              <w:t>у</w:t>
            </w:r>
            <w:r w:rsidRPr="000421C7">
              <w:rPr>
                <w:sz w:val="22"/>
                <w:szCs w:val="22"/>
              </w:rPr>
              <w:t>альная)</w:t>
            </w:r>
          </w:p>
        </w:tc>
      </w:tr>
      <w:tr w:rsidR="002032EB" w:rsidRPr="007209AF"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209AF" w:rsidRDefault="002032EB" w:rsidP="006B745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108" w:type="dxa"/>
            <w:vMerge/>
          </w:tcPr>
          <w:p w:rsidR="002032EB" w:rsidRPr="007209AF" w:rsidRDefault="002032EB" w:rsidP="00BB2FA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:rsidR="002032EB" w:rsidRDefault="002032EB" w:rsidP="00BE1F9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Земельный участок  (индивидуальная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1500</w:t>
            </w:r>
          </w:p>
        </w:tc>
        <w:tc>
          <w:tcPr>
            <w:tcW w:w="1701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/>
          </w:tcPr>
          <w:p w:rsidR="002032EB" w:rsidRPr="007209AF" w:rsidRDefault="002032EB" w:rsidP="00BE1F9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209AF"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0421C7" w:rsidRDefault="002032EB" w:rsidP="006B7459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супруга</w:t>
            </w:r>
          </w:p>
        </w:tc>
        <w:tc>
          <w:tcPr>
            <w:tcW w:w="2108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97 100,60</w:t>
            </w:r>
          </w:p>
        </w:tc>
        <w:tc>
          <w:tcPr>
            <w:tcW w:w="2977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421C7">
              <w:rPr>
                <w:sz w:val="22"/>
                <w:szCs w:val="22"/>
              </w:rPr>
              <w:t>вартира</w:t>
            </w:r>
          </w:p>
          <w:p w:rsidR="002032EB" w:rsidRPr="000421C7" w:rsidRDefault="002032EB" w:rsidP="003939EF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56,8</w:t>
            </w:r>
          </w:p>
        </w:tc>
        <w:tc>
          <w:tcPr>
            <w:tcW w:w="1701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8A3DE9" w:rsidRDefault="002032EB" w:rsidP="00BE1F9C">
            <w:pPr>
              <w:jc w:val="center"/>
              <w:rPr>
                <w:sz w:val="22"/>
                <w:szCs w:val="22"/>
              </w:rPr>
            </w:pPr>
            <w:r w:rsidRPr="008A3DE9">
              <w:rPr>
                <w:sz w:val="22"/>
                <w:szCs w:val="22"/>
              </w:rPr>
              <w:t>-</w:t>
            </w:r>
          </w:p>
        </w:tc>
      </w:tr>
      <w:tr w:rsidR="002032EB" w:rsidRPr="007209AF"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0421C7" w:rsidRDefault="002032EB" w:rsidP="006B7459">
            <w:pPr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дочь</w:t>
            </w:r>
          </w:p>
        </w:tc>
        <w:tc>
          <w:tcPr>
            <w:tcW w:w="2108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0421C7" w:rsidRDefault="002032EB" w:rsidP="00BE1F9C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421C7">
              <w:rPr>
                <w:sz w:val="22"/>
                <w:szCs w:val="22"/>
              </w:rPr>
              <w:t>вартира</w:t>
            </w:r>
          </w:p>
          <w:p w:rsidR="002032EB" w:rsidRPr="000421C7" w:rsidRDefault="002032EB" w:rsidP="003939EF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56,8</w:t>
            </w:r>
          </w:p>
        </w:tc>
        <w:tc>
          <w:tcPr>
            <w:tcW w:w="1701" w:type="dxa"/>
          </w:tcPr>
          <w:p w:rsidR="002032EB" w:rsidRPr="000421C7" w:rsidRDefault="002032EB" w:rsidP="00FC1DAE">
            <w:pPr>
              <w:jc w:val="center"/>
              <w:rPr>
                <w:sz w:val="22"/>
                <w:szCs w:val="22"/>
              </w:rPr>
            </w:pPr>
            <w:r w:rsidRPr="000421C7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8A3DE9" w:rsidRDefault="002032EB" w:rsidP="00BE1F9C">
            <w:pPr>
              <w:jc w:val="center"/>
              <w:rPr>
                <w:sz w:val="22"/>
                <w:szCs w:val="22"/>
              </w:rPr>
            </w:pPr>
            <w:r w:rsidRPr="008A3DE9">
              <w:rPr>
                <w:sz w:val="22"/>
                <w:szCs w:val="22"/>
              </w:rPr>
              <w:t>-</w:t>
            </w:r>
          </w:p>
        </w:tc>
      </w:tr>
      <w:tr w:rsidR="002032EB" w:rsidRPr="00F26D85">
        <w:trPr>
          <w:trHeight w:val="837"/>
        </w:trPr>
        <w:tc>
          <w:tcPr>
            <w:tcW w:w="720" w:type="dxa"/>
            <w:vMerge w:val="restart"/>
          </w:tcPr>
          <w:p w:rsidR="002032EB" w:rsidRPr="00F26D85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F26D85" w:rsidRDefault="002032EB" w:rsidP="00CD64CB">
            <w:pPr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Копытов  В.Н.</w:t>
            </w:r>
          </w:p>
        </w:tc>
        <w:tc>
          <w:tcPr>
            <w:tcW w:w="2108" w:type="dxa"/>
            <w:vMerge w:val="restart"/>
          </w:tcPr>
          <w:p w:rsidR="002032EB" w:rsidRPr="00F26D85" w:rsidRDefault="002032EB" w:rsidP="00BE1F9C">
            <w:pPr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890" w:type="dxa"/>
            <w:vMerge w:val="restart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480 662,65</w:t>
            </w:r>
          </w:p>
        </w:tc>
        <w:tc>
          <w:tcPr>
            <w:tcW w:w="2977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Комната в квартире</w:t>
            </w:r>
          </w:p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F26D85">
              <w:rPr>
                <w:sz w:val="22"/>
                <w:szCs w:val="22"/>
              </w:rPr>
              <w:t>долевая)</w:t>
            </w:r>
          </w:p>
          <w:p w:rsidR="002032EB" w:rsidRPr="00F26D85" w:rsidRDefault="002032EB" w:rsidP="000468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19</w:t>
            </w:r>
          </w:p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vMerge w:val="restart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Автомобиль легковой – Ниссан Пульсар</w:t>
            </w:r>
          </w:p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(индивид</w:t>
            </w:r>
            <w:r w:rsidRPr="00F26D85">
              <w:rPr>
                <w:sz w:val="22"/>
                <w:szCs w:val="22"/>
              </w:rPr>
              <w:t>у</w:t>
            </w:r>
            <w:r w:rsidRPr="00F26D85">
              <w:rPr>
                <w:sz w:val="22"/>
                <w:szCs w:val="22"/>
              </w:rPr>
              <w:t>альная)</w:t>
            </w:r>
          </w:p>
        </w:tc>
      </w:tr>
      <w:tr w:rsidR="002032EB" w:rsidRPr="007209AF">
        <w:trPr>
          <w:trHeight w:val="695"/>
        </w:trPr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209AF" w:rsidRDefault="002032EB" w:rsidP="00CD64C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108" w:type="dxa"/>
            <w:vMerge/>
          </w:tcPr>
          <w:p w:rsidR="002032EB" w:rsidRPr="007209AF" w:rsidRDefault="002032EB" w:rsidP="00BE1F9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:rsidR="002032EB" w:rsidRPr="007209AF" w:rsidRDefault="002032EB" w:rsidP="00BE1F9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26D85">
              <w:rPr>
                <w:sz w:val="22"/>
                <w:szCs w:val="22"/>
              </w:rPr>
              <w:t>вартира</w:t>
            </w:r>
          </w:p>
          <w:p w:rsidR="002032EB" w:rsidRPr="00F26D85" w:rsidRDefault="002032EB" w:rsidP="003939EF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/>
          </w:tcPr>
          <w:p w:rsidR="002032EB" w:rsidRPr="007209AF" w:rsidRDefault="002032EB" w:rsidP="00BE1F9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209AF">
        <w:trPr>
          <w:trHeight w:val="563"/>
        </w:trPr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F26D85" w:rsidRDefault="002032EB" w:rsidP="006B7459">
            <w:pPr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vMerge w:val="restart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  <w:vMerge w:val="restart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394 415,81</w:t>
            </w:r>
          </w:p>
        </w:tc>
        <w:tc>
          <w:tcPr>
            <w:tcW w:w="2977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 xml:space="preserve">Квартира </w:t>
            </w:r>
          </w:p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F26D85">
              <w:rPr>
                <w:sz w:val="22"/>
                <w:szCs w:val="22"/>
              </w:rPr>
              <w:t>долевая)</w:t>
            </w:r>
          </w:p>
        </w:tc>
        <w:tc>
          <w:tcPr>
            <w:tcW w:w="1276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63</w:t>
            </w:r>
          </w:p>
        </w:tc>
        <w:tc>
          <w:tcPr>
            <w:tcW w:w="1701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 w:val="restart"/>
          </w:tcPr>
          <w:p w:rsidR="002032EB" w:rsidRPr="008A3DE9" w:rsidRDefault="002032EB" w:rsidP="00BE1F9C">
            <w:pPr>
              <w:jc w:val="center"/>
              <w:rPr>
                <w:sz w:val="22"/>
                <w:szCs w:val="22"/>
              </w:rPr>
            </w:pPr>
            <w:r w:rsidRPr="008A3DE9">
              <w:rPr>
                <w:sz w:val="22"/>
                <w:szCs w:val="22"/>
              </w:rPr>
              <w:t>-</w:t>
            </w:r>
          </w:p>
          <w:p w:rsidR="002032EB" w:rsidRPr="008A3DE9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209AF">
        <w:trPr>
          <w:trHeight w:val="556"/>
        </w:trPr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209AF" w:rsidRDefault="002032EB" w:rsidP="006B745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108" w:type="dxa"/>
            <w:vMerge/>
          </w:tcPr>
          <w:p w:rsidR="002032EB" w:rsidRPr="007209AF" w:rsidRDefault="002032EB" w:rsidP="006B745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:rsidR="002032EB" w:rsidRPr="007209AF" w:rsidRDefault="002032EB" w:rsidP="00BE1F9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26D85">
              <w:rPr>
                <w:sz w:val="22"/>
                <w:szCs w:val="22"/>
              </w:rPr>
              <w:t>вартира</w:t>
            </w:r>
          </w:p>
          <w:p w:rsidR="002032EB" w:rsidRPr="00F26D85" w:rsidRDefault="002032EB" w:rsidP="003939EF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/>
          </w:tcPr>
          <w:p w:rsidR="002032EB" w:rsidRPr="008A3DE9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209AF">
        <w:trPr>
          <w:trHeight w:val="550"/>
        </w:trPr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F26D85" w:rsidRDefault="002032EB" w:rsidP="00BE1F9C">
            <w:pPr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дочь</w:t>
            </w:r>
          </w:p>
        </w:tc>
        <w:tc>
          <w:tcPr>
            <w:tcW w:w="2108" w:type="dxa"/>
            <w:vMerge w:val="restart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  <w:vMerge w:val="restart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Комната в квартире</w:t>
            </w:r>
          </w:p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F26D85">
              <w:rPr>
                <w:sz w:val="22"/>
                <w:szCs w:val="22"/>
              </w:rPr>
              <w:t>долевая)</w:t>
            </w:r>
          </w:p>
        </w:tc>
        <w:tc>
          <w:tcPr>
            <w:tcW w:w="1276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 w:val="restart"/>
          </w:tcPr>
          <w:p w:rsidR="002032EB" w:rsidRPr="008A3DE9" w:rsidRDefault="002032EB" w:rsidP="00BE1F9C">
            <w:pPr>
              <w:jc w:val="center"/>
              <w:rPr>
                <w:sz w:val="22"/>
                <w:szCs w:val="22"/>
              </w:rPr>
            </w:pPr>
            <w:r w:rsidRPr="008A3DE9">
              <w:rPr>
                <w:sz w:val="22"/>
                <w:szCs w:val="22"/>
              </w:rPr>
              <w:t>-</w:t>
            </w:r>
          </w:p>
        </w:tc>
      </w:tr>
      <w:tr w:rsidR="002032EB" w:rsidRPr="007209AF">
        <w:trPr>
          <w:trHeight w:val="572"/>
        </w:trPr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209AF" w:rsidRDefault="002032EB" w:rsidP="00BE1F9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108" w:type="dxa"/>
            <w:vMerge/>
          </w:tcPr>
          <w:p w:rsidR="002032EB" w:rsidRPr="00F26D85" w:rsidRDefault="002032EB" w:rsidP="00BE1F9C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26D85">
              <w:rPr>
                <w:sz w:val="22"/>
                <w:szCs w:val="22"/>
              </w:rPr>
              <w:t>вартира</w:t>
            </w:r>
          </w:p>
          <w:p w:rsidR="002032EB" w:rsidRPr="00F26D85" w:rsidRDefault="002032EB" w:rsidP="003939EF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/>
          </w:tcPr>
          <w:p w:rsidR="002032EB" w:rsidRPr="008A3DE9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209AF">
        <w:trPr>
          <w:trHeight w:val="552"/>
        </w:trPr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F26D85" w:rsidRDefault="002032EB" w:rsidP="005C6CC8">
            <w:pPr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дочь</w:t>
            </w:r>
          </w:p>
        </w:tc>
        <w:tc>
          <w:tcPr>
            <w:tcW w:w="2108" w:type="dxa"/>
            <w:vMerge w:val="restart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-</w:t>
            </w:r>
          </w:p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vMerge w:val="restart"/>
          </w:tcPr>
          <w:p w:rsidR="002032EB" w:rsidRPr="00F26D85" w:rsidRDefault="002032EB" w:rsidP="005C6CC8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-</w:t>
            </w:r>
          </w:p>
          <w:p w:rsidR="002032EB" w:rsidRPr="00F26D85" w:rsidRDefault="002032EB" w:rsidP="005C6C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Pr="00F26D85" w:rsidRDefault="002032EB" w:rsidP="005C6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26D85">
              <w:rPr>
                <w:sz w:val="22"/>
                <w:szCs w:val="22"/>
              </w:rPr>
              <w:t>вартира</w:t>
            </w:r>
          </w:p>
          <w:p w:rsidR="002032EB" w:rsidRPr="00F26D85" w:rsidRDefault="002032EB" w:rsidP="003939EF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26D85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032EB" w:rsidRPr="00F26D85" w:rsidRDefault="002032EB" w:rsidP="005C6CC8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2032EB" w:rsidRPr="00F26D85" w:rsidRDefault="002032EB" w:rsidP="005C6CC8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 w:val="restart"/>
          </w:tcPr>
          <w:p w:rsidR="002032EB" w:rsidRPr="008A3DE9" w:rsidRDefault="002032EB" w:rsidP="00BE1F9C">
            <w:pPr>
              <w:jc w:val="center"/>
              <w:rPr>
                <w:sz w:val="22"/>
                <w:szCs w:val="22"/>
              </w:rPr>
            </w:pPr>
            <w:r w:rsidRPr="008A3DE9">
              <w:rPr>
                <w:sz w:val="22"/>
                <w:szCs w:val="22"/>
              </w:rPr>
              <w:t>-</w:t>
            </w:r>
          </w:p>
        </w:tc>
      </w:tr>
      <w:tr w:rsidR="002032EB" w:rsidRPr="007209AF">
        <w:trPr>
          <w:trHeight w:val="702"/>
        </w:trPr>
        <w:tc>
          <w:tcPr>
            <w:tcW w:w="720" w:type="dxa"/>
            <w:vMerge/>
          </w:tcPr>
          <w:p w:rsidR="002032EB" w:rsidRPr="007209AF" w:rsidRDefault="002032EB" w:rsidP="000107C6">
            <w:pPr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209AF" w:rsidRDefault="002032EB" w:rsidP="005C6CC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108" w:type="dxa"/>
            <w:vMerge/>
          </w:tcPr>
          <w:p w:rsidR="002032EB" w:rsidRPr="007209AF" w:rsidRDefault="002032EB" w:rsidP="00FC1DA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:rsidR="002032EB" w:rsidRPr="007209AF" w:rsidRDefault="002032EB" w:rsidP="005C6CC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26D85">
              <w:rPr>
                <w:sz w:val="22"/>
                <w:szCs w:val="22"/>
              </w:rPr>
              <w:t>вартира</w:t>
            </w:r>
          </w:p>
          <w:p w:rsidR="002032EB" w:rsidRPr="00F26D85" w:rsidRDefault="002032EB" w:rsidP="003939EF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/>
          </w:tcPr>
          <w:p w:rsidR="002032EB" w:rsidRPr="007209AF" w:rsidRDefault="002032EB" w:rsidP="00BE1F9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134332">
        <w:trPr>
          <w:trHeight w:val="520"/>
        </w:trPr>
        <w:tc>
          <w:tcPr>
            <w:tcW w:w="720" w:type="dxa"/>
          </w:tcPr>
          <w:p w:rsidR="002032EB" w:rsidRPr="00134332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134332" w:rsidRDefault="002032EB" w:rsidP="006B7459">
            <w:pPr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Лунько А.В.</w:t>
            </w:r>
          </w:p>
        </w:tc>
        <w:tc>
          <w:tcPr>
            <w:tcW w:w="2108" w:type="dxa"/>
          </w:tcPr>
          <w:p w:rsidR="002032EB" w:rsidRPr="00134332" w:rsidRDefault="002032EB" w:rsidP="0057319A">
            <w:pPr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90" w:type="dxa"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615 743,99</w:t>
            </w:r>
          </w:p>
        </w:tc>
        <w:tc>
          <w:tcPr>
            <w:tcW w:w="2977" w:type="dxa"/>
          </w:tcPr>
          <w:p w:rsidR="002032EB" w:rsidRPr="00F26D85" w:rsidRDefault="002032EB" w:rsidP="00474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26D85">
              <w:rPr>
                <w:sz w:val="22"/>
                <w:szCs w:val="22"/>
              </w:rPr>
              <w:t>вартира</w:t>
            </w:r>
          </w:p>
          <w:p w:rsidR="002032EB" w:rsidRPr="00F26D85" w:rsidRDefault="002032EB" w:rsidP="00474EB6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6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46,6</w:t>
            </w:r>
          </w:p>
        </w:tc>
        <w:tc>
          <w:tcPr>
            <w:tcW w:w="1701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-</w:t>
            </w:r>
          </w:p>
        </w:tc>
      </w:tr>
      <w:tr w:rsidR="002032EB" w:rsidRPr="00134332">
        <w:tc>
          <w:tcPr>
            <w:tcW w:w="720" w:type="dxa"/>
            <w:vMerge w:val="restart"/>
          </w:tcPr>
          <w:p w:rsidR="002032EB" w:rsidRPr="00134332" w:rsidRDefault="002032EB" w:rsidP="000107C6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134332" w:rsidRDefault="002032EB" w:rsidP="006B7459">
            <w:pPr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Захаров А.В.</w:t>
            </w:r>
          </w:p>
        </w:tc>
        <w:tc>
          <w:tcPr>
            <w:tcW w:w="2108" w:type="dxa"/>
            <w:vMerge w:val="restart"/>
          </w:tcPr>
          <w:p w:rsidR="002032EB" w:rsidRPr="00134332" w:rsidRDefault="002032EB" w:rsidP="006B7459">
            <w:pPr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Заместитель начальника управления</w:t>
            </w:r>
          </w:p>
        </w:tc>
        <w:tc>
          <w:tcPr>
            <w:tcW w:w="1890" w:type="dxa"/>
            <w:vMerge w:val="restart"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500 654,40</w:t>
            </w:r>
          </w:p>
        </w:tc>
        <w:tc>
          <w:tcPr>
            <w:tcW w:w="2977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26D85">
              <w:rPr>
                <w:sz w:val="22"/>
                <w:szCs w:val="22"/>
              </w:rPr>
              <w:t>емельный уч</w:t>
            </w:r>
            <w:r w:rsidRPr="00F26D85">
              <w:rPr>
                <w:sz w:val="22"/>
                <w:szCs w:val="22"/>
              </w:rPr>
              <w:t>а</w:t>
            </w:r>
            <w:r w:rsidRPr="00F26D85">
              <w:rPr>
                <w:sz w:val="22"/>
                <w:szCs w:val="22"/>
              </w:rPr>
              <w:t>сток</w:t>
            </w:r>
          </w:p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(индивид</w:t>
            </w:r>
            <w:r w:rsidRPr="00F26D85">
              <w:rPr>
                <w:sz w:val="22"/>
                <w:szCs w:val="22"/>
              </w:rPr>
              <w:t>у</w:t>
            </w:r>
            <w:r w:rsidRPr="00F26D85">
              <w:rPr>
                <w:sz w:val="22"/>
                <w:szCs w:val="22"/>
              </w:rPr>
              <w:t>альная)</w:t>
            </w:r>
          </w:p>
        </w:tc>
        <w:tc>
          <w:tcPr>
            <w:tcW w:w="1276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1483</w:t>
            </w:r>
          </w:p>
        </w:tc>
        <w:tc>
          <w:tcPr>
            <w:tcW w:w="1701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 xml:space="preserve"> Опель Зафира</w:t>
            </w:r>
          </w:p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(индивид</w:t>
            </w:r>
            <w:r w:rsidRPr="00134332">
              <w:rPr>
                <w:sz w:val="22"/>
                <w:szCs w:val="22"/>
              </w:rPr>
              <w:t>у</w:t>
            </w:r>
            <w:r w:rsidRPr="00134332">
              <w:rPr>
                <w:sz w:val="22"/>
                <w:szCs w:val="22"/>
              </w:rPr>
              <w:t>альная)</w:t>
            </w:r>
          </w:p>
        </w:tc>
      </w:tr>
      <w:tr w:rsidR="002032EB" w:rsidRPr="00134332">
        <w:tc>
          <w:tcPr>
            <w:tcW w:w="720" w:type="dxa"/>
            <w:vMerge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34332" w:rsidRDefault="002032EB" w:rsidP="006B7459">
            <w:pPr>
              <w:rPr>
                <w:sz w:val="22"/>
                <w:szCs w:val="22"/>
              </w:rPr>
            </w:pPr>
          </w:p>
        </w:tc>
        <w:tc>
          <w:tcPr>
            <w:tcW w:w="2108" w:type="dxa"/>
            <w:vMerge/>
          </w:tcPr>
          <w:p w:rsidR="002032EB" w:rsidRPr="00134332" w:rsidRDefault="002032EB" w:rsidP="006B7459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26D85">
              <w:rPr>
                <w:sz w:val="22"/>
                <w:szCs w:val="22"/>
              </w:rPr>
              <w:t>вартира</w:t>
            </w:r>
          </w:p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(индивид</w:t>
            </w:r>
            <w:r w:rsidRPr="00F26D85">
              <w:rPr>
                <w:sz w:val="22"/>
                <w:szCs w:val="22"/>
              </w:rPr>
              <w:t>у</w:t>
            </w:r>
            <w:r w:rsidRPr="00F26D85">
              <w:rPr>
                <w:sz w:val="22"/>
                <w:szCs w:val="22"/>
              </w:rPr>
              <w:t>альная)</w:t>
            </w:r>
          </w:p>
        </w:tc>
        <w:tc>
          <w:tcPr>
            <w:tcW w:w="1276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90,2</w:t>
            </w:r>
          </w:p>
        </w:tc>
        <w:tc>
          <w:tcPr>
            <w:tcW w:w="1701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 w:val="restart"/>
          </w:tcPr>
          <w:p w:rsidR="002032EB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 xml:space="preserve">Автомобиль грузовой </w:t>
            </w:r>
          </w:p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 xml:space="preserve"> ГАЗ 3302</w:t>
            </w:r>
          </w:p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(индивид</w:t>
            </w:r>
            <w:r w:rsidRPr="00134332">
              <w:rPr>
                <w:sz w:val="22"/>
                <w:szCs w:val="22"/>
              </w:rPr>
              <w:t>у</w:t>
            </w:r>
            <w:r w:rsidRPr="00134332">
              <w:rPr>
                <w:sz w:val="22"/>
                <w:szCs w:val="22"/>
              </w:rPr>
              <w:t>альная)</w:t>
            </w:r>
          </w:p>
        </w:tc>
      </w:tr>
      <w:tr w:rsidR="002032EB" w:rsidRPr="00134332">
        <w:tc>
          <w:tcPr>
            <w:tcW w:w="720" w:type="dxa"/>
            <w:vMerge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34332" w:rsidRDefault="002032EB" w:rsidP="006B7459">
            <w:pPr>
              <w:rPr>
                <w:sz w:val="22"/>
                <w:szCs w:val="22"/>
              </w:rPr>
            </w:pPr>
          </w:p>
        </w:tc>
        <w:tc>
          <w:tcPr>
            <w:tcW w:w="2108" w:type="dxa"/>
            <w:vMerge/>
          </w:tcPr>
          <w:p w:rsidR="002032EB" w:rsidRPr="00134332" w:rsidRDefault="002032EB" w:rsidP="006B7459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26D85">
              <w:rPr>
                <w:sz w:val="22"/>
                <w:szCs w:val="22"/>
              </w:rPr>
              <w:t>вартира</w:t>
            </w:r>
          </w:p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(индивид</w:t>
            </w:r>
            <w:r w:rsidRPr="00F26D85">
              <w:rPr>
                <w:sz w:val="22"/>
                <w:szCs w:val="22"/>
              </w:rPr>
              <w:t>у</w:t>
            </w:r>
            <w:r w:rsidRPr="00F26D85">
              <w:rPr>
                <w:sz w:val="22"/>
                <w:szCs w:val="22"/>
              </w:rPr>
              <w:t>альная)</w:t>
            </w:r>
          </w:p>
        </w:tc>
        <w:tc>
          <w:tcPr>
            <w:tcW w:w="1276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32,1</w:t>
            </w:r>
          </w:p>
        </w:tc>
        <w:tc>
          <w:tcPr>
            <w:tcW w:w="1701" w:type="dxa"/>
          </w:tcPr>
          <w:p w:rsidR="002032EB" w:rsidRPr="00F26D85" w:rsidRDefault="002032EB" w:rsidP="00BE1F9C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  <w:vMerge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134332">
        <w:tc>
          <w:tcPr>
            <w:tcW w:w="720" w:type="dxa"/>
            <w:vMerge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134332" w:rsidRDefault="002032EB" w:rsidP="006B7459">
            <w:pPr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супруга</w:t>
            </w:r>
          </w:p>
        </w:tc>
        <w:tc>
          <w:tcPr>
            <w:tcW w:w="2108" w:type="dxa"/>
          </w:tcPr>
          <w:p w:rsidR="002032EB" w:rsidRPr="00134332" w:rsidRDefault="002032EB" w:rsidP="00FC1DAE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217 649,29</w:t>
            </w:r>
          </w:p>
        </w:tc>
        <w:tc>
          <w:tcPr>
            <w:tcW w:w="2977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26D85">
              <w:rPr>
                <w:sz w:val="22"/>
                <w:szCs w:val="22"/>
              </w:rPr>
              <w:t>вартира</w:t>
            </w:r>
          </w:p>
          <w:p w:rsidR="002032EB" w:rsidRPr="00F26D85" w:rsidRDefault="002032EB" w:rsidP="003939EF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90,2</w:t>
            </w:r>
          </w:p>
        </w:tc>
        <w:tc>
          <w:tcPr>
            <w:tcW w:w="1701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Опель-Корса</w:t>
            </w:r>
          </w:p>
        </w:tc>
      </w:tr>
      <w:tr w:rsidR="002032EB" w:rsidRPr="00134332">
        <w:tc>
          <w:tcPr>
            <w:tcW w:w="720" w:type="dxa"/>
            <w:vMerge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134332" w:rsidRDefault="002032EB" w:rsidP="006B7459">
            <w:pPr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сын</w:t>
            </w:r>
          </w:p>
        </w:tc>
        <w:tc>
          <w:tcPr>
            <w:tcW w:w="2108" w:type="dxa"/>
          </w:tcPr>
          <w:p w:rsidR="002032EB" w:rsidRPr="00134332" w:rsidRDefault="002032EB" w:rsidP="00FC1DAE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-</w:t>
            </w:r>
          </w:p>
        </w:tc>
        <w:tc>
          <w:tcPr>
            <w:tcW w:w="1890" w:type="dxa"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26D85">
              <w:rPr>
                <w:sz w:val="22"/>
                <w:szCs w:val="22"/>
              </w:rPr>
              <w:t>вартира</w:t>
            </w:r>
          </w:p>
          <w:p w:rsidR="002032EB" w:rsidRPr="00F26D85" w:rsidRDefault="002032EB" w:rsidP="003939EF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90,2</w:t>
            </w:r>
          </w:p>
        </w:tc>
        <w:tc>
          <w:tcPr>
            <w:tcW w:w="1701" w:type="dxa"/>
          </w:tcPr>
          <w:p w:rsidR="002032EB" w:rsidRPr="00F26D85" w:rsidRDefault="002032EB" w:rsidP="00FC1DAE">
            <w:pPr>
              <w:jc w:val="center"/>
              <w:rPr>
                <w:sz w:val="22"/>
                <w:szCs w:val="22"/>
              </w:rPr>
            </w:pPr>
            <w:r w:rsidRPr="00F26D85">
              <w:rPr>
                <w:sz w:val="22"/>
                <w:szCs w:val="22"/>
              </w:rPr>
              <w:t>Россия</w:t>
            </w:r>
          </w:p>
        </w:tc>
        <w:tc>
          <w:tcPr>
            <w:tcW w:w="3136" w:type="dxa"/>
          </w:tcPr>
          <w:p w:rsidR="002032EB" w:rsidRPr="00134332" w:rsidRDefault="002032EB" w:rsidP="00BE1F9C">
            <w:pPr>
              <w:jc w:val="center"/>
              <w:rPr>
                <w:sz w:val="22"/>
                <w:szCs w:val="22"/>
              </w:rPr>
            </w:pPr>
            <w:r w:rsidRPr="00134332">
              <w:rPr>
                <w:sz w:val="22"/>
                <w:szCs w:val="22"/>
              </w:rPr>
              <w:t>-</w:t>
            </w:r>
          </w:p>
        </w:tc>
      </w:tr>
    </w:tbl>
    <w:p w:rsidR="002032EB" w:rsidRDefault="002032EB" w:rsidP="00A77895">
      <w:r w:rsidRPr="00134332">
        <w:t xml:space="preserve">   </w:t>
      </w: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Pr="005A6AF6" w:rsidRDefault="002032EB" w:rsidP="005A6AF6">
      <w:pPr>
        <w:jc w:val="center"/>
        <w:rPr>
          <w:b/>
          <w:sz w:val="28"/>
          <w:szCs w:val="28"/>
        </w:rPr>
      </w:pPr>
      <w:r w:rsidRPr="005A6AF6">
        <w:rPr>
          <w:b/>
          <w:sz w:val="28"/>
          <w:szCs w:val="28"/>
        </w:rPr>
        <w:t>Сотрудники ФПС</w:t>
      </w: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800"/>
        <w:gridCol w:w="1800"/>
        <w:gridCol w:w="1620"/>
        <w:gridCol w:w="2952"/>
        <w:gridCol w:w="108"/>
        <w:gridCol w:w="1440"/>
        <w:gridCol w:w="1800"/>
        <w:gridCol w:w="2322"/>
        <w:gridCol w:w="18"/>
      </w:tblGrid>
      <w:tr w:rsidR="002032EB" w:rsidRPr="00B91E13">
        <w:tc>
          <w:tcPr>
            <w:tcW w:w="1080" w:type="dxa"/>
            <w:vMerge w:val="restart"/>
          </w:tcPr>
          <w:p w:rsidR="002032EB" w:rsidRPr="00B91E13" w:rsidRDefault="002032EB" w:rsidP="005A6AF6">
            <w:pPr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№ пп</w:t>
            </w: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Фам</w:t>
            </w:r>
            <w:r w:rsidRPr="00B91E13">
              <w:rPr>
                <w:b/>
                <w:sz w:val="22"/>
                <w:szCs w:val="22"/>
              </w:rPr>
              <w:t>и</w:t>
            </w:r>
            <w:r w:rsidRPr="00B91E13">
              <w:rPr>
                <w:b/>
                <w:sz w:val="22"/>
                <w:szCs w:val="22"/>
              </w:rPr>
              <w:t>лия, инициалы</w:t>
            </w: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</w:p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Дол</w:t>
            </w:r>
            <w:r w:rsidRPr="00B91E13">
              <w:rPr>
                <w:b/>
                <w:sz w:val="22"/>
                <w:szCs w:val="22"/>
              </w:rPr>
              <w:t>ж</w:t>
            </w:r>
            <w:r w:rsidRPr="00B91E13">
              <w:rPr>
                <w:b/>
                <w:sz w:val="22"/>
                <w:szCs w:val="22"/>
              </w:rPr>
              <w:t>ность</w:t>
            </w:r>
          </w:p>
        </w:tc>
        <w:tc>
          <w:tcPr>
            <w:tcW w:w="1620" w:type="dxa"/>
            <w:vMerge w:val="restart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Общая су</w:t>
            </w:r>
            <w:r w:rsidRPr="00B91E13">
              <w:rPr>
                <w:b/>
                <w:sz w:val="22"/>
                <w:szCs w:val="22"/>
              </w:rPr>
              <w:t>м</w:t>
            </w:r>
            <w:r w:rsidRPr="00B91E13">
              <w:rPr>
                <w:b/>
                <w:sz w:val="22"/>
                <w:szCs w:val="22"/>
              </w:rPr>
              <w:t>ма деклар</w:t>
            </w:r>
            <w:r w:rsidRPr="00B91E13">
              <w:rPr>
                <w:b/>
                <w:sz w:val="22"/>
                <w:szCs w:val="22"/>
              </w:rPr>
              <w:t>и</w:t>
            </w:r>
            <w:r w:rsidRPr="00B91E13">
              <w:rPr>
                <w:b/>
                <w:sz w:val="22"/>
                <w:szCs w:val="22"/>
              </w:rPr>
              <w:t>рованного годового д</w:t>
            </w:r>
            <w:r w:rsidRPr="00B91E13">
              <w:rPr>
                <w:b/>
                <w:sz w:val="22"/>
                <w:szCs w:val="22"/>
              </w:rPr>
              <w:t>о</w:t>
            </w:r>
            <w:r w:rsidRPr="00B91E13">
              <w:rPr>
                <w:b/>
                <w:sz w:val="22"/>
                <w:szCs w:val="22"/>
              </w:rPr>
              <w:t>хода</w:t>
            </w:r>
          </w:p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за 201</w:t>
            </w:r>
            <w:r>
              <w:rPr>
                <w:b/>
                <w:sz w:val="22"/>
                <w:szCs w:val="22"/>
              </w:rPr>
              <w:t>1</w:t>
            </w:r>
            <w:r w:rsidRPr="00B91E13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6300" w:type="dxa"/>
            <w:gridSpan w:val="4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Перечень объектов недвижимого имущества, принадлежащих на праве собственности или нах</w:t>
            </w:r>
            <w:r w:rsidRPr="00B91E13">
              <w:rPr>
                <w:b/>
                <w:sz w:val="22"/>
                <w:szCs w:val="22"/>
              </w:rPr>
              <w:t>о</w:t>
            </w:r>
            <w:r w:rsidRPr="00B91E13">
              <w:rPr>
                <w:b/>
                <w:sz w:val="22"/>
                <w:szCs w:val="22"/>
              </w:rPr>
              <w:t>дящихся в польз</w:t>
            </w:r>
            <w:r w:rsidRPr="00B91E13">
              <w:rPr>
                <w:b/>
                <w:sz w:val="22"/>
                <w:szCs w:val="22"/>
              </w:rPr>
              <w:t>о</w:t>
            </w:r>
            <w:r w:rsidRPr="00B91E13">
              <w:rPr>
                <w:b/>
                <w:sz w:val="22"/>
                <w:szCs w:val="22"/>
              </w:rPr>
              <w:t>вании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Перечень транспор</w:t>
            </w:r>
            <w:r w:rsidRPr="00B91E13">
              <w:rPr>
                <w:b/>
                <w:sz w:val="22"/>
                <w:szCs w:val="22"/>
              </w:rPr>
              <w:t>т</w:t>
            </w:r>
            <w:r w:rsidRPr="00B91E13">
              <w:rPr>
                <w:b/>
                <w:sz w:val="22"/>
                <w:szCs w:val="22"/>
              </w:rPr>
              <w:t>ных средств, прина</w:t>
            </w:r>
            <w:r w:rsidRPr="00B91E13">
              <w:rPr>
                <w:b/>
                <w:sz w:val="22"/>
                <w:szCs w:val="22"/>
              </w:rPr>
              <w:t>д</w:t>
            </w:r>
            <w:r w:rsidRPr="00B91E13">
              <w:rPr>
                <w:b/>
                <w:sz w:val="22"/>
                <w:szCs w:val="22"/>
              </w:rPr>
              <w:t>лежащих на праве собс</w:t>
            </w:r>
            <w:r w:rsidRPr="00B91E13">
              <w:rPr>
                <w:b/>
                <w:sz w:val="22"/>
                <w:szCs w:val="22"/>
              </w:rPr>
              <w:t>т</w:t>
            </w:r>
            <w:r w:rsidRPr="00B91E13">
              <w:rPr>
                <w:b/>
                <w:sz w:val="22"/>
                <w:szCs w:val="22"/>
              </w:rPr>
              <w:t xml:space="preserve">венности (вид, марка) </w:t>
            </w:r>
          </w:p>
        </w:tc>
      </w:tr>
      <w:tr w:rsidR="002032EB" w:rsidRPr="00B91E13">
        <w:tc>
          <w:tcPr>
            <w:tcW w:w="1080" w:type="dxa"/>
            <w:vMerge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Вид</w:t>
            </w:r>
          </w:p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 xml:space="preserve">объектов </w:t>
            </w:r>
          </w:p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недвиж</w:t>
            </w:r>
            <w:r w:rsidRPr="00B91E13">
              <w:rPr>
                <w:b/>
                <w:sz w:val="22"/>
                <w:szCs w:val="22"/>
              </w:rPr>
              <w:t>и</w:t>
            </w:r>
            <w:r w:rsidRPr="00B91E13">
              <w:rPr>
                <w:b/>
                <w:sz w:val="22"/>
                <w:szCs w:val="22"/>
              </w:rPr>
              <w:t>мости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Пл</w:t>
            </w:r>
            <w:r w:rsidRPr="00B91E13">
              <w:rPr>
                <w:b/>
                <w:sz w:val="22"/>
                <w:szCs w:val="22"/>
              </w:rPr>
              <w:t>о</w:t>
            </w:r>
            <w:r w:rsidRPr="00B91E13">
              <w:rPr>
                <w:b/>
                <w:sz w:val="22"/>
                <w:szCs w:val="22"/>
              </w:rPr>
              <w:t>щадь</w:t>
            </w:r>
          </w:p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(кв. м.)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 xml:space="preserve">Страна </w:t>
            </w:r>
          </w:p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распол</w:t>
            </w:r>
            <w:r w:rsidRPr="00B91E13">
              <w:rPr>
                <w:b/>
                <w:sz w:val="22"/>
                <w:szCs w:val="22"/>
              </w:rPr>
              <w:t>о</w:t>
            </w:r>
            <w:r w:rsidRPr="00B91E13">
              <w:rPr>
                <w:b/>
                <w:sz w:val="22"/>
                <w:szCs w:val="22"/>
              </w:rPr>
              <w:t>жения</w:t>
            </w:r>
          </w:p>
        </w:tc>
        <w:tc>
          <w:tcPr>
            <w:tcW w:w="2340" w:type="dxa"/>
            <w:gridSpan w:val="2"/>
            <w:vMerge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032EB" w:rsidRPr="00B91E13">
        <w:tc>
          <w:tcPr>
            <w:tcW w:w="1080" w:type="dxa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B91E13">
              <w:rPr>
                <w:b/>
                <w:sz w:val="22"/>
                <w:szCs w:val="22"/>
              </w:rPr>
              <w:t>8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Гриднев В.В.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Главного управления (по антикризисному управлению)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653 516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86,1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Легковой автомобиль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  <w:lang w:val="en-US"/>
              </w:rPr>
              <w:t>Opel</w:t>
            </w:r>
            <w:r w:rsidRPr="00716E6A">
              <w:rPr>
                <w:sz w:val="22"/>
                <w:szCs w:val="22"/>
              </w:rPr>
              <w:t xml:space="preserve"> “</w:t>
            </w:r>
            <w:r w:rsidRPr="00716E6A">
              <w:rPr>
                <w:sz w:val="22"/>
                <w:szCs w:val="22"/>
                <w:lang w:val="en-US"/>
              </w:rPr>
              <w:t>Zafira</w:t>
            </w:r>
            <w:r w:rsidRPr="00716E6A">
              <w:rPr>
                <w:sz w:val="22"/>
                <w:szCs w:val="22"/>
              </w:rPr>
              <w:t>”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</w:t>
            </w:r>
            <w:r w:rsidRPr="00716E6A">
              <w:rPr>
                <w:sz w:val="22"/>
                <w:szCs w:val="22"/>
              </w:rPr>
              <w:t>у</w:t>
            </w:r>
            <w:r w:rsidRPr="00716E6A">
              <w:rPr>
                <w:sz w:val="22"/>
                <w:szCs w:val="22"/>
              </w:rPr>
              <w:t>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1200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607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234 000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86,1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86,1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1651"/>
        </w:trPr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Рымарев А.В.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Главного управления – начальник управления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646 441,38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69,3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50,55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69,3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Пруул М.Г.</w:t>
            </w:r>
          </w:p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Помощник начальника Главного управления (по организационно-штатным вопросам)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568 077,93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Садовый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750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Легковой автомобиль </w:t>
            </w:r>
            <w:r w:rsidRPr="00716E6A">
              <w:rPr>
                <w:sz w:val="22"/>
                <w:szCs w:val="22"/>
                <w:lang w:val="en-US"/>
              </w:rPr>
              <w:t>RENAULT</w:t>
            </w:r>
            <w:r w:rsidRPr="00716E6A"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  <w:lang w:val="en-US"/>
              </w:rPr>
              <w:t>SR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rPr>
          <w:trHeight w:val="546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44,7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Плеханов Д.Ю.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451 024,14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Гараж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Легковой автомобиль </w:t>
            </w:r>
            <w:r w:rsidRPr="00716E6A">
              <w:rPr>
                <w:sz w:val="22"/>
                <w:szCs w:val="22"/>
                <w:lang w:val="en-US"/>
              </w:rPr>
              <w:t>KIA CEED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676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679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73 253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796"/>
        </w:trPr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Баронов А.В.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442 382,53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1788,7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Легковой автомобиль </w:t>
            </w:r>
            <w:r w:rsidRPr="00716E6A">
              <w:rPr>
                <w:sz w:val="22"/>
                <w:szCs w:val="22"/>
                <w:lang w:val="en-US"/>
              </w:rPr>
              <w:t>Nissan</w:t>
            </w:r>
            <w:r w:rsidRPr="00716E6A"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  <w:lang w:val="en-US"/>
              </w:rPr>
              <w:t>Qashqai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665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032EB" w:rsidRPr="00716E6A">
        <w:trPr>
          <w:trHeight w:val="546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Теплых М.Ю.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управления- начальник отдела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503 864,15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1202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Легковой автомобиль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Хонда Цивик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50,5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75 000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50,5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50,5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50,5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Никулин А.С.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Помощник начальника Главного управления (по организационно-мобилизационной работе),</w:t>
            </w:r>
          </w:p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начальник </w:t>
            </w:r>
          </w:p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отдела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585 310,92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Легковой автомобиль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2121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  <w:r w:rsidRPr="00716E6A">
              <w:rPr>
                <w:sz w:val="22"/>
                <w:szCs w:val="22"/>
              </w:rPr>
              <w:t>(индивидуальный)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Дача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34,7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Легковой автомобиль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2131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  <w:r w:rsidRPr="00716E6A">
              <w:rPr>
                <w:sz w:val="22"/>
                <w:szCs w:val="22"/>
              </w:rPr>
              <w:t>(индивидуальный)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220 074,03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tabs>
                <w:tab w:val="left" w:pos="553"/>
                <w:tab w:val="center" w:pos="702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599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rPr>
          <w:trHeight w:val="546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196,8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Киселев Е.В.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496 275,98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94,5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Тойота Рав-4 (индивид</w:t>
            </w:r>
            <w:r w:rsidRPr="00716E6A">
              <w:rPr>
                <w:sz w:val="22"/>
                <w:szCs w:val="22"/>
              </w:rPr>
              <w:t>у</w:t>
            </w:r>
            <w:r w:rsidRPr="00716E6A">
              <w:rPr>
                <w:sz w:val="22"/>
                <w:szCs w:val="22"/>
              </w:rPr>
              <w:t>альная)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23,9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546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118 245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546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94,5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94,5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531"/>
        </w:trPr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Исмаилов А.Ф.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496 886,97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</w:t>
            </w:r>
            <w:r w:rsidRPr="00716E6A">
              <w:rPr>
                <w:sz w:val="22"/>
                <w:szCs w:val="22"/>
              </w:rPr>
              <w:t>е</w:t>
            </w:r>
            <w:r w:rsidRPr="00716E6A">
              <w:rPr>
                <w:sz w:val="22"/>
                <w:szCs w:val="22"/>
              </w:rPr>
              <w:t>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352 477,60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</w:t>
            </w:r>
            <w:r w:rsidRPr="00716E6A">
              <w:rPr>
                <w:sz w:val="22"/>
                <w:szCs w:val="22"/>
              </w:rPr>
              <w:t>е</w:t>
            </w:r>
            <w:r w:rsidRPr="00716E6A">
              <w:rPr>
                <w:sz w:val="22"/>
                <w:szCs w:val="22"/>
              </w:rPr>
              <w:t>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72,8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589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</w:t>
            </w:r>
            <w:r w:rsidRPr="00716E6A">
              <w:rPr>
                <w:sz w:val="22"/>
                <w:szCs w:val="22"/>
              </w:rPr>
              <w:t>е</w:t>
            </w:r>
            <w:r w:rsidRPr="00716E6A">
              <w:rPr>
                <w:sz w:val="22"/>
                <w:szCs w:val="22"/>
              </w:rPr>
              <w:t>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Распопов Ю.А.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918 313,65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64,1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Хундай Соната (индивид</w:t>
            </w:r>
            <w:r w:rsidRPr="00716E6A">
              <w:rPr>
                <w:sz w:val="22"/>
                <w:szCs w:val="22"/>
              </w:rPr>
              <w:t>у</w:t>
            </w:r>
            <w:r w:rsidRPr="00716E6A">
              <w:rPr>
                <w:sz w:val="22"/>
                <w:szCs w:val="22"/>
              </w:rPr>
              <w:t>альная)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</w:t>
            </w:r>
            <w:r w:rsidRPr="00716E6A">
              <w:rPr>
                <w:sz w:val="22"/>
                <w:szCs w:val="22"/>
              </w:rPr>
              <w:t>е</w:t>
            </w:r>
            <w:r w:rsidRPr="00716E6A">
              <w:rPr>
                <w:sz w:val="22"/>
                <w:szCs w:val="22"/>
              </w:rPr>
              <w:t xml:space="preserve">вая) 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247 703, 24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</w:t>
            </w:r>
            <w:r w:rsidRPr="00716E6A">
              <w:rPr>
                <w:sz w:val="22"/>
                <w:szCs w:val="22"/>
              </w:rPr>
              <w:t>е</w:t>
            </w:r>
            <w:r w:rsidRPr="00716E6A">
              <w:rPr>
                <w:sz w:val="22"/>
                <w:szCs w:val="22"/>
              </w:rPr>
              <w:t>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44,1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64,1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64,1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64,1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530"/>
        </w:trPr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Астапов А.В.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управления -начальник отдела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779 097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370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61,1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 (аренда)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368 640,93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</w:t>
            </w:r>
            <w:r w:rsidRPr="00716E6A">
              <w:rPr>
                <w:sz w:val="22"/>
                <w:szCs w:val="22"/>
              </w:rPr>
              <w:t>а</w:t>
            </w:r>
            <w:r w:rsidRPr="00716E6A">
              <w:rPr>
                <w:sz w:val="22"/>
                <w:szCs w:val="22"/>
              </w:rPr>
              <w:t>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370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61,1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Мелентьев В.П.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управления  –начальник отдела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570 914,28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259 163,81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Лузгина И.И.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управления - главный бухгалтер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760 609,22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 xml:space="preserve">долевая) 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67,7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716E6A">
              <w:rPr>
                <w:sz w:val="22"/>
                <w:szCs w:val="22"/>
              </w:rPr>
              <w:t xml:space="preserve">автомобиль легковой – </w:t>
            </w:r>
            <w:r w:rsidRPr="00716E6A">
              <w:rPr>
                <w:sz w:val="22"/>
                <w:szCs w:val="22"/>
                <w:lang w:val="en-US"/>
              </w:rPr>
              <w:t>NISSAN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(индивид</w:t>
            </w:r>
            <w:r w:rsidRPr="00716E6A">
              <w:rPr>
                <w:sz w:val="22"/>
                <w:szCs w:val="22"/>
              </w:rPr>
              <w:t>у</w:t>
            </w:r>
            <w:r w:rsidRPr="00716E6A">
              <w:rPr>
                <w:sz w:val="22"/>
                <w:szCs w:val="22"/>
              </w:rPr>
              <w:t>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312 739,96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 – Опель корса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(индивид</w:t>
            </w:r>
            <w:r w:rsidRPr="00716E6A">
              <w:rPr>
                <w:sz w:val="22"/>
                <w:szCs w:val="22"/>
              </w:rPr>
              <w:t>у</w:t>
            </w:r>
            <w:r w:rsidRPr="00716E6A">
              <w:rPr>
                <w:sz w:val="22"/>
                <w:szCs w:val="22"/>
              </w:rPr>
              <w:t>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(индивидуальная) 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36,5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Чухин П.В.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Главного управления (по финансово-экономическим вопросам)  –начальник управления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873 458,80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</w:t>
            </w:r>
            <w:r w:rsidRPr="00716E6A">
              <w:rPr>
                <w:sz w:val="22"/>
                <w:szCs w:val="22"/>
              </w:rPr>
              <w:t>ь</w:t>
            </w:r>
            <w:r w:rsidRPr="00716E6A">
              <w:rPr>
                <w:sz w:val="22"/>
                <w:szCs w:val="22"/>
              </w:rPr>
              <w:t>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 – Тайота Королла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(индивид</w:t>
            </w:r>
            <w:r w:rsidRPr="00716E6A">
              <w:rPr>
                <w:sz w:val="22"/>
                <w:szCs w:val="22"/>
              </w:rPr>
              <w:t>у</w:t>
            </w:r>
            <w:r w:rsidRPr="00716E6A">
              <w:rPr>
                <w:sz w:val="22"/>
                <w:szCs w:val="22"/>
              </w:rPr>
              <w:t>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319 199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</w:t>
            </w:r>
            <w:r w:rsidRPr="00716E6A">
              <w:rPr>
                <w:sz w:val="22"/>
                <w:szCs w:val="22"/>
              </w:rPr>
              <w:t>ь</w:t>
            </w:r>
            <w:r w:rsidRPr="00716E6A">
              <w:rPr>
                <w:sz w:val="22"/>
                <w:szCs w:val="22"/>
              </w:rPr>
              <w:t>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Сенишин В.И.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785 405,42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1200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Легковой автомобиль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Форд Фокус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65,5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259 393,39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1545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65,5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Воронин А.Ю.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495 111,68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12000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Иное недвижимое имущество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117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115 176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Дорожкин Э.И.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505 768,37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Легковой автомобиль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Субару Аутбек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77 526,01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Легковой автомобиль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Тойота Витц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689"/>
        </w:trPr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Сапков М.С.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538 943,36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(индивидуальная) 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Легковой автомобиль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Дайхацу Бун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156 000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Легковой автомобиль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Митсубиси Кольт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Бобровский В.Б.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</w:t>
            </w:r>
          </w:p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управления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893 311,49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Фольксваген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«Пассат»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31,8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Иное недвижимое имущество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27,2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779 201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18"/>
        </w:trPr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Романчуков Е.А.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982 009,19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18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318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Дача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318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318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18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Дача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318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318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Шарманов А.Г.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управления – начальник отдела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721 714,05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Автоприцеп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18,5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818 184,97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 – Хундай Туксон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835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Дача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Золотарев А.В.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577 197,30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716E6A">
              <w:rPr>
                <w:sz w:val="22"/>
                <w:szCs w:val="22"/>
                <w:lang w:val="en-US"/>
              </w:rPr>
              <w:t>Suzuki Liana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1645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310 816,84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Иванова Е.А.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619 793,25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49,6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124 608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49,6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  КИА СИД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49,6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Лобода И.И. 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1 986 708,42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67,8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Хёндай </w:t>
            </w:r>
            <w:r w:rsidRPr="00716E6A">
              <w:rPr>
                <w:sz w:val="22"/>
                <w:szCs w:val="22"/>
                <w:lang w:val="en-US"/>
              </w:rPr>
              <w:t>i</w:t>
            </w:r>
            <w:r w:rsidRPr="00716E6A">
              <w:rPr>
                <w:sz w:val="22"/>
                <w:szCs w:val="22"/>
              </w:rPr>
              <w:t>20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1 297 280,55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Республика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Хонда </w:t>
            </w:r>
            <w:r w:rsidRPr="00716E6A">
              <w:rPr>
                <w:sz w:val="22"/>
                <w:szCs w:val="22"/>
                <w:lang w:val="en-US"/>
              </w:rPr>
              <w:t>CRV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22,8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Республика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Мякишев Д.И.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управления- начальник отдела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528 212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Тойота Спринтер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1040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 </w:t>
            </w:r>
            <w:r w:rsidRPr="00716E6A">
              <w:rPr>
                <w:sz w:val="22"/>
                <w:szCs w:val="22"/>
              </w:rPr>
              <w:t>150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16E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Мицубиси Кольт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 w:val="restart"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Лихачева М.В.</w:t>
            </w:r>
          </w:p>
        </w:tc>
        <w:tc>
          <w:tcPr>
            <w:tcW w:w="1800" w:type="dxa"/>
            <w:vMerge w:val="restart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569 946,87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Pr="00277F1E">
              <w:rPr>
                <w:sz w:val="22"/>
                <w:szCs w:val="22"/>
              </w:rPr>
              <w:t>,5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61,5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 xml:space="preserve">Квартира 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61,5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61,5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</w:tr>
      <w:tr w:rsidR="002032EB" w:rsidRPr="00D723E8">
        <w:tc>
          <w:tcPr>
            <w:tcW w:w="1080" w:type="dxa"/>
            <w:vMerge w:val="restart"/>
          </w:tcPr>
          <w:p w:rsidR="002032EB" w:rsidRPr="00D723E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723E8" w:rsidRDefault="002032EB" w:rsidP="005A6AF6">
            <w:pPr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Борчанинова Л.В.</w:t>
            </w:r>
          </w:p>
        </w:tc>
        <w:tc>
          <w:tcPr>
            <w:tcW w:w="1800" w:type="dxa"/>
          </w:tcPr>
          <w:p w:rsidR="002032EB" w:rsidRPr="00D723E8" w:rsidRDefault="002032EB" w:rsidP="005A6AF6">
            <w:pPr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577 735,75</w:t>
            </w:r>
          </w:p>
        </w:tc>
        <w:tc>
          <w:tcPr>
            <w:tcW w:w="3060" w:type="dxa"/>
            <w:gridSpan w:val="2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Квартира</w:t>
            </w:r>
          </w:p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49,6</w:t>
            </w:r>
          </w:p>
        </w:tc>
        <w:tc>
          <w:tcPr>
            <w:tcW w:w="1800" w:type="dxa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-</w:t>
            </w:r>
          </w:p>
        </w:tc>
      </w:tr>
      <w:tr w:rsidR="002032EB" w:rsidRPr="00D723E8">
        <w:tc>
          <w:tcPr>
            <w:tcW w:w="1080" w:type="dxa"/>
            <w:vMerge/>
          </w:tcPr>
          <w:p w:rsidR="002032EB" w:rsidRPr="00D723E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723E8" w:rsidRDefault="002032EB" w:rsidP="005A6AF6">
            <w:pPr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D723E8" w:rsidRDefault="002032EB" w:rsidP="005A6AF6">
            <w:pPr>
              <w:tabs>
                <w:tab w:val="center" w:pos="792"/>
              </w:tabs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 xml:space="preserve">Квартира </w:t>
            </w:r>
          </w:p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49,6</w:t>
            </w:r>
          </w:p>
        </w:tc>
        <w:tc>
          <w:tcPr>
            <w:tcW w:w="1800" w:type="dxa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-</w:t>
            </w:r>
          </w:p>
        </w:tc>
      </w:tr>
      <w:tr w:rsidR="002032EB" w:rsidRPr="00D723E8">
        <w:tc>
          <w:tcPr>
            <w:tcW w:w="1080" w:type="dxa"/>
            <w:vMerge/>
          </w:tcPr>
          <w:p w:rsidR="002032EB" w:rsidRPr="00D723E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723E8" w:rsidRDefault="002032EB" w:rsidP="005A6AF6">
            <w:pPr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Квартира</w:t>
            </w:r>
          </w:p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49,6</w:t>
            </w:r>
          </w:p>
        </w:tc>
        <w:tc>
          <w:tcPr>
            <w:tcW w:w="1800" w:type="dxa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723E8" w:rsidRDefault="002032EB" w:rsidP="005A6AF6">
            <w:pPr>
              <w:jc w:val="center"/>
              <w:rPr>
                <w:sz w:val="22"/>
                <w:szCs w:val="22"/>
              </w:rPr>
            </w:pPr>
            <w:r w:rsidRPr="00D723E8"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 w:val="restart"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Будковская С.М.</w:t>
            </w:r>
          </w:p>
        </w:tc>
        <w:tc>
          <w:tcPr>
            <w:tcW w:w="1800" w:type="dxa"/>
            <w:vMerge w:val="restart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Начальник отделения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523 314,95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Земельный участок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470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44,3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Дача 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Служебная квартира 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277F1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43,1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277F1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43,1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 w:val="restart"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Воеводин А.В.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462 751,70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Автомобиль легковой  Киа Сорренто (индивидуальная)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576 931.62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 xml:space="preserve">Автомобиль легковой  </w:t>
            </w:r>
            <w:r>
              <w:rPr>
                <w:sz w:val="22"/>
                <w:szCs w:val="22"/>
              </w:rPr>
              <w:t>Форд Фокус</w:t>
            </w:r>
            <w:r w:rsidRPr="00277F1E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 w:val="restart"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Панарин С.Н.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470 689,47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40,6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 xml:space="preserve"> (общая долевая)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64,36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40,6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40,6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Глухов А.С.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374 825,78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 w:val="restart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tabs>
                <w:tab w:val="center" w:pos="1422"/>
                <w:tab w:val="right" w:pos="28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277F1E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ab/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tabs>
                <w:tab w:val="center" w:pos="1422"/>
                <w:tab w:val="right" w:pos="28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277F1E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ab/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tabs>
                <w:tab w:val="center" w:pos="1422"/>
                <w:tab w:val="right" w:pos="28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277F1E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ab/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066026">
        <w:tc>
          <w:tcPr>
            <w:tcW w:w="1080" w:type="dxa"/>
            <w:vMerge w:val="restart"/>
          </w:tcPr>
          <w:p w:rsidR="002032EB" w:rsidRPr="0006602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66026" w:rsidRDefault="002032EB" w:rsidP="005A6AF6">
            <w:pPr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Егоров О.В.</w:t>
            </w:r>
          </w:p>
        </w:tc>
        <w:tc>
          <w:tcPr>
            <w:tcW w:w="1800" w:type="dxa"/>
            <w:vMerge w:val="restart"/>
          </w:tcPr>
          <w:p w:rsidR="002032EB" w:rsidRPr="00066026" w:rsidRDefault="002032EB" w:rsidP="005A6AF6">
            <w:pPr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Заместитель начальника отдела</w:t>
            </w:r>
          </w:p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409 394,45</w:t>
            </w:r>
          </w:p>
        </w:tc>
        <w:tc>
          <w:tcPr>
            <w:tcW w:w="3060" w:type="dxa"/>
            <w:gridSpan w:val="2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Квартира</w:t>
            </w:r>
          </w:p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 xml:space="preserve"> (общая долевая)</w:t>
            </w:r>
          </w:p>
        </w:tc>
        <w:tc>
          <w:tcPr>
            <w:tcW w:w="1440" w:type="dxa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49,7</w:t>
            </w:r>
          </w:p>
        </w:tc>
        <w:tc>
          <w:tcPr>
            <w:tcW w:w="1800" w:type="dxa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Автомобиль легковой  ДЭУ НЭКСИА (индивидуальная)</w:t>
            </w:r>
          </w:p>
        </w:tc>
      </w:tr>
      <w:tr w:rsidR="002032EB" w:rsidRPr="00066026">
        <w:tc>
          <w:tcPr>
            <w:tcW w:w="1080" w:type="dxa"/>
            <w:vMerge/>
          </w:tcPr>
          <w:p w:rsidR="002032EB" w:rsidRPr="0006602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6602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6602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Квартира</w:t>
            </w:r>
          </w:p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800" w:type="dxa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66026">
        <w:tc>
          <w:tcPr>
            <w:tcW w:w="1080" w:type="dxa"/>
            <w:vMerge/>
          </w:tcPr>
          <w:p w:rsidR="002032EB" w:rsidRPr="0006602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66026" w:rsidRDefault="002032EB" w:rsidP="005A6AF6">
            <w:pPr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120 000</w:t>
            </w:r>
          </w:p>
        </w:tc>
        <w:tc>
          <w:tcPr>
            <w:tcW w:w="3060" w:type="dxa"/>
            <w:gridSpan w:val="2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Квартира</w:t>
            </w:r>
          </w:p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 xml:space="preserve"> (общая долевая)</w:t>
            </w:r>
          </w:p>
        </w:tc>
        <w:tc>
          <w:tcPr>
            <w:tcW w:w="1440" w:type="dxa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49,7</w:t>
            </w:r>
          </w:p>
        </w:tc>
        <w:tc>
          <w:tcPr>
            <w:tcW w:w="1800" w:type="dxa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-</w:t>
            </w:r>
          </w:p>
        </w:tc>
      </w:tr>
      <w:tr w:rsidR="002032EB" w:rsidRPr="00066026">
        <w:tc>
          <w:tcPr>
            <w:tcW w:w="1080" w:type="dxa"/>
            <w:vMerge/>
          </w:tcPr>
          <w:p w:rsidR="002032EB" w:rsidRPr="0006602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6602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Квартира</w:t>
            </w:r>
          </w:p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(безвозмездное пользование )</w:t>
            </w:r>
          </w:p>
        </w:tc>
        <w:tc>
          <w:tcPr>
            <w:tcW w:w="1440" w:type="dxa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800" w:type="dxa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66026">
        <w:tc>
          <w:tcPr>
            <w:tcW w:w="1080" w:type="dxa"/>
            <w:vMerge/>
          </w:tcPr>
          <w:p w:rsidR="002032EB" w:rsidRPr="0006602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66026" w:rsidRDefault="002032EB" w:rsidP="005A6AF6">
            <w:pPr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Квартира</w:t>
            </w:r>
          </w:p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(безвозмездное пользование )</w:t>
            </w:r>
          </w:p>
        </w:tc>
        <w:tc>
          <w:tcPr>
            <w:tcW w:w="1440" w:type="dxa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800" w:type="dxa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66026" w:rsidRDefault="002032EB" w:rsidP="005A6AF6">
            <w:pPr>
              <w:jc w:val="center"/>
              <w:rPr>
                <w:sz w:val="22"/>
                <w:szCs w:val="22"/>
              </w:rPr>
            </w:pPr>
            <w:r w:rsidRPr="00066026">
              <w:rPr>
                <w:sz w:val="22"/>
                <w:szCs w:val="22"/>
              </w:rPr>
              <w:t>-</w:t>
            </w:r>
          </w:p>
        </w:tc>
      </w:tr>
      <w:tr w:rsidR="002032EB" w:rsidRPr="00181F4B">
        <w:tc>
          <w:tcPr>
            <w:tcW w:w="1080" w:type="dxa"/>
            <w:vMerge w:val="restart"/>
          </w:tcPr>
          <w:p w:rsidR="002032EB" w:rsidRPr="00181F4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81F4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Стрельникова Е.М.</w:t>
            </w:r>
          </w:p>
        </w:tc>
        <w:tc>
          <w:tcPr>
            <w:tcW w:w="1800" w:type="dxa"/>
          </w:tcPr>
          <w:p w:rsidR="002032EB" w:rsidRPr="00181F4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181F4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463 949.57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81F4B" w:rsidRDefault="002032EB" w:rsidP="005A6AF6">
            <w:pPr>
              <w:jc w:val="center"/>
              <w:rPr>
                <w:sz w:val="22"/>
                <w:szCs w:val="22"/>
              </w:rPr>
            </w:pPr>
            <w:r w:rsidRPr="00181F4B">
              <w:rPr>
                <w:sz w:val="22"/>
                <w:szCs w:val="22"/>
              </w:rPr>
              <w:t>Автомобиль легковой  Шевроле Авео (индивидуальная)</w:t>
            </w:r>
          </w:p>
        </w:tc>
      </w:tr>
      <w:tr w:rsidR="002032EB" w:rsidRPr="00181F4B">
        <w:tc>
          <w:tcPr>
            <w:tcW w:w="1080" w:type="dxa"/>
            <w:vMerge/>
          </w:tcPr>
          <w:p w:rsidR="002032EB" w:rsidRPr="00181F4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318 457,16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181F4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181F4B">
        <w:tc>
          <w:tcPr>
            <w:tcW w:w="1080" w:type="dxa"/>
            <w:vMerge/>
          </w:tcPr>
          <w:p w:rsidR="002032EB" w:rsidRPr="00181F4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181F4B">
        <w:tc>
          <w:tcPr>
            <w:tcW w:w="1080" w:type="dxa"/>
            <w:vMerge/>
          </w:tcPr>
          <w:p w:rsidR="002032EB" w:rsidRPr="00181F4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181F4B">
        <w:tc>
          <w:tcPr>
            <w:tcW w:w="1080" w:type="dxa"/>
            <w:vMerge/>
          </w:tcPr>
          <w:p w:rsidR="002032EB" w:rsidRPr="00181F4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610257">
        <w:tc>
          <w:tcPr>
            <w:tcW w:w="1080" w:type="dxa"/>
            <w:vMerge w:val="restart"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Сидорчук Ю.А.</w:t>
            </w:r>
          </w:p>
        </w:tc>
        <w:tc>
          <w:tcPr>
            <w:tcW w:w="1800" w:type="dxa"/>
            <w:vMerge w:val="restart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514 355,13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 xml:space="preserve"> (общая долевая)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Черри Кимо (индивидуальная)</w:t>
            </w: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397 117,40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 xml:space="preserve"> (общая долевая)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 xml:space="preserve"> (общая долевая)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</w:tr>
      <w:tr w:rsidR="002032EB" w:rsidRPr="00610257">
        <w:tc>
          <w:tcPr>
            <w:tcW w:w="1080" w:type="dxa"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Сухоруков С.Н.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918 244.36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610257">
              <w:rPr>
                <w:sz w:val="22"/>
                <w:szCs w:val="22"/>
              </w:rPr>
              <w:t>омната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61025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Мерседес Бенц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765"/>
        </w:trPr>
        <w:tc>
          <w:tcPr>
            <w:tcW w:w="1080" w:type="dxa"/>
            <w:vMerge w:val="restart"/>
          </w:tcPr>
          <w:p w:rsidR="002032EB" w:rsidRPr="00E6251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62514" w:rsidRDefault="002032EB" w:rsidP="005A6AF6">
            <w:pPr>
              <w:rPr>
                <w:sz w:val="22"/>
                <w:szCs w:val="22"/>
              </w:rPr>
            </w:pPr>
            <w:r w:rsidRPr="00E62514">
              <w:rPr>
                <w:sz w:val="22"/>
                <w:szCs w:val="22"/>
              </w:rPr>
              <w:t>Столбов А.С.</w:t>
            </w:r>
          </w:p>
        </w:tc>
        <w:tc>
          <w:tcPr>
            <w:tcW w:w="1800" w:type="dxa"/>
          </w:tcPr>
          <w:p w:rsidR="002032EB" w:rsidRPr="00E62514" w:rsidRDefault="002032EB" w:rsidP="005A6AF6">
            <w:pPr>
              <w:rPr>
                <w:sz w:val="22"/>
                <w:szCs w:val="22"/>
              </w:rPr>
            </w:pPr>
            <w:r w:rsidRPr="00E62514">
              <w:rPr>
                <w:sz w:val="22"/>
                <w:szCs w:val="22"/>
              </w:rPr>
              <w:t>Старший инженер</w:t>
            </w:r>
          </w:p>
        </w:tc>
        <w:tc>
          <w:tcPr>
            <w:tcW w:w="1620" w:type="dxa"/>
          </w:tcPr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>381 335,79</w:t>
            </w:r>
          </w:p>
        </w:tc>
        <w:tc>
          <w:tcPr>
            <w:tcW w:w="3060" w:type="dxa"/>
            <w:gridSpan w:val="2"/>
          </w:tcPr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>Квартира</w:t>
            </w:r>
          </w:p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 xml:space="preserve"> (безвозмездное пользование)</w:t>
            </w:r>
          </w:p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>68,0</w:t>
            </w:r>
          </w:p>
        </w:tc>
        <w:tc>
          <w:tcPr>
            <w:tcW w:w="1800" w:type="dxa"/>
          </w:tcPr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>Россия</w:t>
            </w:r>
          </w:p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 Куб</w:t>
            </w:r>
          </w:p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32814" w:rsidRDefault="002032EB" w:rsidP="005A6AF6">
            <w:pPr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213 919,54</w:t>
            </w:r>
          </w:p>
        </w:tc>
        <w:tc>
          <w:tcPr>
            <w:tcW w:w="3060" w:type="dxa"/>
            <w:gridSpan w:val="2"/>
          </w:tcPr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 xml:space="preserve">Квартира </w:t>
            </w:r>
          </w:p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>(на период службы супруга)</w:t>
            </w:r>
          </w:p>
        </w:tc>
        <w:tc>
          <w:tcPr>
            <w:tcW w:w="1440" w:type="dxa"/>
          </w:tcPr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32814" w:rsidRDefault="002032EB" w:rsidP="005A6AF6">
            <w:pPr>
              <w:jc w:val="center"/>
              <w:rPr>
                <w:sz w:val="22"/>
                <w:szCs w:val="22"/>
              </w:rPr>
            </w:pPr>
            <w:r w:rsidRPr="00F32814">
              <w:rPr>
                <w:sz w:val="22"/>
                <w:szCs w:val="22"/>
              </w:rPr>
              <w:t>-</w:t>
            </w:r>
          </w:p>
        </w:tc>
      </w:tr>
      <w:tr w:rsidR="002032EB" w:rsidRPr="00492A80">
        <w:tc>
          <w:tcPr>
            <w:tcW w:w="1080" w:type="dxa"/>
            <w:vMerge w:val="restart"/>
          </w:tcPr>
          <w:p w:rsidR="002032EB" w:rsidRPr="00492A80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Ячин А.В.</w:t>
            </w:r>
          </w:p>
        </w:tc>
        <w:tc>
          <w:tcPr>
            <w:tcW w:w="1800" w:type="dxa"/>
            <w:vMerge w:val="restart"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440 435,37</w:t>
            </w:r>
          </w:p>
        </w:tc>
        <w:tc>
          <w:tcPr>
            <w:tcW w:w="306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 xml:space="preserve">Квартира 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Тойота Королла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492A80">
        <w:tc>
          <w:tcPr>
            <w:tcW w:w="1080" w:type="dxa"/>
            <w:vMerge/>
          </w:tcPr>
          <w:p w:rsidR="002032EB" w:rsidRPr="00492A80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 xml:space="preserve">Квартира 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92A8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130,30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492A80">
        <w:tc>
          <w:tcPr>
            <w:tcW w:w="1080" w:type="dxa"/>
            <w:vMerge/>
          </w:tcPr>
          <w:p w:rsidR="002032EB" w:rsidRPr="00492A80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238 036,68</w:t>
            </w:r>
          </w:p>
        </w:tc>
        <w:tc>
          <w:tcPr>
            <w:tcW w:w="306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 xml:space="preserve">Квартира 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92A8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130,30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</w:tr>
      <w:tr w:rsidR="002032EB" w:rsidRPr="00610257">
        <w:tc>
          <w:tcPr>
            <w:tcW w:w="1080" w:type="dxa"/>
            <w:vMerge w:val="restart"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Кочетов Е.А.</w:t>
            </w:r>
          </w:p>
        </w:tc>
        <w:tc>
          <w:tcPr>
            <w:tcW w:w="1800" w:type="dxa"/>
            <w:vMerge w:val="restart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444 898,47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 xml:space="preserve"> (общая долевая)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31,7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ВАЗ-21150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 xml:space="preserve">Гараж 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21,4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44,1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255 714,58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 xml:space="preserve">Квартира 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44,1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 xml:space="preserve"> (общая долевая)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31,7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44,1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492A80">
        <w:tc>
          <w:tcPr>
            <w:tcW w:w="1080" w:type="dxa"/>
            <w:vMerge w:val="restart"/>
          </w:tcPr>
          <w:p w:rsidR="002032EB" w:rsidRPr="00492A80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Михеев А.С.</w:t>
            </w:r>
          </w:p>
        </w:tc>
        <w:tc>
          <w:tcPr>
            <w:tcW w:w="1800" w:type="dxa"/>
            <w:vMerge w:val="restart"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506 574,00</w:t>
            </w:r>
          </w:p>
        </w:tc>
        <w:tc>
          <w:tcPr>
            <w:tcW w:w="306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Квартира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</w:tr>
      <w:tr w:rsidR="002032EB" w:rsidRPr="00492A80">
        <w:tc>
          <w:tcPr>
            <w:tcW w:w="1080" w:type="dxa"/>
            <w:vMerge/>
          </w:tcPr>
          <w:p w:rsidR="002032EB" w:rsidRPr="00492A80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Квартира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 xml:space="preserve"> (общая долевая)</w:t>
            </w:r>
          </w:p>
        </w:tc>
        <w:tc>
          <w:tcPr>
            <w:tcW w:w="144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492A80">
        <w:tc>
          <w:tcPr>
            <w:tcW w:w="1080" w:type="dxa"/>
            <w:vMerge/>
          </w:tcPr>
          <w:p w:rsidR="002032EB" w:rsidRPr="00492A80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Гараж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492A80">
        <w:tc>
          <w:tcPr>
            <w:tcW w:w="1080" w:type="dxa"/>
            <w:vMerge/>
          </w:tcPr>
          <w:p w:rsidR="002032EB" w:rsidRPr="00492A80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83 972,64</w:t>
            </w:r>
          </w:p>
        </w:tc>
        <w:tc>
          <w:tcPr>
            <w:tcW w:w="306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Квартира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</w:tr>
      <w:tr w:rsidR="002032EB" w:rsidRPr="00492A80">
        <w:tc>
          <w:tcPr>
            <w:tcW w:w="1080" w:type="dxa"/>
            <w:vMerge/>
          </w:tcPr>
          <w:p w:rsidR="002032EB" w:rsidRPr="00492A80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Квартира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</w:tr>
      <w:tr w:rsidR="002032EB" w:rsidRPr="00492A80">
        <w:tc>
          <w:tcPr>
            <w:tcW w:w="1080" w:type="dxa"/>
            <w:vMerge/>
          </w:tcPr>
          <w:p w:rsidR="002032EB" w:rsidRPr="00492A80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Квартира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</w:tr>
      <w:tr w:rsidR="002032EB" w:rsidRPr="00D55179">
        <w:tc>
          <w:tcPr>
            <w:tcW w:w="1080" w:type="dxa"/>
            <w:vMerge w:val="restart"/>
          </w:tcPr>
          <w:p w:rsidR="002032EB" w:rsidRPr="00D5517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55179" w:rsidRDefault="002032EB" w:rsidP="005A6AF6">
            <w:pPr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Проскуряков О.В.</w:t>
            </w:r>
          </w:p>
        </w:tc>
        <w:tc>
          <w:tcPr>
            <w:tcW w:w="1800" w:type="dxa"/>
            <w:vMerge w:val="restart"/>
          </w:tcPr>
          <w:p w:rsidR="002032EB" w:rsidRPr="00D55179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397 454,24</w:t>
            </w:r>
          </w:p>
        </w:tc>
        <w:tc>
          <w:tcPr>
            <w:tcW w:w="3060" w:type="dxa"/>
            <w:gridSpan w:val="2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Квартира</w:t>
            </w:r>
          </w:p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общая </w:t>
            </w:r>
            <w:r w:rsidRPr="00D55179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45,4</w:t>
            </w:r>
          </w:p>
        </w:tc>
        <w:tc>
          <w:tcPr>
            <w:tcW w:w="180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Автомобиль легковой ФИАТ АЛЬБЕА</w:t>
            </w:r>
          </w:p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55179">
        <w:tc>
          <w:tcPr>
            <w:tcW w:w="1080" w:type="dxa"/>
            <w:vMerge/>
          </w:tcPr>
          <w:p w:rsidR="002032EB" w:rsidRPr="00D5517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5517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80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55179">
        <w:tc>
          <w:tcPr>
            <w:tcW w:w="1080" w:type="dxa"/>
            <w:vMerge/>
          </w:tcPr>
          <w:p w:rsidR="002032EB" w:rsidRPr="00D5517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55179" w:rsidRDefault="002032EB" w:rsidP="005A6AF6">
            <w:pPr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Квартира</w:t>
            </w:r>
          </w:p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(безвозмездное п</w:t>
            </w:r>
            <w:r>
              <w:rPr>
                <w:sz w:val="22"/>
                <w:szCs w:val="22"/>
              </w:rPr>
              <w:t>о</w:t>
            </w:r>
            <w:r w:rsidRPr="00D55179">
              <w:rPr>
                <w:sz w:val="22"/>
                <w:szCs w:val="22"/>
              </w:rPr>
              <w:t>льзование)</w:t>
            </w:r>
          </w:p>
        </w:tc>
        <w:tc>
          <w:tcPr>
            <w:tcW w:w="144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45,4</w:t>
            </w:r>
          </w:p>
        </w:tc>
        <w:tc>
          <w:tcPr>
            <w:tcW w:w="180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-</w:t>
            </w:r>
          </w:p>
        </w:tc>
      </w:tr>
      <w:tr w:rsidR="002032EB" w:rsidRPr="00D55179">
        <w:tc>
          <w:tcPr>
            <w:tcW w:w="1080" w:type="dxa"/>
            <w:vMerge/>
          </w:tcPr>
          <w:p w:rsidR="002032EB" w:rsidRPr="00D5517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55179" w:rsidRDefault="002032EB" w:rsidP="005A6AF6">
            <w:pPr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Квартира</w:t>
            </w:r>
          </w:p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общая долевая</w:t>
            </w:r>
            <w:r w:rsidRPr="00D5517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45,4</w:t>
            </w:r>
          </w:p>
        </w:tc>
        <w:tc>
          <w:tcPr>
            <w:tcW w:w="180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-</w:t>
            </w:r>
          </w:p>
        </w:tc>
      </w:tr>
      <w:tr w:rsidR="002032EB" w:rsidRPr="00D55179">
        <w:tc>
          <w:tcPr>
            <w:tcW w:w="1080" w:type="dxa"/>
            <w:vMerge/>
          </w:tcPr>
          <w:p w:rsidR="002032EB" w:rsidRPr="00D5517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55179" w:rsidRDefault="002032EB" w:rsidP="005A6AF6">
            <w:pPr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Квартира</w:t>
            </w:r>
          </w:p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общая </w:t>
            </w:r>
            <w:r w:rsidRPr="00D55179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45,4</w:t>
            </w:r>
          </w:p>
        </w:tc>
        <w:tc>
          <w:tcPr>
            <w:tcW w:w="1800" w:type="dxa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55179" w:rsidRDefault="002032EB" w:rsidP="005A6AF6">
            <w:pPr>
              <w:jc w:val="center"/>
              <w:rPr>
                <w:sz w:val="22"/>
                <w:szCs w:val="22"/>
              </w:rPr>
            </w:pPr>
            <w:r w:rsidRPr="00D55179">
              <w:rPr>
                <w:sz w:val="22"/>
                <w:szCs w:val="22"/>
              </w:rPr>
              <w:t>-</w:t>
            </w:r>
          </w:p>
        </w:tc>
      </w:tr>
      <w:tr w:rsidR="002032EB" w:rsidRPr="00610257">
        <w:tc>
          <w:tcPr>
            <w:tcW w:w="1080" w:type="dxa"/>
            <w:vMerge w:val="restart"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Марченко Д.Н.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444 969,75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ВАЗ-21144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163 382,50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Садовый участок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600,0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</w:tr>
      <w:tr w:rsidR="002032EB" w:rsidRPr="00610257">
        <w:tc>
          <w:tcPr>
            <w:tcW w:w="1080" w:type="dxa"/>
            <w:vMerge/>
          </w:tcPr>
          <w:p w:rsidR="002032EB" w:rsidRPr="0061025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0257" w:rsidRDefault="002032EB" w:rsidP="005A6AF6">
            <w:pPr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Квартира</w:t>
            </w:r>
          </w:p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0257" w:rsidRDefault="002032EB" w:rsidP="005A6AF6">
            <w:pPr>
              <w:jc w:val="center"/>
              <w:rPr>
                <w:sz w:val="22"/>
                <w:szCs w:val="22"/>
              </w:rPr>
            </w:pPr>
            <w:r w:rsidRPr="00610257">
              <w:rPr>
                <w:sz w:val="22"/>
                <w:szCs w:val="22"/>
              </w:rPr>
              <w:t>-</w:t>
            </w:r>
          </w:p>
        </w:tc>
      </w:tr>
      <w:tr w:rsidR="002032EB" w:rsidRPr="00492A80">
        <w:tc>
          <w:tcPr>
            <w:tcW w:w="1080" w:type="dxa"/>
            <w:vMerge w:val="restart"/>
          </w:tcPr>
          <w:p w:rsidR="002032EB" w:rsidRPr="00492A80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Яджак С.И.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92A80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 426,69</w:t>
            </w:r>
          </w:p>
        </w:tc>
        <w:tc>
          <w:tcPr>
            <w:tcW w:w="306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492A80">
              <w:rPr>
                <w:sz w:val="22"/>
                <w:szCs w:val="22"/>
              </w:rPr>
              <w:t>вартира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492A8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17,2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Мазда-6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492A80">
        <w:tc>
          <w:tcPr>
            <w:tcW w:w="1080" w:type="dxa"/>
            <w:vMerge/>
          </w:tcPr>
          <w:p w:rsidR="002032EB" w:rsidRPr="00492A80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546 345,90</w:t>
            </w:r>
          </w:p>
        </w:tc>
        <w:tc>
          <w:tcPr>
            <w:tcW w:w="306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492A80">
              <w:rPr>
                <w:sz w:val="22"/>
                <w:szCs w:val="22"/>
              </w:rPr>
              <w:t>вартира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492A8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17,2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</w:tr>
      <w:tr w:rsidR="002032EB" w:rsidRPr="00492A80">
        <w:tc>
          <w:tcPr>
            <w:tcW w:w="1080" w:type="dxa"/>
            <w:vMerge/>
          </w:tcPr>
          <w:p w:rsidR="002032EB" w:rsidRPr="00492A80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92A80" w:rsidRDefault="002032EB" w:rsidP="005A6AF6">
            <w:pPr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6 720</w:t>
            </w:r>
          </w:p>
        </w:tc>
        <w:tc>
          <w:tcPr>
            <w:tcW w:w="306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 xml:space="preserve">Комната </w:t>
            </w:r>
          </w:p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(на период обучения)</w:t>
            </w:r>
          </w:p>
        </w:tc>
        <w:tc>
          <w:tcPr>
            <w:tcW w:w="144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92A80" w:rsidRDefault="002032EB" w:rsidP="005A6AF6">
            <w:pPr>
              <w:jc w:val="center"/>
              <w:rPr>
                <w:sz w:val="22"/>
                <w:szCs w:val="22"/>
              </w:rPr>
            </w:pPr>
            <w:r w:rsidRPr="00492A8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Чистяков Д.В.</w:t>
            </w:r>
          </w:p>
        </w:tc>
        <w:tc>
          <w:tcPr>
            <w:tcW w:w="1800" w:type="dxa"/>
            <w:vMerge w:val="restart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1 928 649,94</w:t>
            </w:r>
          </w:p>
        </w:tc>
        <w:tc>
          <w:tcPr>
            <w:tcW w:w="306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Квартира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43,3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Шевролет Нива 21230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Квартира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102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143 070,83</w:t>
            </w:r>
          </w:p>
        </w:tc>
        <w:tc>
          <w:tcPr>
            <w:tcW w:w="306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Квартира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Квартира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105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A36D7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Шарова М.С.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Начальник группы</w:t>
            </w:r>
          </w:p>
        </w:tc>
        <w:tc>
          <w:tcPr>
            <w:tcW w:w="162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382 257,25</w:t>
            </w:r>
          </w:p>
        </w:tc>
        <w:tc>
          <w:tcPr>
            <w:tcW w:w="306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Квартира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36D7C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66,7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ВАЗ 21099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36D7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Квартира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36D7C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66,7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Гридин И.С.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Старший инженер</w:t>
            </w:r>
          </w:p>
        </w:tc>
        <w:tc>
          <w:tcPr>
            <w:tcW w:w="162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255 125,1</w:t>
            </w:r>
          </w:p>
        </w:tc>
        <w:tc>
          <w:tcPr>
            <w:tcW w:w="306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Квартира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674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Исупова Н.Б.</w:t>
            </w:r>
          </w:p>
        </w:tc>
        <w:tc>
          <w:tcPr>
            <w:tcW w:w="1800" w:type="dxa"/>
            <w:vMerge w:val="restart"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458 990</w:t>
            </w:r>
            <w:r w:rsidRPr="003674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52</w:t>
            </w:r>
          </w:p>
        </w:tc>
        <w:tc>
          <w:tcPr>
            <w:tcW w:w="306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Квартира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Тойота Ярис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674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Земельный участок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674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Гараж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17,7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674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-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484 437,17</w:t>
            </w:r>
          </w:p>
        </w:tc>
        <w:tc>
          <w:tcPr>
            <w:tcW w:w="306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Квартира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-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674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Гараж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786"/>
        </w:trPr>
        <w:tc>
          <w:tcPr>
            <w:tcW w:w="1080" w:type="dxa"/>
            <w:vMerge w:val="restart"/>
          </w:tcPr>
          <w:p w:rsidR="002032EB" w:rsidRPr="00A36D7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Юровский С.Л.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Старший инженер</w:t>
            </w:r>
          </w:p>
        </w:tc>
        <w:tc>
          <w:tcPr>
            <w:tcW w:w="162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875 715,3</w:t>
            </w:r>
          </w:p>
        </w:tc>
        <w:tc>
          <w:tcPr>
            <w:tcW w:w="306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Квартира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A36D7C">
              <w:rPr>
                <w:sz w:val="22"/>
                <w:szCs w:val="22"/>
                <w:lang w:val="en-US"/>
              </w:rPr>
              <w:t>Mitsubishi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36D7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Квартира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A36D7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Квартира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A36D7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Квартира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A36D7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Габбасов М.М.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397 964,81</w:t>
            </w:r>
          </w:p>
        </w:tc>
        <w:tc>
          <w:tcPr>
            <w:tcW w:w="306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Квартира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47,3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ВАЗ 21120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36D7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90 521,32</w:t>
            </w:r>
          </w:p>
        </w:tc>
        <w:tc>
          <w:tcPr>
            <w:tcW w:w="306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Квартира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47,3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36D7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Квартира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47,3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Васильев А.И.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401 018,92</w:t>
            </w: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110 227,76</w:t>
            </w: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Горбунов В.Е.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444 218,</w:t>
            </w:r>
            <w:r w:rsidRPr="00961576">
              <w:rPr>
                <w:sz w:val="22"/>
                <w:szCs w:val="22"/>
              </w:rPr>
              <w:t>1</w:t>
            </w: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36,7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193 722,7</w:t>
            </w: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36,7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Балакин А.П.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407 787,88</w:t>
            </w: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961576">
              <w:rPr>
                <w:sz w:val="22"/>
                <w:szCs w:val="22"/>
              </w:rPr>
              <w:t>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 Логан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178 657,09</w:t>
            </w: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D7541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7541" w:rsidRDefault="002032EB" w:rsidP="005A6AF6">
            <w:pPr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Зацепин А.В.</w:t>
            </w:r>
          </w:p>
        </w:tc>
        <w:tc>
          <w:tcPr>
            <w:tcW w:w="1800" w:type="dxa"/>
          </w:tcPr>
          <w:p w:rsidR="002032EB" w:rsidRPr="007D7541" w:rsidRDefault="002032EB" w:rsidP="005A6AF6">
            <w:pPr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439 158,5</w:t>
            </w:r>
          </w:p>
        </w:tc>
        <w:tc>
          <w:tcPr>
            <w:tcW w:w="3060" w:type="dxa"/>
            <w:gridSpan w:val="2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Квартира</w:t>
            </w:r>
          </w:p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Рено</w:t>
            </w:r>
          </w:p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D7541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7541" w:rsidRDefault="002032EB" w:rsidP="005A6AF6">
            <w:pPr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485 539, 35</w:t>
            </w:r>
          </w:p>
        </w:tc>
        <w:tc>
          <w:tcPr>
            <w:tcW w:w="3060" w:type="dxa"/>
            <w:gridSpan w:val="2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Квартира</w:t>
            </w:r>
          </w:p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D7541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7541" w:rsidRDefault="002032EB" w:rsidP="005A6AF6">
            <w:pPr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Квартира</w:t>
            </w:r>
          </w:p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D7541" w:rsidRDefault="002032EB" w:rsidP="005A6AF6">
            <w:pPr>
              <w:jc w:val="center"/>
              <w:rPr>
                <w:sz w:val="22"/>
                <w:szCs w:val="22"/>
              </w:rPr>
            </w:pPr>
            <w:r w:rsidRPr="007D754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46D8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Артемова И.В.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418 793,78</w:t>
            </w:r>
          </w:p>
        </w:tc>
        <w:tc>
          <w:tcPr>
            <w:tcW w:w="306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Квартира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146D8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87,1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46D8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407 671, 51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Квартира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146D8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  <w:vMerge w:val="restart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87,1</w:t>
            </w:r>
          </w:p>
        </w:tc>
        <w:tc>
          <w:tcPr>
            <w:tcW w:w="1800" w:type="dxa"/>
            <w:vMerge w:val="restart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146D8A"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 w:rsidRPr="00146D8A">
              <w:rPr>
                <w:sz w:val="22"/>
                <w:szCs w:val="22"/>
              </w:rPr>
              <w:t xml:space="preserve"> </w:t>
            </w:r>
            <w:r w:rsidRPr="00146D8A">
              <w:rPr>
                <w:sz w:val="22"/>
                <w:szCs w:val="22"/>
                <w:lang w:val="en-US"/>
              </w:rPr>
              <w:t>ECHO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46D8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146D8A"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 w:rsidRPr="00146D8A">
              <w:rPr>
                <w:sz w:val="22"/>
                <w:szCs w:val="22"/>
              </w:rPr>
              <w:t xml:space="preserve"> </w:t>
            </w:r>
            <w:r w:rsidRPr="00146D8A">
              <w:rPr>
                <w:sz w:val="22"/>
                <w:szCs w:val="22"/>
                <w:lang w:val="en-US"/>
              </w:rPr>
              <w:t>CYNOS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46D8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Широков П.О.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378 723,4</w:t>
            </w:r>
          </w:p>
        </w:tc>
        <w:tc>
          <w:tcPr>
            <w:tcW w:w="306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Квартира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46D8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178 838</w:t>
            </w:r>
          </w:p>
        </w:tc>
        <w:tc>
          <w:tcPr>
            <w:tcW w:w="306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Квартира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Шушарина Н.М.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368 742,3</w:t>
            </w: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Квартира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38,5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0352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Паньков В.С.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437 593,14</w:t>
            </w:r>
          </w:p>
        </w:tc>
        <w:tc>
          <w:tcPr>
            <w:tcW w:w="306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Квартира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54,5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ХОНДА</w:t>
            </w:r>
            <w:r>
              <w:rPr>
                <w:sz w:val="22"/>
                <w:szCs w:val="22"/>
              </w:rPr>
              <w:t xml:space="preserve"> Цивин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0352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165 496,53</w:t>
            </w:r>
          </w:p>
        </w:tc>
        <w:tc>
          <w:tcPr>
            <w:tcW w:w="306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Квартира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54,5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 xml:space="preserve">Автомобиль легковой  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Шевроле Авео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0352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Квартира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54,5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3674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Сивкова Л.И.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 xml:space="preserve">Старший </w:t>
            </w:r>
            <w:r>
              <w:rPr>
                <w:sz w:val="22"/>
                <w:szCs w:val="22"/>
              </w:rPr>
              <w:t>специалист</w:t>
            </w:r>
          </w:p>
        </w:tc>
        <w:tc>
          <w:tcPr>
            <w:tcW w:w="162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443 355,96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квартира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36745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40,4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0352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Кульженков Е.В.</w:t>
            </w:r>
          </w:p>
        </w:tc>
        <w:tc>
          <w:tcPr>
            <w:tcW w:w="1800" w:type="dxa"/>
            <w:vMerge w:val="restart"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398 620,</w:t>
            </w:r>
            <w:r w:rsidRPr="00D0352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06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Земельный участок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</w:t>
            </w:r>
            <w:r w:rsidRPr="00D0352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692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Автомобиль легковой  ВАЗ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0352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Квартира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64.8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516"/>
        </w:trPr>
        <w:tc>
          <w:tcPr>
            <w:tcW w:w="1080" w:type="dxa"/>
            <w:vMerge/>
          </w:tcPr>
          <w:p w:rsidR="002032EB" w:rsidRPr="00D0352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07 978,15</w:t>
            </w:r>
          </w:p>
        </w:tc>
        <w:tc>
          <w:tcPr>
            <w:tcW w:w="306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Квартира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</w:t>
            </w:r>
            <w:r w:rsidRPr="00D0352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64.8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0352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Квартира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64,8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Попенов Е.В.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Старший инженер</w:t>
            </w:r>
          </w:p>
        </w:tc>
        <w:tc>
          <w:tcPr>
            <w:tcW w:w="162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381 983,29</w:t>
            </w: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Квартира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Автомобиль легковой  Ситроен</w:t>
            </w:r>
            <w:r>
              <w:rPr>
                <w:sz w:val="22"/>
                <w:szCs w:val="22"/>
              </w:rPr>
              <w:t xml:space="preserve"> Кеара Пикассо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105 000</w:t>
            </w: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 xml:space="preserve">Квартира 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12667B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Квартира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Квартира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Квартира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Гулин Ю.Н.</w:t>
            </w:r>
          </w:p>
        </w:tc>
        <w:tc>
          <w:tcPr>
            <w:tcW w:w="1800" w:type="dxa"/>
            <w:vMerge w:val="restart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Pr="005E0A1C">
              <w:rPr>
                <w:sz w:val="22"/>
                <w:szCs w:val="22"/>
              </w:rPr>
              <w:t xml:space="preserve"> отдела</w:t>
            </w:r>
          </w:p>
        </w:tc>
        <w:tc>
          <w:tcPr>
            <w:tcW w:w="1620" w:type="dxa"/>
            <w:vMerge w:val="restart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E0A1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0 547,26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Квартира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vMerge w:val="restart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51,2</w:t>
            </w:r>
          </w:p>
        </w:tc>
        <w:tc>
          <w:tcPr>
            <w:tcW w:w="1800" w:type="dxa"/>
            <w:vMerge w:val="restart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Автомобиль легковой  ВАЗ 21310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Автомобиль легковой  ВАЗ 21043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Автоприцеп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ЧМЗАП 81241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5E0A1C">
              <w:rPr>
                <w:sz w:val="22"/>
                <w:szCs w:val="22"/>
              </w:rPr>
              <w:t>0 000</w:t>
            </w:r>
          </w:p>
        </w:tc>
        <w:tc>
          <w:tcPr>
            <w:tcW w:w="306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Земельный участок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2645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 xml:space="preserve">Жилой дом 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172,5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Квартира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5E0A1C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Квартира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51,2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674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Сивков А.Н.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401 826 ,0</w:t>
            </w:r>
            <w:r w:rsidRPr="00367459">
              <w:rPr>
                <w:sz w:val="22"/>
                <w:szCs w:val="22"/>
              </w:rPr>
              <w:t>7</w:t>
            </w:r>
          </w:p>
        </w:tc>
        <w:tc>
          <w:tcPr>
            <w:tcW w:w="306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Квартира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58,8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674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114 212</w:t>
            </w:r>
          </w:p>
        </w:tc>
        <w:tc>
          <w:tcPr>
            <w:tcW w:w="306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Квартира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58,8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Анисимов Д.И.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Старший инженер</w:t>
            </w:r>
          </w:p>
        </w:tc>
        <w:tc>
          <w:tcPr>
            <w:tcW w:w="162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399 519,17</w:t>
            </w:r>
          </w:p>
        </w:tc>
        <w:tc>
          <w:tcPr>
            <w:tcW w:w="306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Квартира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Квартира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E0A1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E0A1C" w:rsidRDefault="002032EB" w:rsidP="005A6AF6">
            <w:pPr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Квартира</w:t>
            </w:r>
          </w:p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E0A1C" w:rsidRDefault="002032EB" w:rsidP="005A6AF6">
            <w:pPr>
              <w:jc w:val="center"/>
              <w:rPr>
                <w:sz w:val="22"/>
                <w:szCs w:val="22"/>
              </w:rPr>
            </w:pPr>
            <w:r w:rsidRPr="005E0A1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Щепетнов П.А.</w:t>
            </w:r>
          </w:p>
        </w:tc>
        <w:tc>
          <w:tcPr>
            <w:tcW w:w="1800" w:type="dxa"/>
            <w:vMerge w:val="restart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438 234,89</w:t>
            </w: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  <w:r w:rsidRPr="0012667B">
              <w:rPr>
                <w:sz w:val="22"/>
                <w:szCs w:val="22"/>
              </w:rPr>
              <w:t xml:space="preserve"> участок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300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Гараж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Квартира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119 479,68</w:t>
            </w: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Квартира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Квартира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46D8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Малюгин Е.А.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507 656,</w:t>
            </w:r>
            <w:r w:rsidRPr="00146D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06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 xml:space="preserve">Квартира 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83,5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46D8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448 7</w:t>
            </w:r>
            <w:r w:rsidRPr="00146D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0,59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Квартира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83,5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Автомобиль легковой  НИССАН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46D8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 xml:space="preserve">Квартира 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83,5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46D8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46D8A" w:rsidRDefault="002032EB" w:rsidP="005A6AF6">
            <w:pPr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 xml:space="preserve">Квартира </w:t>
            </w:r>
          </w:p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146D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83,5</w:t>
            </w:r>
          </w:p>
        </w:tc>
        <w:tc>
          <w:tcPr>
            <w:tcW w:w="1800" w:type="dxa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46D8A" w:rsidRDefault="002032EB" w:rsidP="005A6AF6">
            <w:pPr>
              <w:jc w:val="center"/>
              <w:rPr>
                <w:sz w:val="22"/>
                <w:szCs w:val="22"/>
              </w:rPr>
            </w:pPr>
            <w:r w:rsidRPr="00146D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Коваленко П.Г.</w:t>
            </w:r>
          </w:p>
        </w:tc>
        <w:tc>
          <w:tcPr>
            <w:tcW w:w="1800" w:type="dxa"/>
            <w:vMerge w:val="restart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524 945,05</w:t>
            </w: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39.9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58,6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214 125,44</w:t>
            </w: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961576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58,6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Автомобиль легковой  Форд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58,6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6157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1576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Квартира</w:t>
            </w:r>
          </w:p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58,6</w:t>
            </w:r>
          </w:p>
        </w:tc>
        <w:tc>
          <w:tcPr>
            <w:tcW w:w="1800" w:type="dxa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61576" w:rsidRDefault="002032EB" w:rsidP="005A6AF6">
            <w:pPr>
              <w:jc w:val="center"/>
              <w:rPr>
                <w:sz w:val="22"/>
                <w:szCs w:val="22"/>
              </w:rPr>
            </w:pPr>
            <w:r w:rsidRPr="009615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Карпань Л.Ю.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357 859,5</w:t>
            </w: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Квартира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12667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266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2667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</w:t>
            </w:r>
          </w:p>
        </w:tc>
        <w:tc>
          <w:tcPr>
            <w:tcW w:w="306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Квартира</w:t>
            </w:r>
          </w:p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12667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2667B" w:rsidRDefault="002032EB" w:rsidP="005A6AF6">
            <w:pPr>
              <w:jc w:val="center"/>
              <w:rPr>
                <w:sz w:val="22"/>
                <w:szCs w:val="22"/>
              </w:rPr>
            </w:pPr>
            <w:r w:rsidRPr="0012667B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759"/>
        </w:trPr>
        <w:tc>
          <w:tcPr>
            <w:tcW w:w="1080" w:type="dxa"/>
            <w:vMerge w:val="restart"/>
          </w:tcPr>
          <w:p w:rsidR="002032EB" w:rsidRPr="003674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Думенко Е.С.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388 081,84</w:t>
            </w:r>
          </w:p>
        </w:tc>
        <w:tc>
          <w:tcPr>
            <w:tcW w:w="306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квартира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36745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Автомобиль легковой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ВАЗ  11183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759"/>
        </w:trPr>
        <w:tc>
          <w:tcPr>
            <w:tcW w:w="1080" w:type="dxa"/>
            <w:vMerge/>
          </w:tcPr>
          <w:p w:rsidR="002032EB" w:rsidRPr="003674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415 162,3</w:t>
            </w:r>
            <w:r w:rsidRPr="00367459">
              <w:rPr>
                <w:sz w:val="22"/>
                <w:szCs w:val="22"/>
              </w:rPr>
              <w:t>1</w:t>
            </w:r>
          </w:p>
        </w:tc>
        <w:tc>
          <w:tcPr>
            <w:tcW w:w="306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квартира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36745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Автомобиль легковой  Рено Меган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567"/>
        </w:trPr>
        <w:tc>
          <w:tcPr>
            <w:tcW w:w="1080" w:type="dxa"/>
            <w:vMerge/>
          </w:tcPr>
          <w:p w:rsidR="002032EB" w:rsidRPr="003674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67459" w:rsidRDefault="002032EB" w:rsidP="005A6AF6">
            <w:pPr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Квартира</w:t>
            </w:r>
          </w:p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36745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00" w:type="dxa"/>
          </w:tcPr>
          <w:p w:rsidR="002032EB" w:rsidRPr="00367459" w:rsidRDefault="002032EB" w:rsidP="005A6AF6">
            <w:pPr>
              <w:jc w:val="center"/>
              <w:rPr>
                <w:sz w:val="22"/>
                <w:szCs w:val="22"/>
              </w:rPr>
            </w:pPr>
            <w:r w:rsidRPr="003674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Уварова А.В.</w:t>
            </w:r>
          </w:p>
        </w:tc>
        <w:tc>
          <w:tcPr>
            <w:tcW w:w="1800" w:type="dxa"/>
            <w:vMerge w:val="restart"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276 525,34</w:t>
            </w: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Квартира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703CFD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62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Квартира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624 352</w:t>
            </w: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Земельный участок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520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 xml:space="preserve">Автомобиль легковой  </w:t>
            </w:r>
            <w:r>
              <w:rPr>
                <w:sz w:val="22"/>
                <w:szCs w:val="22"/>
              </w:rPr>
              <w:t>Нисан Примера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Дача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Гараж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31,9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Гараж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Квартира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Квартира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Филинчук А.В.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116 043,9</w:t>
            </w:r>
            <w:r w:rsidRPr="0062646A">
              <w:rPr>
                <w:sz w:val="22"/>
                <w:szCs w:val="22"/>
              </w:rPr>
              <w:t>3</w:t>
            </w:r>
          </w:p>
        </w:tc>
        <w:tc>
          <w:tcPr>
            <w:tcW w:w="306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Квартира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6264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494 000</w:t>
            </w:r>
          </w:p>
        </w:tc>
        <w:tc>
          <w:tcPr>
            <w:tcW w:w="306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Квартира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62646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Автомобиль легковой  Шевролет</w:t>
            </w:r>
            <w:r>
              <w:rPr>
                <w:sz w:val="22"/>
                <w:szCs w:val="22"/>
              </w:rPr>
              <w:t xml:space="preserve"> Лачетти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Квартира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Квартира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Квартира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Исма</w:t>
            </w:r>
            <w:r>
              <w:rPr>
                <w:sz w:val="22"/>
                <w:szCs w:val="22"/>
              </w:rPr>
              <w:t>г</w:t>
            </w:r>
            <w:r w:rsidRPr="0062646A">
              <w:rPr>
                <w:sz w:val="22"/>
                <w:szCs w:val="22"/>
              </w:rPr>
              <w:t>илова Э.Р.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263 656,36</w:t>
            </w:r>
          </w:p>
        </w:tc>
        <w:tc>
          <w:tcPr>
            <w:tcW w:w="306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Квартира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56,5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Кравчук И.В.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210 137,29</w:t>
            </w:r>
          </w:p>
        </w:tc>
        <w:tc>
          <w:tcPr>
            <w:tcW w:w="3060" w:type="dxa"/>
            <w:gridSpan w:val="2"/>
          </w:tcPr>
          <w:p w:rsidR="002032EB" w:rsidRPr="00923FDA" w:rsidRDefault="002032EB" w:rsidP="005A6AF6">
            <w:pPr>
              <w:tabs>
                <w:tab w:val="center" w:pos="1332"/>
                <w:tab w:val="right" w:pos="2664"/>
              </w:tabs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ab/>
              <w:t>Квартира</w:t>
            </w:r>
            <w:r w:rsidRPr="00923FDA">
              <w:rPr>
                <w:sz w:val="22"/>
                <w:szCs w:val="22"/>
              </w:rPr>
              <w:tab/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33,4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 xml:space="preserve">Деу Нексия 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24 000</w:t>
            </w:r>
          </w:p>
        </w:tc>
        <w:tc>
          <w:tcPr>
            <w:tcW w:w="3060" w:type="dxa"/>
            <w:gridSpan w:val="2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Квартира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33,4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23FDA" w:rsidRDefault="002032EB" w:rsidP="005A6AF6">
            <w:pPr>
              <w:tabs>
                <w:tab w:val="center" w:pos="1332"/>
                <w:tab w:val="right" w:pos="2664"/>
              </w:tabs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ab/>
              <w:t>Квартира</w:t>
            </w:r>
            <w:r w:rsidRPr="00923FDA">
              <w:rPr>
                <w:sz w:val="22"/>
                <w:szCs w:val="22"/>
              </w:rPr>
              <w:tab/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33,4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23FD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Новиков Н.Ф.</w:t>
            </w:r>
          </w:p>
        </w:tc>
        <w:tc>
          <w:tcPr>
            <w:tcW w:w="1800" w:type="dxa"/>
            <w:vMerge w:val="restart"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62</w:t>
            </w:r>
            <w:r w:rsidRPr="00923F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686,68</w:t>
            </w:r>
          </w:p>
        </w:tc>
        <w:tc>
          <w:tcPr>
            <w:tcW w:w="3060" w:type="dxa"/>
            <w:gridSpan w:val="2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Квартира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ВАЗ 2105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23FD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Гараж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923FD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345 722,7</w:t>
            </w:r>
          </w:p>
        </w:tc>
        <w:tc>
          <w:tcPr>
            <w:tcW w:w="3060" w:type="dxa"/>
            <w:gridSpan w:val="2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Квартира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23FD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Квартира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E5A4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E5A4F" w:rsidRDefault="002032EB" w:rsidP="005A6AF6">
            <w:pPr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Рахимова В.В.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382 505,</w:t>
            </w:r>
            <w:r w:rsidRPr="009E5A4F">
              <w:rPr>
                <w:sz w:val="22"/>
                <w:szCs w:val="22"/>
              </w:rPr>
              <w:t>3</w:t>
            </w:r>
          </w:p>
        </w:tc>
        <w:tc>
          <w:tcPr>
            <w:tcW w:w="3060" w:type="dxa"/>
            <w:gridSpan w:val="2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Квартира</w:t>
            </w:r>
          </w:p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83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21102</w:t>
            </w:r>
          </w:p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E5A4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E5A4F" w:rsidRDefault="002032EB" w:rsidP="005A6AF6">
            <w:pPr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Квартира</w:t>
            </w:r>
          </w:p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83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CD6C1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D6C17" w:rsidRDefault="002032EB" w:rsidP="005A6AF6">
            <w:pPr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Велитченко М.Ф.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350 636,27</w:t>
            </w:r>
          </w:p>
        </w:tc>
        <w:tc>
          <w:tcPr>
            <w:tcW w:w="306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Квартира</w:t>
            </w:r>
          </w:p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CD6C1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CD6C1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CD6C17" w:rsidRDefault="002032EB" w:rsidP="005A6AF6">
            <w:pPr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181 471,83</w:t>
            </w:r>
          </w:p>
        </w:tc>
        <w:tc>
          <w:tcPr>
            <w:tcW w:w="306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Квартира</w:t>
            </w:r>
          </w:p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CD6C1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CD6C1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D6C1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Квартира</w:t>
            </w:r>
          </w:p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CD6C1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D6C17" w:rsidRDefault="002032EB" w:rsidP="005A6AF6">
            <w:pPr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Квартира</w:t>
            </w:r>
          </w:p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CD6C1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CD6C1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D6C17" w:rsidRDefault="002032EB" w:rsidP="005A6AF6">
            <w:pPr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Квартира</w:t>
            </w:r>
          </w:p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CD6C1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3D072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Наумов А.А.</w:t>
            </w:r>
          </w:p>
        </w:tc>
        <w:tc>
          <w:tcPr>
            <w:tcW w:w="1800" w:type="dxa"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137 452,01</w:t>
            </w:r>
          </w:p>
        </w:tc>
        <w:tc>
          <w:tcPr>
            <w:tcW w:w="306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Квартира</w:t>
            </w:r>
          </w:p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80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D072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Кольжецова Т.И.</w:t>
            </w:r>
          </w:p>
        </w:tc>
        <w:tc>
          <w:tcPr>
            <w:tcW w:w="1800" w:type="dxa"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297 </w:t>
            </w:r>
            <w:r w:rsidRPr="003D072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60,05</w:t>
            </w:r>
          </w:p>
        </w:tc>
        <w:tc>
          <w:tcPr>
            <w:tcW w:w="306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 xml:space="preserve">Комната </w:t>
            </w:r>
          </w:p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3D072B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11,8</w:t>
            </w:r>
          </w:p>
        </w:tc>
        <w:tc>
          <w:tcPr>
            <w:tcW w:w="180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072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 xml:space="preserve">Комната </w:t>
            </w:r>
          </w:p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3D072B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11,8</w:t>
            </w:r>
          </w:p>
        </w:tc>
        <w:tc>
          <w:tcPr>
            <w:tcW w:w="180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D072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Лезова Ю.В.</w:t>
            </w:r>
          </w:p>
        </w:tc>
        <w:tc>
          <w:tcPr>
            <w:tcW w:w="1800" w:type="dxa"/>
            <w:vMerge w:val="restart"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157 800,36</w:t>
            </w:r>
          </w:p>
        </w:tc>
        <w:tc>
          <w:tcPr>
            <w:tcW w:w="306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Квартира</w:t>
            </w:r>
          </w:p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3D072B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80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072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Квартира</w:t>
            </w:r>
          </w:p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072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440 000,2</w:t>
            </w:r>
          </w:p>
        </w:tc>
        <w:tc>
          <w:tcPr>
            <w:tcW w:w="306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Земельный участок</w:t>
            </w:r>
          </w:p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8,6</w:t>
            </w:r>
          </w:p>
        </w:tc>
        <w:tc>
          <w:tcPr>
            <w:tcW w:w="180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Хонда</w:t>
            </w:r>
          </w:p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072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Квартира</w:t>
            </w:r>
          </w:p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77</w:t>
            </w:r>
          </w:p>
        </w:tc>
        <w:tc>
          <w:tcPr>
            <w:tcW w:w="180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072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072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Квартира</w:t>
            </w:r>
          </w:p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77</w:t>
            </w:r>
          </w:p>
        </w:tc>
        <w:tc>
          <w:tcPr>
            <w:tcW w:w="1800" w:type="dxa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072B" w:rsidRDefault="002032EB" w:rsidP="005A6AF6">
            <w:pPr>
              <w:jc w:val="center"/>
              <w:rPr>
                <w:sz w:val="22"/>
                <w:szCs w:val="22"/>
              </w:rPr>
            </w:pPr>
            <w:r w:rsidRPr="003D072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E5A4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E5A4F" w:rsidRDefault="002032EB" w:rsidP="005A6AF6">
            <w:pPr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Генце Е.В.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336 752,75</w:t>
            </w:r>
          </w:p>
        </w:tc>
        <w:tc>
          <w:tcPr>
            <w:tcW w:w="3060" w:type="dxa"/>
            <w:gridSpan w:val="2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Квартира</w:t>
            </w:r>
          </w:p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аренды</w:t>
            </w:r>
            <w:r w:rsidRPr="009E5A4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E5A4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E5A4F" w:rsidRDefault="002032EB" w:rsidP="005A6AF6">
            <w:pPr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126 772,9</w:t>
            </w:r>
          </w:p>
        </w:tc>
        <w:tc>
          <w:tcPr>
            <w:tcW w:w="306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Жилой дом</w:t>
            </w:r>
          </w:p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E5A4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E5A4F" w:rsidRDefault="002032EB" w:rsidP="005A6AF6">
            <w:pPr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Жилой дом</w:t>
            </w:r>
          </w:p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CD6C1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D6C17" w:rsidRDefault="002032EB" w:rsidP="005A6AF6">
            <w:pPr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Акимова И.В.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302 250,19</w:t>
            </w:r>
          </w:p>
        </w:tc>
        <w:tc>
          <w:tcPr>
            <w:tcW w:w="306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Жилой дом</w:t>
            </w:r>
          </w:p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130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  <w:lang w:val="en-US"/>
              </w:rPr>
              <w:t>Hyundai</w:t>
            </w:r>
            <w:r w:rsidRPr="00CD6C17">
              <w:rPr>
                <w:sz w:val="22"/>
                <w:szCs w:val="22"/>
              </w:rPr>
              <w:t xml:space="preserve"> </w:t>
            </w:r>
            <w:r w:rsidRPr="00CD6C17">
              <w:rPr>
                <w:sz w:val="22"/>
                <w:szCs w:val="22"/>
                <w:lang w:val="en-US"/>
              </w:rPr>
              <w:t>Getz</w:t>
            </w:r>
          </w:p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9E5A4F">
        <w:trPr>
          <w:trHeight w:val="661"/>
        </w:trPr>
        <w:tc>
          <w:tcPr>
            <w:tcW w:w="1080" w:type="dxa"/>
            <w:vMerge w:val="restart"/>
          </w:tcPr>
          <w:p w:rsidR="002032EB" w:rsidRPr="009E5A4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E5A4F" w:rsidRDefault="002032EB" w:rsidP="005A6AF6">
            <w:pPr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Ленц Е.В.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  <w:r w:rsidRPr="009E5A4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903</w:t>
            </w:r>
            <w:r w:rsidRPr="009E5A4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76</w:t>
            </w:r>
          </w:p>
        </w:tc>
        <w:tc>
          <w:tcPr>
            <w:tcW w:w="3060" w:type="dxa"/>
            <w:gridSpan w:val="2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9E5A4F">
        <w:tc>
          <w:tcPr>
            <w:tcW w:w="1080" w:type="dxa"/>
            <w:vMerge/>
          </w:tcPr>
          <w:p w:rsidR="002032EB" w:rsidRPr="009E5A4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E5A4F" w:rsidRDefault="002032EB" w:rsidP="005A6AF6">
            <w:pPr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800" w:type="dxa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E5A4F" w:rsidRDefault="002032EB" w:rsidP="005A6AF6">
            <w:pPr>
              <w:jc w:val="center"/>
              <w:rPr>
                <w:sz w:val="22"/>
                <w:szCs w:val="22"/>
              </w:rPr>
            </w:pPr>
            <w:r w:rsidRPr="009E5A4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Конева А.А.</w:t>
            </w:r>
          </w:p>
        </w:tc>
        <w:tc>
          <w:tcPr>
            <w:tcW w:w="1800" w:type="dxa"/>
            <w:vMerge w:val="restart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271 891,23</w:t>
            </w:r>
          </w:p>
        </w:tc>
        <w:tc>
          <w:tcPr>
            <w:tcW w:w="306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 xml:space="preserve">Квартира 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7460F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квартира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62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824 260,25</w:t>
            </w: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Квартира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62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Глыбовец А.Н.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  <w:r w:rsidRPr="00F5241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938,75</w:t>
            </w:r>
          </w:p>
        </w:tc>
        <w:tc>
          <w:tcPr>
            <w:tcW w:w="3060" w:type="dxa"/>
            <w:gridSpan w:val="2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Квартира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4C5C9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45,4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ВАЗ 21150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92 044</w:t>
            </w:r>
          </w:p>
        </w:tc>
        <w:tc>
          <w:tcPr>
            <w:tcW w:w="3060" w:type="dxa"/>
            <w:gridSpan w:val="2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Квартира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4C5C9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45,4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530"/>
        </w:trPr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Квартира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F5241D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59,5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7460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460F" w:rsidRDefault="002032EB" w:rsidP="005A6AF6">
            <w:pPr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Бурлак М.А.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191 833,9</w:t>
            </w:r>
            <w:r w:rsidRPr="0027460F">
              <w:rPr>
                <w:sz w:val="22"/>
                <w:szCs w:val="22"/>
              </w:rPr>
              <w:t>3</w:t>
            </w:r>
          </w:p>
        </w:tc>
        <w:tc>
          <w:tcPr>
            <w:tcW w:w="306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 xml:space="preserve">Квартира 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7460F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7460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460F" w:rsidRDefault="002032EB" w:rsidP="005A6AF6">
            <w:pPr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27460F">
              <w:rPr>
                <w:sz w:val="22"/>
                <w:szCs w:val="22"/>
              </w:rPr>
              <w:t>8 000</w:t>
            </w:r>
          </w:p>
        </w:tc>
        <w:tc>
          <w:tcPr>
            <w:tcW w:w="306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 xml:space="preserve">Квартира 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7460F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Мерседес Бенц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7460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460F" w:rsidRDefault="002032EB" w:rsidP="005A6AF6">
            <w:pPr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 xml:space="preserve">Квартира 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7460F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7460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460F" w:rsidRDefault="002032EB" w:rsidP="005A6AF6">
            <w:pPr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 xml:space="preserve">Квартира 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7460F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Сафронов П.А.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363 019,76</w:t>
            </w: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Квартира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62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Пежо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квартира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62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квартира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62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34D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34D7B" w:rsidRDefault="002032EB" w:rsidP="005A6AF6">
            <w:pPr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Прыкин А.Н.</w:t>
            </w:r>
          </w:p>
        </w:tc>
        <w:tc>
          <w:tcPr>
            <w:tcW w:w="1800" w:type="dxa"/>
            <w:vMerge w:val="restart"/>
          </w:tcPr>
          <w:p w:rsidR="002032EB" w:rsidRPr="00634D7B" w:rsidRDefault="002032EB" w:rsidP="005A6AF6">
            <w:pPr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288 </w:t>
            </w:r>
            <w:r w:rsidRPr="00634D7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55,9</w:t>
            </w:r>
            <w:r w:rsidRPr="00634D7B">
              <w:rPr>
                <w:sz w:val="22"/>
                <w:szCs w:val="22"/>
              </w:rPr>
              <w:t>1</w:t>
            </w:r>
          </w:p>
        </w:tc>
        <w:tc>
          <w:tcPr>
            <w:tcW w:w="3060" w:type="dxa"/>
            <w:gridSpan w:val="2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Квартира</w:t>
            </w:r>
          </w:p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634D7B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34D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34D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34D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Квартира</w:t>
            </w:r>
          </w:p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163C0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Сычев Е.С.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160 854,47</w:t>
            </w:r>
          </w:p>
        </w:tc>
        <w:tc>
          <w:tcPr>
            <w:tcW w:w="306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Квартира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163C04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80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09"/>
        </w:trPr>
        <w:tc>
          <w:tcPr>
            <w:tcW w:w="1080" w:type="dxa"/>
            <w:vMerge w:val="restart"/>
          </w:tcPr>
          <w:p w:rsidR="002032EB" w:rsidRPr="00163C0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Скрынникова М.Г.</w:t>
            </w:r>
          </w:p>
        </w:tc>
        <w:tc>
          <w:tcPr>
            <w:tcW w:w="1800" w:type="dxa"/>
            <w:vMerge w:val="restart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 xml:space="preserve">Старший дознаватель </w:t>
            </w:r>
          </w:p>
        </w:tc>
        <w:tc>
          <w:tcPr>
            <w:tcW w:w="1620" w:type="dxa"/>
            <w:vMerge w:val="restart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347 538,09</w:t>
            </w:r>
          </w:p>
        </w:tc>
        <w:tc>
          <w:tcPr>
            <w:tcW w:w="306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Квартира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163C04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Pr="00163C04">
              <w:rPr>
                <w:sz w:val="22"/>
                <w:szCs w:val="22"/>
              </w:rPr>
              <w:t>,7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Сузуки</w:t>
            </w:r>
            <w:r>
              <w:rPr>
                <w:sz w:val="22"/>
                <w:szCs w:val="22"/>
              </w:rPr>
              <w:t xml:space="preserve"> Аэрио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63C0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34D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34D7B" w:rsidRDefault="002032EB" w:rsidP="005A6AF6">
            <w:pPr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Каймаков А.А.</w:t>
            </w:r>
          </w:p>
        </w:tc>
        <w:tc>
          <w:tcPr>
            <w:tcW w:w="1800" w:type="dxa"/>
          </w:tcPr>
          <w:p w:rsidR="002032EB" w:rsidRPr="00634D7B" w:rsidRDefault="002032EB" w:rsidP="005A6AF6">
            <w:pPr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05 968,39</w:t>
            </w:r>
          </w:p>
        </w:tc>
        <w:tc>
          <w:tcPr>
            <w:tcW w:w="3060" w:type="dxa"/>
            <w:gridSpan w:val="2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квартира</w:t>
            </w:r>
          </w:p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74</w:t>
            </w:r>
          </w:p>
        </w:tc>
        <w:tc>
          <w:tcPr>
            <w:tcW w:w="180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</w:t>
            </w:r>
            <w:r w:rsidRPr="00634D7B">
              <w:rPr>
                <w:sz w:val="22"/>
                <w:szCs w:val="22"/>
              </w:rPr>
              <w:t>21093</w:t>
            </w:r>
          </w:p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34D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34D7B" w:rsidRDefault="002032EB" w:rsidP="005A6AF6">
            <w:pPr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  <w:r w:rsidRPr="00634D7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566</w:t>
            </w:r>
            <w:r w:rsidRPr="00634D7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55</w:t>
            </w:r>
          </w:p>
        </w:tc>
        <w:tc>
          <w:tcPr>
            <w:tcW w:w="3060" w:type="dxa"/>
            <w:gridSpan w:val="2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квартира</w:t>
            </w:r>
          </w:p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74</w:t>
            </w:r>
          </w:p>
        </w:tc>
        <w:tc>
          <w:tcPr>
            <w:tcW w:w="180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34D7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34D7B" w:rsidRDefault="002032EB" w:rsidP="005A6AF6">
            <w:pPr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квартира</w:t>
            </w:r>
          </w:p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74</w:t>
            </w:r>
          </w:p>
        </w:tc>
        <w:tc>
          <w:tcPr>
            <w:tcW w:w="1800" w:type="dxa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34D7B" w:rsidRDefault="002032EB" w:rsidP="005A6AF6">
            <w:pPr>
              <w:jc w:val="center"/>
              <w:rPr>
                <w:sz w:val="22"/>
                <w:szCs w:val="22"/>
              </w:rPr>
            </w:pPr>
            <w:r w:rsidRPr="00634D7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CD6C1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D6C17" w:rsidRDefault="002032EB" w:rsidP="005A6AF6">
            <w:pPr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Натанин В.О.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320 777,73</w:t>
            </w:r>
          </w:p>
        </w:tc>
        <w:tc>
          <w:tcPr>
            <w:tcW w:w="306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квартира</w:t>
            </w:r>
          </w:p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CD6C1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  <w:lang w:val="en-US"/>
              </w:rPr>
              <w:t>Nissan</w:t>
            </w:r>
            <w:r>
              <w:rPr>
                <w:sz w:val="22"/>
                <w:szCs w:val="22"/>
              </w:rPr>
              <w:t xml:space="preserve"> Примера</w:t>
            </w:r>
          </w:p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CD6C1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D6C17" w:rsidRDefault="002032EB" w:rsidP="005A6AF6">
            <w:pPr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квартира</w:t>
            </w:r>
          </w:p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1800" w:type="dxa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D6C17" w:rsidRDefault="002032EB" w:rsidP="005A6AF6">
            <w:pPr>
              <w:jc w:val="center"/>
              <w:rPr>
                <w:sz w:val="22"/>
                <w:szCs w:val="22"/>
              </w:rPr>
            </w:pPr>
            <w:r w:rsidRPr="00CD6C1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A94EE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94EED" w:rsidRDefault="002032EB" w:rsidP="005A6AF6">
            <w:pPr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Мякушко Л.А.</w:t>
            </w:r>
          </w:p>
        </w:tc>
        <w:tc>
          <w:tcPr>
            <w:tcW w:w="1800" w:type="dxa"/>
            <w:vMerge w:val="restart"/>
          </w:tcPr>
          <w:p w:rsidR="002032EB" w:rsidRPr="00A94EED" w:rsidRDefault="002032EB" w:rsidP="005A6AF6">
            <w:pPr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620" w:type="dxa"/>
            <w:vMerge w:val="restart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410 198,2</w:t>
            </w:r>
          </w:p>
        </w:tc>
        <w:tc>
          <w:tcPr>
            <w:tcW w:w="306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Квартира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94EED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78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94EE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94EE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94EE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Гараж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A94EE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94EED" w:rsidRDefault="002032EB" w:rsidP="005A6AF6">
            <w:pPr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  <w:r w:rsidRPr="00A94EE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06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Квартира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94EED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78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94EE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94EED" w:rsidRDefault="002032EB" w:rsidP="005A6AF6">
            <w:pPr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94EED">
              <w:rPr>
                <w:sz w:val="22"/>
                <w:szCs w:val="22"/>
              </w:rPr>
              <w:t>вартира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78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7460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460F" w:rsidRDefault="002032EB" w:rsidP="005A6AF6">
            <w:pPr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Сокол Н.В.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294 781,62</w:t>
            </w:r>
          </w:p>
        </w:tc>
        <w:tc>
          <w:tcPr>
            <w:tcW w:w="306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 xml:space="preserve">Комната </w:t>
            </w:r>
            <w:r>
              <w:rPr>
                <w:sz w:val="22"/>
                <w:szCs w:val="22"/>
              </w:rPr>
              <w:t xml:space="preserve">в служебном помещении 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(</w:t>
            </w:r>
            <w:r w:rsidRPr="00A94EED">
              <w:rPr>
                <w:sz w:val="22"/>
                <w:szCs w:val="22"/>
              </w:rPr>
              <w:t>безвозмездное пользование</w:t>
            </w:r>
            <w:r w:rsidRPr="0027460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15,4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7460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460F" w:rsidRDefault="002032EB" w:rsidP="005A6AF6">
            <w:pPr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 xml:space="preserve">Комната 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(</w:t>
            </w:r>
            <w:r w:rsidRPr="00A94EED">
              <w:rPr>
                <w:sz w:val="22"/>
                <w:szCs w:val="22"/>
              </w:rPr>
              <w:t>безвозмездное пользование</w:t>
            </w:r>
            <w:r w:rsidRPr="0027460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15,4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Юрас С.Б.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</w:t>
            </w: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квартира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E7844">
              <w:rPr>
                <w:sz w:val="22"/>
                <w:szCs w:val="22"/>
              </w:rPr>
              <w:t>вартира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</w:tr>
      <w:tr w:rsidR="002032EB" w:rsidRPr="00163C04">
        <w:tc>
          <w:tcPr>
            <w:tcW w:w="1080" w:type="dxa"/>
            <w:vMerge w:val="restart"/>
          </w:tcPr>
          <w:p w:rsidR="002032EB" w:rsidRPr="00163C0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Кошарный А.А.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2 261 469</w:t>
            </w:r>
            <w:r w:rsidRPr="00163C04">
              <w:rPr>
                <w:sz w:val="22"/>
                <w:szCs w:val="22"/>
              </w:rPr>
              <w:t>,49</w:t>
            </w:r>
          </w:p>
        </w:tc>
        <w:tc>
          <w:tcPr>
            <w:tcW w:w="306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63C04">
              <w:rPr>
                <w:sz w:val="22"/>
                <w:szCs w:val="22"/>
              </w:rPr>
              <w:t>вартира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Тойота-Королла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163C04">
        <w:tc>
          <w:tcPr>
            <w:tcW w:w="1080" w:type="dxa"/>
            <w:vMerge/>
          </w:tcPr>
          <w:p w:rsidR="002032EB" w:rsidRPr="00163C0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63C04">
              <w:rPr>
                <w:sz w:val="22"/>
                <w:szCs w:val="22"/>
              </w:rPr>
              <w:t>вартира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163C0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63C04"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D6FB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63C04">
              <w:rPr>
                <w:sz w:val="22"/>
                <w:szCs w:val="22"/>
              </w:rPr>
              <w:t>вартира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D6FB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Худяков М.В.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340 371,69</w:t>
            </w:r>
          </w:p>
        </w:tc>
        <w:tc>
          <w:tcPr>
            <w:tcW w:w="306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 xml:space="preserve">Квартира </w:t>
            </w:r>
          </w:p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4D6FBD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D6FB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4D6FBD">
              <w:rPr>
                <w:sz w:val="22"/>
                <w:szCs w:val="22"/>
              </w:rPr>
              <w:t>вартира</w:t>
            </w:r>
          </w:p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D6FB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4D6FBD">
              <w:rPr>
                <w:sz w:val="22"/>
                <w:szCs w:val="22"/>
              </w:rPr>
              <w:t>вартира</w:t>
            </w:r>
          </w:p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 w:val="restart"/>
          </w:tcPr>
          <w:p w:rsidR="002032EB" w:rsidRPr="009541A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541A3" w:rsidRDefault="002032EB" w:rsidP="005A6AF6">
            <w:pPr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Гайнулин М.Н.</w:t>
            </w:r>
          </w:p>
        </w:tc>
        <w:tc>
          <w:tcPr>
            <w:tcW w:w="1800" w:type="dxa"/>
            <w:vMerge w:val="restart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347 99,28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Квартира</w:t>
            </w:r>
          </w:p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(договор найма)</w:t>
            </w:r>
          </w:p>
        </w:tc>
        <w:tc>
          <w:tcPr>
            <w:tcW w:w="1440" w:type="dxa"/>
            <w:vMerge w:val="restart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  <w:vMerge w:val="restart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ВАЗ 21120</w:t>
            </w:r>
          </w:p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/>
          </w:tcPr>
          <w:p w:rsidR="002032EB" w:rsidRPr="009541A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41A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ВАЗ 21120</w:t>
            </w:r>
          </w:p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55EA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55EA7" w:rsidRDefault="002032EB" w:rsidP="005A6AF6">
            <w:pPr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Литвяков Д.В.</w:t>
            </w:r>
          </w:p>
        </w:tc>
        <w:tc>
          <w:tcPr>
            <w:tcW w:w="1800" w:type="dxa"/>
            <w:vMerge w:val="restart"/>
          </w:tcPr>
          <w:p w:rsidR="002032EB" w:rsidRPr="00055EA7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1620" w:type="dxa"/>
            <w:vMerge w:val="restart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02 284,95</w:t>
            </w:r>
          </w:p>
        </w:tc>
        <w:tc>
          <w:tcPr>
            <w:tcW w:w="3060" w:type="dxa"/>
            <w:gridSpan w:val="2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Квартира</w:t>
            </w:r>
          </w:p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59,5</w:t>
            </w:r>
          </w:p>
        </w:tc>
        <w:tc>
          <w:tcPr>
            <w:tcW w:w="180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  <w:lang w:val="en-US"/>
              </w:rPr>
              <w:t>Fiat</w:t>
            </w:r>
            <w:r w:rsidRPr="00055EA7">
              <w:rPr>
                <w:sz w:val="22"/>
                <w:szCs w:val="22"/>
              </w:rPr>
              <w:t xml:space="preserve"> </w:t>
            </w:r>
            <w:r w:rsidRPr="00055EA7">
              <w:rPr>
                <w:sz w:val="22"/>
                <w:szCs w:val="22"/>
                <w:lang w:val="en-US"/>
              </w:rPr>
              <w:t>Albea</w:t>
            </w:r>
          </w:p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(индивидуальная)</w:t>
            </w:r>
          </w:p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55EA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55E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55E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Квартира</w:t>
            </w:r>
          </w:p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55EA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45,8</w:t>
            </w:r>
          </w:p>
        </w:tc>
        <w:tc>
          <w:tcPr>
            <w:tcW w:w="180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55EA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55E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55E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Квартира</w:t>
            </w:r>
          </w:p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55EA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76,4</w:t>
            </w:r>
          </w:p>
        </w:tc>
        <w:tc>
          <w:tcPr>
            <w:tcW w:w="180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55EA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55EA7" w:rsidRDefault="002032EB" w:rsidP="005A6AF6">
            <w:pPr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322 503,28</w:t>
            </w:r>
          </w:p>
        </w:tc>
        <w:tc>
          <w:tcPr>
            <w:tcW w:w="3060" w:type="dxa"/>
            <w:gridSpan w:val="2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Земельный участок</w:t>
            </w:r>
          </w:p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1200</w:t>
            </w:r>
          </w:p>
        </w:tc>
        <w:tc>
          <w:tcPr>
            <w:tcW w:w="180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55EA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55E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Квартира</w:t>
            </w:r>
          </w:p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55EA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45,8</w:t>
            </w:r>
          </w:p>
        </w:tc>
        <w:tc>
          <w:tcPr>
            <w:tcW w:w="180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55EA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55E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Торговая площадь</w:t>
            </w:r>
          </w:p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(договор аренда)</w:t>
            </w:r>
          </w:p>
        </w:tc>
        <w:tc>
          <w:tcPr>
            <w:tcW w:w="144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80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55EA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55EA7" w:rsidRDefault="002032EB" w:rsidP="005A6AF6">
            <w:pPr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55EA7">
              <w:rPr>
                <w:sz w:val="22"/>
                <w:szCs w:val="22"/>
              </w:rPr>
              <w:t>вартира</w:t>
            </w:r>
          </w:p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45,8</w:t>
            </w:r>
          </w:p>
        </w:tc>
        <w:tc>
          <w:tcPr>
            <w:tcW w:w="1800" w:type="dxa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55EA7" w:rsidRDefault="002032EB" w:rsidP="005A6AF6">
            <w:pPr>
              <w:jc w:val="center"/>
              <w:rPr>
                <w:sz w:val="22"/>
                <w:szCs w:val="22"/>
              </w:rPr>
            </w:pPr>
            <w:r w:rsidRPr="00055EA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40BC2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Карпов Р.А.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404 091,41</w:t>
            </w:r>
          </w:p>
        </w:tc>
        <w:tc>
          <w:tcPr>
            <w:tcW w:w="306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Квартира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40BC2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64,5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Рено Меган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40BC2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40 503,43</w:t>
            </w:r>
          </w:p>
        </w:tc>
        <w:tc>
          <w:tcPr>
            <w:tcW w:w="306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40BC2">
              <w:rPr>
                <w:sz w:val="22"/>
                <w:szCs w:val="22"/>
              </w:rPr>
              <w:t>вартира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45,1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Дэу матиз</w:t>
            </w:r>
            <w:r>
              <w:rPr>
                <w:sz w:val="22"/>
                <w:szCs w:val="22"/>
              </w:rPr>
              <w:t xml:space="preserve"> конд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40BC2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40BC2">
              <w:rPr>
                <w:sz w:val="22"/>
                <w:szCs w:val="22"/>
              </w:rPr>
              <w:t>вартира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45,1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40BC2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40BC2">
              <w:rPr>
                <w:sz w:val="22"/>
                <w:szCs w:val="22"/>
              </w:rPr>
              <w:t>вартира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45,1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Богданова Н.С.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242 3</w:t>
            </w:r>
            <w:r w:rsidRPr="0062646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8,34</w:t>
            </w:r>
          </w:p>
        </w:tc>
        <w:tc>
          <w:tcPr>
            <w:tcW w:w="306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62646A">
              <w:rPr>
                <w:sz w:val="22"/>
                <w:szCs w:val="22"/>
              </w:rPr>
              <w:t>вартира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70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</w:tr>
      <w:tr w:rsidR="002032EB" w:rsidRPr="00F5241D">
        <w:tc>
          <w:tcPr>
            <w:tcW w:w="1080" w:type="dxa"/>
            <w:vMerge w:val="restart"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Поповичева О.С.</w:t>
            </w:r>
          </w:p>
        </w:tc>
        <w:tc>
          <w:tcPr>
            <w:tcW w:w="1800" w:type="dxa"/>
            <w:vMerge w:val="restart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313 245,</w:t>
            </w:r>
            <w:r w:rsidRPr="00F5241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Квартира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F5241D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5,1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</w:tr>
      <w:tr w:rsidR="002032EB" w:rsidRPr="00F5241D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Земельный участок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DE78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F5241D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Квартира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F5241D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F5241D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Нежилое помещение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F5241D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</w:t>
            </w:r>
            <w:r w:rsidRPr="00F5241D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Квартира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F5241D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Дэу нексия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F5241D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Квартира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F5241D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F5241D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Земельный участок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DE78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F5241D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Квартира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F5241D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</w:tr>
      <w:tr w:rsidR="002032EB" w:rsidRPr="00F5241D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5241D">
              <w:rPr>
                <w:sz w:val="22"/>
                <w:szCs w:val="22"/>
              </w:rPr>
              <w:t>вартира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F5241D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Квартира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F5241D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-</w:t>
            </w:r>
          </w:p>
        </w:tc>
      </w:tr>
      <w:tr w:rsidR="002032EB" w:rsidRPr="00F5241D">
        <w:tc>
          <w:tcPr>
            <w:tcW w:w="1080" w:type="dxa"/>
            <w:vMerge/>
          </w:tcPr>
          <w:p w:rsidR="002032EB" w:rsidRPr="00F5241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5241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5241D">
              <w:rPr>
                <w:sz w:val="22"/>
                <w:szCs w:val="22"/>
              </w:rPr>
              <w:t>вартира</w:t>
            </w:r>
          </w:p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5241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800" w:type="dxa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 w:rsidRPr="00F5241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C26D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Овчинников В.С.</w:t>
            </w:r>
          </w:p>
        </w:tc>
        <w:tc>
          <w:tcPr>
            <w:tcW w:w="1800" w:type="dxa"/>
            <w:vMerge w:val="restart"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310 829,32</w:t>
            </w:r>
          </w:p>
        </w:tc>
        <w:tc>
          <w:tcPr>
            <w:tcW w:w="306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Квартира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C26D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5241D">
              <w:rPr>
                <w:sz w:val="22"/>
                <w:szCs w:val="22"/>
              </w:rPr>
              <w:t>вартира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5241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C26D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171 057,26</w:t>
            </w: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5241D">
              <w:rPr>
                <w:sz w:val="22"/>
                <w:szCs w:val="22"/>
              </w:rPr>
              <w:t>вартира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5241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ВАЗ 11183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40BC2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Архипов И.В.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0BC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4 472,</w:t>
            </w:r>
            <w:r w:rsidRPr="00240B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06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40BC2">
              <w:rPr>
                <w:sz w:val="22"/>
                <w:szCs w:val="22"/>
              </w:rPr>
              <w:t>вартира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аренды</w:t>
            </w:r>
            <w:r w:rsidRPr="00240B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ВАЗ 21074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40BC2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233 438,72</w:t>
            </w:r>
          </w:p>
        </w:tc>
        <w:tc>
          <w:tcPr>
            <w:tcW w:w="306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40BC2">
              <w:rPr>
                <w:sz w:val="22"/>
                <w:szCs w:val="22"/>
              </w:rPr>
              <w:t>вартира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аренды</w:t>
            </w:r>
            <w:r w:rsidRPr="00240B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40BC2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40BC2">
              <w:rPr>
                <w:sz w:val="22"/>
                <w:szCs w:val="22"/>
              </w:rPr>
              <w:t>вартира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аренды</w:t>
            </w:r>
            <w:r w:rsidRPr="00240B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40BC2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40BC2">
              <w:rPr>
                <w:sz w:val="22"/>
                <w:szCs w:val="22"/>
              </w:rPr>
              <w:t>вартира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аренды</w:t>
            </w:r>
            <w:r w:rsidRPr="00240B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23FD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Чемякина Л.Д.</w:t>
            </w:r>
          </w:p>
        </w:tc>
        <w:tc>
          <w:tcPr>
            <w:tcW w:w="1800" w:type="dxa"/>
            <w:vMerge w:val="restart"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312 384,44</w:t>
            </w:r>
          </w:p>
        </w:tc>
        <w:tc>
          <w:tcPr>
            <w:tcW w:w="3060" w:type="dxa"/>
            <w:gridSpan w:val="2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Квартира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923FD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Ситроен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23FD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5241D">
              <w:rPr>
                <w:sz w:val="22"/>
                <w:szCs w:val="22"/>
              </w:rPr>
              <w:t>вартира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5241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923FD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23FDA" w:rsidRDefault="002032EB" w:rsidP="005A6AF6">
            <w:pPr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54 143,0</w:t>
            </w:r>
            <w:r w:rsidRPr="00923FDA">
              <w:rPr>
                <w:sz w:val="22"/>
                <w:szCs w:val="22"/>
              </w:rPr>
              <w:t>5</w:t>
            </w:r>
          </w:p>
        </w:tc>
        <w:tc>
          <w:tcPr>
            <w:tcW w:w="3060" w:type="dxa"/>
            <w:gridSpan w:val="2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Квартира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923FDA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5241D">
              <w:rPr>
                <w:sz w:val="22"/>
                <w:szCs w:val="22"/>
              </w:rPr>
              <w:t>вартира</w:t>
            </w:r>
          </w:p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5241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23FDA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2032EB" w:rsidRPr="00923FDA" w:rsidRDefault="002032EB" w:rsidP="005A6AF6">
            <w:pPr>
              <w:jc w:val="center"/>
              <w:rPr>
                <w:sz w:val="22"/>
                <w:szCs w:val="22"/>
              </w:rPr>
            </w:pPr>
            <w:r w:rsidRPr="00923FD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40BC2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Качула П.А.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281 928,68</w:t>
            </w: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5241D">
              <w:rPr>
                <w:sz w:val="22"/>
                <w:szCs w:val="22"/>
              </w:rPr>
              <w:t>вартира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5241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40BC2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40BC2" w:rsidRDefault="002032EB" w:rsidP="005A6AF6">
            <w:pPr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109 728,81</w:t>
            </w: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5241D">
              <w:rPr>
                <w:sz w:val="22"/>
                <w:szCs w:val="22"/>
              </w:rPr>
              <w:t>вартира</w:t>
            </w:r>
          </w:p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5241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40BC2" w:rsidRDefault="002032EB" w:rsidP="005A6AF6">
            <w:pPr>
              <w:jc w:val="center"/>
              <w:rPr>
                <w:sz w:val="22"/>
                <w:szCs w:val="22"/>
              </w:rPr>
            </w:pPr>
            <w:r w:rsidRPr="00240BC2">
              <w:rPr>
                <w:sz w:val="22"/>
                <w:szCs w:val="22"/>
              </w:rPr>
              <w:t>-</w:t>
            </w:r>
          </w:p>
        </w:tc>
      </w:tr>
      <w:tr w:rsidR="002032EB" w:rsidRPr="00A94EED">
        <w:trPr>
          <w:trHeight w:val="750"/>
        </w:trPr>
        <w:tc>
          <w:tcPr>
            <w:tcW w:w="1080" w:type="dxa"/>
            <w:vMerge w:val="restart"/>
          </w:tcPr>
          <w:p w:rsidR="002032EB" w:rsidRPr="00A94EE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94EED" w:rsidRDefault="002032EB" w:rsidP="005A6AF6">
            <w:pPr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Думенко С.А.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415 162,3</w:t>
            </w:r>
            <w:r w:rsidRPr="00A94EED">
              <w:rPr>
                <w:sz w:val="22"/>
                <w:szCs w:val="22"/>
              </w:rPr>
              <w:t>1</w:t>
            </w:r>
          </w:p>
        </w:tc>
        <w:tc>
          <w:tcPr>
            <w:tcW w:w="306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A94EED">
              <w:rPr>
                <w:sz w:val="22"/>
                <w:szCs w:val="22"/>
              </w:rPr>
              <w:t>вартира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Рено</w:t>
            </w:r>
            <w:r>
              <w:rPr>
                <w:sz w:val="22"/>
                <w:szCs w:val="22"/>
              </w:rPr>
              <w:t xml:space="preserve"> Меган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94EED">
        <w:tc>
          <w:tcPr>
            <w:tcW w:w="1080" w:type="dxa"/>
            <w:vMerge/>
          </w:tcPr>
          <w:p w:rsidR="002032EB" w:rsidRPr="00A94EE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94EED" w:rsidRDefault="002032EB" w:rsidP="005A6AF6">
            <w:pPr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338 0</w:t>
            </w:r>
            <w:r w:rsidRPr="00A94EE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1,84</w:t>
            </w:r>
          </w:p>
        </w:tc>
        <w:tc>
          <w:tcPr>
            <w:tcW w:w="306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A94EED">
              <w:rPr>
                <w:sz w:val="22"/>
                <w:szCs w:val="22"/>
              </w:rPr>
              <w:t>вартира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</w:t>
            </w:r>
            <w:r w:rsidRPr="004461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11183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94EED">
        <w:tc>
          <w:tcPr>
            <w:tcW w:w="1080" w:type="dxa"/>
            <w:vMerge/>
          </w:tcPr>
          <w:p w:rsidR="002032EB" w:rsidRPr="00A94EE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94EED" w:rsidRDefault="002032EB" w:rsidP="005A6AF6">
            <w:pPr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A94EED">
              <w:rPr>
                <w:sz w:val="22"/>
                <w:szCs w:val="22"/>
              </w:rPr>
              <w:t>вартира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</w:tcPr>
          <w:p w:rsidR="002032EB" w:rsidRPr="004461C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461C6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Матвеенков Л.М.</w:t>
            </w: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290 432,82</w:t>
            </w:r>
          </w:p>
        </w:tc>
        <w:tc>
          <w:tcPr>
            <w:tcW w:w="3060" w:type="dxa"/>
            <w:gridSpan w:val="2"/>
          </w:tcPr>
          <w:p w:rsidR="002032EB" w:rsidRPr="00F5241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5241D">
              <w:rPr>
                <w:sz w:val="22"/>
                <w:szCs w:val="22"/>
              </w:rPr>
              <w:t>вартира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5241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Фиат альвеа</w:t>
            </w:r>
          </w:p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 w:val="restart"/>
          </w:tcPr>
          <w:p w:rsidR="002032EB" w:rsidRPr="004461C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461C6" w:rsidRDefault="002032EB" w:rsidP="005A6AF6">
            <w:pPr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Смирнов А.А.</w:t>
            </w:r>
          </w:p>
        </w:tc>
        <w:tc>
          <w:tcPr>
            <w:tcW w:w="1800" w:type="dxa"/>
            <w:vMerge w:val="restart"/>
          </w:tcPr>
          <w:p w:rsidR="002032EB" w:rsidRPr="004461C6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620" w:type="dxa"/>
            <w:vMerge w:val="restart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424 933,28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A94EED">
              <w:rPr>
                <w:sz w:val="22"/>
                <w:szCs w:val="22"/>
              </w:rPr>
              <w:t>вартира</w:t>
            </w:r>
          </w:p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vMerge w:val="restart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  <w:vMerge w:val="restart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 xml:space="preserve">Хонда </w:t>
            </w:r>
            <w:r w:rsidRPr="004461C6">
              <w:rPr>
                <w:sz w:val="22"/>
                <w:szCs w:val="22"/>
                <w:lang w:val="en-US"/>
              </w:rPr>
              <w:t>CR</w:t>
            </w:r>
            <w:r w:rsidRPr="004461C6">
              <w:rPr>
                <w:sz w:val="22"/>
                <w:szCs w:val="22"/>
              </w:rPr>
              <w:t>-</w:t>
            </w:r>
            <w:r w:rsidRPr="004461C6">
              <w:rPr>
                <w:sz w:val="22"/>
                <w:szCs w:val="22"/>
                <w:lang w:val="en-US"/>
              </w:rPr>
              <w:t>V</w:t>
            </w:r>
          </w:p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/>
          </w:tcPr>
          <w:p w:rsidR="002032EB" w:rsidRPr="004461C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461C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2108</w:t>
            </w:r>
            <w:r w:rsidRPr="004461C6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461C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461C6" w:rsidRDefault="002032EB" w:rsidP="005A6AF6">
            <w:pPr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110 </w:t>
            </w:r>
            <w:r w:rsidRPr="004461C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18,87</w:t>
            </w:r>
          </w:p>
        </w:tc>
        <w:tc>
          <w:tcPr>
            <w:tcW w:w="3060" w:type="dxa"/>
            <w:gridSpan w:val="2"/>
          </w:tcPr>
          <w:p w:rsidR="002032EB" w:rsidRPr="00A94EE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A94EED">
              <w:rPr>
                <w:sz w:val="22"/>
                <w:szCs w:val="22"/>
              </w:rPr>
              <w:t>вартира</w:t>
            </w:r>
          </w:p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A94EE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461C6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461C6" w:rsidRDefault="002032EB" w:rsidP="005A6AF6">
            <w:pPr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(договор найма</w:t>
            </w:r>
            <w:r w:rsidRPr="004461C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800" w:type="dxa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461C6" w:rsidRDefault="002032EB" w:rsidP="005A6AF6">
            <w:pPr>
              <w:jc w:val="center"/>
              <w:rPr>
                <w:sz w:val="22"/>
                <w:szCs w:val="22"/>
              </w:rPr>
            </w:pPr>
            <w:r w:rsidRPr="004461C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Червяков А.С.</w:t>
            </w:r>
          </w:p>
        </w:tc>
        <w:tc>
          <w:tcPr>
            <w:tcW w:w="1800" w:type="dxa"/>
            <w:vMerge w:val="restart"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Начальник отдела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441 857,49</w:t>
            </w: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Земельный участок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Пежо 308</w:t>
            </w:r>
            <w:r w:rsidRPr="00DE7844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Земельный участок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Автоприцеп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821305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Земельный участок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 xml:space="preserve">1 398 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Патриот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Земельный участок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2 464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Автоприцеп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 xml:space="preserve">КМ </w:t>
            </w:r>
            <w:r>
              <w:rPr>
                <w:sz w:val="22"/>
                <w:szCs w:val="22"/>
              </w:rPr>
              <w:t>38284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Квартира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55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Мототранспортное средство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 xml:space="preserve">Ямаха </w:t>
            </w:r>
            <w:r w:rsidRPr="00DE7844">
              <w:rPr>
                <w:sz w:val="22"/>
                <w:szCs w:val="22"/>
                <w:lang w:val="en-US"/>
              </w:rPr>
              <w:t>YBR</w:t>
            </w:r>
            <w:r w:rsidRPr="00DE7844">
              <w:rPr>
                <w:sz w:val="22"/>
                <w:szCs w:val="22"/>
              </w:rPr>
              <w:t xml:space="preserve"> 125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Дача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19,7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Гараж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17,4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Гараж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17,9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квартира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DE78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55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квартира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DE78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55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7460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460F" w:rsidRDefault="002032EB" w:rsidP="005A6AF6">
            <w:pPr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Власов Д.Ю.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 xml:space="preserve">Старший дознаватель </w:t>
            </w:r>
          </w:p>
        </w:tc>
        <w:tc>
          <w:tcPr>
            <w:tcW w:w="162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349 997</w:t>
            </w:r>
          </w:p>
        </w:tc>
        <w:tc>
          <w:tcPr>
            <w:tcW w:w="306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квартира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27460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Митсубиси лансер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7460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460F" w:rsidRDefault="002032EB" w:rsidP="005A6AF6">
            <w:pPr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297 460,1</w:t>
            </w:r>
          </w:p>
        </w:tc>
        <w:tc>
          <w:tcPr>
            <w:tcW w:w="306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Квартира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7460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460F" w:rsidRDefault="002032EB" w:rsidP="005A6AF6">
            <w:pPr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квартира</w:t>
            </w:r>
          </w:p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27460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460F" w:rsidRDefault="002032EB" w:rsidP="005A6AF6">
            <w:pPr>
              <w:jc w:val="center"/>
              <w:rPr>
                <w:sz w:val="22"/>
                <w:szCs w:val="22"/>
              </w:rPr>
            </w:pPr>
            <w:r w:rsidRPr="0027460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F2646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26468" w:rsidRDefault="002032EB" w:rsidP="005A6AF6">
            <w:pPr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Ремезов Е.С.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2646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0 484,11</w:t>
            </w:r>
          </w:p>
        </w:tc>
        <w:tc>
          <w:tcPr>
            <w:tcW w:w="306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Квартира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21074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2646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26468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Ремезова О.В.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281 423,85</w:t>
            </w:r>
          </w:p>
        </w:tc>
        <w:tc>
          <w:tcPr>
            <w:tcW w:w="306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Квартира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2646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квартира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227C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E227C5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Исакова Л.Ф.</w:t>
            </w:r>
          </w:p>
        </w:tc>
        <w:tc>
          <w:tcPr>
            <w:tcW w:w="1800" w:type="dxa"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314 237,34</w:t>
            </w:r>
          </w:p>
        </w:tc>
        <w:tc>
          <w:tcPr>
            <w:tcW w:w="306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2 комнаты</w:t>
            </w:r>
          </w:p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(договор найма)</w:t>
            </w:r>
          </w:p>
        </w:tc>
        <w:tc>
          <w:tcPr>
            <w:tcW w:w="144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Тойота Витц 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227C5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Эберс И.В.</w:t>
            </w:r>
          </w:p>
        </w:tc>
        <w:tc>
          <w:tcPr>
            <w:tcW w:w="1800" w:type="dxa"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79 392,08</w:t>
            </w:r>
          </w:p>
        </w:tc>
        <w:tc>
          <w:tcPr>
            <w:tcW w:w="306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квартира</w:t>
            </w:r>
          </w:p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227C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82</w:t>
            </w:r>
          </w:p>
        </w:tc>
        <w:tc>
          <w:tcPr>
            <w:tcW w:w="180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227C5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E227C5">
              <w:rPr>
                <w:sz w:val="22"/>
                <w:szCs w:val="22"/>
              </w:rPr>
              <w:t>упруга</w:t>
            </w:r>
          </w:p>
        </w:tc>
        <w:tc>
          <w:tcPr>
            <w:tcW w:w="1800" w:type="dxa"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64 484,99</w:t>
            </w:r>
          </w:p>
        </w:tc>
        <w:tc>
          <w:tcPr>
            <w:tcW w:w="306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Квартира</w:t>
            </w:r>
          </w:p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227C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82</w:t>
            </w:r>
          </w:p>
        </w:tc>
        <w:tc>
          <w:tcPr>
            <w:tcW w:w="180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227C5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квартира</w:t>
            </w:r>
          </w:p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227C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82</w:t>
            </w:r>
          </w:p>
        </w:tc>
        <w:tc>
          <w:tcPr>
            <w:tcW w:w="180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510"/>
        </w:trPr>
        <w:tc>
          <w:tcPr>
            <w:tcW w:w="1080" w:type="dxa"/>
            <w:vMerge w:val="restart"/>
          </w:tcPr>
          <w:p w:rsidR="002032EB" w:rsidRPr="009541A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541A3" w:rsidRDefault="002032EB" w:rsidP="005A6AF6">
            <w:pPr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Полежаев В.Л.</w:t>
            </w:r>
          </w:p>
        </w:tc>
        <w:tc>
          <w:tcPr>
            <w:tcW w:w="1800" w:type="dxa"/>
            <w:vMerge w:val="restart"/>
          </w:tcPr>
          <w:p w:rsidR="002032EB" w:rsidRPr="009541A3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384 292,31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квартира</w:t>
            </w:r>
          </w:p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9541A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  <w:vMerge w:val="restart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 xml:space="preserve">Мазда </w:t>
            </w:r>
            <w:r>
              <w:rPr>
                <w:sz w:val="22"/>
                <w:szCs w:val="22"/>
              </w:rPr>
              <w:t>МПВ</w:t>
            </w:r>
          </w:p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510"/>
        </w:trPr>
        <w:tc>
          <w:tcPr>
            <w:tcW w:w="1080" w:type="dxa"/>
            <w:vMerge/>
          </w:tcPr>
          <w:p w:rsidR="002032EB" w:rsidRPr="009541A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41A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Тайота Витц</w:t>
            </w:r>
            <w:r w:rsidRPr="00D03528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541A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541A3" w:rsidRDefault="002032EB" w:rsidP="005A6AF6">
            <w:pPr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91 694,97</w:t>
            </w:r>
          </w:p>
        </w:tc>
        <w:tc>
          <w:tcPr>
            <w:tcW w:w="3060" w:type="dxa"/>
            <w:gridSpan w:val="2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Квартира</w:t>
            </w:r>
          </w:p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541A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541A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541A3" w:rsidRDefault="002032EB" w:rsidP="005A6AF6">
            <w:pPr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Квартира</w:t>
            </w:r>
          </w:p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541A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541A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541A3" w:rsidRDefault="002032EB" w:rsidP="005A6AF6">
            <w:pPr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квартира</w:t>
            </w:r>
          </w:p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9541A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541A3" w:rsidRDefault="002032EB" w:rsidP="005A6AF6">
            <w:pPr>
              <w:jc w:val="center"/>
              <w:rPr>
                <w:sz w:val="22"/>
                <w:szCs w:val="22"/>
              </w:rPr>
            </w:pPr>
            <w:r w:rsidRPr="009541A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A36D7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Брагина М.С.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62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354 532,04</w:t>
            </w:r>
          </w:p>
        </w:tc>
        <w:tc>
          <w:tcPr>
            <w:tcW w:w="306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Квартира</w:t>
            </w:r>
          </w:p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36D7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38</w:t>
            </w:r>
          </w:p>
        </w:tc>
        <w:tc>
          <w:tcPr>
            <w:tcW w:w="1800" w:type="dxa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6D7C" w:rsidRDefault="002032EB" w:rsidP="005A6AF6">
            <w:pPr>
              <w:jc w:val="center"/>
              <w:rPr>
                <w:sz w:val="22"/>
                <w:szCs w:val="22"/>
              </w:rPr>
            </w:pPr>
            <w:r w:rsidRPr="00A36D7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0352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Лазарев К.А.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62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400 703,32</w:t>
            </w:r>
          </w:p>
        </w:tc>
        <w:tc>
          <w:tcPr>
            <w:tcW w:w="306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Квартира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100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Мазда-6</w:t>
            </w:r>
            <w:r w:rsidRPr="00D03528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0352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03528">
              <w:rPr>
                <w:sz w:val="22"/>
                <w:szCs w:val="22"/>
              </w:rPr>
              <w:t>вартира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D0352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100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  <w:tc>
          <w:tcPr>
            <w:tcW w:w="234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0352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03528" w:rsidRDefault="002032EB" w:rsidP="005A6AF6">
            <w:pPr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03528">
              <w:rPr>
                <w:sz w:val="22"/>
                <w:szCs w:val="22"/>
              </w:rPr>
              <w:t>вартира</w:t>
            </w:r>
          </w:p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D0352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100</w:t>
            </w:r>
          </w:p>
        </w:tc>
        <w:tc>
          <w:tcPr>
            <w:tcW w:w="1800" w:type="dxa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  <w:tc>
          <w:tcPr>
            <w:tcW w:w="2340" w:type="dxa"/>
            <w:gridSpan w:val="2"/>
          </w:tcPr>
          <w:p w:rsidR="002032EB" w:rsidRPr="00D03528" w:rsidRDefault="002032EB" w:rsidP="005A6AF6">
            <w:pPr>
              <w:jc w:val="center"/>
              <w:rPr>
                <w:sz w:val="22"/>
                <w:szCs w:val="22"/>
              </w:rPr>
            </w:pPr>
            <w:r w:rsidRPr="00D0352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63C0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Дударь Е.Н.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345 629,1</w:t>
            </w:r>
          </w:p>
        </w:tc>
        <w:tc>
          <w:tcPr>
            <w:tcW w:w="306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63C04">
              <w:rPr>
                <w:sz w:val="22"/>
                <w:szCs w:val="22"/>
              </w:rPr>
              <w:t>вартира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63C0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46,8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 Сиид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63C0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2 640</w:t>
            </w:r>
          </w:p>
        </w:tc>
        <w:tc>
          <w:tcPr>
            <w:tcW w:w="306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63C04">
              <w:rPr>
                <w:sz w:val="22"/>
                <w:szCs w:val="22"/>
              </w:rPr>
              <w:t>вартира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63C0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46,8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63C0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63C04">
              <w:rPr>
                <w:sz w:val="22"/>
                <w:szCs w:val="22"/>
              </w:rPr>
              <w:t>вартира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63C0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46,8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8349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83493" w:rsidRDefault="002032EB" w:rsidP="005A6AF6">
            <w:pPr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Максютов Д.Т.</w:t>
            </w:r>
          </w:p>
        </w:tc>
        <w:tc>
          <w:tcPr>
            <w:tcW w:w="1800" w:type="dxa"/>
          </w:tcPr>
          <w:p w:rsidR="002032EB" w:rsidRPr="00883493" w:rsidRDefault="002032EB" w:rsidP="005A6AF6">
            <w:pPr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62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375 178,77</w:t>
            </w:r>
          </w:p>
        </w:tc>
        <w:tc>
          <w:tcPr>
            <w:tcW w:w="3060" w:type="dxa"/>
            <w:gridSpan w:val="2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Комната</w:t>
            </w:r>
          </w:p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8349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Тойота Королла</w:t>
            </w:r>
          </w:p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8349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83493" w:rsidRDefault="002032EB" w:rsidP="005A6AF6">
            <w:pPr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</w:t>
            </w:r>
            <w:r w:rsidRPr="0088349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15,9</w:t>
            </w:r>
            <w:r w:rsidRPr="00883493">
              <w:rPr>
                <w:sz w:val="22"/>
                <w:szCs w:val="22"/>
              </w:rPr>
              <w:t>9</w:t>
            </w:r>
          </w:p>
        </w:tc>
        <w:tc>
          <w:tcPr>
            <w:tcW w:w="3060" w:type="dxa"/>
            <w:gridSpan w:val="2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83493">
              <w:rPr>
                <w:sz w:val="22"/>
                <w:szCs w:val="22"/>
              </w:rPr>
              <w:t>омната</w:t>
            </w:r>
          </w:p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8349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8349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83493" w:rsidRDefault="002032EB" w:rsidP="005A6AF6">
            <w:pPr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Талдыкина Л.Н.</w:t>
            </w:r>
          </w:p>
        </w:tc>
        <w:tc>
          <w:tcPr>
            <w:tcW w:w="1800" w:type="dxa"/>
          </w:tcPr>
          <w:p w:rsidR="002032EB" w:rsidRPr="00883493" w:rsidRDefault="002032EB" w:rsidP="005A6AF6">
            <w:pPr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310 714,19</w:t>
            </w:r>
          </w:p>
        </w:tc>
        <w:tc>
          <w:tcPr>
            <w:tcW w:w="3060" w:type="dxa"/>
            <w:gridSpan w:val="2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Квартира</w:t>
            </w:r>
          </w:p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49,3</w:t>
            </w:r>
          </w:p>
        </w:tc>
        <w:tc>
          <w:tcPr>
            <w:tcW w:w="180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8349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83493" w:rsidRDefault="002032EB" w:rsidP="005A6AF6">
            <w:pPr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83493">
              <w:rPr>
                <w:sz w:val="22"/>
                <w:szCs w:val="22"/>
              </w:rPr>
              <w:t>вартира</w:t>
            </w:r>
          </w:p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8349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49,3</w:t>
            </w:r>
          </w:p>
        </w:tc>
        <w:tc>
          <w:tcPr>
            <w:tcW w:w="1800" w:type="dxa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83493" w:rsidRDefault="002032EB" w:rsidP="005A6AF6">
            <w:pPr>
              <w:jc w:val="center"/>
              <w:rPr>
                <w:sz w:val="22"/>
                <w:szCs w:val="22"/>
              </w:rPr>
            </w:pPr>
            <w:r w:rsidRPr="0088349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C26D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Перлин М.И.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305 460,7</w:t>
            </w:r>
          </w:p>
        </w:tc>
        <w:tc>
          <w:tcPr>
            <w:tcW w:w="306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C26DC">
              <w:rPr>
                <w:sz w:val="22"/>
                <w:szCs w:val="22"/>
              </w:rPr>
              <w:t>вартира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C26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76,8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C26D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39 495,67</w:t>
            </w:r>
          </w:p>
        </w:tc>
        <w:tc>
          <w:tcPr>
            <w:tcW w:w="306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C26DC">
              <w:rPr>
                <w:sz w:val="22"/>
                <w:szCs w:val="22"/>
              </w:rPr>
              <w:t>вартира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C26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76,8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C26D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C26DC">
              <w:rPr>
                <w:sz w:val="22"/>
                <w:szCs w:val="22"/>
              </w:rPr>
              <w:t>вартира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C26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76,8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D5374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5374A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Томский С.И.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153 168,54</w:t>
            </w:r>
          </w:p>
        </w:tc>
        <w:tc>
          <w:tcPr>
            <w:tcW w:w="306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Жилой дом</w:t>
            </w:r>
          </w:p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D53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5374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5374A" w:rsidRDefault="002032EB" w:rsidP="005A6AF6">
            <w:pPr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Баландин А.Г.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62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384 282,08</w:t>
            </w:r>
          </w:p>
        </w:tc>
        <w:tc>
          <w:tcPr>
            <w:tcW w:w="306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2 комнаты</w:t>
            </w:r>
          </w:p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ВАЗ 111930</w:t>
            </w:r>
          </w:p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5374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5374A" w:rsidRDefault="002032EB" w:rsidP="005A6AF6">
            <w:pPr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495 933,93</w:t>
            </w:r>
          </w:p>
        </w:tc>
        <w:tc>
          <w:tcPr>
            <w:tcW w:w="306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2 комнаты</w:t>
            </w:r>
          </w:p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750"/>
        </w:trPr>
        <w:tc>
          <w:tcPr>
            <w:tcW w:w="1080" w:type="dxa"/>
            <w:vMerge/>
          </w:tcPr>
          <w:p w:rsidR="002032EB" w:rsidRPr="00D5374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5374A" w:rsidRDefault="002032EB" w:rsidP="005A6AF6">
            <w:pPr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2 комнаты</w:t>
            </w:r>
          </w:p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C26D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5374A" w:rsidRDefault="002032EB" w:rsidP="005A6AF6">
            <w:pPr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2 комнаты</w:t>
            </w:r>
          </w:p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C26D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Афанасенко Д.Н.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334 275,7</w:t>
            </w:r>
          </w:p>
        </w:tc>
        <w:tc>
          <w:tcPr>
            <w:tcW w:w="306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C26DC">
              <w:rPr>
                <w:sz w:val="22"/>
                <w:szCs w:val="22"/>
              </w:rPr>
              <w:t>вартира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найма</w:t>
            </w:r>
            <w:r w:rsidRPr="003C26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C26D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  <w:r w:rsidRPr="003C26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343,12</w:t>
            </w:r>
          </w:p>
        </w:tc>
        <w:tc>
          <w:tcPr>
            <w:tcW w:w="306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C26DC">
              <w:rPr>
                <w:sz w:val="22"/>
                <w:szCs w:val="22"/>
              </w:rPr>
              <w:t>вартира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найма</w:t>
            </w:r>
            <w:r w:rsidRPr="003C26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ВАЗ 21124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C26DC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C26DC" w:rsidRDefault="002032EB" w:rsidP="005A6AF6">
            <w:pPr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C26DC">
              <w:rPr>
                <w:sz w:val="22"/>
                <w:szCs w:val="22"/>
              </w:rPr>
              <w:t>вартира</w:t>
            </w:r>
          </w:p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найма</w:t>
            </w:r>
            <w:r w:rsidRPr="003C26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C26DC" w:rsidRDefault="002032EB" w:rsidP="005A6AF6">
            <w:pPr>
              <w:jc w:val="center"/>
              <w:rPr>
                <w:sz w:val="22"/>
                <w:szCs w:val="22"/>
              </w:rPr>
            </w:pPr>
            <w:r w:rsidRPr="003C26DC">
              <w:rPr>
                <w:sz w:val="22"/>
                <w:szCs w:val="22"/>
              </w:rPr>
              <w:t>-</w:t>
            </w:r>
          </w:p>
        </w:tc>
      </w:tr>
      <w:tr w:rsidR="002032EB" w:rsidRPr="00D5374A">
        <w:tc>
          <w:tcPr>
            <w:tcW w:w="1080" w:type="dxa"/>
            <w:vMerge w:val="restart"/>
          </w:tcPr>
          <w:p w:rsidR="002032EB" w:rsidRPr="00D5374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5374A" w:rsidRDefault="002032EB" w:rsidP="005A6AF6">
            <w:pPr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Соколова И.С.</w:t>
            </w:r>
          </w:p>
        </w:tc>
        <w:tc>
          <w:tcPr>
            <w:tcW w:w="1800" w:type="dxa"/>
            <w:vMerge w:val="restart"/>
          </w:tcPr>
          <w:p w:rsidR="002032EB" w:rsidRPr="00D5374A" w:rsidRDefault="002032EB" w:rsidP="005A6AF6">
            <w:pPr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220 618,77</w:t>
            </w:r>
          </w:p>
        </w:tc>
        <w:tc>
          <w:tcPr>
            <w:tcW w:w="306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Земельный участок</w:t>
            </w:r>
          </w:p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53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594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-</w:t>
            </w:r>
          </w:p>
        </w:tc>
      </w:tr>
      <w:tr w:rsidR="002032EB" w:rsidRPr="00D5374A">
        <w:tc>
          <w:tcPr>
            <w:tcW w:w="1080" w:type="dxa"/>
            <w:vMerge/>
          </w:tcPr>
          <w:p w:rsidR="002032EB" w:rsidRPr="00D5374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53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53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Жилой дом</w:t>
            </w:r>
          </w:p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53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61,3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5374A">
        <w:tc>
          <w:tcPr>
            <w:tcW w:w="1080" w:type="dxa"/>
            <w:vMerge/>
          </w:tcPr>
          <w:p w:rsidR="002032EB" w:rsidRPr="00D5374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5374A" w:rsidRDefault="002032EB" w:rsidP="005A6AF6">
            <w:pPr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Жилой дом</w:t>
            </w:r>
          </w:p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D53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61,3</w:t>
            </w:r>
          </w:p>
        </w:tc>
        <w:tc>
          <w:tcPr>
            <w:tcW w:w="1800" w:type="dxa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5374A" w:rsidRDefault="002032EB" w:rsidP="005A6AF6">
            <w:pPr>
              <w:jc w:val="center"/>
              <w:rPr>
                <w:sz w:val="22"/>
                <w:szCs w:val="22"/>
              </w:rPr>
            </w:pPr>
            <w:r w:rsidRPr="00D53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63C0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Рузаев Н.Е.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318 900, 48</w:t>
            </w:r>
          </w:p>
        </w:tc>
        <w:tc>
          <w:tcPr>
            <w:tcW w:w="306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Квартира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4D6F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ВАЗ 2101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63C0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63C04" w:rsidRDefault="002032EB" w:rsidP="005A6AF6">
            <w:pPr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180 343,12</w:t>
            </w:r>
          </w:p>
        </w:tc>
        <w:tc>
          <w:tcPr>
            <w:tcW w:w="306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Квартира</w:t>
            </w:r>
          </w:p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4D6F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63C04" w:rsidRDefault="002032EB" w:rsidP="005A6AF6">
            <w:pPr>
              <w:jc w:val="center"/>
              <w:rPr>
                <w:sz w:val="22"/>
                <w:szCs w:val="22"/>
              </w:rPr>
            </w:pPr>
            <w:r w:rsidRPr="00163C0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B4A4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B4A43" w:rsidRDefault="002032EB" w:rsidP="005A6AF6">
            <w:pPr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Инчина С.С.</w:t>
            </w:r>
          </w:p>
        </w:tc>
        <w:tc>
          <w:tcPr>
            <w:tcW w:w="1800" w:type="dxa"/>
          </w:tcPr>
          <w:p w:rsidR="002032EB" w:rsidRPr="007B4A43" w:rsidRDefault="002032EB" w:rsidP="005A6AF6">
            <w:pPr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271 801,14</w:t>
            </w:r>
          </w:p>
        </w:tc>
        <w:tc>
          <w:tcPr>
            <w:tcW w:w="3060" w:type="dxa"/>
            <w:gridSpan w:val="2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B4A43">
              <w:rPr>
                <w:sz w:val="22"/>
                <w:szCs w:val="22"/>
              </w:rPr>
              <w:t>вартира</w:t>
            </w:r>
          </w:p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аренды</w:t>
            </w:r>
            <w:r w:rsidRPr="007B4A4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80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7B4A43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7B4A43">
              <w:rPr>
                <w:sz w:val="22"/>
                <w:szCs w:val="22"/>
                <w:lang w:val="en-US"/>
              </w:rPr>
              <w:t>RENAULT</w:t>
            </w:r>
          </w:p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B4A4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B4A43" w:rsidRDefault="002032EB" w:rsidP="005A6AF6">
            <w:pPr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603 198,92</w:t>
            </w:r>
          </w:p>
        </w:tc>
        <w:tc>
          <w:tcPr>
            <w:tcW w:w="3060" w:type="dxa"/>
            <w:gridSpan w:val="2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Земельный участок</w:t>
            </w:r>
          </w:p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B4A4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B4A4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Квартира</w:t>
            </w:r>
          </w:p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B4A4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B4A4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B4A43">
              <w:rPr>
                <w:sz w:val="22"/>
                <w:szCs w:val="22"/>
              </w:rPr>
              <w:t>вартира</w:t>
            </w:r>
          </w:p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аренды</w:t>
            </w:r>
            <w:r w:rsidRPr="007B4A4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80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B4A4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B4A43" w:rsidRDefault="002032EB" w:rsidP="005A6AF6">
            <w:pPr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квартира</w:t>
            </w:r>
          </w:p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об аренде</w:t>
            </w:r>
            <w:r w:rsidRPr="007B4A4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800" w:type="dxa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B4A43" w:rsidRDefault="002032EB" w:rsidP="005A6AF6">
            <w:pPr>
              <w:jc w:val="center"/>
              <w:rPr>
                <w:sz w:val="22"/>
                <w:szCs w:val="22"/>
              </w:rPr>
            </w:pPr>
            <w:r w:rsidRPr="007B4A4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D6FB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Тамбовцева О.Д.</w:t>
            </w:r>
          </w:p>
        </w:tc>
        <w:tc>
          <w:tcPr>
            <w:tcW w:w="1800" w:type="dxa"/>
            <w:vMerge w:val="restart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346 279,52</w:t>
            </w:r>
          </w:p>
        </w:tc>
        <w:tc>
          <w:tcPr>
            <w:tcW w:w="306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Квартира</w:t>
            </w:r>
          </w:p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57,3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6637D" w:rsidRDefault="002032EB" w:rsidP="005A6AF6">
            <w:pPr>
              <w:jc w:val="center"/>
              <w:rPr>
                <w:sz w:val="22"/>
                <w:szCs w:val="22"/>
              </w:rPr>
            </w:pPr>
            <w:r w:rsidRPr="00D6637D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D6637D" w:rsidRDefault="002032EB" w:rsidP="005A6AF6">
            <w:pPr>
              <w:jc w:val="center"/>
              <w:rPr>
                <w:sz w:val="22"/>
                <w:szCs w:val="22"/>
              </w:rPr>
            </w:pPr>
            <w:r w:rsidRPr="00D6637D">
              <w:rPr>
                <w:sz w:val="22"/>
                <w:szCs w:val="22"/>
              </w:rPr>
              <w:t>ГАЗ 3102</w:t>
            </w:r>
          </w:p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D6637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D6FB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Гараж</w:t>
            </w:r>
          </w:p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39,6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D6FB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Квартира</w:t>
            </w:r>
          </w:p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4D6F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57,3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 w:val="restart"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Андрух И.С.</w:t>
            </w:r>
          </w:p>
        </w:tc>
        <w:tc>
          <w:tcPr>
            <w:tcW w:w="1800" w:type="dxa"/>
            <w:vMerge w:val="restart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341 524,54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Земельный участок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941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Жилой дом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113,4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40,4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Жолдыбина Н.С.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454 281,48</w:t>
            </w: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Квартира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703CF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Рено Логан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(совместная)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297 090,13</w:t>
            </w: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Земельный участок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800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ВАЗ</w:t>
            </w:r>
            <w:r>
              <w:rPr>
                <w:sz w:val="22"/>
                <w:szCs w:val="22"/>
              </w:rPr>
              <w:t xml:space="preserve"> 21093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(индивидуальная)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Гараж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(индивидуальная)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Квартира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703CF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Рено Логан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(совместная)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03CF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03CFD" w:rsidRDefault="002032EB" w:rsidP="005A6AF6">
            <w:pPr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Квартира</w:t>
            </w:r>
          </w:p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(безвозмезд</w:t>
            </w:r>
            <w:r>
              <w:rPr>
                <w:sz w:val="22"/>
                <w:szCs w:val="22"/>
              </w:rPr>
              <w:t>ное пользование</w:t>
            </w:r>
            <w:r w:rsidRPr="00703CF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03CFD" w:rsidRDefault="002032EB" w:rsidP="005A6AF6">
            <w:pPr>
              <w:jc w:val="center"/>
              <w:rPr>
                <w:sz w:val="22"/>
                <w:szCs w:val="22"/>
              </w:rPr>
            </w:pPr>
            <w:r w:rsidRPr="00703CF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Фоменко Э.Н.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66 379,6</w:t>
            </w: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Квартира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DE78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784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E7844" w:rsidRDefault="002032EB" w:rsidP="005A6AF6">
            <w:pPr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Квартира</w:t>
            </w:r>
          </w:p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DE78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7844" w:rsidRDefault="002032EB" w:rsidP="005A6AF6">
            <w:pPr>
              <w:jc w:val="center"/>
              <w:rPr>
                <w:sz w:val="22"/>
                <w:szCs w:val="22"/>
              </w:rPr>
            </w:pPr>
            <w:r w:rsidRPr="00DE784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Аминева Д.Н.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259 187,39</w:t>
            </w:r>
          </w:p>
        </w:tc>
        <w:tc>
          <w:tcPr>
            <w:tcW w:w="306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Жилой дом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264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ВАЗ 21053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Жилой дом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264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Жилой дом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264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2646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2646A" w:rsidRDefault="002032EB" w:rsidP="005A6AF6">
            <w:pPr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Жилой дом</w:t>
            </w:r>
          </w:p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264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2646A" w:rsidRDefault="002032EB" w:rsidP="005A6AF6">
            <w:pPr>
              <w:jc w:val="center"/>
              <w:rPr>
                <w:sz w:val="22"/>
                <w:szCs w:val="22"/>
              </w:rPr>
            </w:pPr>
            <w:r w:rsidRPr="006264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C3122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C3122D" w:rsidRDefault="002032EB" w:rsidP="005A6AF6">
            <w:pPr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Серебряков С.В.</w:t>
            </w:r>
          </w:p>
        </w:tc>
        <w:tc>
          <w:tcPr>
            <w:tcW w:w="1800" w:type="dxa"/>
            <w:vMerge w:val="restart"/>
          </w:tcPr>
          <w:p w:rsidR="002032EB" w:rsidRPr="00C3122D" w:rsidRDefault="002032EB" w:rsidP="005A6AF6">
            <w:pPr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478 166,1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Квартира</w:t>
            </w:r>
          </w:p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совместная</w:t>
            </w:r>
            <w:r w:rsidRPr="00C3122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800" w:type="dxa"/>
            <w:vMerge w:val="restart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Тайота Калдина</w:t>
            </w:r>
          </w:p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C3122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3122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3122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Мототранспортное средство</w:t>
            </w:r>
          </w:p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ИЖ-П-3</w:t>
            </w:r>
            <w:r>
              <w:rPr>
                <w:sz w:val="22"/>
                <w:szCs w:val="22"/>
              </w:rPr>
              <w:t>-02</w:t>
            </w:r>
          </w:p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C3122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3122D" w:rsidRDefault="002032EB" w:rsidP="005A6AF6">
            <w:pPr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270 772,59</w:t>
            </w:r>
          </w:p>
        </w:tc>
        <w:tc>
          <w:tcPr>
            <w:tcW w:w="3060" w:type="dxa"/>
            <w:gridSpan w:val="2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Квартира</w:t>
            </w:r>
          </w:p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совместная</w:t>
            </w:r>
            <w:r w:rsidRPr="00C3122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800" w:type="dxa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C3122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3122D" w:rsidRDefault="002032EB" w:rsidP="005A6AF6">
            <w:pPr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Квартира</w:t>
            </w:r>
          </w:p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C3122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C3122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800" w:type="dxa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3122D" w:rsidRDefault="002032EB" w:rsidP="005A6AF6">
            <w:pPr>
              <w:jc w:val="center"/>
              <w:rPr>
                <w:sz w:val="22"/>
                <w:szCs w:val="22"/>
              </w:rPr>
            </w:pPr>
            <w:r w:rsidRPr="00C3122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227C5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Серебрякова О.Н.</w:t>
            </w:r>
          </w:p>
        </w:tc>
        <w:tc>
          <w:tcPr>
            <w:tcW w:w="1800" w:type="dxa"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E227C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0 772,59</w:t>
            </w:r>
          </w:p>
        </w:tc>
        <w:tc>
          <w:tcPr>
            <w:tcW w:w="306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Квартира</w:t>
            </w:r>
          </w:p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совместная</w:t>
            </w:r>
            <w:r w:rsidRPr="00E227C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E227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800" w:type="dxa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227C5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478 166,51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Квартира</w:t>
            </w:r>
          </w:p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совместная</w:t>
            </w:r>
            <w:r w:rsidRPr="00E227C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E227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800" w:type="dxa"/>
            <w:vMerge w:val="restart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Тайота Калдина</w:t>
            </w:r>
          </w:p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227C5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227C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Мототранспортное средство</w:t>
            </w:r>
          </w:p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ИЖ-П-3</w:t>
            </w:r>
            <w:r>
              <w:rPr>
                <w:sz w:val="22"/>
                <w:szCs w:val="22"/>
              </w:rPr>
              <w:t>-02</w:t>
            </w:r>
          </w:p>
          <w:p w:rsidR="002032EB" w:rsidRPr="00E227C5" w:rsidRDefault="002032EB" w:rsidP="005A6AF6">
            <w:pPr>
              <w:jc w:val="center"/>
              <w:rPr>
                <w:sz w:val="22"/>
                <w:szCs w:val="22"/>
              </w:rPr>
            </w:pPr>
            <w:r w:rsidRPr="00E227C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546B7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46B73" w:rsidRDefault="002032EB" w:rsidP="005A6AF6">
            <w:pPr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Камалова Л.Р.</w:t>
            </w:r>
          </w:p>
        </w:tc>
        <w:tc>
          <w:tcPr>
            <w:tcW w:w="1800" w:type="dxa"/>
          </w:tcPr>
          <w:p w:rsidR="002032EB" w:rsidRPr="00546B73" w:rsidRDefault="002032EB" w:rsidP="005A6AF6">
            <w:pPr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344 752,32</w:t>
            </w:r>
          </w:p>
        </w:tc>
        <w:tc>
          <w:tcPr>
            <w:tcW w:w="3060" w:type="dxa"/>
            <w:gridSpan w:val="2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Квартира</w:t>
            </w:r>
          </w:p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46B7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546B73" w:rsidRDefault="002032EB" w:rsidP="005A6AF6">
            <w:pPr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51 544,1</w:t>
            </w:r>
          </w:p>
        </w:tc>
        <w:tc>
          <w:tcPr>
            <w:tcW w:w="3060" w:type="dxa"/>
            <w:gridSpan w:val="2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Квартира</w:t>
            </w:r>
          </w:p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ВАЗ 11840</w:t>
            </w:r>
          </w:p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46B7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46B7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Квартира</w:t>
            </w:r>
          </w:p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546B7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546B7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46B73" w:rsidRDefault="002032EB" w:rsidP="005A6AF6">
            <w:pPr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Квартира</w:t>
            </w:r>
          </w:p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546B7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46B7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46B73" w:rsidRDefault="002032EB" w:rsidP="005A6AF6">
            <w:pPr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Квартира</w:t>
            </w:r>
          </w:p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546B7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D6FB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Николаев Г.В.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397 731,6</w:t>
            </w:r>
            <w:r w:rsidRPr="004D6FBD">
              <w:rPr>
                <w:sz w:val="22"/>
                <w:szCs w:val="22"/>
              </w:rPr>
              <w:t>7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4D6FBD">
              <w:rPr>
                <w:sz w:val="22"/>
                <w:szCs w:val="22"/>
              </w:rPr>
              <w:t>вартира</w:t>
            </w:r>
          </w:p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34,2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ПЕЖО-308</w:t>
            </w:r>
          </w:p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367"/>
        </w:trPr>
        <w:tc>
          <w:tcPr>
            <w:tcW w:w="1080" w:type="dxa"/>
            <w:vMerge/>
          </w:tcPr>
          <w:p w:rsidR="002032EB" w:rsidRPr="004D6FB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71 800</w:t>
            </w:r>
          </w:p>
        </w:tc>
        <w:tc>
          <w:tcPr>
            <w:tcW w:w="3060" w:type="dxa"/>
            <w:gridSpan w:val="2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Квартира</w:t>
            </w:r>
          </w:p>
          <w:p w:rsidR="002032EB" w:rsidRPr="0035469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546B7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34,2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D6FB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Квартира</w:t>
            </w:r>
          </w:p>
          <w:p w:rsidR="002032EB" w:rsidRDefault="002032EB" w:rsidP="005A6AF6">
            <w:pPr>
              <w:jc w:val="center"/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546B7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34,2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D6FBD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46B73" w:rsidRDefault="002032EB" w:rsidP="005A6AF6">
            <w:pPr>
              <w:jc w:val="center"/>
              <w:rPr>
                <w:sz w:val="22"/>
                <w:szCs w:val="22"/>
              </w:rPr>
            </w:pPr>
            <w:r w:rsidRPr="00546B73">
              <w:rPr>
                <w:sz w:val="22"/>
                <w:szCs w:val="22"/>
              </w:rPr>
              <w:t>Квартира</w:t>
            </w:r>
          </w:p>
          <w:p w:rsidR="002032EB" w:rsidRPr="0035469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546B7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34,2</w:t>
            </w:r>
          </w:p>
        </w:tc>
        <w:tc>
          <w:tcPr>
            <w:tcW w:w="1800" w:type="dxa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D6FBD" w:rsidRDefault="002032EB" w:rsidP="005A6AF6">
            <w:pPr>
              <w:jc w:val="center"/>
              <w:rPr>
                <w:sz w:val="22"/>
                <w:szCs w:val="22"/>
              </w:rPr>
            </w:pPr>
            <w:r w:rsidRPr="004D6FB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2646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26468" w:rsidRDefault="002032EB" w:rsidP="005A6AF6">
            <w:pPr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Вертякова Ю.Н.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  <w:r w:rsidRPr="00F2646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213,44</w:t>
            </w:r>
          </w:p>
        </w:tc>
        <w:tc>
          <w:tcPr>
            <w:tcW w:w="306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Квартира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Мицубтси Паджеро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2646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26468" w:rsidRDefault="002032EB" w:rsidP="005A6AF6">
            <w:pPr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608 827,82</w:t>
            </w:r>
          </w:p>
        </w:tc>
        <w:tc>
          <w:tcPr>
            <w:tcW w:w="306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Квартира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F26468"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 w:rsidRPr="00F26468">
              <w:rPr>
                <w:sz w:val="22"/>
                <w:szCs w:val="22"/>
              </w:rPr>
              <w:t xml:space="preserve"> </w:t>
            </w:r>
            <w:r w:rsidRPr="00F26468">
              <w:rPr>
                <w:sz w:val="22"/>
                <w:szCs w:val="22"/>
                <w:lang w:val="en-US"/>
              </w:rPr>
              <w:t>VITZ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2646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26468" w:rsidRDefault="002032EB" w:rsidP="005A6AF6">
            <w:pPr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Квартира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2646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26468" w:rsidRDefault="002032EB" w:rsidP="005A6AF6">
            <w:pPr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Квартира</w:t>
            </w:r>
          </w:p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800" w:type="dxa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26468" w:rsidRDefault="002032EB" w:rsidP="005A6AF6">
            <w:pPr>
              <w:jc w:val="center"/>
              <w:rPr>
                <w:sz w:val="22"/>
                <w:szCs w:val="22"/>
              </w:rPr>
            </w:pPr>
            <w:r w:rsidRPr="00F26468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510"/>
        </w:trPr>
        <w:tc>
          <w:tcPr>
            <w:tcW w:w="1080" w:type="dxa"/>
            <w:vMerge w:val="restart"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Запорожец А.С.</w:t>
            </w:r>
          </w:p>
        </w:tc>
        <w:tc>
          <w:tcPr>
            <w:tcW w:w="1800" w:type="dxa"/>
            <w:vMerge w:val="restart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478 364,27</w:t>
            </w: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найма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ВАЗ 21061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510"/>
        </w:trPr>
        <w:tc>
          <w:tcPr>
            <w:tcW w:w="1080" w:type="dxa"/>
            <w:vMerge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Земельный участок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114 000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</w:t>
            </w:r>
            <w:r w:rsidRPr="009441DE">
              <w:rPr>
                <w:sz w:val="22"/>
                <w:szCs w:val="22"/>
              </w:rPr>
              <w:t xml:space="preserve"> </w:t>
            </w:r>
          </w:p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ЗИЛ 5301</w:t>
            </w:r>
          </w:p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241 890,14</w:t>
            </w: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Жилой дом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Жилой дом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51,8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Жилой дом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(безвозмездное п</w:t>
            </w:r>
            <w:r>
              <w:rPr>
                <w:sz w:val="22"/>
                <w:szCs w:val="22"/>
              </w:rPr>
              <w:t>ользование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51,8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Лысый Е.В.</w:t>
            </w:r>
          </w:p>
        </w:tc>
        <w:tc>
          <w:tcPr>
            <w:tcW w:w="1800" w:type="dxa"/>
            <w:vMerge w:val="restart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408 930,2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Квартира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C6AD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61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ВАЗ 21061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Гараж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228 931,11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Квартира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6C6AD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61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Квартира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C6AD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61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F7F6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Нилова Н.Л.</w:t>
            </w:r>
          </w:p>
        </w:tc>
        <w:tc>
          <w:tcPr>
            <w:tcW w:w="1800" w:type="dxa"/>
            <w:vMerge w:val="restart"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326 423,63</w:t>
            </w:r>
          </w:p>
        </w:tc>
        <w:tc>
          <w:tcPr>
            <w:tcW w:w="306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Квартира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F7F6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F7F6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Квартира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28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F7F6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461 904, 15</w:t>
            </w:r>
          </w:p>
        </w:tc>
        <w:tc>
          <w:tcPr>
            <w:tcW w:w="306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1800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Киа Серато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(индивидуальная)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F7F6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Жилой дом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F7F6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 xml:space="preserve">Квартира 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F7F6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Квартира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(безвозмездное поль</w:t>
            </w:r>
            <w:r>
              <w:rPr>
                <w:sz w:val="22"/>
                <w:szCs w:val="22"/>
              </w:rPr>
              <w:t>зование</w:t>
            </w:r>
            <w:r w:rsidRPr="004F7F6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Субару Форестер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(индивидуальная)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Фомина Л.Г.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411 308,64</w:t>
            </w: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Квартира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566 669,82</w:t>
            </w: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Квартира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Хендо Туссон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Земельный участок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E25E1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E25E1" w:rsidRDefault="002032EB" w:rsidP="005A6AF6">
            <w:pPr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Лаврентьева Л.В.</w:t>
            </w:r>
          </w:p>
        </w:tc>
        <w:tc>
          <w:tcPr>
            <w:tcW w:w="1800" w:type="dxa"/>
          </w:tcPr>
          <w:p w:rsidR="002032EB" w:rsidRPr="00DE25E1" w:rsidRDefault="002032EB" w:rsidP="005A6AF6">
            <w:pPr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2 278 291,29</w:t>
            </w:r>
          </w:p>
        </w:tc>
        <w:tc>
          <w:tcPr>
            <w:tcW w:w="3060" w:type="dxa"/>
            <w:gridSpan w:val="2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E25E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1800" w:type="dxa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25E1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E25E1" w:rsidRDefault="002032EB" w:rsidP="005A6AF6">
            <w:pPr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213 206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E25E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1800" w:type="dxa"/>
            <w:vMerge w:val="restart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DE25E1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Нива</w:t>
            </w:r>
            <w:r w:rsidRPr="00DE25E1">
              <w:rPr>
                <w:sz w:val="22"/>
                <w:szCs w:val="22"/>
              </w:rPr>
              <w:t xml:space="preserve"> 21214</w:t>
            </w:r>
          </w:p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25E1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25E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25E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Субару-импреза</w:t>
            </w:r>
          </w:p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</w:tcPr>
          <w:p w:rsidR="002032EB" w:rsidRPr="0096486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4863" w:rsidRDefault="002032EB" w:rsidP="005A6AF6">
            <w:pPr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Зюзина А.В.</w:t>
            </w:r>
          </w:p>
        </w:tc>
        <w:tc>
          <w:tcPr>
            <w:tcW w:w="1800" w:type="dxa"/>
          </w:tcPr>
          <w:p w:rsidR="002032EB" w:rsidRPr="00964863" w:rsidRDefault="002032EB" w:rsidP="005A6AF6">
            <w:pPr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251 286,65</w:t>
            </w:r>
          </w:p>
        </w:tc>
        <w:tc>
          <w:tcPr>
            <w:tcW w:w="3060" w:type="dxa"/>
            <w:gridSpan w:val="2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Жилой дом</w:t>
            </w:r>
          </w:p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96486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82,6</w:t>
            </w:r>
          </w:p>
        </w:tc>
        <w:tc>
          <w:tcPr>
            <w:tcW w:w="180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964863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 xml:space="preserve">        ВАЗ 2112</w:t>
            </w:r>
          </w:p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Буянов В.В.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247 786,82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Квартира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C6AD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6C6AD4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        ВАЗ 2110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</w:tcPr>
          <w:p w:rsidR="002032EB" w:rsidRPr="009441D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441DE" w:rsidRDefault="002032EB" w:rsidP="005A6AF6">
            <w:pPr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Гукова О.П.</w:t>
            </w:r>
          </w:p>
        </w:tc>
        <w:tc>
          <w:tcPr>
            <w:tcW w:w="1800" w:type="dxa"/>
          </w:tcPr>
          <w:p w:rsidR="002032EB" w:rsidRPr="009441DE" w:rsidRDefault="002032EB" w:rsidP="005A6AF6">
            <w:pPr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396 672,88</w:t>
            </w:r>
          </w:p>
        </w:tc>
        <w:tc>
          <w:tcPr>
            <w:tcW w:w="3060" w:type="dxa"/>
            <w:gridSpan w:val="2"/>
          </w:tcPr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Квартира</w:t>
            </w:r>
          </w:p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9441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800" w:type="dxa"/>
          </w:tcPr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8E16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Власенко А.Э.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255 256,82</w:t>
            </w:r>
          </w:p>
        </w:tc>
        <w:tc>
          <w:tcPr>
            <w:tcW w:w="306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Квартира</w:t>
            </w:r>
          </w:p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8E165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8E16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Рымарева А.А.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189 005,52</w:t>
            </w:r>
          </w:p>
        </w:tc>
        <w:tc>
          <w:tcPr>
            <w:tcW w:w="306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Квартира</w:t>
            </w:r>
          </w:p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8E165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50,55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8E16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Сагитдинов А.Б.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148 481,22</w:t>
            </w:r>
          </w:p>
        </w:tc>
        <w:tc>
          <w:tcPr>
            <w:tcW w:w="306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Жилой дом</w:t>
            </w:r>
          </w:p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8E165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72,4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F7F6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Пасюкова-Иглесиас Т.А.</w:t>
            </w:r>
          </w:p>
        </w:tc>
        <w:tc>
          <w:tcPr>
            <w:tcW w:w="1800" w:type="dxa"/>
            <w:vMerge w:val="restart"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331 413,55</w:t>
            </w:r>
          </w:p>
        </w:tc>
        <w:tc>
          <w:tcPr>
            <w:tcW w:w="306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Земельный участок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800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4F7F67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 xml:space="preserve">        </w:t>
            </w:r>
            <w:r w:rsidRPr="004F7F67">
              <w:rPr>
                <w:sz w:val="22"/>
                <w:szCs w:val="22"/>
                <w:lang w:val="en-US"/>
              </w:rPr>
              <w:t>Mersedes</w:t>
            </w:r>
            <w:r w:rsidRPr="004F7F67">
              <w:rPr>
                <w:sz w:val="22"/>
                <w:szCs w:val="22"/>
              </w:rPr>
              <w:t xml:space="preserve"> </w:t>
            </w:r>
            <w:r w:rsidRPr="004F7F67">
              <w:rPr>
                <w:sz w:val="22"/>
                <w:szCs w:val="22"/>
                <w:lang w:val="en-US"/>
              </w:rPr>
              <w:t>Benz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F7F6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Жилой дом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39.5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F7F6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241 267,84</w:t>
            </w:r>
          </w:p>
        </w:tc>
        <w:tc>
          <w:tcPr>
            <w:tcW w:w="306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Жилой дом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4F7F6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39,5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F7F6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Земельный участок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96486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800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5490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5490A" w:rsidRDefault="002032EB" w:rsidP="005A6AF6">
            <w:pPr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Иванов  А.М.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357 913,65</w:t>
            </w:r>
          </w:p>
        </w:tc>
        <w:tc>
          <w:tcPr>
            <w:tcW w:w="306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Квартира</w:t>
            </w:r>
          </w:p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(безвозмездное пользование,)</w:t>
            </w:r>
          </w:p>
        </w:tc>
        <w:tc>
          <w:tcPr>
            <w:tcW w:w="144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47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5490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5490A" w:rsidRDefault="002032EB" w:rsidP="005A6AF6">
            <w:pPr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47 305,25</w:t>
            </w:r>
          </w:p>
        </w:tc>
        <w:tc>
          <w:tcPr>
            <w:tcW w:w="306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Квартира</w:t>
            </w:r>
          </w:p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5490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47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B5490A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 xml:space="preserve">         Шевроле Нива</w:t>
            </w:r>
          </w:p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F7F6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Серебров А.Ю.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376 855,27</w:t>
            </w:r>
          </w:p>
        </w:tc>
        <w:tc>
          <w:tcPr>
            <w:tcW w:w="306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Квартира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аренды</w:t>
            </w:r>
            <w:r w:rsidRPr="004F7F6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4F7F67" w:rsidRDefault="002032EB" w:rsidP="005A6AF6">
            <w:pPr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>Форд Фьюжен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F7F67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F7F67" w:rsidRDefault="002032EB" w:rsidP="005A6AF6">
            <w:pPr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Квартира</w:t>
            </w:r>
          </w:p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аренды</w:t>
            </w:r>
            <w:r w:rsidRPr="004F7F6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F7F67" w:rsidRDefault="002032EB" w:rsidP="005A6AF6">
            <w:pPr>
              <w:jc w:val="center"/>
              <w:rPr>
                <w:sz w:val="22"/>
                <w:szCs w:val="22"/>
              </w:rPr>
            </w:pPr>
            <w:r w:rsidRPr="004F7F6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E25E1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E25E1" w:rsidRDefault="002032EB" w:rsidP="005A6AF6">
            <w:pPr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Михалкина М.А.</w:t>
            </w:r>
          </w:p>
        </w:tc>
        <w:tc>
          <w:tcPr>
            <w:tcW w:w="1800" w:type="dxa"/>
          </w:tcPr>
          <w:p w:rsidR="002032EB" w:rsidRPr="00DE25E1" w:rsidRDefault="002032EB" w:rsidP="005A6AF6">
            <w:pPr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300 855,84</w:t>
            </w:r>
          </w:p>
        </w:tc>
        <w:tc>
          <w:tcPr>
            <w:tcW w:w="3060" w:type="dxa"/>
            <w:gridSpan w:val="2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Квартира</w:t>
            </w:r>
          </w:p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E25E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DE25E1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 xml:space="preserve">         ДЭУ Матиз</w:t>
            </w:r>
          </w:p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25E1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E25E1" w:rsidRDefault="002032EB" w:rsidP="005A6AF6">
            <w:pPr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277 831,03</w:t>
            </w:r>
          </w:p>
        </w:tc>
        <w:tc>
          <w:tcPr>
            <w:tcW w:w="3060" w:type="dxa"/>
            <w:gridSpan w:val="2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Квартира</w:t>
            </w:r>
          </w:p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DE25E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25E1" w:rsidRDefault="002032EB" w:rsidP="005A6AF6">
            <w:pPr>
              <w:jc w:val="center"/>
              <w:rPr>
                <w:sz w:val="22"/>
                <w:szCs w:val="22"/>
              </w:rPr>
            </w:pPr>
            <w:r w:rsidRPr="00DE25E1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506"/>
        </w:trPr>
        <w:tc>
          <w:tcPr>
            <w:tcW w:w="1080" w:type="dxa"/>
            <w:vMerge w:val="restart"/>
          </w:tcPr>
          <w:p w:rsidR="002032EB" w:rsidRPr="0096486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64863" w:rsidRDefault="002032EB" w:rsidP="005A6AF6">
            <w:pPr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Корыщенко Д.Е.</w:t>
            </w:r>
          </w:p>
        </w:tc>
        <w:tc>
          <w:tcPr>
            <w:tcW w:w="1800" w:type="dxa"/>
            <w:vMerge w:val="restart"/>
          </w:tcPr>
          <w:p w:rsidR="002032EB" w:rsidRPr="00964863" w:rsidRDefault="002032EB" w:rsidP="005A6AF6">
            <w:pPr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1 514 805,21</w:t>
            </w:r>
          </w:p>
        </w:tc>
        <w:tc>
          <w:tcPr>
            <w:tcW w:w="3060" w:type="dxa"/>
            <w:gridSpan w:val="2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Квартира</w:t>
            </w:r>
          </w:p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964863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 xml:space="preserve">         Рено-Меган</w:t>
            </w:r>
          </w:p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(индивидуальная)</w:t>
            </w:r>
          </w:p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96486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648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648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Дача</w:t>
            </w:r>
          </w:p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96486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648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648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Гараж</w:t>
            </w:r>
          </w:p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80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96486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64863" w:rsidRDefault="002032EB" w:rsidP="005A6AF6">
            <w:pPr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292 698,79</w:t>
            </w:r>
          </w:p>
        </w:tc>
        <w:tc>
          <w:tcPr>
            <w:tcW w:w="3060" w:type="dxa"/>
            <w:gridSpan w:val="2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Земельный участок</w:t>
            </w:r>
          </w:p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106 000</w:t>
            </w:r>
          </w:p>
        </w:tc>
        <w:tc>
          <w:tcPr>
            <w:tcW w:w="180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6486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648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Квартира</w:t>
            </w:r>
          </w:p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0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  <w:r w:rsidRPr="009648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964863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64863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648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Квартира</w:t>
            </w:r>
          </w:p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B5490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5490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5490A" w:rsidRDefault="002032EB" w:rsidP="005A6AF6">
            <w:pPr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Коротенко С.А.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314 017,27</w:t>
            </w:r>
          </w:p>
        </w:tc>
        <w:tc>
          <w:tcPr>
            <w:tcW w:w="306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Квартира</w:t>
            </w:r>
          </w:p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50,73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5490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5490A" w:rsidRDefault="002032EB" w:rsidP="005A6AF6">
            <w:pPr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168 843,36</w:t>
            </w:r>
          </w:p>
        </w:tc>
        <w:tc>
          <w:tcPr>
            <w:tcW w:w="306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Квартира</w:t>
            </w:r>
          </w:p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B5490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50,73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B5490A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 xml:space="preserve">      Мазда Фамилия</w:t>
            </w:r>
          </w:p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5490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5490A" w:rsidRDefault="002032EB" w:rsidP="005A6AF6">
            <w:pPr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Квартира</w:t>
            </w:r>
          </w:p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B5490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50,73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Никитин А.А.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348 692,06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Жилой дом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C6AD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Чери А15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137 475,61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Жилой дом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C6AD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Жилой дом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</w:t>
            </w:r>
            <w:r w:rsidRPr="006C6AD4">
              <w:rPr>
                <w:sz w:val="22"/>
                <w:szCs w:val="22"/>
              </w:rPr>
              <w:t>е)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5490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5490A" w:rsidRDefault="002032EB" w:rsidP="005A6AF6">
            <w:pPr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Коркошко А.А.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297 124,6</w:t>
            </w:r>
          </w:p>
        </w:tc>
        <w:tc>
          <w:tcPr>
            <w:tcW w:w="306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Квартира</w:t>
            </w:r>
          </w:p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5490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B5490A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Лада</w:t>
            </w:r>
          </w:p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5490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5490A" w:rsidRDefault="002032EB" w:rsidP="005A6AF6">
            <w:pPr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53 624,82</w:t>
            </w:r>
          </w:p>
        </w:tc>
        <w:tc>
          <w:tcPr>
            <w:tcW w:w="306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Квартира</w:t>
            </w:r>
          </w:p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B5490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5490A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5490A" w:rsidRDefault="002032EB" w:rsidP="005A6AF6">
            <w:pPr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Квартира</w:t>
            </w:r>
          </w:p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B5490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5490A" w:rsidRDefault="002032EB" w:rsidP="005A6AF6">
            <w:pPr>
              <w:jc w:val="center"/>
              <w:rPr>
                <w:sz w:val="22"/>
                <w:szCs w:val="22"/>
              </w:rPr>
            </w:pPr>
            <w:r w:rsidRPr="00B5490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Растворов С.С.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291 837,33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(договор найма)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42 </w:t>
            </w:r>
            <w:r>
              <w:rPr>
                <w:sz w:val="22"/>
                <w:szCs w:val="22"/>
              </w:rPr>
              <w:t>109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(договор найма)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(договор найма)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Воробьева Т.П.</w:t>
            </w:r>
          </w:p>
        </w:tc>
        <w:tc>
          <w:tcPr>
            <w:tcW w:w="1800" w:type="dxa"/>
            <w:vMerge w:val="restart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365 559,65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Земельный участок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6C6AD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1690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6C6AD4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 Фольцваген Гольф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Квартира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142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Ниссан альтера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Квартира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C6AD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582 112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Квартира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6C6AD4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         Инфинити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Гараж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19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Квартира 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C6AD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Квартира 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C6AD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C6AD4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C6AD4" w:rsidRDefault="002032EB" w:rsidP="005A6AF6">
            <w:pPr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 xml:space="preserve">Квартира </w:t>
            </w:r>
          </w:p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C6AD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C6AD4" w:rsidRDefault="002032EB" w:rsidP="005A6AF6">
            <w:pPr>
              <w:jc w:val="center"/>
              <w:rPr>
                <w:sz w:val="22"/>
                <w:szCs w:val="22"/>
              </w:rPr>
            </w:pPr>
            <w:r w:rsidRPr="006C6AD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E16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Федорова Ж.А.</w:t>
            </w:r>
          </w:p>
        </w:tc>
        <w:tc>
          <w:tcPr>
            <w:tcW w:w="1800" w:type="dxa"/>
            <w:vMerge w:val="restart"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237 905,73</w:t>
            </w:r>
          </w:p>
        </w:tc>
        <w:tc>
          <w:tcPr>
            <w:tcW w:w="306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Жилой дом</w:t>
            </w:r>
          </w:p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E165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E16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 xml:space="preserve">Квартира </w:t>
            </w:r>
          </w:p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8E165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E16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320 280,68</w:t>
            </w:r>
          </w:p>
        </w:tc>
        <w:tc>
          <w:tcPr>
            <w:tcW w:w="306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Квартира</w:t>
            </w:r>
          </w:p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E165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8E1659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 xml:space="preserve">         Дэу нексия</w:t>
            </w:r>
          </w:p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E16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Квартира</w:t>
            </w:r>
          </w:p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E16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Квартира</w:t>
            </w:r>
          </w:p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E165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E1659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E1659" w:rsidRDefault="002032EB" w:rsidP="005A6AF6">
            <w:pPr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 xml:space="preserve">Квартира </w:t>
            </w:r>
          </w:p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8E165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E1659" w:rsidRDefault="002032EB" w:rsidP="005A6AF6">
            <w:pPr>
              <w:jc w:val="center"/>
              <w:rPr>
                <w:sz w:val="22"/>
                <w:szCs w:val="22"/>
              </w:rPr>
            </w:pPr>
            <w:r w:rsidRPr="008E165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Шамсутдинова Е.В.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363 167,37</w:t>
            </w: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Квартира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78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670"/>
        </w:trPr>
        <w:tc>
          <w:tcPr>
            <w:tcW w:w="1080" w:type="dxa"/>
            <w:vMerge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634 370,46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 xml:space="preserve">Квартира 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78</w:t>
            </w:r>
          </w:p>
        </w:tc>
        <w:tc>
          <w:tcPr>
            <w:tcW w:w="1800" w:type="dxa"/>
            <w:vMerge w:val="restart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AD2578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 xml:space="preserve">         ДЭУ Нексия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670"/>
        </w:trPr>
        <w:tc>
          <w:tcPr>
            <w:tcW w:w="1080" w:type="dxa"/>
            <w:vMerge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 xml:space="preserve">         Опель Зафира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Квартира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78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D2578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 xml:space="preserve">Квартира 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78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Родимов В.Е.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398 985,47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Квартира 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(без</w:t>
            </w:r>
            <w:r>
              <w:rPr>
                <w:sz w:val="22"/>
                <w:szCs w:val="22"/>
              </w:rPr>
              <w:t>возмездное пользование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74 619,2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Квартира 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33392E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         Пежо 206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Асмачко Е.А.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388 113,7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Квартира 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33392E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         ВАЗ 21093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143 667,05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Квартира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Квартира 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Чистяков В.А.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396 107,24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Квартира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33392E" w:rsidRDefault="002032EB" w:rsidP="005A6AF6">
            <w:pPr>
              <w:tabs>
                <w:tab w:val="center" w:pos="1062"/>
                <w:tab w:val="right" w:pos="2124"/>
              </w:tabs>
              <w:jc w:val="both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Митцубиси Каризма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29 044,12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Квартира 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Квартира 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Крохина Д.А.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101 185,98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омната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94 500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омната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омната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Щеглов Е.Н.</w:t>
            </w: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330 311,56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32,5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2E055B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  Тойота Спринтер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530"/>
        </w:trPr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Гараж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Шабалова М.Н.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18 939,67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74,6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87 0</w:t>
            </w:r>
            <w:r w:rsidRPr="002E055B">
              <w:rPr>
                <w:sz w:val="22"/>
                <w:szCs w:val="22"/>
              </w:rPr>
              <w:t>00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Земельный участок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Жилой дом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37,4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74,6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tabs>
                <w:tab w:val="left" w:pos="340"/>
                <w:tab w:val="center" w:pos="792"/>
              </w:tabs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ab/>
            </w:r>
            <w:r w:rsidRPr="002E055B">
              <w:rPr>
                <w:sz w:val="22"/>
                <w:szCs w:val="22"/>
              </w:rPr>
              <w:tab/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Любимов А.А.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306 511.23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Квартира 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65,1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2E055B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         Хонда Аккорд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Бурматова У.О.</w:t>
            </w: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246 651,58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Земельный участок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22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60,7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60,7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Гараж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19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109 856,64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Гараж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Автомобиль легковой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Тайота Королла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Квартира 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Квартира 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60,7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Дорох Е.В.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269 </w:t>
            </w:r>
            <w:r w:rsidRPr="002E055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63,</w:t>
            </w:r>
            <w:r w:rsidRPr="002E055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06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Жилой дом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E82DB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Автомобиль легковой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Хонда Цивик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Юшкова В.А.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93 176,08</w:t>
            </w:r>
          </w:p>
        </w:tc>
        <w:tc>
          <w:tcPr>
            <w:tcW w:w="306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Квартира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82DB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Сабанин С.В.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352 238,0</w:t>
            </w:r>
            <w:r w:rsidRPr="00E82DBF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Квартира 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29,4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Квартира 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29,4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1290"/>
        </w:trPr>
        <w:tc>
          <w:tcPr>
            <w:tcW w:w="1080" w:type="dxa"/>
            <w:vMerge w:val="restart"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Осадчая Т.П.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987 </w:t>
            </w:r>
            <w:r w:rsidRPr="00E82DB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12,8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Квартира 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47,7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E82DBF">
              <w:rPr>
                <w:sz w:val="22"/>
                <w:szCs w:val="22"/>
                <w:lang w:val="en-US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298 232,94</w:t>
            </w:r>
          </w:p>
        </w:tc>
        <w:tc>
          <w:tcPr>
            <w:tcW w:w="306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Земельный участок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900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Автомобиль легковой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Фьюжен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Жилой дом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47,7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Кирсанов А.М.</w:t>
            </w:r>
          </w:p>
        </w:tc>
        <w:tc>
          <w:tcPr>
            <w:tcW w:w="1800" w:type="dxa"/>
            <w:vMerge w:val="restart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307 008,36</w:t>
            </w:r>
          </w:p>
        </w:tc>
        <w:tc>
          <w:tcPr>
            <w:tcW w:w="306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Земельный участок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1052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Автомобиль легковой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Тайота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Жилой дом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33,1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Квартира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169</w:t>
            </w:r>
            <w:r w:rsidRPr="00E82DBF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</w:t>
            </w:r>
            <w:r w:rsidRPr="00E82DB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E82DBF">
              <w:rPr>
                <w:sz w:val="22"/>
                <w:szCs w:val="22"/>
              </w:rPr>
              <w:t>,3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06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 xml:space="preserve">Квартира 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E82DB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 xml:space="preserve">Квартира 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(безвозмездное</w:t>
            </w:r>
            <w:r>
              <w:rPr>
                <w:sz w:val="22"/>
                <w:szCs w:val="22"/>
              </w:rPr>
              <w:t xml:space="preserve"> пользование</w:t>
            </w:r>
            <w:r w:rsidRPr="00E82DB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Макурина Н.Л.</w:t>
            </w:r>
          </w:p>
        </w:tc>
        <w:tc>
          <w:tcPr>
            <w:tcW w:w="1800" w:type="dxa"/>
            <w:vMerge w:val="restart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  <w:vMerge w:val="restart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254 583,31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Земельный участок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300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Квартира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73,3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03 268,68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Квартира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73,3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Земельный участок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300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 xml:space="preserve">Квартира 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73,3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Земельный участок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300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E82DBF">
        <w:tc>
          <w:tcPr>
            <w:tcW w:w="1080" w:type="dxa"/>
            <w:vMerge w:val="restart"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Некрасов Р.Б.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333 715,51</w:t>
            </w:r>
          </w:p>
        </w:tc>
        <w:tc>
          <w:tcPr>
            <w:tcW w:w="306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Квартира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46,6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Автомобиль легковой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ВАЗ 2106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E82DBF">
        <w:tc>
          <w:tcPr>
            <w:tcW w:w="1080" w:type="dxa"/>
            <w:vMerge/>
          </w:tcPr>
          <w:p w:rsidR="002032EB" w:rsidRPr="00E82DB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82DBF" w:rsidRDefault="002032EB" w:rsidP="005A6AF6">
            <w:pPr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 xml:space="preserve">Квартира </w:t>
            </w:r>
          </w:p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E82DB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46,6</w:t>
            </w:r>
          </w:p>
        </w:tc>
        <w:tc>
          <w:tcPr>
            <w:tcW w:w="1800" w:type="dxa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82DBF" w:rsidRDefault="002032EB" w:rsidP="005A6AF6">
            <w:pPr>
              <w:jc w:val="center"/>
              <w:rPr>
                <w:sz w:val="22"/>
                <w:szCs w:val="22"/>
              </w:rPr>
            </w:pPr>
            <w:r w:rsidRPr="00E82DBF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1250"/>
        </w:trPr>
        <w:tc>
          <w:tcPr>
            <w:tcW w:w="1080" w:type="dxa"/>
            <w:vMerge w:val="restart"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Тюфяков В.В.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313 928,09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Автомобиль легковой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ВАЗ Приора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137 000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Квартира 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Квартира 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B617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Окороков А.В.</w:t>
            </w:r>
          </w:p>
        </w:tc>
        <w:tc>
          <w:tcPr>
            <w:tcW w:w="1800" w:type="dxa"/>
            <w:vMerge w:val="restart"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606 289,66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 xml:space="preserve">Квартира 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EB617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38,7</w:t>
            </w:r>
          </w:p>
        </w:tc>
        <w:tc>
          <w:tcPr>
            <w:tcW w:w="1800" w:type="dxa"/>
            <w:vMerge w:val="restart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Автомобиль легковой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ВАЗ 21102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B617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Автомобиль легковой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ФИАТ</w:t>
            </w:r>
            <w:r>
              <w:rPr>
                <w:sz w:val="22"/>
                <w:szCs w:val="22"/>
              </w:rPr>
              <w:t xml:space="preserve"> Крома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B617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185 188,79</w:t>
            </w:r>
          </w:p>
        </w:tc>
        <w:tc>
          <w:tcPr>
            <w:tcW w:w="306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 xml:space="preserve">Квартира 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EB617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38,7</w:t>
            </w:r>
          </w:p>
        </w:tc>
        <w:tc>
          <w:tcPr>
            <w:tcW w:w="180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00644" w:rsidRDefault="002032EB" w:rsidP="005A6AF6">
            <w:pPr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Губайдулин Д.Б.</w:t>
            </w:r>
          </w:p>
        </w:tc>
        <w:tc>
          <w:tcPr>
            <w:tcW w:w="1800" w:type="dxa"/>
            <w:vMerge w:val="restart"/>
          </w:tcPr>
          <w:p w:rsidR="002032EB" w:rsidRPr="00600644" w:rsidRDefault="002032EB" w:rsidP="005A6AF6">
            <w:pPr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175 472,02</w:t>
            </w:r>
          </w:p>
        </w:tc>
        <w:tc>
          <w:tcPr>
            <w:tcW w:w="306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Жилой дом</w:t>
            </w:r>
          </w:p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006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Автомобиль легковой</w:t>
            </w:r>
          </w:p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Тойота Инсум</w:t>
            </w:r>
          </w:p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0064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0064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Земельный участок</w:t>
            </w:r>
          </w:p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(договор аренды</w:t>
            </w:r>
            <w:r w:rsidRPr="006006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00644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61 039,7</w:t>
            </w:r>
          </w:p>
        </w:tc>
        <w:tc>
          <w:tcPr>
            <w:tcW w:w="306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Жилой дом</w:t>
            </w:r>
          </w:p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006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00644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Жилой дом</w:t>
            </w:r>
          </w:p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006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00644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Жилой дом</w:t>
            </w:r>
          </w:p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006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Киселева Е.Н.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339 930,88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Квартира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Автомобиль легковой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Лада 111830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 xml:space="preserve">Квартира 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00644" w:rsidRDefault="002032EB" w:rsidP="005A6AF6">
            <w:pPr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Теряков А.И.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11 231,49</w:t>
            </w:r>
          </w:p>
        </w:tc>
        <w:tc>
          <w:tcPr>
            <w:tcW w:w="306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 xml:space="preserve">Квартира </w:t>
            </w:r>
          </w:p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006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Автомобиль легковой</w:t>
            </w:r>
          </w:p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Тойота Королла</w:t>
            </w:r>
          </w:p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00644" w:rsidRDefault="002032EB" w:rsidP="005A6AF6">
            <w:pPr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 xml:space="preserve">Квартира </w:t>
            </w:r>
          </w:p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006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00644" w:rsidRDefault="002032EB" w:rsidP="005A6AF6">
            <w:pPr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 xml:space="preserve">Квартира </w:t>
            </w:r>
          </w:p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006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25</w:t>
            </w:r>
          </w:p>
        </w:tc>
        <w:tc>
          <w:tcPr>
            <w:tcW w:w="1800" w:type="dxa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00644" w:rsidRDefault="002032EB" w:rsidP="005A6AF6">
            <w:pPr>
              <w:jc w:val="center"/>
              <w:rPr>
                <w:sz w:val="22"/>
                <w:szCs w:val="22"/>
              </w:rPr>
            </w:pPr>
            <w:r w:rsidRPr="0060064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Лапеха М.А.</w:t>
            </w:r>
          </w:p>
        </w:tc>
        <w:tc>
          <w:tcPr>
            <w:tcW w:w="1800" w:type="dxa"/>
            <w:vMerge w:val="restart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104 331,2</w:t>
            </w:r>
          </w:p>
        </w:tc>
        <w:tc>
          <w:tcPr>
            <w:tcW w:w="306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Жилой дом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F210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23,6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Земельный участок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434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 xml:space="preserve">Квартира 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F210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14,86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 xml:space="preserve">Квартира 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F210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14,86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0064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 xml:space="preserve">Квартира 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F210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14,86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F210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Шашкова Л.А.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298 181,36</w:t>
            </w:r>
          </w:p>
        </w:tc>
        <w:tc>
          <w:tcPr>
            <w:tcW w:w="306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 xml:space="preserve">Квартира 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F210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510 712,42</w:t>
            </w:r>
          </w:p>
        </w:tc>
        <w:tc>
          <w:tcPr>
            <w:tcW w:w="306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 xml:space="preserve">Квартира 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9F210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Автомобиль легковой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 xml:space="preserve">ВАЗ 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 xml:space="preserve">Квартира 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F210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1030"/>
        </w:trPr>
        <w:tc>
          <w:tcPr>
            <w:tcW w:w="1080" w:type="dxa"/>
            <w:vMerge w:val="restart"/>
          </w:tcPr>
          <w:p w:rsidR="002032EB" w:rsidRPr="009F210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Сафин И.Ф.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53 717,23</w:t>
            </w: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8A0AC2">
              <w:rPr>
                <w:sz w:val="22"/>
                <w:szCs w:val="22"/>
              </w:rPr>
              <w:t xml:space="preserve">вартира 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Автоприцеп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КМЗ 8136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F210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500 118,74</w:t>
            </w: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 xml:space="preserve">Квартира 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F210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 xml:space="preserve">Квартира 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F210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F2103" w:rsidRDefault="002032EB" w:rsidP="005A6AF6">
            <w:pPr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 xml:space="preserve">Квартира </w:t>
            </w:r>
          </w:p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800" w:type="dxa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F2103" w:rsidRDefault="002032EB" w:rsidP="005A6AF6">
            <w:pPr>
              <w:jc w:val="center"/>
              <w:rPr>
                <w:sz w:val="22"/>
                <w:szCs w:val="22"/>
              </w:rPr>
            </w:pPr>
            <w:r w:rsidRPr="009F210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Медведева Н.В.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5 425,86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Квартира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42,7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581 254,16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Квартира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42,7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Валиулина Т.Г.</w:t>
            </w:r>
          </w:p>
        </w:tc>
        <w:tc>
          <w:tcPr>
            <w:tcW w:w="1800" w:type="dxa"/>
            <w:vMerge w:val="restart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280 116,84</w:t>
            </w: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Квартира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A0A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30,9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Квартира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29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 xml:space="preserve">Квартира 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29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Малахов К.Р.</w:t>
            </w:r>
          </w:p>
        </w:tc>
        <w:tc>
          <w:tcPr>
            <w:tcW w:w="1800" w:type="dxa"/>
            <w:vMerge w:val="restart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333 418,6</w:t>
            </w: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Земельный участок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526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Жилой дом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A0A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47,2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Квартира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8A0A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33,8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238 421,27</w:t>
            </w: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Квартира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8A0A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33,8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Кашин Д.В.</w:t>
            </w:r>
          </w:p>
        </w:tc>
        <w:tc>
          <w:tcPr>
            <w:tcW w:w="1800" w:type="dxa"/>
            <w:vMerge w:val="restart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372 230,62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 xml:space="preserve">Квартира 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8A0A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48,4</w:t>
            </w:r>
          </w:p>
        </w:tc>
        <w:tc>
          <w:tcPr>
            <w:tcW w:w="1800" w:type="dxa"/>
            <w:vMerge w:val="restart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Автомобиль легковой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ВАЗ 21102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Автомобиль легковой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ВАЗ 21093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Автомобиль легковой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Ауди 80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9 817,39</w:t>
            </w: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 xml:space="preserve">Квартира 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8A0A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48,4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 xml:space="preserve">Квартира 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8A0A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48,4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Чернецова Н.Л.</w:t>
            </w:r>
          </w:p>
        </w:tc>
        <w:tc>
          <w:tcPr>
            <w:tcW w:w="1800" w:type="dxa"/>
            <w:vMerge w:val="restart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353 873,22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Жилой дом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  <w:tcBorders>
              <w:right w:val="nil"/>
            </w:tcBorders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Автомобиль легковой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  <w:lang w:val="en-US"/>
              </w:rPr>
              <w:t>KIA</w:t>
            </w:r>
            <w:r w:rsidRPr="00643EFB">
              <w:rPr>
                <w:sz w:val="22"/>
                <w:szCs w:val="22"/>
              </w:rPr>
              <w:t xml:space="preserve"> </w:t>
            </w:r>
            <w:r w:rsidRPr="00643EFB">
              <w:rPr>
                <w:sz w:val="22"/>
                <w:szCs w:val="22"/>
                <w:lang w:val="en-US"/>
              </w:rPr>
              <w:t>CERATO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Земельный участок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  <w:tcBorders>
              <w:right w:val="nil"/>
            </w:tcBorders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790 000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Земельный участок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  <w:tcBorders>
              <w:right w:val="nil"/>
            </w:tcBorders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Автомобиль легковой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21104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490"/>
        </w:trPr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Жилой дом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Жилой дом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Земельный участок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Земельный участок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Жилой дом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Варнина А.В. 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111 951,41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Квартира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351 430,34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Земельный участок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Автомобиль легковой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Жилой дом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Жилой дом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Жилой дом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Макеев Д.В.</w:t>
            </w:r>
          </w:p>
        </w:tc>
        <w:tc>
          <w:tcPr>
            <w:tcW w:w="1800" w:type="dxa"/>
            <w:vMerge w:val="restart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342 014,23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Квартира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Автомобиль легковой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ВАЗ 21074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Земельный участок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203 699,15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Квартира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43EF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43EFB" w:rsidRDefault="002032EB" w:rsidP="005A6AF6">
            <w:pPr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Квартира</w:t>
            </w:r>
          </w:p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43EF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43EFB" w:rsidRDefault="002032EB" w:rsidP="005A6AF6">
            <w:pPr>
              <w:jc w:val="center"/>
              <w:rPr>
                <w:sz w:val="22"/>
                <w:szCs w:val="22"/>
              </w:rPr>
            </w:pPr>
            <w:r w:rsidRPr="00643EF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EB617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Рогозина О.Р.</w:t>
            </w: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258 492,86</w:t>
            </w:r>
          </w:p>
        </w:tc>
        <w:tc>
          <w:tcPr>
            <w:tcW w:w="306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Квартира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80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Автомобиль легковой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Тайота Вити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B617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Маслов А.Ю.</w:t>
            </w:r>
          </w:p>
        </w:tc>
        <w:tc>
          <w:tcPr>
            <w:tcW w:w="1800" w:type="dxa"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298 298,89</w:t>
            </w:r>
          </w:p>
        </w:tc>
        <w:tc>
          <w:tcPr>
            <w:tcW w:w="306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Квартира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2,</w:t>
            </w:r>
            <w:r w:rsidRPr="00EB617E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Автомобиль легковой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ВАЗ 2110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B617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255 851,57</w:t>
            </w:r>
          </w:p>
        </w:tc>
        <w:tc>
          <w:tcPr>
            <w:tcW w:w="306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Земельный участок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EB617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Автомобиль легковой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ВАЗ 211</w:t>
            </w:r>
            <w:r>
              <w:rPr>
                <w:sz w:val="22"/>
                <w:szCs w:val="22"/>
              </w:rPr>
              <w:t>2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B617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Жилой дом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EB617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80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B617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Квартира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 xml:space="preserve">(безвозмездное </w:t>
            </w:r>
            <w:r>
              <w:rPr>
                <w:sz w:val="22"/>
                <w:szCs w:val="22"/>
              </w:rPr>
              <w:t>пользование</w:t>
            </w:r>
            <w:r w:rsidRPr="00EB617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2,</w:t>
            </w:r>
            <w:r w:rsidRPr="00EB617E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B617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Квартира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EB617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2,</w:t>
            </w:r>
            <w:r w:rsidRPr="00EB617E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B617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B617E" w:rsidRDefault="002032EB" w:rsidP="005A6AF6">
            <w:pPr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Квартира</w:t>
            </w:r>
          </w:p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EB617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2,</w:t>
            </w:r>
            <w:r w:rsidRPr="00EB617E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B617E" w:rsidRDefault="002032EB" w:rsidP="005A6AF6">
            <w:pPr>
              <w:jc w:val="center"/>
              <w:rPr>
                <w:sz w:val="22"/>
                <w:szCs w:val="22"/>
              </w:rPr>
            </w:pPr>
            <w:r w:rsidRPr="00EB617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937A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937AB" w:rsidRDefault="002032EB" w:rsidP="005A6AF6">
            <w:pPr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Исмагилов А.Р.</w:t>
            </w:r>
          </w:p>
        </w:tc>
        <w:tc>
          <w:tcPr>
            <w:tcW w:w="1800" w:type="dxa"/>
            <w:vMerge w:val="restart"/>
          </w:tcPr>
          <w:p w:rsidR="002032EB" w:rsidRPr="00B937AB" w:rsidRDefault="002032EB" w:rsidP="005A6AF6">
            <w:pPr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448 070,60</w:t>
            </w:r>
          </w:p>
        </w:tc>
        <w:tc>
          <w:tcPr>
            <w:tcW w:w="306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Земельный участок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937A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1 289</w:t>
            </w:r>
          </w:p>
        </w:tc>
        <w:tc>
          <w:tcPr>
            <w:tcW w:w="180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Автомобиль легковой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Тойота Королла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937A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37A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37A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Земельный участок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1 539</w:t>
            </w:r>
          </w:p>
        </w:tc>
        <w:tc>
          <w:tcPr>
            <w:tcW w:w="180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Автомобиль легковой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ВАЗ 21093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937A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37A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37A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Жилой дом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937A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202,4</w:t>
            </w:r>
          </w:p>
        </w:tc>
        <w:tc>
          <w:tcPr>
            <w:tcW w:w="180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Автоприцеп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КМЗ 2</w:t>
            </w:r>
            <w:r w:rsidRPr="00B937AB">
              <w:rPr>
                <w:sz w:val="22"/>
                <w:szCs w:val="22"/>
              </w:rPr>
              <w:t>136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937A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937AB" w:rsidRDefault="002032EB" w:rsidP="005A6AF6">
            <w:pPr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774 821</w:t>
            </w:r>
          </w:p>
        </w:tc>
        <w:tc>
          <w:tcPr>
            <w:tcW w:w="306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Земельный участок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937A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1 289</w:t>
            </w:r>
          </w:p>
        </w:tc>
        <w:tc>
          <w:tcPr>
            <w:tcW w:w="180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Жилой дом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937A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202,4</w:t>
            </w:r>
          </w:p>
        </w:tc>
        <w:tc>
          <w:tcPr>
            <w:tcW w:w="180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недвижимое имущество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Федяшев В.В.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411 234,44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234 093,13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(безвозмездное пользование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937A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937AB" w:rsidRDefault="002032EB" w:rsidP="005A6AF6">
            <w:pPr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Перушкин С.А.</w:t>
            </w:r>
          </w:p>
        </w:tc>
        <w:tc>
          <w:tcPr>
            <w:tcW w:w="1800" w:type="dxa"/>
            <w:vMerge w:val="restart"/>
          </w:tcPr>
          <w:p w:rsidR="002032EB" w:rsidRPr="00B937AB" w:rsidRDefault="002032EB" w:rsidP="005A6AF6">
            <w:pPr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  <w:vMerge w:val="restart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252 258,88</w:t>
            </w:r>
          </w:p>
        </w:tc>
        <w:tc>
          <w:tcPr>
            <w:tcW w:w="306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Земельный участок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Автомобиль легковой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ВАЗ 21093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937A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37A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37A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Квартира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44,3</w:t>
            </w:r>
          </w:p>
        </w:tc>
        <w:tc>
          <w:tcPr>
            <w:tcW w:w="180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Автомобиль легковой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111830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101 919,08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Квартира</w:t>
            </w:r>
          </w:p>
          <w:p w:rsidR="002032EB" w:rsidRPr="008125B2" w:rsidRDefault="002032EB" w:rsidP="005A6AF6">
            <w:pPr>
              <w:tabs>
                <w:tab w:val="center" w:pos="1332"/>
                <w:tab w:val="right" w:pos="2664"/>
              </w:tabs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ab/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25B2">
              <w:rPr>
                <w:sz w:val="22"/>
                <w:szCs w:val="22"/>
              </w:rPr>
              <w:t>)</w:t>
            </w:r>
            <w:r w:rsidRPr="008125B2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Квартира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44,3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Лукьянец Н.В.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Старший </w:t>
            </w:r>
            <w:r w:rsidRPr="008125B2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283 991,63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Квартира</w:t>
            </w:r>
          </w:p>
          <w:p w:rsidR="002032EB" w:rsidRPr="008125B2" w:rsidRDefault="002032EB" w:rsidP="005A6AF6">
            <w:pPr>
              <w:tabs>
                <w:tab w:val="center" w:pos="1332"/>
                <w:tab w:val="right" w:pos="2664"/>
              </w:tabs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ab/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25B2">
              <w:rPr>
                <w:sz w:val="22"/>
                <w:szCs w:val="22"/>
              </w:rPr>
              <w:t>)</w:t>
            </w:r>
            <w:r w:rsidRPr="008125B2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Квартира</w:t>
            </w:r>
          </w:p>
          <w:p w:rsidR="002032EB" w:rsidRPr="008125B2" w:rsidRDefault="002032EB" w:rsidP="005A6AF6">
            <w:pPr>
              <w:tabs>
                <w:tab w:val="center" w:pos="1332"/>
                <w:tab w:val="right" w:pos="2664"/>
              </w:tabs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ab/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25B2">
              <w:rPr>
                <w:sz w:val="22"/>
                <w:szCs w:val="22"/>
              </w:rPr>
              <w:t>)</w:t>
            </w:r>
            <w:r w:rsidRPr="008125B2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Гущин О.С.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 xml:space="preserve">Старший дознаватель </w:t>
            </w:r>
          </w:p>
        </w:tc>
        <w:tc>
          <w:tcPr>
            <w:tcW w:w="162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330 955,53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Квартира</w:t>
            </w:r>
          </w:p>
          <w:p w:rsidR="002032EB" w:rsidRPr="008125B2" w:rsidRDefault="002032EB" w:rsidP="005A6AF6">
            <w:pPr>
              <w:tabs>
                <w:tab w:val="center" w:pos="1332"/>
                <w:tab w:val="right" w:pos="2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(индивидуальная</w:t>
            </w:r>
            <w:r w:rsidRPr="008125B2">
              <w:rPr>
                <w:sz w:val="22"/>
                <w:szCs w:val="22"/>
              </w:rPr>
              <w:t>)</w:t>
            </w:r>
            <w:r w:rsidRPr="008125B2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Шалашов Ю.А.</w:t>
            </w:r>
          </w:p>
        </w:tc>
        <w:tc>
          <w:tcPr>
            <w:tcW w:w="1800" w:type="dxa"/>
            <w:vMerge w:val="restart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 xml:space="preserve">Старший </w:t>
            </w: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330 272,56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Квартира</w:t>
            </w:r>
          </w:p>
          <w:p w:rsidR="002032EB" w:rsidRPr="008125B2" w:rsidRDefault="002032EB" w:rsidP="005A6AF6">
            <w:pPr>
              <w:tabs>
                <w:tab w:val="center" w:pos="1332"/>
                <w:tab w:val="right" w:pos="2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(общая долевая</w:t>
            </w:r>
            <w:r w:rsidRPr="008125B2">
              <w:rPr>
                <w:sz w:val="22"/>
                <w:szCs w:val="22"/>
              </w:rPr>
              <w:t>)</w:t>
            </w:r>
            <w:r w:rsidRPr="008125B2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8125B2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Земельный участок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37AB">
              <w:rPr>
                <w:sz w:val="22"/>
                <w:szCs w:val="22"/>
              </w:rPr>
              <w:t>00</w:t>
            </w:r>
          </w:p>
        </w:tc>
        <w:tc>
          <w:tcPr>
            <w:tcW w:w="180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94 287,68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Квартира</w:t>
            </w:r>
          </w:p>
          <w:p w:rsidR="002032EB" w:rsidRPr="008125B2" w:rsidRDefault="002032EB" w:rsidP="005A6AF6">
            <w:pPr>
              <w:tabs>
                <w:tab w:val="center" w:pos="1332"/>
                <w:tab w:val="right" w:pos="2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(общая долевая</w:t>
            </w:r>
            <w:r w:rsidRPr="008125B2">
              <w:rPr>
                <w:sz w:val="22"/>
                <w:szCs w:val="22"/>
              </w:rPr>
              <w:t>)</w:t>
            </w:r>
            <w:r w:rsidRPr="008125B2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8125B2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Земельный участок</w:t>
            </w:r>
          </w:p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37AB">
              <w:rPr>
                <w:sz w:val="22"/>
                <w:szCs w:val="22"/>
              </w:rPr>
              <w:t>00</w:t>
            </w:r>
          </w:p>
        </w:tc>
        <w:tc>
          <w:tcPr>
            <w:tcW w:w="1800" w:type="dxa"/>
          </w:tcPr>
          <w:p w:rsidR="002032EB" w:rsidRPr="00B937AB" w:rsidRDefault="002032EB" w:rsidP="005A6AF6">
            <w:pPr>
              <w:jc w:val="center"/>
              <w:rPr>
                <w:sz w:val="22"/>
                <w:szCs w:val="22"/>
              </w:rPr>
            </w:pPr>
            <w:r w:rsidRPr="00B937A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Квартира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8125B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8125B2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Квартира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8125B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8125B2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Хайрзаманова О.А.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316 208,96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</w:t>
            </w:r>
            <w:r>
              <w:rPr>
                <w:color w:val="000000"/>
                <w:sz w:val="22"/>
                <w:szCs w:val="22"/>
              </w:rPr>
              <w:t>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(безвозмездное пользование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Трушков А.С.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260 498,99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ВАЗ 2115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Чухарев В.И.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  <w:r w:rsidRPr="008125B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  <w:r w:rsidRPr="008125B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2,23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Квартира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Pr="008125B2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Квартира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25B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Квартира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25B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Симонов А.В.</w:t>
            </w:r>
          </w:p>
        </w:tc>
        <w:tc>
          <w:tcPr>
            <w:tcW w:w="1800" w:type="dxa"/>
            <w:vMerge w:val="restart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620" w:type="dxa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381 297,32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Земельный участок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245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Автомобиль легковой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  <w:lang w:val="en-US"/>
              </w:rPr>
              <w:t>Subaru</w:t>
            </w:r>
            <w:r w:rsidRPr="008125B2">
              <w:rPr>
                <w:sz w:val="22"/>
                <w:szCs w:val="22"/>
              </w:rPr>
              <w:t xml:space="preserve"> </w:t>
            </w:r>
            <w:r w:rsidRPr="008125B2">
              <w:rPr>
                <w:sz w:val="22"/>
                <w:szCs w:val="22"/>
                <w:lang w:val="en-US"/>
              </w:rPr>
              <w:t>Impresa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Гараж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83,8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Автомобиль легковой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Газель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Жилой дом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25B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645 000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Земельный участок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1 147</w:t>
            </w:r>
          </w:p>
        </w:tc>
        <w:tc>
          <w:tcPr>
            <w:tcW w:w="1800" w:type="dxa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Автомобиль легковой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ВАЗ 21093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Жилой дом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25B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  <w:vMerge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25B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25B2" w:rsidRDefault="002032EB" w:rsidP="005A6AF6">
            <w:pPr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Жилой дом</w:t>
            </w:r>
          </w:p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25B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25B2" w:rsidRDefault="002032EB" w:rsidP="005A6AF6">
            <w:pPr>
              <w:jc w:val="center"/>
              <w:rPr>
                <w:sz w:val="22"/>
                <w:szCs w:val="22"/>
              </w:rPr>
            </w:pPr>
            <w:r w:rsidRPr="008125B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Крестников В.П.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317 079,58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ВАЗ 21103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90 150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58,6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Невзоров Д.В.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335 256,30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Шевроле-Нива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Автоприцеп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169 974,32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Полянцева И.А.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308 204,88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52,1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198 029,24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Тойота-Карина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52,1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52,1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Сидоркина И.С.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260 801,82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1121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139,8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360 000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1121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ГАЗ 3110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139,8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139,8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Прокопьев </w:t>
            </w:r>
            <w:r w:rsidRPr="00716E6A">
              <w:rPr>
                <w:color w:val="000000"/>
                <w:sz w:val="22"/>
                <w:szCs w:val="22"/>
              </w:rPr>
              <w:t>И.А.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325 357,36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5500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rPr>
          <w:trHeight w:val="332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106 330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Зонова Е.А.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287 574,50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28 200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ВАЗ 21099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Злобин А.О.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398 964,78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45,3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Тойота-Королла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Тойота-Королла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1458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грузовой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ГАЗ-52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399 267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1477,17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Мазда Демио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Данилов А.В.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326 041,02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9 262,9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Данилина М.Л.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325 083,68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403 236,07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Функарю Тойота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Бабич Л.Б.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267 963,99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291 015,05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Тойота-Королла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Парецкий Д.С.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260 351,43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ВАЗ 21118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107 668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C61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C61039" w:rsidRDefault="002032EB" w:rsidP="005A6AF6">
            <w:pPr>
              <w:rPr>
                <w:sz w:val="22"/>
                <w:szCs w:val="22"/>
              </w:rPr>
            </w:pPr>
            <w:r w:rsidRPr="00C61039">
              <w:rPr>
                <w:sz w:val="22"/>
                <w:szCs w:val="22"/>
              </w:rPr>
              <w:t>Струнов Р.Ю.</w:t>
            </w:r>
          </w:p>
        </w:tc>
        <w:tc>
          <w:tcPr>
            <w:tcW w:w="1800" w:type="dxa"/>
            <w:vMerge w:val="restart"/>
          </w:tcPr>
          <w:p w:rsidR="002032EB" w:rsidRPr="002D0A40" w:rsidRDefault="002032EB" w:rsidP="005A6AF6">
            <w:pPr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Начальник учебного центра</w:t>
            </w:r>
          </w:p>
        </w:tc>
        <w:tc>
          <w:tcPr>
            <w:tcW w:w="1620" w:type="dxa"/>
            <w:vMerge w:val="restart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499 292,91</w:t>
            </w:r>
          </w:p>
        </w:tc>
        <w:tc>
          <w:tcPr>
            <w:tcW w:w="3060" w:type="dxa"/>
            <w:gridSpan w:val="2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Квартира</w:t>
            </w:r>
          </w:p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124,1</w:t>
            </w:r>
          </w:p>
        </w:tc>
        <w:tc>
          <w:tcPr>
            <w:tcW w:w="180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D0A4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D0A4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Гараж</w:t>
            </w:r>
          </w:p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D0A4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19,1</w:t>
            </w:r>
          </w:p>
        </w:tc>
        <w:tc>
          <w:tcPr>
            <w:tcW w:w="180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D0A40" w:rsidRDefault="002032EB" w:rsidP="005A6AF6">
            <w:pPr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Жилой дом</w:t>
            </w:r>
          </w:p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39</w:t>
            </w:r>
          </w:p>
        </w:tc>
        <w:tc>
          <w:tcPr>
            <w:tcW w:w="180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D0A40" w:rsidRDefault="002032EB" w:rsidP="005A6AF6">
            <w:pPr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Квартира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81,6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Квартира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74F5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D0A40" w:rsidRDefault="002032EB" w:rsidP="005A6AF6">
            <w:pPr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Жилой дом</w:t>
            </w:r>
          </w:p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39</w:t>
            </w:r>
          </w:p>
        </w:tc>
        <w:tc>
          <w:tcPr>
            <w:tcW w:w="180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D0A40" w:rsidRDefault="002032EB" w:rsidP="005A6AF6">
            <w:pPr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Жилой дом</w:t>
            </w:r>
          </w:p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39</w:t>
            </w:r>
          </w:p>
        </w:tc>
        <w:tc>
          <w:tcPr>
            <w:tcW w:w="180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D0A40" w:rsidRDefault="002032EB" w:rsidP="005A6AF6">
            <w:pPr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Квартира</w:t>
            </w:r>
          </w:p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81,6</w:t>
            </w:r>
          </w:p>
        </w:tc>
        <w:tc>
          <w:tcPr>
            <w:tcW w:w="1800" w:type="dxa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D0A40" w:rsidRDefault="002032EB" w:rsidP="005A6AF6">
            <w:pPr>
              <w:jc w:val="center"/>
              <w:rPr>
                <w:sz w:val="22"/>
                <w:szCs w:val="22"/>
              </w:rPr>
            </w:pPr>
            <w:r w:rsidRPr="002D0A4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Ильин А.В.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Заместитель начальника отдела 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429 998,31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2000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80,2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72,5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65,4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93 150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72,5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Нисан Микра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72,5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Антипин И.В.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322 114,04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63,4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21214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88 189,45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63,4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63,4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63,4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Ефимова Ж.М.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266 667,17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510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256 189,41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91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21112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510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111830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Матвеенков </w:t>
            </w:r>
            <w:r w:rsidRPr="00716E6A">
              <w:rPr>
                <w:sz w:val="22"/>
                <w:szCs w:val="22"/>
              </w:rPr>
              <w:t>М.</w:t>
            </w:r>
            <w:r>
              <w:rPr>
                <w:sz w:val="22"/>
                <w:szCs w:val="22"/>
              </w:rPr>
              <w:t>И.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421 373,01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716E6A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716E6A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716E6A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Мальцева И.В.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330 428,73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50,3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288 000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tabs>
                <w:tab w:val="center" w:pos="1062"/>
                <w:tab w:val="right" w:pos="2124"/>
              </w:tabs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  <w:lang w:val="en-US"/>
              </w:rPr>
              <w:tab/>
            </w:r>
            <w:r w:rsidRPr="00716E6A">
              <w:rPr>
                <w:color w:val="000000"/>
                <w:sz w:val="22"/>
                <w:szCs w:val="22"/>
              </w:rPr>
              <w:t>ВАЗ 21074</w:t>
            </w:r>
            <w:r w:rsidRPr="00716E6A">
              <w:rPr>
                <w:color w:val="000000"/>
                <w:sz w:val="22"/>
                <w:szCs w:val="22"/>
                <w:lang w:val="en-US"/>
              </w:rPr>
              <w:tab/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50,3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Бухаров Е.В.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8 545,98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Тайота Витц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Упоров И.В.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128 961,77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40,2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Тайота Рав 4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112 868,92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40,2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40,2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Абрамова Е.А.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259 597,46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243 264,12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48,8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Тайота Королла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пользование, фактическое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Фаткуллин Р.А.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286 362,18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ab/>
              <w:t>ГАЗ 3110</w:t>
            </w:r>
            <w:r w:rsidRPr="00716E6A">
              <w:rPr>
                <w:sz w:val="22"/>
                <w:szCs w:val="22"/>
              </w:rPr>
              <w:tab/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Бондарев Д.В.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252 998,74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60,2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Санников А.И.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Заместитель начальника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320 299,71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tabs>
                <w:tab w:val="center" w:pos="1062"/>
                <w:tab w:val="right" w:pos="2124"/>
              </w:tabs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ab/>
              <w:t>ВАЗ 11193</w:t>
            </w:r>
            <w:r w:rsidRPr="00716E6A">
              <w:rPr>
                <w:color w:val="000000"/>
                <w:sz w:val="22"/>
                <w:szCs w:val="22"/>
              </w:rPr>
              <w:tab/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473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ind w:left="-108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Литвинова Е.В.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292 857,78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515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255 036,70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tabs>
                <w:tab w:val="center" w:pos="1062"/>
                <w:tab w:val="right" w:pos="2124"/>
              </w:tabs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ab/>
            </w:r>
            <w:r w:rsidRPr="00716E6A">
              <w:rPr>
                <w:color w:val="000000"/>
                <w:sz w:val="22"/>
                <w:szCs w:val="22"/>
                <w:lang w:val="en-US"/>
              </w:rPr>
              <w:t>KIA</w:t>
            </w:r>
            <w:r w:rsidRPr="00716E6A"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  <w:lang w:val="en-US"/>
              </w:rPr>
              <w:t>SORENTO</w:t>
            </w:r>
            <w:r w:rsidRPr="00716E6A">
              <w:rPr>
                <w:color w:val="000000"/>
                <w:sz w:val="22"/>
                <w:szCs w:val="22"/>
              </w:rPr>
              <w:tab/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Лыкова Ю.А.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276 614,91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49,6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49,6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ab/>
              <w:t>ВАЗ 21099</w:t>
            </w:r>
            <w:r w:rsidRPr="00716E6A">
              <w:rPr>
                <w:color w:val="000000"/>
                <w:sz w:val="22"/>
                <w:szCs w:val="22"/>
              </w:rPr>
              <w:tab/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49,6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общая долевая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49,6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49,6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1010"/>
        </w:trPr>
        <w:tc>
          <w:tcPr>
            <w:tcW w:w="1080" w:type="dxa"/>
            <w:vMerge w:val="restart"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Чертов И.В.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467 330,35</w:t>
            </w: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Жилой дом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238,5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Автомобиль легковой</w:t>
            </w:r>
          </w:p>
          <w:p w:rsidR="002032EB" w:rsidRPr="00F463E6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Лада 217030 приора</w:t>
            </w:r>
            <w:r w:rsidRPr="00F463E6">
              <w:rPr>
                <w:sz w:val="22"/>
                <w:szCs w:val="22"/>
              </w:rPr>
              <w:tab/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F463E6">
              <w:rPr>
                <w:sz w:val="22"/>
                <w:szCs w:val="22"/>
              </w:rPr>
              <w:t>0 000</w:t>
            </w: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Земельный участок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1440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Автомобиль легковой</w:t>
            </w:r>
          </w:p>
          <w:p w:rsidR="002032EB" w:rsidRPr="00F463E6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Лада 217030 приора</w:t>
            </w:r>
            <w:r w:rsidRPr="00F463E6">
              <w:rPr>
                <w:sz w:val="22"/>
                <w:szCs w:val="22"/>
              </w:rPr>
              <w:tab/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Жилой дом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238,5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недвижимое имущество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215,5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4537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45370" w:rsidRDefault="002032EB" w:rsidP="005A6AF6">
            <w:pPr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Фурман С.А.</w:t>
            </w:r>
          </w:p>
        </w:tc>
        <w:tc>
          <w:tcPr>
            <w:tcW w:w="1800" w:type="dxa"/>
            <w:vMerge w:val="restart"/>
          </w:tcPr>
          <w:p w:rsidR="002032EB" w:rsidRPr="00945370" w:rsidRDefault="002032EB" w:rsidP="005A6AF6">
            <w:pPr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395 485,56</w:t>
            </w:r>
          </w:p>
        </w:tc>
        <w:tc>
          <w:tcPr>
            <w:tcW w:w="3060" w:type="dxa"/>
            <w:gridSpan w:val="2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Жилой дом</w:t>
            </w:r>
          </w:p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(безвозмездное пользование )</w:t>
            </w:r>
          </w:p>
        </w:tc>
        <w:tc>
          <w:tcPr>
            <w:tcW w:w="1440" w:type="dxa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110,5</w:t>
            </w:r>
          </w:p>
        </w:tc>
        <w:tc>
          <w:tcPr>
            <w:tcW w:w="1800" w:type="dxa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Автомобиль легковой</w:t>
            </w:r>
          </w:p>
          <w:p w:rsidR="002032EB" w:rsidRPr="00945370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ab/>
              <w:t>Лада 211540</w:t>
            </w:r>
            <w:r w:rsidRPr="00945370">
              <w:rPr>
                <w:sz w:val="22"/>
                <w:szCs w:val="22"/>
              </w:rPr>
              <w:tab/>
            </w:r>
          </w:p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4537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4537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4537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Земельный участок (пай)</w:t>
            </w:r>
          </w:p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149000</w:t>
            </w:r>
          </w:p>
        </w:tc>
        <w:tc>
          <w:tcPr>
            <w:tcW w:w="1800" w:type="dxa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94537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45370" w:rsidRDefault="002032EB" w:rsidP="005A6AF6">
            <w:pPr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181 250,36</w:t>
            </w:r>
          </w:p>
        </w:tc>
        <w:tc>
          <w:tcPr>
            <w:tcW w:w="3060" w:type="dxa"/>
            <w:gridSpan w:val="2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Жилой дом</w:t>
            </w:r>
          </w:p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(безвозмездное пользование )</w:t>
            </w:r>
          </w:p>
        </w:tc>
        <w:tc>
          <w:tcPr>
            <w:tcW w:w="1440" w:type="dxa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110,5</w:t>
            </w:r>
          </w:p>
        </w:tc>
        <w:tc>
          <w:tcPr>
            <w:tcW w:w="1800" w:type="dxa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45370" w:rsidRDefault="002032EB" w:rsidP="005A6AF6">
            <w:pPr>
              <w:jc w:val="center"/>
              <w:rPr>
                <w:sz w:val="22"/>
                <w:szCs w:val="22"/>
              </w:rPr>
            </w:pPr>
            <w:r w:rsidRPr="0094537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Клыков  А.Ю.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372 197,86</w:t>
            </w: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Квартира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49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343 000</w:t>
            </w: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Квартира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49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Квартира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28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tabs>
                <w:tab w:val="left" w:pos="340"/>
                <w:tab w:val="center" w:pos="79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Квартира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tabs>
                <w:tab w:val="left" w:pos="340"/>
                <w:tab w:val="center" w:pos="79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Квартира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49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Кобяков К.С.</w:t>
            </w:r>
          </w:p>
        </w:tc>
        <w:tc>
          <w:tcPr>
            <w:tcW w:w="1800" w:type="dxa"/>
            <w:vMerge w:val="restart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351 062,72</w:t>
            </w: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Земельный участок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Автомобиль легковой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Фольксваген Пассат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738,97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Жилой дом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46,4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Жилой дом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45,3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48 059,47</w:t>
            </w: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Земельный участок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Жилой дом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46,4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Жилой дом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45,3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Земельный участок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Жилой дом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46,4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Жилой дом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45,3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Земельный участок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Жилой дом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46,4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Жилой дом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45,3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</w:tcPr>
          <w:p w:rsidR="002032EB" w:rsidRPr="000258F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58F5" w:rsidRDefault="002032EB" w:rsidP="005A6AF6">
            <w:pPr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Абдулгафуров Т.Г.</w:t>
            </w:r>
          </w:p>
        </w:tc>
        <w:tc>
          <w:tcPr>
            <w:tcW w:w="1800" w:type="dxa"/>
          </w:tcPr>
          <w:p w:rsidR="002032EB" w:rsidRPr="000258F5" w:rsidRDefault="002032EB" w:rsidP="005A6AF6">
            <w:pPr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295 080,82</w:t>
            </w:r>
          </w:p>
        </w:tc>
        <w:tc>
          <w:tcPr>
            <w:tcW w:w="3060" w:type="dxa"/>
            <w:gridSpan w:val="2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квартира</w:t>
            </w:r>
          </w:p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258F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 xml:space="preserve"> Автомобиль легковой</w:t>
            </w:r>
          </w:p>
          <w:p w:rsidR="002032EB" w:rsidRPr="000258F5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ab/>
              <w:t>Дэу леганза</w:t>
            </w:r>
            <w:r w:rsidRPr="000258F5">
              <w:rPr>
                <w:sz w:val="22"/>
                <w:szCs w:val="22"/>
              </w:rPr>
              <w:tab/>
            </w:r>
          </w:p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</w:tcPr>
          <w:p w:rsidR="002032EB" w:rsidRPr="000258F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58F5" w:rsidRDefault="002032EB" w:rsidP="005A6AF6">
            <w:pPr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Антипина Е.И.</w:t>
            </w:r>
          </w:p>
        </w:tc>
        <w:tc>
          <w:tcPr>
            <w:tcW w:w="1800" w:type="dxa"/>
          </w:tcPr>
          <w:p w:rsidR="002032EB" w:rsidRPr="000258F5" w:rsidRDefault="002032EB" w:rsidP="005A6AF6">
            <w:pPr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354 489,03</w:t>
            </w:r>
          </w:p>
        </w:tc>
        <w:tc>
          <w:tcPr>
            <w:tcW w:w="3060" w:type="dxa"/>
            <w:gridSpan w:val="2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2 Комнаты</w:t>
            </w:r>
          </w:p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(договор найма)</w:t>
            </w:r>
          </w:p>
        </w:tc>
        <w:tc>
          <w:tcPr>
            <w:tcW w:w="144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0258F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58F5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 К.А.</w:t>
            </w:r>
          </w:p>
        </w:tc>
        <w:tc>
          <w:tcPr>
            <w:tcW w:w="1800" w:type="dxa"/>
          </w:tcPr>
          <w:p w:rsidR="002032EB" w:rsidRPr="000258F5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192 675,86</w:t>
            </w:r>
          </w:p>
        </w:tc>
        <w:tc>
          <w:tcPr>
            <w:tcW w:w="3060" w:type="dxa"/>
            <w:gridSpan w:val="2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Квартира</w:t>
            </w:r>
          </w:p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(договор аренды</w:t>
            </w:r>
            <w:r w:rsidRPr="000258F5">
              <w:rPr>
                <w:sz w:val="22"/>
                <w:szCs w:val="22"/>
              </w:rPr>
              <w:t>)</w:t>
            </w:r>
          </w:p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80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Автомобиль легковой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21150</w:t>
            </w:r>
          </w:p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(индивидуальная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921F6" w:rsidRDefault="002032EB" w:rsidP="005A6AF6">
            <w:pPr>
              <w:numPr>
                <w:ilvl w:val="0"/>
                <w:numId w:val="13"/>
              </w:numPr>
              <w:tabs>
                <w:tab w:val="left" w:pos="837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Довгопол</w:t>
            </w:r>
          </w:p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Е.В.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321 077,73</w:t>
            </w:r>
          </w:p>
        </w:tc>
        <w:tc>
          <w:tcPr>
            <w:tcW w:w="306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Квартира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921F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51,4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Автомобиль легковой</w:t>
            </w:r>
          </w:p>
          <w:p w:rsidR="002032EB" w:rsidRPr="003921F6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ab/>
              <w:t>Мицубиси Лансер</w:t>
            </w:r>
            <w:r w:rsidRPr="003921F6">
              <w:rPr>
                <w:sz w:val="22"/>
                <w:szCs w:val="22"/>
              </w:rPr>
              <w:tab/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921F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114 546,36</w:t>
            </w:r>
          </w:p>
        </w:tc>
        <w:tc>
          <w:tcPr>
            <w:tcW w:w="306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Квартира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921F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51,4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921F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3 193,17</w:t>
            </w:r>
          </w:p>
        </w:tc>
        <w:tc>
          <w:tcPr>
            <w:tcW w:w="306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Квартира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921F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51,4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Довгопол</w:t>
            </w:r>
          </w:p>
          <w:p w:rsidR="002032EB" w:rsidRPr="003921F6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921F6">
              <w:rPr>
                <w:sz w:val="22"/>
                <w:szCs w:val="22"/>
              </w:rPr>
              <w:t>.В.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114 546,36 </w:t>
            </w:r>
          </w:p>
        </w:tc>
        <w:tc>
          <w:tcPr>
            <w:tcW w:w="306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Квартира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921F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51,4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321</w:t>
            </w:r>
            <w:r>
              <w:rPr>
                <w:sz w:val="22"/>
                <w:szCs w:val="22"/>
              </w:rPr>
              <w:t xml:space="preserve"> </w:t>
            </w:r>
            <w:r w:rsidRPr="003921F6">
              <w:rPr>
                <w:sz w:val="22"/>
                <w:szCs w:val="22"/>
              </w:rPr>
              <w:t>077,73</w:t>
            </w:r>
          </w:p>
        </w:tc>
        <w:tc>
          <w:tcPr>
            <w:tcW w:w="306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Квартира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921F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51,4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Автомобиль легковой</w:t>
            </w:r>
          </w:p>
          <w:p w:rsidR="002032EB" w:rsidRPr="003921F6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ab/>
              <w:t>Мицубиси Лансер</w:t>
            </w:r>
            <w:r w:rsidRPr="003921F6">
              <w:rPr>
                <w:sz w:val="22"/>
                <w:szCs w:val="22"/>
              </w:rPr>
              <w:tab/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3 193,17</w:t>
            </w:r>
          </w:p>
        </w:tc>
        <w:tc>
          <w:tcPr>
            <w:tcW w:w="306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Квартира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921F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51,4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Макеев А.Н.</w:t>
            </w:r>
          </w:p>
        </w:tc>
        <w:tc>
          <w:tcPr>
            <w:tcW w:w="1800" w:type="dxa"/>
            <w:vMerge w:val="restart"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317 924,03</w:t>
            </w: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Земельный участок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 xml:space="preserve">Автоприцеп 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КМ</w:t>
            </w:r>
            <w:r>
              <w:rPr>
                <w:sz w:val="22"/>
                <w:szCs w:val="22"/>
              </w:rPr>
              <w:t>З</w:t>
            </w:r>
            <w:r w:rsidRPr="00F463E6">
              <w:rPr>
                <w:sz w:val="22"/>
                <w:szCs w:val="22"/>
              </w:rPr>
              <w:t xml:space="preserve"> 8284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Квартира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244 080</w:t>
            </w: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Земельный участок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Квартира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Квартира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Земельный участок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463E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463E6" w:rsidRDefault="002032EB" w:rsidP="005A6AF6">
            <w:pPr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Квартира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643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Земельный участок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463E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</w:tcPr>
          <w:p w:rsidR="002032EB" w:rsidRPr="000258F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58F5" w:rsidRDefault="002032EB" w:rsidP="005A6AF6">
            <w:pPr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Закиров Ш.Ф.</w:t>
            </w:r>
          </w:p>
        </w:tc>
        <w:tc>
          <w:tcPr>
            <w:tcW w:w="1800" w:type="dxa"/>
          </w:tcPr>
          <w:p w:rsidR="002032EB" w:rsidRPr="000258F5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359 984,8</w:t>
            </w:r>
          </w:p>
        </w:tc>
        <w:tc>
          <w:tcPr>
            <w:tcW w:w="3060" w:type="dxa"/>
            <w:gridSpan w:val="2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Квартира</w:t>
            </w:r>
          </w:p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(договор аренды</w:t>
            </w:r>
            <w:r w:rsidRPr="000258F5">
              <w:rPr>
                <w:sz w:val="22"/>
                <w:szCs w:val="22"/>
              </w:rPr>
              <w:t>)</w:t>
            </w:r>
          </w:p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80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Автомобиль легковой</w:t>
            </w:r>
          </w:p>
          <w:p w:rsidR="002032EB" w:rsidRPr="000258F5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 xml:space="preserve">      </w:t>
            </w:r>
            <w:r w:rsidRPr="000258F5">
              <w:rPr>
                <w:sz w:val="22"/>
                <w:szCs w:val="22"/>
                <w:lang w:val="en-US"/>
              </w:rPr>
              <w:t>KIA</w:t>
            </w:r>
            <w:r w:rsidRPr="000258F5">
              <w:rPr>
                <w:sz w:val="22"/>
                <w:szCs w:val="22"/>
              </w:rPr>
              <w:t xml:space="preserve"> </w:t>
            </w:r>
            <w:r w:rsidRPr="000258F5">
              <w:rPr>
                <w:sz w:val="22"/>
                <w:szCs w:val="22"/>
                <w:lang w:val="en-US"/>
              </w:rPr>
              <w:t>SPECTRA</w:t>
            </w:r>
          </w:p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</w:tcPr>
          <w:p w:rsidR="002032EB" w:rsidRPr="000258F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58F5" w:rsidRDefault="002032EB" w:rsidP="005A6AF6">
            <w:pPr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Сиромля А.А.</w:t>
            </w:r>
          </w:p>
        </w:tc>
        <w:tc>
          <w:tcPr>
            <w:tcW w:w="1800" w:type="dxa"/>
          </w:tcPr>
          <w:p w:rsidR="002032EB" w:rsidRPr="000258F5" w:rsidRDefault="002032EB" w:rsidP="005A6AF6">
            <w:pPr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277 942,56</w:t>
            </w:r>
          </w:p>
        </w:tc>
        <w:tc>
          <w:tcPr>
            <w:tcW w:w="3060" w:type="dxa"/>
            <w:gridSpan w:val="2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Квартира</w:t>
            </w:r>
          </w:p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58F5" w:rsidRDefault="002032EB" w:rsidP="005A6AF6">
            <w:pPr>
              <w:jc w:val="center"/>
              <w:rPr>
                <w:sz w:val="22"/>
                <w:szCs w:val="22"/>
              </w:rPr>
            </w:pPr>
            <w:r w:rsidRPr="000258F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800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Ершов А.А.</w:t>
            </w:r>
          </w:p>
        </w:tc>
        <w:tc>
          <w:tcPr>
            <w:tcW w:w="1800" w:type="dxa"/>
            <w:vMerge w:val="restart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321 536,29</w:t>
            </w:r>
          </w:p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Квартира</w:t>
            </w:r>
          </w:p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17,2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Автомобиль легковой</w:t>
            </w:r>
          </w:p>
          <w:p w:rsidR="002032EB" w:rsidRPr="003800C8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  <w:lang w:val="en-US"/>
              </w:rPr>
              <w:t>DAEWOO</w:t>
            </w:r>
            <w:r w:rsidRPr="003800C8">
              <w:rPr>
                <w:sz w:val="22"/>
                <w:szCs w:val="22"/>
              </w:rPr>
              <w:t xml:space="preserve"> </w:t>
            </w:r>
            <w:r w:rsidRPr="003800C8">
              <w:rPr>
                <w:sz w:val="22"/>
                <w:szCs w:val="22"/>
                <w:lang w:val="en-US"/>
              </w:rPr>
              <w:t>NEXIA</w:t>
            </w:r>
          </w:p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800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Квартира</w:t>
            </w:r>
          </w:p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23,4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800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800" w:type="dxa"/>
          </w:tcPr>
          <w:p w:rsidR="002032EB" w:rsidRPr="00F463E6" w:rsidRDefault="002032EB" w:rsidP="005A6AF6">
            <w:pPr>
              <w:jc w:val="center"/>
              <w:rPr>
                <w:sz w:val="22"/>
                <w:szCs w:val="22"/>
              </w:rPr>
            </w:pPr>
            <w:r w:rsidRPr="00F463E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800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квартира</w:t>
            </w:r>
          </w:p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800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17,2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800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квартира</w:t>
            </w:r>
          </w:p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800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17,2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800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квартира</w:t>
            </w:r>
          </w:p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800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17,2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E54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Кузнецов В.В.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323 208,22</w:t>
            </w:r>
          </w:p>
        </w:tc>
        <w:tc>
          <w:tcPr>
            <w:tcW w:w="306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квартира</w:t>
            </w:r>
          </w:p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E54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17,5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Автомобиль легковой</w:t>
            </w:r>
          </w:p>
          <w:p w:rsidR="002032EB" w:rsidRPr="00FE54C8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 xml:space="preserve">         ВАЗ 21121</w:t>
            </w:r>
          </w:p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E54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квартира</w:t>
            </w:r>
          </w:p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E54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17,5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E54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квартира</w:t>
            </w:r>
          </w:p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E54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17,5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Фролов А.В.</w:t>
            </w:r>
          </w:p>
        </w:tc>
        <w:tc>
          <w:tcPr>
            <w:tcW w:w="1800" w:type="dxa"/>
            <w:vMerge w:val="restart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334 329,35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Комната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44,2</w:t>
            </w:r>
          </w:p>
        </w:tc>
        <w:tc>
          <w:tcPr>
            <w:tcW w:w="1800" w:type="dxa"/>
            <w:vMerge w:val="restart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Автомобиль легковой</w:t>
            </w:r>
          </w:p>
          <w:p w:rsidR="002032EB" w:rsidRPr="00613009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 xml:space="preserve">    Тойота Камри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Автомобиль легковой</w:t>
            </w:r>
          </w:p>
          <w:p w:rsidR="002032EB" w:rsidRPr="00613009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 xml:space="preserve">         ВАЗ 2106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1 051 078,36</w:t>
            </w: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Квартира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73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Комната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44,2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Комната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44,2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Калинников О.В.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301</w:t>
            </w:r>
            <w:r>
              <w:rPr>
                <w:sz w:val="22"/>
                <w:szCs w:val="22"/>
              </w:rPr>
              <w:t> 736,29</w:t>
            </w: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Жилой дом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39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Жилой дом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39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1300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13009" w:rsidRDefault="002032EB" w:rsidP="005A6AF6">
            <w:pPr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Жилой дом</w:t>
            </w:r>
          </w:p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61300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39</w:t>
            </w:r>
          </w:p>
        </w:tc>
        <w:tc>
          <w:tcPr>
            <w:tcW w:w="1800" w:type="dxa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13009" w:rsidRDefault="002032EB" w:rsidP="005A6AF6">
            <w:pPr>
              <w:jc w:val="center"/>
              <w:rPr>
                <w:sz w:val="22"/>
                <w:szCs w:val="22"/>
              </w:rPr>
            </w:pPr>
            <w:r w:rsidRPr="0061300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921F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Петушков А.В.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354 621,69</w:t>
            </w:r>
          </w:p>
        </w:tc>
        <w:tc>
          <w:tcPr>
            <w:tcW w:w="306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квартира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921F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17,5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921F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квартира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921F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17,5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921F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Гуменюк  С.В.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351 065,3</w:t>
            </w:r>
          </w:p>
        </w:tc>
        <w:tc>
          <w:tcPr>
            <w:tcW w:w="306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квартира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921F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51,6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Автомобиль легковой</w:t>
            </w:r>
          </w:p>
          <w:p w:rsidR="002032EB" w:rsidRPr="003921F6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 xml:space="preserve">       ДЭУ НЕКСИЯ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921F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115 200</w:t>
            </w:r>
          </w:p>
        </w:tc>
        <w:tc>
          <w:tcPr>
            <w:tcW w:w="306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квартира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921F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51,6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921F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квартира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921F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51,6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921F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921F6" w:rsidRDefault="002032EB" w:rsidP="005A6AF6">
            <w:pPr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квартира</w:t>
            </w:r>
          </w:p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921F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51,6</w:t>
            </w:r>
          </w:p>
        </w:tc>
        <w:tc>
          <w:tcPr>
            <w:tcW w:w="1800" w:type="dxa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21F6" w:rsidRDefault="002032EB" w:rsidP="005A6AF6">
            <w:pPr>
              <w:jc w:val="center"/>
              <w:rPr>
                <w:sz w:val="22"/>
                <w:szCs w:val="22"/>
              </w:rPr>
            </w:pPr>
            <w:r w:rsidRPr="003921F6">
              <w:rPr>
                <w:sz w:val="22"/>
                <w:szCs w:val="22"/>
              </w:rPr>
              <w:t>-</w:t>
            </w:r>
          </w:p>
        </w:tc>
      </w:tr>
      <w:tr w:rsidR="002032EB" w:rsidRPr="003800C8">
        <w:tc>
          <w:tcPr>
            <w:tcW w:w="1080" w:type="dxa"/>
            <w:vMerge w:val="restart"/>
          </w:tcPr>
          <w:p w:rsidR="002032EB" w:rsidRPr="003800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Кошак П.Г.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52 969,69</w:t>
            </w:r>
          </w:p>
        </w:tc>
        <w:tc>
          <w:tcPr>
            <w:tcW w:w="306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квартира</w:t>
            </w:r>
          </w:p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800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Автомобиль легковой</w:t>
            </w:r>
          </w:p>
          <w:p w:rsidR="002032EB" w:rsidRPr="003800C8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  <w:lang w:val="en-US"/>
              </w:rPr>
              <w:t>OPEL</w:t>
            </w:r>
            <w:r w:rsidRPr="003800C8">
              <w:rPr>
                <w:sz w:val="22"/>
                <w:szCs w:val="22"/>
              </w:rPr>
              <w:t xml:space="preserve"> </w:t>
            </w:r>
            <w:r w:rsidRPr="003800C8">
              <w:rPr>
                <w:sz w:val="22"/>
                <w:szCs w:val="22"/>
                <w:lang w:val="en-US"/>
              </w:rPr>
              <w:t>MERIVA</w:t>
            </w:r>
          </w:p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3800C8">
        <w:tc>
          <w:tcPr>
            <w:tcW w:w="1080" w:type="dxa"/>
            <w:vMerge/>
          </w:tcPr>
          <w:p w:rsidR="002032EB" w:rsidRPr="003800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293 413,68</w:t>
            </w:r>
          </w:p>
        </w:tc>
        <w:tc>
          <w:tcPr>
            <w:tcW w:w="306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квартира</w:t>
            </w:r>
          </w:p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800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</w:tr>
      <w:tr w:rsidR="002032EB" w:rsidRPr="003800C8">
        <w:tc>
          <w:tcPr>
            <w:tcW w:w="1080" w:type="dxa"/>
            <w:vMerge/>
          </w:tcPr>
          <w:p w:rsidR="002032EB" w:rsidRPr="003800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квартира</w:t>
            </w:r>
          </w:p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800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</w:tr>
      <w:tr w:rsidR="002032EB" w:rsidRPr="003800C8">
        <w:tc>
          <w:tcPr>
            <w:tcW w:w="1080" w:type="dxa"/>
            <w:vMerge/>
          </w:tcPr>
          <w:p w:rsidR="002032EB" w:rsidRPr="003800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800C8" w:rsidRDefault="002032EB" w:rsidP="005A6AF6">
            <w:pPr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квартира</w:t>
            </w:r>
          </w:p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800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800C8" w:rsidRDefault="002032EB" w:rsidP="005A6AF6">
            <w:pPr>
              <w:jc w:val="center"/>
              <w:rPr>
                <w:sz w:val="22"/>
                <w:szCs w:val="22"/>
              </w:rPr>
            </w:pPr>
            <w:r w:rsidRPr="003800C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E54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Таракин  Н.А.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335 945,26</w:t>
            </w:r>
          </w:p>
        </w:tc>
        <w:tc>
          <w:tcPr>
            <w:tcW w:w="306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квартира</w:t>
            </w:r>
          </w:p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E54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42,1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E54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125 080,80</w:t>
            </w:r>
          </w:p>
        </w:tc>
        <w:tc>
          <w:tcPr>
            <w:tcW w:w="306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квартира</w:t>
            </w:r>
          </w:p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E54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42,1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E54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квартира</w:t>
            </w:r>
          </w:p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E54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42,1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E54C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E54C8" w:rsidRDefault="002032EB" w:rsidP="005A6AF6">
            <w:pPr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квартира</w:t>
            </w:r>
          </w:p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E54C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42,1</w:t>
            </w:r>
          </w:p>
        </w:tc>
        <w:tc>
          <w:tcPr>
            <w:tcW w:w="1800" w:type="dxa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E54C8" w:rsidRDefault="002032EB" w:rsidP="005A6AF6">
            <w:pPr>
              <w:jc w:val="center"/>
              <w:rPr>
                <w:sz w:val="22"/>
                <w:szCs w:val="22"/>
              </w:rPr>
            </w:pPr>
            <w:r w:rsidRPr="00FE54C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Кочеврягин Д.Н.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449 784,16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квартира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62,1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Автомобиль легковой</w:t>
            </w:r>
          </w:p>
          <w:p w:rsidR="002032EB" w:rsidRPr="004138AC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 xml:space="preserve">       ВАЗ 21102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252 691,83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Земельный участок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890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Жилой дом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25,4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квартира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62,1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квартира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62,1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квартира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62,1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13D7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Тангатаров И.Р.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62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378 </w:t>
            </w:r>
            <w:r w:rsidRPr="00113D7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04,28</w:t>
            </w:r>
          </w:p>
        </w:tc>
        <w:tc>
          <w:tcPr>
            <w:tcW w:w="306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Жилой дом</w:t>
            </w:r>
          </w:p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13D7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Автомобиль легковой</w:t>
            </w:r>
          </w:p>
          <w:p w:rsidR="002032EB" w:rsidRPr="00113D76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>Хундай Солярис</w:t>
            </w:r>
            <w:r w:rsidRPr="00113D76">
              <w:rPr>
                <w:sz w:val="22"/>
                <w:szCs w:val="22"/>
              </w:rPr>
              <w:tab/>
            </w:r>
          </w:p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13D7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72 994,38</w:t>
            </w:r>
          </w:p>
        </w:tc>
        <w:tc>
          <w:tcPr>
            <w:tcW w:w="306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Жилой дом</w:t>
            </w:r>
          </w:p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13D7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13D7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Жилой дом</w:t>
            </w:r>
          </w:p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13D7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</w:tr>
      <w:tr w:rsidR="002032EB" w:rsidRPr="00C90063">
        <w:tc>
          <w:tcPr>
            <w:tcW w:w="1080" w:type="dxa"/>
            <w:vMerge w:val="restart"/>
          </w:tcPr>
          <w:p w:rsidR="002032EB" w:rsidRPr="00C9006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Ярмухаметов Д.Н.</w:t>
            </w:r>
          </w:p>
        </w:tc>
        <w:tc>
          <w:tcPr>
            <w:tcW w:w="1800" w:type="dxa"/>
            <w:vMerge w:val="restart"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  <w:vMerge w:val="restart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264 754,22</w:t>
            </w:r>
          </w:p>
        </w:tc>
        <w:tc>
          <w:tcPr>
            <w:tcW w:w="306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Комната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12,5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-</w:t>
            </w:r>
          </w:p>
        </w:tc>
      </w:tr>
      <w:tr w:rsidR="002032EB" w:rsidRPr="00C90063">
        <w:tc>
          <w:tcPr>
            <w:tcW w:w="1080" w:type="dxa"/>
            <w:vMerge/>
          </w:tcPr>
          <w:p w:rsidR="002032EB" w:rsidRPr="00C9006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Жилой дом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C9006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88,6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C90063">
        <w:tc>
          <w:tcPr>
            <w:tcW w:w="1080" w:type="dxa"/>
            <w:vMerge/>
          </w:tcPr>
          <w:p w:rsidR="002032EB" w:rsidRPr="00C9006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Земельный участок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1150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C90063">
        <w:tc>
          <w:tcPr>
            <w:tcW w:w="1080" w:type="dxa"/>
            <w:vMerge/>
          </w:tcPr>
          <w:p w:rsidR="002032EB" w:rsidRPr="00C9006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102 977,99</w:t>
            </w:r>
          </w:p>
        </w:tc>
        <w:tc>
          <w:tcPr>
            <w:tcW w:w="306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Жилой дом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C9006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88,6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13D7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Хабилов Д.М.</w:t>
            </w:r>
          </w:p>
        </w:tc>
        <w:tc>
          <w:tcPr>
            <w:tcW w:w="1800" w:type="dxa"/>
            <w:vMerge w:val="restart"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299 660,14</w:t>
            </w:r>
          </w:p>
        </w:tc>
        <w:tc>
          <w:tcPr>
            <w:tcW w:w="306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Земельный участок</w:t>
            </w:r>
          </w:p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1000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Автомобиль легковой</w:t>
            </w:r>
          </w:p>
          <w:p w:rsidR="002032EB" w:rsidRPr="00113D76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Фольксваген Поло</w:t>
            </w:r>
          </w:p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13D7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Жилой дом</w:t>
            </w:r>
          </w:p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113D7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88,6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13D7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588 076,37</w:t>
            </w:r>
          </w:p>
        </w:tc>
        <w:tc>
          <w:tcPr>
            <w:tcW w:w="306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Жилой дом</w:t>
            </w:r>
          </w:p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113D7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88,6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13D7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Жилой дом</w:t>
            </w:r>
          </w:p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113D7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62,3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13D7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Земельный участок</w:t>
            </w:r>
          </w:p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4 400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13D7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Жилой дом</w:t>
            </w:r>
          </w:p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13D7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88,6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627"/>
        </w:trPr>
        <w:tc>
          <w:tcPr>
            <w:tcW w:w="1080" w:type="dxa"/>
            <w:vMerge/>
          </w:tcPr>
          <w:p w:rsidR="002032EB" w:rsidRPr="00113D7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13D76" w:rsidRDefault="002032EB" w:rsidP="005A6AF6">
            <w:pPr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Жилой дом</w:t>
            </w:r>
          </w:p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113D7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88,6</w:t>
            </w:r>
          </w:p>
        </w:tc>
        <w:tc>
          <w:tcPr>
            <w:tcW w:w="1800" w:type="dxa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13D76" w:rsidRDefault="002032EB" w:rsidP="005A6AF6">
            <w:pPr>
              <w:jc w:val="center"/>
              <w:rPr>
                <w:sz w:val="22"/>
                <w:szCs w:val="22"/>
              </w:rPr>
            </w:pPr>
            <w:r w:rsidRPr="00113D7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C9006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Сатыбалдин Р.К.</w:t>
            </w:r>
          </w:p>
        </w:tc>
        <w:tc>
          <w:tcPr>
            <w:tcW w:w="1800" w:type="dxa"/>
            <w:vMerge w:val="restart"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363 906,9</w:t>
            </w:r>
          </w:p>
        </w:tc>
        <w:tc>
          <w:tcPr>
            <w:tcW w:w="306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Земельный участок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Автомобиль легковой</w:t>
            </w:r>
          </w:p>
          <w:p w:rsidR="002032EB" w:rsidRPr="00C90063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 xml:space="preserve">       ВАЗ 111740</w:t>
            </w:r>
            <w:r w:rsidRPr="00C90063">
              <w:rPr>
                <w:sz w:val="22"/>
                <w:szCs w:val="22"/>
              </w:rPr>
              <w:tab/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C9006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Жилой дом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182,7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 xml:space="preserve">Автомобиль грузовой 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ГАЗ 51А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1600"/>
        </w:trPr>
        <w:tc>
          <w:tcPr>
            <w:tcW w:w="1080" w:type="dxa"/>
            <w:vMerge/>
          </w:tcPr>
          <w:p w:rsidR="002032EB" w:rsidRPr="00C9006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189 200,25</w:t>
            </w:r>
          </w:p>
        </w:tc>
        <w:tc>
          <w:tcPr>
            <w:tcW w:w="306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Жилой дом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C9006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182,7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-</w:t>
            </w:r>
          </w:p>
        </w:tc>
      </w:tr>
      <w:tr w:rsidR="002032EB" w:rsidRPr="00FE1335">
        <w:tc>
          <w:tcPr>
            <w:tcW w:w="1080" w:type="dxa"/>
            <w:vMerge w:val="restart"/>
          </w:tcPr>
          <w:p w:rsidR="002032EB" w:rsidRPr="00FE133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E1335" w:rsidRDefault="002032EB" w:rsidP="005A6AF6">
            <w:pPr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Сельницын С.А.</w:t>
            </w:r>
          </w:p>
        </w:tc>
        <w:tc>
          <w:tcPr>
            <w:tcW w:w="1800" w:type="dxa"/>
          </w:tcPr>
          <w:p w:rsidR="002032EB" w:rsidRPr="00FE1335" w:rsidRDefault="002032EB" w:rsidP="005A6AF6">
            <w:pPr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351 039,85</w:t>
            </w:r>
          </w:p>
        </w:tc>
        <w:tc>
          <w:tcPr>
            <w:tcW w:w="3060" w:type="dxa"/>
            <w:gridSpan w:val="2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Квартира</w:t>
            </w:r>
          </w:p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E133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28</w:t>
            </w:r>
          </w:p>
        </w:tc>
        <w:tc>
          <w:tcPr>
            <w:tcW w:w="1800" w:type="dxa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Автомобиль легковой</w:t>
            </w:r>
          </w:p>
          <w:p w:rsidR="002032EB" w:rsidRPr="00FE1335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 xml:space="preserve">                 УАЗ</w:t>
            </w:r>
            <w:r w:rsidRPr="00FE1335">
              <w:rPr>
                <w:sz w:val="22"/>
                <w:szCs w:val="22"/>
              </w:rPr>
              <w:tab/>
            </w:r>
          </w:p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FE1335">
        <w:tc>
          <w:tcPr>
            <w:tcW w:w="1080" w:type="dxa"/>
            <w:vMerge/>
          </w:tcPr>
          <w:p w:rsidR="002032EB" w:rsidRPr="00FE133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E1335" w:rsidRDefault="002032EB" w:rsidP="005A6AF6">
            <w:pPr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45 853,23</w:t>
            </w:r>
          </w:p>
        </w:tc>
        <w:tc>
          <w:tcPr>
            <w:tcW w:w="3060" w:type="dxa"/>
            <w:gridSpan w:val="2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Квартира</w:t>
            </w:r>
          </w:p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E133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28</w:t>
            </w:r>
          </w:p>
        </w:tc>
        <w:tc>
          <w:tcPr>
            <w:tcW w:w="1800" w:type="dxa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-</w:t>
            </w:r>
          </w:p>
        </w:tc>
      </w:tr>
      <w:tr w:rsidR="002032EB" w:rsidRPr="00FE1335">
        <w:tc>
          <w:tcPr>
            <w:tcW w:w="1080" w:type="dxa"/>
            <w:vMerge/>
          </w:tcPr>
          <w:p w:rsidR="002032EB" w:rsidRPr="00FE133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E1335" w:rsidRDefault="002032EB" w:rsidP="005A6AF6">
            <w:pPr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Квартира</w:t>
            </w:r>
          </w:p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E133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28</w:t>
            </w:r>
          </w:p>
        </w:tc>
        <w:tc>
          <w:tcPr>
            <w:tcW w:w="1800" w:type="dxa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E1335" w:rsidRDefault="002032EB" w:rsidP="005A6AF6">
            <w:pPr>
              <w:jc w:val="center"/>
              <w:rPr>
                <w:sz w:val="22"/>
                <w:szCs w:val="22"/>
              </w:rPr>
            </w:pPr>
            <w:r w:rsidRPr="00FE133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4C5C9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C5C9A" w:rsidRDefault="002032EB" w:rsidP="005A6AF6">
            <w:pPr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Горлов И.И.</w:t>
            </w:r>
          </w:p>
        </w:tc>
        <w:tc>
          <w:tcPr>
            <w:tcW w:w="1800" w:type="dxa"/>
          </w:tcPr>
          <w:p w:rsidR="002032EB" w:rsidRPr="004C5C9A" w:rsidRDefault="002032EB" w:rsidP="005A6AF6">
            <w:pPr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315 850,38</w:t>
            </w:r>
          </w:p>
        </w:tc>
        <w:tc>
          <w:tcPr>
            <w:tcW w:w="3060" w:type="dxa"/>
            <w:gridSpan w:val="2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Жилой дом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C5C9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54,6</w:t>
            </w:r>
          </w:p>
        </w:tc>
        <w:tc>
          <w:tcPr>
            <w:tcW w:w="180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Автомобиль легковой</w:t>
            </w:r>
          </w:p>
          <w:p w:rsidR="002032EB" w:rsidRPr="004C5C9A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 xml:space="preserve">       ВАЗ 21103</w:t>
            </w:r>
            <w:r w:rsidRPr="004C5C9A">
              <w:rPr>
                <w:sz w:val="22"/>
                <w:szCs w:val="22"/>
              </w:rPr>
              <w:tab/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Пятков А.В.</w:t>
            </w:r>
          </w:p>
        </w:tc>
        <w:tc>
          <w:tcPr>
            <w:tcW w:w="1800" w:type="dxa"/>
            <w:vMerge w:val="restart"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322 559,99</w:t>
            </w: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Квартира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61,7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Жилой дом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Земельный участок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1758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82 567,41</w:t>
            </w: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Жилой дом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Земельный участок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1758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Жилой дом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596B3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Проскуряков А.А.</w:t>
            </w:r>
          </w:p>
        </w:tc>
        <w:tc>
          <w:tcPr>
            <w:tcW w:w="1800" w:type="dxa"/>
            <w:vMerge w:val="restart"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303 426,48</w:t>
            </w: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Земельный участок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20 92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Автомобиль легковой</w:t>
            </w:r>
          </w:p>
          <w:p w:rsidR="002032EB" w:rsidRPr="00596B30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Опель</w:t>
            </w:r>
            <w:r>
              <w:rPr>
                <w:sz w:val="22"/>
                <w:szCs w:val="22"/>
              </w:rPr>
              <w:t xml:space="preserve"> инсигния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Жилой дом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158,2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728"/>
        </w:trPr>
        <w:tc>
          <w:tcPr>
            <w:tcW w:w="1080" w:type="dxa"/>
            <w:vMerge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Квартира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596B3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60.9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Жилой дом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596B3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158,2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Жилой дом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596B3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158,2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Жилой дом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596B3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158,2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596B3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Заколяпин А.В.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264 198</w:t>
            </w:r>
            <w:r w:rsidRPr="00596B30">
              <w:rPr>
                <w:sz w:val="22"/>
                <w:szCs w:val="22"/>
              </w:rPr>
              <w:t>,99</w:t>
            </w:r>
          </w:p>
        </w:tc>
        <w:tc>
          <w:tcPr>
            <w:tcW w:w="306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Квартира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596B3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41</w:t>
            </w:r>
          </w:p>
        </w:tc>
        <w:tc>
          <w:tcPr>
            <w:tcW w:w="1800" w:type="dxa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Автомобиль легковой</w:t>
            </w:r>
          </w:p>
          <w:p w:rsidR="002032EB" w:rsidRPr="00596B30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 xml:space="preserve">        ВАЗ 211440</w:t>
            </w:r>
          </w:p>
          <w:p w:rsidR="002032EB" w:rsidRPr="00596B30" w:rsidRDefault="002032EB" w:rsidP="005A6AF6">
            <w:pPr>
              <w:jc w:val="center"/>
              <w:rPr>
                <w:sz w:val="22"/>
                <w:szCs w:val="22"/>
              </w:rPr>
            </w:pPr>
            <w:r w:rsidRPr="00596B30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Кокарев Е.Н.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75 473,37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Жилой дом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30,3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Автомобиль легковой</w:t>
            </w:r>
          </w:p>
          <w:p w:rsidR="002032EB" w:rsidRPr="004138AC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 xml:space="preserve">        ВАЗ </w:t>
            </w:r>
            <w:r>
              <w:rPr>
                <w:sz w:val="22"/>
                <w:szCs w:val="22"/>
              </w:rPr>
              <w:t>21310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26 988,88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Жилой дом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30,3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Жилой дом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30,3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</w:tr>
      <w:tr w:rsidR="002032EB" w:rsidRPr="00C90063">
        <w:tc>
          <w:tcPr>
            <w:tcW w:w="1080" w:type="dxa"/>
            <w:vMerge w:val="restart"/>
          </w:tcPr>
          <w:p w:rsidR="002032EB" w:rsidRPr="00C9006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Ковков А.Г.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393 875,97</w:t>
            </w:r>
          </w:p>
        </w:tc>
        <w:tc>
          <w:tcPr>
            <w:tcW w:w="306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Квартира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C9006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60,8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Автомобиль легковой</w:t>
            </w:r>
          </w:p>
          <w:p w:rsidR="002032EB" w:rsidRPr="00C90063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 xml:space="preserve">        ВАЗ 21114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C90063">
        <w:tc>
          <w:tcPr>
            <w:tcW w:w="1080" w:type="dxa"/>
            <w:vMerge/>
          </w:tcPr>
          <w:p w:rsidR="002032EB" w:rsidRPr="00C9006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176 910,39</w:t>
            </w:r>
          </w:p>
        </w:tc>
        <w:tc>
          <w:tcPr>
            <w:tcW w:w="306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Земельный участок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C9006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1717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-</w:t>
            </w:r>
          </w:p>
        </w:tc>
      </w:tr>
      <w:tr w:rsidR="002032EB" w:rsidRPr="00C90063">
        <w:tc>
          <w:tcPr>
            <w:tcW w:w="1080" w:type="dxa"/>
            <w:vMerge/>
          </w:tcPr>
          <w:p w:rsidR="002032EB" w:rsidRPr="00C9006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Жилой дом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C9006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39,2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C90063">
        <w:tc>
          <w:tcPr>
            <w:tcW w:w="1080" w:type="dxa"/>
            <w:vMerge/>
          </w:tcPr>
          <w:p w:rsidR="002032EB" w:rsidRPr="00C9006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Квартира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60,8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C90063">
        <w:tc>
          <w:tcPr>
            <w:tcW w:w="1080" w:type="dxa"/>
            <w:vMerge/>
          </w:tcPr>
          <w:p w:rsidR="002032EB" w:rsidRPr="00C9006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90063" w:rsidRDefault="002032EB" w:rsidP="005A6AF6">
            <w:pPr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Квартира</w:t>
            </w:r>
          </w:p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C9006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60,8</w:t>
            </w:r>
          </w:p>
        </w:tc>
        <w:tc>
          <w:tcPr>
            <w:tcW w:w="1800" w:type="dxa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  <w:r w:rsidRPr="00C9006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9006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</w:tcPr>
          <w:p w:rsidR="002032EB" w:rsidRPr="004C5C9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C5C9A" w:rsidRDefault="002032EB" w:rsidP="005A6AF6">
            <w:pPr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Шерстнев С.Ю.</w:t>
            </w:r>
          </w:p>
        </w:tc>
        <w:tc>
          <w:tcPr>
            <w:tcW w:w="1800" w:type="dxa"/>
          </w:tcPr>
          <w:p w:rsidR="002032EB" w:rsidRPr="004C5C9A" w:rsidRDefault="002032EB" w:rsidP="005A6AF6">
            <w:pPr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261 727,93</w:t>
            </w:r>
          </w:p>
        </w:tc>
        <w:tc>
          <w:tcPr>
            <w:tcW w:w="3060" w:type="dxa"/>
            <w:gridSpan w:val="2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Жилой дом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C5C9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Автомобиль легковой</w:t>
            </w:r>
          </w:p>
          <w:p w:rsidR="002032EB" w:rsidRPr="004C5C9A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 xml:space="preserve">        ВАЗ 21150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Сорокин Е.С.</w:t>
            </w:r>
          </w:p>
        </w:tc>
        <w:tc>
          <w:tcPr>
            <w:tcW w:w="1800" w:type="dxa"/>
            <w:vMerge w:val="restart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247 236,43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Жилой дом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44,8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Автомобиль легковой</w:t>
            </w:r>
          </w:p>
          <w:p w:rsidR="002032EB" w:rsidRPr="004138AC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 xml:space="preserve">        ВАЗ 2114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 w:val="restart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Земельный участок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  <w:vMerge w:val="restart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947</w:t>
            </w:r>
          </w:p>
        </w:tc>
        <w:tc>
          <w:tcPr>
            <w:tcW w:w="1800" w:type="dxa"/>
            <w:vMerge w:val="restart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Мототранспортное средство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ИЖ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151 512,18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Жилой дом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44,8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Жилой дом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44,8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Жилой дом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44,8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</w:tr>
      <w:tr w:rsidR="002032EB" w:rsidRPr="004138AC">
        <w:tc>
          <w:tcPr>
            <w:tcW w:w="1080" w:type="dxa"/>
            <w:vMerge w:val="restart"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Суетин А.С.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395 844,41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Квартира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</w:tr>
      <w:tr w:rsidR="002032EB" w:rsidRPr="004138AC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151 420,53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Квартира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</w:tr>
      <w:tr w:rsidR="002032EB" w:rsidRPr="004138AC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 xml:space="preserve">Квартира 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</w:tr>
      <w:tr w:rsidR="002032EB" w:rsidRPr="004138AC">
        <w:tc>
          <w:tcPr>
            <w:tcW w:w="1080" w:type="dxa"/>
            <w:vMerge/>
          </w:tcPr>
          <w:p w:rsidR="002032EB" w:rsidRPr="004138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138AC" w:rsidRDefault="002032EB" w:rsidP="005A6AF6">
            <w:pPr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 xml:space="preserve">Квартира </w:t>
            </w:r>
          </w:p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138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138AC" w:rsidRDefault="002032EB" w:rsidP="005A6AF6">
            <w:pPr>
              <w:jc w:val="center"/>
              <w:rPr>
                <w:sz w:val="22"/>
                <w:szCs w:val="22"/>
              </w:rPr>
            </w:pPr>
            <w:r w:rsidRPr="004138A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C5C9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C5C9A" w:rsidRDefault="002032EB" w:rsidP="005A6AF6">
            <w:pPr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Сельницын Е.А.</w:t>
            </w:r>
          </w:p>
        </w:tc>
        <w:tc>
          <w:tcPr>
            <w:tcW w:w="1800" w:type="dxa"/>
            <w:vMerge w:val="restart"/>
          </w:tcPr>
          <w:p w:rsidR="002032EB" w:rsidRPr="004C5C9A" w:rsidRDefault="002032EB" w:rsidP="005A6AF6">
            <w:pPr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297 399,07</w:t>
            </w:r>
          </w:p>
        </w:tc>
        <w:tc>
          <w:tcPr>
            <w:tcW w:w="3060" w:type="dxa"/>
            <w:gridSpan w:val="2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Квартира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C5C9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-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C5C9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C5C9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C5C9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Жилой дом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C5C9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C5C9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C5C9A" w:rsidRDefault="002032EB" w:rsidP="005A6AF6">
            <w:pPr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475 406,97</w:t>
            </w:r>
          </w:p>
        </w:tc>
        <w:tc>
          <w:tcPr>
            <w:tcW w:w="3060" w:type="dxa"/>
            <w:gridSpan w:val="2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Жилой дом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Автомобиль легковой</w:t>
            </w:r>
          </w:p>
          <w:p w:rsidR="002032EB" w:rsidRPr="004C5C9A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 xml:space="preserve">      Тойота Камри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C5C9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C5C9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Квартира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C5C9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C5C9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C5C9A" w:rsidRDefault="002032EB" w:rsidP="005A6AF6">
            <w:pPr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Квартира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C5C9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Жилой дом</w:t>
            </w:r>
          </w:p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C5C9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4C5C9A" w:rsidRDefault="002032EB" w:rsidP="005A6AF6">
            <w:pPr>
              <w:jc w:val="center"/>
              <w:rPr>
                <w:sz w:val="22"/>
                <w:szCs w:val="22"/>
              </w:rPr>
            </w:pPr>
            <w:r w:rsidRPr="004C5C9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  <w:tcBorders>
              <w:top w:val="nil"/>
            </w:tcBorders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Попов Д.М.</w:t>
            </w: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  <w:tcBorders>
              <w:top w:val="nil"/>
            </w:tcBorders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415 919,2</w:t>
            </w:r>
          </w:p>
        </w:tc>
        <w:tc>
          <w:tcPr>
            <w:tcW w:w="3060" w:type="dxa"/>
            <w:gridSpan w:val="2"/>
            <w:vMerge w:val="restart"/>
            <w:tcBorders>
              <w:top w:val="nil"/>
            </w:tcBorders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Жилой дом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Автомобиль легковой</w:t>
            </w:r>
          </w:p>
          <w:p w:rsidR="002032EB" w:rsidRPr="002E055B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      ДЭУ Нехсия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  <w:tcBorders>
              <w:top w:val="nil"/>
            </w:tcBorders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Мототранспортное средство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ИЖ 6-113-01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116 024,39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Жилой дом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Козьяков А.Б.</w:t>
            </w: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Заместитель </w:t>
            </w:r>
          </w:p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начальника отдела</w:t>
            </w:r>
          </w:p>
        </w:tc>
        <w:tc>
          <w:tcPr>
            <w:tcW w:w="1620" w:type="dxa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410 301,64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Земельный участок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13000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Автомобиль легковой</w:t>
            </w:r>
          </w:p>
          <w:p w:rsidR="002032EB" w:rsidRPr="002E055B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           Тойота</w:t>
            </w:r>
            <w:r w:rsidRPr="002E055B">
              <w:rPr>
                <w:sz w:val="22"/>
                <w:szCs w:val="22"/>
              </w:rPr>
              <w:tab/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Жилой дом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150 514,66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Земельный участок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E055B">
              <w:rPr>
                <w:sz w:val="22"/>
                <w:szCs w:val="22"/>
              </w:rPr>
              <w:t>00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Жилой дом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Жилой дом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Казанцев</w:t>
            </w:r>
            <w:r>
              <w:rPr>
                <w:sz w:val="22"/>
                <w:szCs w:val="22"/>
              </w:rPr>
              <w:t xml:space="preserve"> И.В.</w:t>
            </w:r>
          </w:p>
        </w:tc>
        <w:tc>
          <w:tcPr>
            <w:tcW w:w="1800" w:type="dxa"/>
            <w:vMerge w:val="restart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334 071,97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78,7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Автомобиль легковой</w:t>
            </w:r>
          </w:p>
          <w:p w:rsidR="002032EB" w:rsidRPr="002E055B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         Хендай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Гараж 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87 355,3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78,7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78,7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Жуков А.В.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67 759,84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42,6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Автомобиль легковой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 xml:space="preserve">     ВАЗ 21099</w:t>
            </w:r>
            <w:r w:rsidRPr="002E055B">
              <w:rPr>
                <w:sz w:val="22"/>
                <w:szCs w:val="22"/>
              </w:rPr>
              <w:tab/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(индивидуальная)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42,6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E055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E055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42,6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E0D1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Росенков А.О.</w:t>
            </w:r>
          </w:p>
        </w:tc>
        <w:tc>
          <w:tcPr>
            <w:tcW w:w="1800" w:type="dxa"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266 498,99</w:t>
            </w:r>
          </w:p>
        </w:tc>
        <w:tc>
          <w:tcPr>
            <w:tcW w:w="3060" w:type="dxa"/>
            <w:gridSpan w:val="2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Квартира</w:t>
            </w:r>
          </w:p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28,8</w:t>
            </w:r>
          </w:p>
        </w:tc>
        <w:tc>
          <w:tcPr>
            <w:tcW w:w="180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Автомобиль легковой</w:t>
            </w:r>
          </w:p>
          <w:p w:rsidR="002032EB" w:rsidRPr="00DE0D18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 xml:space="preserve">         ВАЗ 21099</w:t>
            </w:r>
            <w:r w:rsidRPr="00DE0D18">
              <w:rPr>
                <w:sz w:val="22"/>
                <w:szCs w:val="22"/>
              </w:rPr>
              <w:tab/>
            </w:r>
          </w:p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180 000</w:t>
            </w:r>
          </w:p>
        </w:tc>
        <w:tc>
          <w:tcPr>
            <w:tcW w:w="3060" w:type="dxa"/>
            <w:gridSpan w:val="2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Жилой дом</w:t>
            </w:r>
          </w:p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E0D1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Default="002032EB" w:rsidP="005A6AF6">
            <w:pPr>
              <w:jc w:val="center"/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80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Автомобиль легковой</w:t>
            </w:r>
          </w:p>
          <w:p w:rsidR="002032EB" w:rsidRPr="00DE0D18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ВАЗ 21120</w:t>
            </w:r>
            <w:r w:rsidRPr="00DE0D18">
              <w:rPr>
                <w:sz w:val="22"/>
                <w:szCs w:val="22"/>
              </w:rPr>
              <w:tab/>
            </w:r>
          </w:p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Квартира</w:t>
            </w:r>
          </w:p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2E055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800" w:type="dxa"/>
          </w:tcPr>
          <w:p w:rsidR="002032EB" w:rsidRPr="002E055B" w:rsidRDefault="002032EB" w:rsidP="005A6AF6">
            <w:pPr>
              <w:jc w:val="center"/>
              <w:rPr>
                <w:sz w:val="22"/>
                <w:szCs w:val="22"/>
              </w:rPr>
            </w:pPr>
            <w:r w:rsidRPr="002E055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E0D1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Карпетова К.В.</w:t>
            </w:r>
          </w:p>
        </w:tc>
        <w:tc>
          <w:tcPr>
            <w:tcW w:w="1800" w:type="dxa"/>
            <w:vMerge w:val="restart"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269 585,52</w:t>
            </w:r>
          </w:p>
        </w:tc>
        <w:tc>
          <w:tcPr>
            <w:tcW w:w="3060" w:type="dxa"/>
            <w:gridSpan w:val="2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Земельный участок</w:t>
            </w:r>
          </w:p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E0D1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</w:p>
        </w:tc>
        <w:tc>
          <w:tcPr>
            <w:tcW w:w="180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0D1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Жилой дом</w:t>
            </w:r>
          </w:p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E0D1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80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DE0D1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257 314,41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Автомобиль легковой</w:t>
            </w:r>
          </w:p>
          <w:p w:rsidR="002032EB" w:rsidRPr="00DE0D18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 Капелла</w:t>
            </w:r>
          </w:p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E0D1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Бородин А.В.</w:t>
            </w:r>
          </w:p>
        </w:tc>
        <w:tc>
          <w:tcPr>
            <w:tcW w:w="1800" w:type="dxa"/>
            <w:vMerge w:val="restart"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988 019,95</w:t>
            </w:r>
          </w:p>
        </w:tc>
        <w:tc>
          <w:tcPr>
            <w:tcW w:w="3060" w:type="dxa"/>
            <w:gridSpan w:val="2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Земельный участок</w:t>
            </w:r>
          </w:p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80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Автомобиль легковой</w:t>
            </w:r>
          </w:p>
          <w:p w:rsidR="002032EB" w:rsidRPr="00DE0D18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ВАЗ 2107</w:t>
            </w:r>
            <w:r w:rsidRPr="00DE0D18">
              <w:rPr>
                <w:sz w:val="22"/>
                <w:szCs w:val="22"/>
              </w:rPr>
              <w:tab/>
            </w:r>
          </w:p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E0D1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Жилой дом</w:t>
            </w:r>
          </w:p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E0D1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80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DE0D1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723 709,6</w:t>
            </w:r>
            <w:r w:rsidRPr="00DE0D18">
              <w:rPr>
                <w:sz w:val="22"/>
                <w:szCs w:val="22"/>
              </w:rPr>
              <w:t>3</w:t>
            </w:r>
          </w:p>
        </w:tc>
        <w:tc>
          <w:tcPr>
            <w:tcW w:w="3060" w:type="dxa"/>
            <w:gridSpan w:val="2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Жилой дом</w:t>
            </w:r>
          </w:p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E0D1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Default="002032EB" w:rsidP="005A6AF6">
            <w:pPr>
              <w:jc w:val="center"/>
            </w:pPr>
            <w:r w:rsidRPr="00326F21">
              <w:rPr>
                <w:sz w:val="22"/>
                <w:szCs w:val="22"/>
              </w:rPr>
              <w:t>103,5</w:t>
            </w:r>
          </w:p>
        </w:tc>
        <w:tc>
          <w:tcPr>
            <w:tcW w:w="180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934"/>
        </w:trPr>
        <w:tc>
          <w:tcPr>
            <w:tcW w:w="1080" w:type="dxa"/>
            <w:vMerge/>
          </w:tcPr>
          <w:p w:rsidR="002032EB" w:rsidRPr="00DE0D1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E0D18" w:rsidRDefault="002032EB" w:rsidP="005A6AF6">
            <w:pPr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600 000</w:t>
            </w:r>
          </w:p>
        </w:tc>
        <w:tc>
          <w:tcPr>
            <w:tcW w:w="3060" w:type="dxa"/>
            <w:gridSpan w:val="2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Жилой дом</w:t>
            </w:r>
          </w:p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E0D1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Default="002032EB" w:rsidP="005A6AF6">
            <w:pPr>
              <w:jc w:val="center"/>
            </w:pPr>
            <w:r w:rsidRPr="00326F21">
              <w:rPr>
                <w:sz w:val="22"/>
                <w:szCs w:val="22"/>
              </w:rPr>
              <w:t>103,5</w:t>
            </w:r>
          </w:p>
        </w:tc>
        <w:tc>
          <w:tcPr>
            <w:tcW w:w="1800" w:type="dxa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E0D18" w:rsidRDefault="002032EB" w:rsidP="005A6AF6">
            <w:pPr>
              <w:jc w:val="center"/>
              <w:rPr>
                <w:sz w:val="22"/>
                <w:szCs w:val="22"/>
              </w:rPr>
            </w:pPr>
            <w:r w:rsidRPr="00DE0D1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Абдулин А.Г.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326 408</w:t>
            </w:r>
            <w:r w:rsidRPr="00BC68B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Автомобиль легковой</w:t>
            </w:r>
          </w:p>
          <w:p w:rsidR="002032EB" w:rsidRPr="00BC68BB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 xml:space="preserve"> </w:t>
            </w:r>
            <w:r w:rsidRPr="00BC68BB">
              <w:rPr>
                <w:sz w:val="22"/>
                <w:szCs w:val="22"/>
                <w:lang w:val="en-US"/>
              </w:rPr>
              <w:t>Daewoo</w:t>
            </w:r>
            <w:r w:rsidRPr="00BC68BB">
              <w:rPr>
                <w:sz w:val="22"/>
                <w:szCs w:val="22"/>
              </w:rPr>
              <w:t xml:space="preserve"> </w:t>
            </w:r>
            <w:r w:rsidRPr="00BC68BB">
              <w:rPr>
                <w:sz w:val="22"/>
                <w:szCs w:val="22"/>
                <w:lang w:val="en-US"/>
              </w:rPr>
              <w:t>Nexia</w:t>
            </w:r>
            <w:r w:rsidRPr="00BC68BB">
              <w:rPr>
                <w:sz w:val="22"/>
                <w:szCs w:val="22"/>
              </w:rPr>
              <w:tab/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157 949,8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Плешкова М.А.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178 493,56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BC68BB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BC68BB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Куриленко А.С.</w:t>
            </w:r>
          </w:p>
        </w:tc>
        <w:tc>
          <w:tcPr>
            <w:tcW w:w="1800" w:type="dxa"/>
            <w:vMerge w:val="restart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158 267,78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Земельный участок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Автомобиль легковой</w:t>
            </w:r>
          </w:p>
          <w:p w:rsidR="002032EB" w:rsidRPr="00BC68BB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 xml:space="preserve">         ВАЗ 21</w:t>
            </w:r>
            <w:r>
              <w:rPr>
                <w:sz w:val="22"/>
                <w:szCs w:val="22"/>
              </w:rPr>
              <w:t>099</w:t>
            </w:r>
            <w:r w:rsidRPr="00BC68BB">
              <w:rPr>
                <w:sz w:val="22"/>
                <w:szCs w:val="22"/>
              </w:rPr>
              <w:tab/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BC68BB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426 317,49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Земельный участок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BC68BB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Земельный участок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BC68BB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Земельный участок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BC68BB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Драпей А.Л.</w:t>
            </w:r>
          </w:p>
        </w:tc>
        <w:tc>
          <w:tcPr>
            <w:tcW w:w="1800" w:type="dxa"/>
            <w:vMerge w:val="restart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04 884,61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Земельный участок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1200</w:t>
            </w:r>
            <w:r>
              <w:rPr>
                <w:sz w:val="22"/>
                <w:szCs w:val="22"/>
              </w:rPr>
              <w:t>,34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Автомобиль легковой</w:t>
            </w:r>
          </w:p>
          <w:p w:rsidR="002032EB" w:rsidRPr="00BC68BB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 xml:space="preserve">         ВАЗ 21713</w:t>
            </w:r>
            <w:r w:rsidRPr="00BC68BB">
              <w:rPr>
                <w:sz w:val="22"/>
                <w:szCs w:val="22"/>
              </w:rPr>
              <w:tab/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60 370,58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C68B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C68BB" w:rsidRDefault="002032EB" w:rsidP="005A6AF6">
            <w:pPr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Жилой дом</w:t>
            </w:r>
          </w:p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C68B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C68BB" w:rsidRDefault="002032EB" w:rsidP="005A6AF6">
            <w:pPr>
              <w:jc w:val="center"/>
              <w:rPr>
                <w:sz w:val="22"/>
                <w:szCs w:val="22"/>
              </w:rPr>
            </w:pPr>
            <w:r w:rsidRPr="00BC68B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25B0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25B08" w:rsidRDefault="002032EB" w:rsidP="005A6AF6">
            <w:pPr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Брильков А.Н.</w:t>
            </w:r>
          </w:p>
        </w:tc>
        <w:tc>
          <w:tcPr>
            <w:tcW w:w="1800" w:type="dxa"/>
            <w:vMerge w:val="restart"/>
          </w:tcPr>
          <w:p w:rsidR="002032EB" w:rsidRPr="00E25B08" w:rsidRDefault="002032EB" w:rsidP="005A6AF6">
            <w:pPr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Заместитель начальника  отдела</w:t>
            </w:r>
          </w:p>
        </w:tc>
        <w:tc>
          <w:tcPr>
            <w:tcW w:w="1620" w:type="dxa"/>
            <w:vMerge w:val="restart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388 815,33</w:t>
            </w:r>
          </w:p>
        </w:tc>
        <w:tc>
          <w:tcPr>
            <w:tcW w:w="3060" w:type="dxa"/>
            <w:gridSpan w:val="2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Жилой дом</w:t>
            </w:r>
          </w:p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96,1</w:t>
            </w:r>
          </w:p>
        </w:tc>
        <w:tc>
          <w:tcPr>
            <w:tcW w:w="180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Автомобиль легковой</w:t>
            </w:r>
          </w:p>
          <w:p w:rsidR="002032EB" w:rsidRPr="00E25B08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Митцубиси</w:t>
            </w:r>
            <w:r>
              <w:rPr>
                <w:sz w:val="22"/>
                <w:szCs w:val="22"/>
              </w:rPr>
              <w:t xml:space="preserve"> Аиртрек</w:t>
            </w:r>
          </w:p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25B0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25B0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25B0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Земельный участок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EE303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25B0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25B08" w:rsidRDefault="002032EB" w:rsidP="005A6AF6">
            <w:pPr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174 638</w:t>
            </w:r>
          </w:p>
        </w:tc>
        <w:tc>
          <w:tcPr>
            <w:tcW w:w="3060" w:type="dxa"/>
            <w:gridSpan w:val="2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Жилой дом</w:t>
            </w:r>
          </w:p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25B0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96,1</w:t>
            </w:r>
          </w:p>
        </w:tc>
        <w:tc>
          <w:tcPr>
            <w:tcW w:w="180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25B0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25B08" w:rsidRDefault="002032EB" w:rsidP="005A6AF6">
            <w:pPr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Жилой дом</w:t>
            </w:r>
          </w:p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25B0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96,1</w:t>
            </w:r>
          </w:p>
        </w:tc>
        <w:tc>
          <w:tcPr>
            <w:tcW w:w="180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25B0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25B08" w:rsidRDefault="002032EB" w:rsidP="005A6AF6">
            <w:pPr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Жилой дом</w:t>
            </w:r>
          </w:p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25B0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96,1</w:t>
            </w:r>
          </w:p>
        </w:tc>
        <w:tc>
          <w:tcPr>
            <w:tcW w:w="1800" w:type="dxa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25B08" w:rsidRDefault="002032EB" w:rsidP="005A6AF6">
            <w:pPr>
              <w:jc w:val="center"/>
              <w:rPr>
                <w:sz w:val="22"/>
                <w:szCs w:val="22"/>
              </w:rPr>
            </w:pPr>
            <w:r w:rsidRPr="00E25B0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Милишников А.А.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260 198,99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(безвозмездное пользование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E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 xml:space="preserve">     Ниссан Сани</w:t>
            </w:r>
            <w:r w:rsidRPr="00716E6A">
              <w:rPr>
                <w:color w:val="000000"/>
                <w:sz w:val="22"/>
                <w:szCs w:val="22"/>
              </w:rPr>
              <w:tab/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  <w:r w:rsidRPr="00716E6A">
              <w:rPr>
                <w:color w:val="000000"/>
                <w:sz w:val="22"/>
                <w:szCs w:val="22"/>
              </w:rPr>
              <w:t>(индивидуальная)</w:t>
            </w:r>
          </w:p>
          <w:p w:rsidR="002032EB" w:rsidRPr="00716E6A" w:rsidRDefault="002032EB" w:rsidP="005A6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Якунин В.Ю.</w:t>
            </w:r>
          </w:p>
        </w:tc>
        <w:tc>
          <w:tcPr>
            <w:tcW w:w="1800" w:type="dxa"/>
            <w:vMerge w:val="restart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448 771</w:t>
            </w:r>
            <w:r w:rsidRPr="00EE303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57</w:t>
            </w: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Земельный участок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2500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Автомобиль легковой</w:t>
            </w:r>
          </w:p>
          <w:p w:rsidR="002032EB" w:rsidRPr="00EE3039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 xml:space="preserve">     Ниссан Сани</w:t>
            </w:r>
            <w:r w:rsidRPr="00EE3039">
              <w:rPr>
                <w:sz w:val="22"/>
                <w:szCs w:val="22"/>
              </w:rPr>
              <w:tab/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(индивидуальная)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Жилой дом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39,4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Квартира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E303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53,7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Квартира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E303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43,9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Гараж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53,2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недвижимое имущество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39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Земельный участок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2500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70 757,92</w:t>
            </w: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Земельный участок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2500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Жилой дом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39,4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Квартира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E3039">
              <w:rPr>
                <w:sz w:val="22"/>
                <w:szCs w:val="22"/>
              </w:rPr>
              <w:t>)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58,4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Квартира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E303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43,9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Гараж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53,2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814"/>
        </w:trPr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недвижимое имущество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 xml:space="preserve"> (совместная)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39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Квартира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E303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58,4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1450"/>
        </w:trPr>
        <w:tc>
          <w:tcPr>
            <w:tcW w:w="1080" w:type="dxa"/>
            <w:vMerge w:val="restart"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Тимирбулатов  А.В.</w:t>
            </w:r>
          </w:p>
        </w:tc>
        <w:tc>
          <w:tcPr>
            <w:tcW w:w="1800" w:type="dxa"/>
            <w:vMerge w:val="restart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410 883,</w:t>
            </w:r>
            <w:r w:rsidRPr="00EE303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Квартира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E303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50,2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Автомобиль легковой</w:t>
            </w:r>
          </w:p>
          <w:p w:rsidR="002032EB" w:rsidRPr="00EE3039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Нисан Авенир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(индивидуальная)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Квартира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E303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69,9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336 666,8</w:t>
            </w: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Квартира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69,9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Земельный участок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(аренда)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2500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Квартира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E303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69,9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Квартира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E303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69,9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Пономарчук А.Е.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246 175,39</w:t>
            </w:r>
          </w:p>
        </w:tc>
        <w:tc>
          <w:tcPr>
            <w:tcW w:w="306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Квартира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E303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52,4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C2A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Брылкин А.С.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56</w:t>
            </w:r>
            <w:r w:rsidRPr="001C2A2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50</w:t>
            </w:r>
            <w:r w:rsidRPr="001C2A26">
              <w:rPr>
                <w:sz w:val="22"/>
                <w:szCs w:val="22"/>
              </w:rPr>
              <w:t>6,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306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Квартира</w:t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(договор найма</w:t>
            </w:r>
            <w:r w:rsidRPr="001C2A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52,2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Автомобиль легковой</w:t>
            </w:r>
          </w:p>
          <w:p w:rsidR="002032EB" w:rsidRPr="001C2A26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 xml:space="preserve">            ВАЗ 2110</w:t>
            </w:r>
            <w:r w:rsidRPr="001C2A26">
              <w:rPr>
                <w:sz w:val="22"/>
                <w:szCs w:val="22"/>
              </w:rPr>
              <w:tab/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(индивидуальная)</w:t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C2A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87 936</w:t>
            </w:r>
          </w:p>
        </w:tc>
        <w:tc>
          <w:tcPr>
            <w:tcW w:w="306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Квартира</w:t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(договор найма</w:t>
            </w:r>
            <w:r w:rsidRPr="001C2A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52,2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EE303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Сучков Ю.С.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264 198,9</w:t>
            </w:r>
            <w:r w:rsidRPr="00EE3039">
              <w:rPr>
                <w:sz w:val="22"/>
                <w:szCs w:val="22"/>
              </w:rPr>
              <w:t>9</w:t>
            </w:r>
          </w:p>
        </w:tc>
        <w:tc>
          <w:tcPr>
            <w:tcW w:w="306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Квартира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800" w:type="dxa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Автомобиль легковой</w:t>
            </w:r>
          </w:p>
          <w:p w:rsidR="002032EB" w:rsidRPr="00EE3039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 xml:space="preserve">            ВАЗ 21</w:t>
            </w:r>
            <w:r>
              <w:rPr>
                <w:sz w:val="22"/>
                <w:szCs w:val="22"/>
              </w:rPr>
              <w:t>0</w:t>
            </w:r>
            <w:r w:rsidRPr="00EE3039">
              <w:rPr>
                <w:sz w:val="22"/>
                <w:szCs w:val="22"/>
              </w:rPr>
              <w:t>14</w:t>
            </w:r>
            <w:r w:rsidRPr="00EE3039">
              <w:rPr>
                <w:sz w:val="22"/>
                <w:szCs w:val="22"/>
              </w:rPr>
              <w:tab/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  <w:r w:rsidRPr="00EE3039">
              <w:rPr>
                <w:sz w:val="22"/>
                <w:szCs w:val="22"/>
              </w:rPr>
              <w:t>(индивидуальная)</w:t>
            </w:r>
          </w:p>
          <w:p w:rsidR="002032EB" w:rsidRPr="00EE303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C2A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Гусев С.А.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312 631,43</w:t>
            </w:r>
          </w:p>
        </w:tc>
        <w:tc>
          <w:tcPr>
            <w:tcW w:w="306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Квартира</w:t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C2A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74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Автомобиль легковой</w:t>
            </w:r>
          </w:p>
          <w:p w:rsidR="002032EB" w:rsidRPr="001C2A26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 xml:space="preserve">   Н</w:t>
            </w:r>
            <w:r w:rsidRPr="001C2A26">
              <w:rPr>
                <w:sz w:val="22"/>
                <w:szCs w:val="22"/>
              </w:rPr>
              <w:t>исан</w:t>
            </w:r>
            <w:r w:rsidRPr="001C2A26">
              <w:rPr>
                <w:sz w:val="22"/>
                <w:szCs w:val="22"/>
              </w:rPr>
              <w:tab/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C2A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120 000</w:t>
            </w:r>
          </w:p>
        </w:tc>
        <w:tc>
          <w:tcPr>
            <w:tcW w:w="306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Комната</w:t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C2A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 w:val="restart"/>
          </w:tcPr>
          <w:p w:rsidR="002032EB" w:rsidRPr="001C2A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Шведов А.С.</w:t>
            </w:r>
          </w:p>
        </w:tc>
        <w:tc>
          <w:tcPr>
            <w:tcW w:w="1800" w:type="dxa"/>
            <w:vMerge w:val="restart"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330 319,42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Квартира</w:t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C2A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800" w:type="dxa"/>
            <w:vMerge w:val="restart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Автомобиль легковой</w:t>
            </w:r>
          </w:p>
          <w:p w:rsidR="002032EB" w:rsidRPr="001C2A26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 xml:space="preserve">            ГАЗ 31105</w:t>
            </w:r>
            <w:r w:rsidRPr="001C2A26">
              <w:rPr>
                <w:sz w:val="22"/>
                <w:szCs w:val="22"/>
              </w:rPr>
              <w:tab/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/>
          </w:tcPr>
          <w:p w:rsidR="002032EB" w:rsidRPr="001C2A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Автомобиль легковой</w:t>
            </w:r>
          </w:p>
          <w:p w:rsidR="002032EB" w:rsidRPr="001C2A26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  <w:lang w:val="en-US"/>
              </w:rPr>
              <w:t>Mazda</w:t>
            </w:r>
            <w:r w:rsidRPr="001C2A26">
              <w:rPr>
                <w:sz w:val="22"/>
                <w:szCs w:val="22"/>
              </w:rPr>
              <w:t xml:space="preserve"> 3</w:t>
            </w:r>
            <w:r w:rsidRPr="001C2A26">
              <w:rPr>
                <w:sz w:val="22"/>
                <w:szCs w:val="22"/>
              </w:rPr>
              <w:tab/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C2A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215 850,5</w:t>
            </w:r>
            <w:r w:rsidRPr="001C2A26">
              <w:rPr>
                <w:sz w:val="22"/>
                <w:szCs w:val="22"/>
              </w:rPr>
              <w:t>7</w:t>
            </w:r>
          </w:p>
        </w:tc>
        <w:tc>
          <w:tcPr>
            <w:tcW w:w="306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Квартира</w:t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C2A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D7C6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D7C64" w:rsidRDefault="002032EB" w:rsidP="005A6AF6">
            <w:pPr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Пудовкин И.В.</w:t>
            </w:r>
          </w:p>
        </w:tc>
        <w:tc>
          <w:tcPr>
            <w:tcW w:w="1800" w:type="dxa"/>
          </w:tcPr>
          <w:p w:rsidR="002032EB" w:rsidRPr="002D7C64" w:rsidRDefault="002032EB" w:rsidP="005A6AF6">
            <w:pPr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620" w:type="dxa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63 882,59</w:t>
            </w:r>
          </w:p>
        </w:tc>
        <w:tc>
          <w:tcPr>
            <w:tcW w:w="3060" w:type="dxa"/>
            <w:gridSpan w:val="2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Квартира</w:t>
            </w:r>
          </w:p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2D7C6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48,5</w:t>
            </w:r>
          </w:p>
        </w:tc>
        <w:tc>
          <w:tcPr>
            <w:tcW w:w="1800" w:type="dxa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Автомобиль легковой</w:t>
            </w:r>
          </w:p>
          <w:p w:rsidR="002032EB" w:rsidRPr="00B026DE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 xml:space="preserve">            </w:t>
            </w:r>
            <w:r w:rsidRPr="00B026DE">
              <w:rPr>
                <w:sz w:val="22"/>
                <w:szCs w:val="22"/>
                <w:lang w:val="en-US"/>
              </w:rPr>
              <w:t>Ford</w:t>
            </w:r>
            <w:r w:rsidRPr="00B026DE">
              <w:rPr>
                <w:sz w:val="22"/>
                <w:szCs w:val="22"/>
              </w:rPr>
              <w:t xml:space="preserve"> </w:t>
            </w:r>
            <w:r w:rsidRPr="00B026DE">
              <w:rPr>
                <w:sz w:val="22"/>
                <w:szCs w:val="22"/>
                <w:lang w:val="en-US"/>
              </w:rPr>
              <w:t>Fokus</w:t>
            </w:r>
            <w:r w:rsidRPr="00B026DE">
              <w:rPr>
                <w:sz w:val="22"/>
                <w:szCs w:val="22"/>
              </w:rPr>
              <w:tab/>
            </w:r>
          </w:p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D7C6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D7C64" w:rsidRDefault="002032EB" w:rsidP="005A6AF6">
            <w:pPr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2D7C64">
              <w:rPr>
                <w:sz w:val="22"/>
                <w:szCs w:val="22"/>
              </w:rPr>
              <w:t>0 000</w:t>
            </w:r>
          </w:p>
        </w:tc>
        <w:tc>
          <w:tcPr>
            <w:tcW w:w="3060" w:type="dxa"/>
            <w:gridSpan w:val="2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Квартира</w:t>
            </w:r>
          </w:p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2D7C6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48,5</w:t>
            </w:r>
          </w:p>
        </w:tc>
        <w:tc>
          <w:tcPr>
            <w:tcW w:w="1800" w:type="dxa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Автомобиль легковой</w:t>
            </w:r>
          </w:p>
          <w:p w:rsidR="002032EB" w:rsidRPr="002D7C64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Нисан </w:t>
            </w:r>
            <w:r>
              <w:rPr>
                <w:sz w:val="22"/>
                <w:szCs w:val="22"/>
                <w:lang w:val="en-US"/>
              </w:rPr>
              <w:t>AD</w:t>
            </w:r>
            <w:r w:rsidRPr="002D7C64">
              <w:rPr>
                <w:sz w:val="22"/>
                <w:szCs w:val="22"/>
              </w:rPr>
              <w:tab/>
            </w:r>
          </w:p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D7C6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D7C64" w:rsidRDefault="002032EB" w:rsidP="005A6AF6">
            <w:pPr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Квартира</w:t>
            </w:r>
          </w:p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2D7C6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48,5</w:t>
            </w:r>
          </w:p>
        </w:tc>
        <w:tc>
          <w:tcPr>
            <w:tcW w:w="1800" w:type="dxa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D7C64" w:rsidRDefault="002032EB" w:rsidP="005A6AF6">
            <w:pPr>
              <w:jc w:val="center"/>
              <w:rPr>
                <w:sz w:val="22"/>
                <w:szCs w:val="22"/>
              </w:rPr>
            </w:pPr>
            <w:r w:rsidRPr="002D7C6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Кожемяко А.И.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457 070,60</w:t>
            </w:r>
          </w:p>
        </w:tc>
        <w:tc>
          <w:tcPr>
            <w:tcW w:w="306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Квартира</w:t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189 222,67</w:t>
            </w:r>
          </w:p>
        </w:tc>
        <w:tc>
          <w:tcPr>
            <w:tcW w:w="306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Квартира</w:t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51,4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Шманин А.С.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7 434,98</w:t>
            </w:r>
          </w:p>
        </w:tc>
        <w:tc>
          <w:tcPr>
            <w:tcW w:w="3060" w:type="dxa"/>
            <w:gridSpan w:val="2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Жилой дом</w:t>
            </w:r>
          </w:p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701F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102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Федотов А.В.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437 063,7</w:t>
            </w:r>
            <w:r w:rsidRPr="00B026DE">
              <w:rPr>
                <w:sz w:val="22"/>
                <w:szCs w:val="22"/>
              </w:rPr>
              <w:t>0</w:t>
            </w:r>
          </w:p>
        </w:tc>
        <w:tc>
          <w:tcPr>
            <w:tcW w:w="306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Квартира</w:t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 xml:space="preserve">(договор </w:t>
            </w:r>
            <w:r>
              <w:rPr>
                <w:sz w:val="22"/>
                <w:szCs w:val="22"/>
              </w:rPr>
              <w:t>аренды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Автомобиль легковой</w:t>
            </w:r>
          </w:p>
          <w:p w:rsidR="002032EB" w:rsidRPr="00B026DE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 xml:space="preserve">            </w:t>
            </w:r>
            <w:r w:rsidRPr="00B026DE">
              <w:rPr>
                <w:sz w:val="22"/>
                <w:szCs w:val="22"/>
                <w:lang w:val="en-US"/>
              </w:rPr>
              <w:t>Ford</w:t>
            </w:r>
            <w:r w:rsidRPr="00B026DE">
              <w:rPr>
                <w:sz w:val="22"/>
                <w:szCs w:val="22"/>
              </w:rPr>
              <w:t xml:space="preserve"> </w:t>
            </w:r>
            <w:r w:rsidRPr="00B026DE">
              <w:rPr>
                <w:sz w:val="22"/>
                <w:szCs w:val="22"/>
                <w:lang w:val="en-US"/>
              </w:rPr>
              <w:t>Fokus</w:t>
            </w:r>
            <w:r w:rsidRPr="00B026DE">
              <w:rPr>
                <w:sz w:val="22"/>
                <w:szCs w:val="22"/>
              </w:rPr>
              <w:tab/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111 3</w:t>
            </w:r>
            <w:r w:rsidRPr="00B026D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06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Квартира</w:t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 xml:space="preserve">(договор </w:t>
            </w:r>
            <w:r>
              <w:rPr>
                <w:sz w:val="22"/>
                <w:szCs w:val="22"/>
              </w:rPr>
              <w:t>аренды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Квартира</w:t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 xml:space="preserve">(договор </w:t>
            </w:r>
            <w:r>
              <w:rPr>
                <w:sz w:val="22"/>
                <w:szCs w:val="22"/>
              </w:rPr>
              <w:t>аренды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701F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701F5" w:rsidRDefault="002032EB" w:rsidP="005A6AF6">
            <w:pPr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Пьячев М.Б.</w:t>
            </w:r>
          </w:p>
        </w:tc>
        <w:tc>
          <w:tcPr>
            <w:tcW w:w="1800" w:type="dxa"/>
          </w:tcPr>
          <w:p w:rsidR="002032EB" w:rsidRPr="00E701F5" w:rsidRDefault="002032EB" w:rsidP="005A6AF6">
            <w:pPr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398 958,3</w:t>
            </w:r>
            <w:r w:rsidRPr="00E701F5">
              <w:rPr>
                <w:sz w:val="22"/>
                <w:szCs w:val="22"/>
              </w:rPr>
              <w:t>9</w:t>
            </w:r>
          </w:p>
        </w:tc>
        <w:tc>
          <w:tcPr>
            <w:tcW w:w="3060" w:type="dxa"/>
            <w:gridSpan w:val="2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Квартира</w:t>
            </w:r>
          </w:p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договор </w:t>
            </w:r>
            <w:r w:rsidRPr="00E701F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ренды</w:t>
            </w:r>
            <w:r w:rsidRPr="00E701F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47</w:t>
            </w:r>
          </w:p>
        </w:tc>
        <w:tc>
          <w:tcPr>
            <w:tcW w:w="1800" w:type="dxa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Автомобиль легковой</w:t>
            </w:r>
          </w:p>
          <w:p w:rsidR="002032EB" w:rsidRPr="00E701F5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Нисан-Санни</w:t>
            </w:r>
          </w:p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701F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701F5" w:rsidRDefault="002032EB" w:rsidP="005A6AF6">
            <w:pPr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139 334,44</w:t>
            </w:r>
          </w:p>
        </w:tc>
        <w:tc>
          <w:tcPr>
            <w:tcW w:w="3060" w:type="dxa"/>
            <w:gridSpan w:val="2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Квартира</w:t>
            </w:r>
          </w:p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договор </w:t>
            </w:r>
            <w:r w:rsidRPr="00E701F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ренды</w:t>
            </w:r>
            <w:r w:rsidRPr="00E701F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47</w:t>
            </w:r>
          </w:p>
        </w:tc>
        <w:tc>
          <w:tcPr>
            <w:tcW w:w="1800" w:type="dxa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Автомобиль легковой</w:t>
            </w:r>
          </w:p>
          <w:p w:rsidR="002032EB" w:rsidRPr="00E701F5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 xml:space="preserve">     ВАЗ  21074</w:t>
            </w:r>
          </w:p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701F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701F5" w:rsidRDefault="002032EB" w:rsidP="005A6AF6">
            <w:pPr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Квартира</w:t>
            </w:r>
          </w:p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договор </w:t>
            </w:r>
            <w:r w:rsidRPr="00E701F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ренды</w:t>
            </w:r>
            <w:r w:rsidRPr="00E701F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47</w:t>
            </w:r>
          </w:p>
        </w:tc>
        <w:tc>
          <w:tcPr>
            <w:tcW w:w="1800" w:type="dxa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701F5" w:rsidRDefault="002032EB" w:rsidP="005A6AF6">
            <w:pPr>
              <w:jc w:val="center"/>
              <w:rPr>
                <w:sz w:val="22"/>
                <w:szCs w:val="22"/>
              </w:rPr>
            </w:pPr>
            <w:r w:rsidRPr="00E701F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96D4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96D47" w:rsidRDefault="002032EB" w:rsidP="005A6AF6">
            <w:pPr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Ростова А.А.</w:t>
            </w:r>
          </w:p>
        </w:tc>
        <w:tc>
          <w:tcPr>
            <w:tcW w:w="1800" w:type="dxa"/>
            <w:vMerge w:val="restart"/>
          </w:tcPr>
          <w:p w:rsidR="002032EB" w:rsidRPr="00396D47" w:rsidRDefault="002032EB" w:rsidP="005A6AF6">
            <w:pPr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180 911,11</w:t>
            </w:r>
          </w:p>
        </w:tc>
        <w:tc>
          <w:tcPr>
            <w:tcW w:w="3060" w:type="dxa"/>
            <w:gridSpan w:val="2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 xml:space="preserve">Квартира </w:t>
            </w:r>
          </w:p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96D4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59,9</w:t>
            </w:r>
          </w:p>
        </w:tc>
        <w:tc>
          <w:tcPr>
            <w:tcW w:w="1800" w:type="dxa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Автомобиль легковой</w:t>
            </w:r>
          </w:p>
          <w:p w:rsidR="002032EB" w:rsidRPr="00396D47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 xml:space="preserve">     Нисан-Примера</w:t>
            </w:r>
          </w:p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96D4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96D4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96D4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Иное недвижимое имущество</w:t>
            </w:r>
          </w:p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(индтвтдуальная)</w:t>
            </w:r>
          </w:p>
        </w:tc>
        <w:tc>
          <w:tcPr>
            <w:tcW w:w="1440" w:type="dxa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100,4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071C8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Автомобиль грузовой</w:t>
            </w:r>
          </w:p>
          <w:p w:rsidR="002032EB" w:rsidRPr="00396D47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ГАЗ-51</w:t>
            </w:r>
          </w:p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96D4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6D47" w:rsidRDefault="002032EB" w:rsidP="005A6AF6">
            <w:pPr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181 575,70</w:t>
            </w:r>
          </w:p>
        </w:tc>
        <w:tc>
          <w:tcPr>
            <w:tcW w:w="3060" w:type="dxa"/>
            <w:gridSpan w:val="2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Квартира</w:t>
            </w:r>
          </w:p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96D4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59,9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071C8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96D4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96D47" w:rsidRDefault="002032EB" w:rsidP="005A6AF6">
            <w:pPr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Квартира</w:t>
            </w:r>
          </w:p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96D4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 w:rsidRPr="00396D47">
              <w:rPr>
                <w:sz w:val="22"/>
                <w:szCs w:val="22"/>
              </w:rPr>
              <w:t>59,9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</w:pPr>
            <w:r w:rsidRPr="00071C8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96D4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Наумова Н.Л.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305 343,83</w:t>
            </w:r>
          </w:p>
        </w:tc>
        <w:tc>
          <w:tcPr>
            <w:tcW w:w="306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Жилой дом</w:t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72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Жилой дом</w:t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72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001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001AC" w:rsidRDefault="002032EB" w:rsidP="005A6AF6">
            <w:pPr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Джой С.В.</w:t>
            </w:r>
          </w:p>
        </w:tc>
        <w:tc>
          <w:tcPr>
            <w:tcW w:w="1800" w:type="dxa"/>
          </w:tcPr>
          <w:p w:rsidR="002032EB" w:rsidRPr="009001AC" w:rsidRDefault="002032EB" w:rsidP="005A6AF6">
            <w:pPr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358 699,48</w:t>
            </w:r>
          </w:p>
        </w:tc>
        <w:tc>
          <w:tcPr>
            <w:tcW w:w="3060" w:type="dxa"/>
            <w:gridSpan w:val="2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Квартира</w:t>
            </w:r>
          </w:p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(договор </w:t>
            </w:r>
            <w:r w:rsidRPr="009001AC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ренды</w:t>
            </w:r>
            <w:r w:rsidRPr="009001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Автомобиль легковой</w:t>
            </w:r>
          </w:p>
          <w:p w:rsidR="002032EB" w:rsidRPr="009001AC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ВАЗ  21115</w:t>
            </w:r>
            <w:r w:rsidRPr="009001AC">
              <w:rPr>
                <w:sz w:val="22"/>
                <w:szCs w:val="22"/>
              </w:rPr>
              <w:tab/>
            </w:r>
          </w:p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001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001AC" w:rsidRDefault="002032EB" w:rsidP="005A6AF6">
            <w:pPr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5 479,21</w:t>
            </w:r>
          </w:p>
        </w:tc>
        <w:tc>
          <w:tcPr>
            <w:tcW w:w="3060" w:type="dxa"/>
            <w:gridSpan w:val="2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Квартира</w:t>
            </w:r>
          </w:p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(договор </w:t>
            </w:r>
            <w:r w:rsidRPr="009001AC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ренды</w:t>
            </w:r>
            <w:r w:rsidRPr="009001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001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001AC" w:rsidRDefault="002032EB" w:rsidP="005A6AF6">
            <w:pPr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Квартира</w:t>
            </w:r>
          </w:p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(договор </w:t>
            </w:r>
            <w:r w:rsidRPr="009001AC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ренды</w:t>
            </w:r>
            <w:r w:rsidRPr="009001A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Газизов Р.В.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257 913,73</w:t>
            </w:r>
          </w:p>
        </w:tc>
        <w:tc>
          <w:tcPr>
            <w:tcW w:w="306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Жилой дом</w:t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Газизов А.В.</w:t>
            </w:r>
          </w:p>
        </w:tc>
        <w:tc>
          <w:tcPr>
            <w:tcW w:w="1800" w:type="dxa"/>
            <w:vMerge w:val="restart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026DE"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</w:rPr>
              <w:t xml:space="preserve"> 740,67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Квартира</w:t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72,6</w:t>
            </w:r>
          </w:p>
        </w:tc>
        <w:tc>
          <w:tcPr>
            <w:tcW w:w="1800" w:type="dxa"/>
            <w:vMerge w:val="restart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Автомобиль легковой</w:t>
            </w:r>
          </w:p>
          <w:p w:rsidR="002032EB" w:rsidRPr="00B026DE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 xml:space="preserve">     Тойота Камри</w:t>
            </w:r>
            <w:r w:rsidRPr="00B026DE">
              <w:rPr>
                <w:sz w:val="22"/>
                <w:szCs w:val="22"/>
              </w:rPr>
              <w:tab/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Автомобиль легковой</w:t>
            </w:r>
          </w:p>
          <w:p w:rsidR="002032EB" w:rsidRPr="00B026DE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 xml:space="preserve">     ВАЗ  21213</w:t>
            </w:r>
            <w:r w:rsidRPr="00B026DE">
              <w:rPr>
                <w:sz w:val="22"/>
                <w:szCs w:val="22"/>
              </w:rPr>
              <w:tab/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45 040,8</w:t>
            </w:r>
            <w:r w:rsidRPr="00B026DE">
              <w:rPr>
                <w:sz w:val="22"/>
                <w:szCs w:val="22"/>
              </w:rPr>
              <w:t>0</w:t>
            </w:r>
          </w:p>
        </w:tc>
        <w:tc>
          <w:tcPr>
            <w:tcW w:w="306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Квартира</w:t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72,6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026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026DE" w:rsidRDefault="002032EB" w:rsidP="005A6AF6">
            <w:pPr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Квартира</w:t>
            </w:r>
          </w:p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72,6</w:t>
            </w:r>
          </w:p>
        </w:tc>
        <w:tc>
          <w:tcPr>
            <w:tcW w:w="1800" w:type="dxa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026DE" w:rsidRDefault="002032EB" w:rsidP="005A6AF6">
            <w:pPr>
              <w:jc w:val="center"/>
              <w:rPr>
                <w:sz w:val="22"/>
                <w:szCs w:val="22"/>
              </w:rPr>
            </w:pPr>
            <w:r w:rsidRPr="00B026D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001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001AC" w:rsidRDefault="002032EB" w:rsidP="005A6AF6">
            <w:pPr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Назаров С.В.</w:t>
            </w:r>
          </w:p>
        </w:tc>
        <w:tc>
          <w:tcPr>
            <w:tcW w:w="1800" w:type="dxa"/>
          </w:tcPr>
          <w:p w:rsidR="002032EB" w:rsidRPr="009001AC" w:rsidRDefault="002032EB" w:rsidP="005A6AF6">
            <w:pPr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284 2</w:t>
            </w:r>
            <w:r w:rsidRPr="009001A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7,70</w:t>
            </w:r>
          </w:p>
        </w:tc>
        <w:tc>
          <w:tcPr>
            <w:tcW w:w="3060" w:type="dxa"/>
            <w:gridSpan w:val="2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Жилой дом</w:t>
            </w:r>
            <w:r w:rsidRPr="009001AC">
              <w:rPr>
                <w:sz w:val="22"/>
                <w:szCs w:val="22"/>
              </w:rPr>
              <w:br/>
            </w:r>
            <w:r w:rsidRPr="00B026DE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80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Автомобиль легковой</w:t>
            </w:r>
          </w:p>
          <w:p w:rsidR="002032EB" w:rsidRPr="009001AC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  <w:lang w:val="en-US"/>
              </w:rPr>
              <w:t>MISUBISHI</w:t>
            </w:r>
            <w:r w:rsidRPr="009001AC">
              <w:rPr>
                <w:sz w:val="22"/>
                <w:szCs w:val="22"/>
              </w:rPr>
              <w:t xml:space="preserve"> </w:t>
            </w:r>
            <w:r w:rsidRPr="009001AC">
              <w:rPr>
                <w:sz w:val="22"/>
                <w:szCs w:val="22"/>
                <w:lang w:val="en-US"/>
              </w:rPr>
              <w:t>GALANT</w:t>
            </w:r>
            <w:r w:rsidRPr="009001AC">
              <w:rPr>
                <w:sz w:val="22"/>
                <w:szCs w:val="22"/>
              </w:rPr>
              <w:tab/>
            </w:r>
          </w:p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001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001AC" w:rsidRDefault="002032EB" w:rsidP="005A6AF6">
            <w:pPr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30 281,88</w:t>
            </w:r>
          </w:p>
        </w:tc>
        <w:tc>
          <w:tcPr>
            <w:tcW w:w="3060" w:type="dxa"/>
            <w:gridSpan w:val="2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Жилой дом</w:t>
            </w:r>
            <w:r w:rsidRPr="009001AC">
              <w:rPr>
                <w:sz w:val="22"/>
                <w:szCs w:val="22"/>
              </w:rPr>
              <w:br/>
            </w:r>
            <w:r w:rsidRPr="00B026DE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80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001A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001AC" w:rsidRDefault="002032EB" w:rsidP="005A6AF6">
            <w:pPr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Жилой дом</w:t>
            </w:r>
            <w:r w:rsidRPr="009001AC">
              <w:rPr>
                <w:sz w:val="22"/>
                <w:szCs w:val="22"/>
              </w:rPr>
              <w:br/>
            </w:r>
            <w:r w:rsidRPr="00B026DE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026D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800" w:type="dxa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001AC" w:rsidRDefault="002032EB" w:rsidP="005A6AF6">
            <w:pPr>
              <w:jc w:val="center"/>
              <w:rPr>
                <w:sz w:val="22"/>
                <w:szCs w:val="22"/>
              </w:rPr>
            </w:pPr>
            <w:r w:rsidRPr="009001A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Лахтин Ю.М.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457 7</w:t>
            </w:r>
            <w:r w:rsidRPr="003D5DE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1,23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59,4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Форд Фокус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Гараж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21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Гараж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Жилой дом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59,4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rPr>
          <w:trHeight w:val="740"/>
        </w:trPr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Саблин А.А.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D5DE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1 8</w:t>
            </w:r>
            <w:r w:rsidRPr="003D5DE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5,5</w:t>
            </w:r>
            <w:r w:rsidRPr="003D5DE2">
              <w:rPr>
                <w:sz w:val="22"/>
                <w:szCs w:val="22"/>
              </w:rPr>
              <w:t>6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77,3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ГАЗ 3302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3D5DE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523,06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77,3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77,3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Щепеткин А.В.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356 657,15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  <w:lang w:val="en-US"/>
              </w:rPr>
              <w:t>Nissan</w:t>
            </w:r>
            <w:r w:rsidRPr="00716E6A"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  <w:lang w:val="en-US"/>
              </w:rPr>
              <w:t>Qashqai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262 965,05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Кретов С.А.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316 </w:t>
            </w:r>
            <w:r w:rsidRPr="003D5DE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59,36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Жилой дом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ab/>
              <w:t>ВАЗ 11183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Лейсле Д.М.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D5DE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5 474,</w:t>
            </w:r>
            <w:r w:rsidRPr="003D5DE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Комната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ab/>
              <w:t>ВАЗ 21124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12,25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Комната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3,</w:t>
            </w:r>
            <w:r w:rsidRPr="003D5DE2"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Комната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3,</w:t>
            </w:r>
            <w:r w:rsidRPr="003D5DE2"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Асташкин Б.Б.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363 605,48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ab/>
              <w:t>Рено Логан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Земельный участок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800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Дача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Гараж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59,4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32 901,19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59,4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59,4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59,4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Касаткин И.И.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311 944,3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48,4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114 000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48,4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48,4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C96B4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C96B4F" w:rsidRDefault="002032EB" w:rsidP="005A6AF6">
            <w:pPr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Печерских И.В.</w:t>
            </w:r>
          </w:p>
        </w:tc>
        <w:tc>
          <w:tcPr>
            <w:tcW w:w="1800" w:type="dxa"/>
            <w:vMerge w:val="restart"/>
          </w:tcPr>
          <w:p w:rsidR="002032EB" w:rsidRPr="00C96B4F" w:rsidRDefault="002032EB" w:rsidP="005A6AF6">
            <w:pPr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18 919,8</w:t>
            </w:r>
          </w:p>
        </w:tc>
        <w:tc>
          <w:tcPr>
            <w:tcW w:w="3060" w:type="dxa"/>
            <w:gridSpan w:val="2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Квартира</w:t>
            </w:r>
          </w:p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C96B4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57,9</w:t>
            </w:r>
          </w:p>
        </w:tc>
        <w:tc>
          <w:tcPr>
            <w:tcW w:w="180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C96B4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96B4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C96B4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Гараж</w:t>
            </w:r>
          </w:p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20,5</w:t>
            </w:r>
          </w:p>
        </w:tc>
        <w:tc>
          <w:tcPr>
            <w:tcW w:w="180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C96B4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96B4F" w:rsidRDefault="002032EB" w:rsidP="005A6AF6">
            <w:pPr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295 518,2</w:t>
            </w:r>
          </w:p>
        </w:tc>
        <w:tc>
          <w:tcPr>
            <w:tcW w:w="3060" w:type="dxa"/>
            <w:gridSpan w:val="2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Квартира</w:t>
            </w:r>
          </w:p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C96B4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57,9</w:t>
            </w:r>
          </w:p>
        </w:tc>
        <w:tc>
          <w:tcPr>
            <w:tcW w:w="180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Автомобиль легковой</w:t>
            </w:r>
          </w:p>
          <w:p w:rsidR="002032EB" w:rsidRPr="00C96B4F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ab/>
              <w:t>ВАЗ 21122</w:t>
            </w:r>
            <w:r w:rsidRPr="00C96B4F">
              <w:rPr>
                <w:sz w:val="22"/>
                <w:szCs w:val="22"/>
              </w:rPr>
              <w:tab/>
            </w:r>
          </w:p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C96B4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96B4F" w:rsidRDefault="002032EB" w:rsidP="005A6AF6">
            <w:pPr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Квартира</w:t>
            </w:r>
          </w:p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C96B4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96B4F" w:rsidRDefault="002032EB" w:rsidP="005A6AF6">
            <w:pPr>
              <w:jc w:val="center"/>
            </w:pPr>
            <w:r w:rsidRPr="00C96B4F">
              <w:rPr>
                <w:sz w:val="22"/>
                <w:szCs w:val="22"/>
              </w:rPr>
              <w:t>57,9</w:t>
            </w:r>
          </w:p>
        </w:tc>
        <w:tc>
          <w:tcPr>
            <w:tcW w:w="180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C96B4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C96B4F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Квартира</w:t>
            </w:r>
          </w:p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C96B4F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C96B4F" w:rsidRDefault="002032EB" w:rsidP="005A6AF6">
            <w:pPr>
              <w:jc w:val="center"/>
            </w:pPr>
            <w:r w:rsidRPr="00C96B4F">
              <w:rPr>
                <w:sz w:val="22"/>
                <w:szCs w:val="22"/>
              </w:rPr>
              <w:t>57,9</w:t>
            </w:r>
          </w:p>
        </w:tc>
        <w:tc>
          <w:tcPr>
            <w:tcW w:w="1800" w:type="dxa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C96B4F" w:rsidRDefault="002032EB" w:rsidP="005A6AF6">
            <w:pPr>
              <w:jc w:val="center"/>
              <w:rPr>
                <w:sz w:val="22"/>
                <w:szCs w:val="22"/>
              </w:rPr>
            </w:pPr>
            <w:r w:rsidRPr="00C96B4F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770"/>
        </w:trPr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Дедюлин К.С.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347 819,</w:t>
            </w:r>
            <w:r w:rsidRPr="003D5DE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52,3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ab/>
              <w:t>ГАЗ 3110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312 162,5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33,2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52,3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52,3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52,3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52,3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Слушаев А.И.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378 815,19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30,8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68,1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88 467,</w:t>
            </w:r>
            <w:r w:rsidRPr="003D5DE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30,8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68,1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68.1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Бородин Д.М.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284 562,94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Земельный участок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ВАЗ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463"/>
        </w:trPr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Земельный участок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D5DE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112 274,99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Земельный участок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ВАЗ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D5DE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Земельный участок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3D5DE2">
        <w:tc>
          <w:tcPr>
            <w:tcW w:w="1080" w:type="dxa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Герлейн М.П.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295 9</w:t>
            </w:r>
            <w:r w:rsidRPr="003D5DE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4,5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Комната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(договор найма)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10,8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Кульчеев В.Ю.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215 637,95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ab/>
              <w:t>Форд фокус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10 291,42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72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3D5DE2"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Тима Ю.В.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277 989,9</w:t>
            </w:r>
            <w:r w:rsidRPr="003D5DE2">
              <w:rPr>
                <w:sz w:val="22"/>
                <w:szCs w:val="22"/>
              </w:rPr>
              <w:t>5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71,6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Шевроле Авео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3D5DE2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3D5DE2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394 937,98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71,6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ab/>
              <w:t>Фольксваген Пассат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3D5DE2">
        <w:trPr>
          <w:trHeight w:val="253"/>
        </w:trPr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ab/>
              <w:t>ВАЗ 21213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3D5DE2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3D5DE2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71,6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3D5DE2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71,6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Симанина И.В.</w:t>
            </w:r>
          </w:p>
        </w:tc>
        <w:tc>
          <w:tcPr>
            <w:tcW w:w="1800" w:type="dxa"/>
            <w:vMerge w:val="restart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238 757,91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Земельный участок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901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Жилой дом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72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Жилой дом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ГАЗ 3302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Жилой дом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72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Жилой дом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72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Морозов В.Ю.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16 484,99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ab/>
              <w:t>ВАЗ 21150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153 036,08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3D5DE2">
        <w:tc>
          <w:tcPr>
            <w:tcW w:w="1080" w:type="dxa"/>
            <w:vMerge w:val="restart"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Уварин А.П.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409 437,76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Автомобиль легковой</w:t>
            </w:r>
          </w:p>
          <w:p w:rsidR="002032EB" w:rsidRPr="003D5DE2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ab/>
              <w:t>ВАЗ 21101</w:t>
            </w:r>
            <w:r w:rsidRPr="003D5DE2">
              <w:rPr>
                <w:sz w:val="22"/>
                <w:szCs w:val="22"/>
              </w:rPr>
              <w:tab/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3D5DE2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160 120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3D5DE2">
        <w:tc>
          <w:tcPr>
            <w:tcW w:w="1080" w:type="dxa"/>
            <w:vMerge/>
          </w:tcPr>
          <w:p w:rsidR="002032EB" w:rsidRPr="003D5DE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5DE2" w:rsidRDefault="002032EB" w:rsidP="005A6AF6">
            <w:pPr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Квартира</w:t>
            </w:r>
          </w:p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3D5DE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D5DE2" w:rsidRDefault="002032EB" w:rsidP="005A6AF6">
            <w:pPr>
              <w:jc w:val="center"/>
              <w:rPr>
                <w:sz w:val="22"/>
                <w:szCs w:val="22"/>
              </w:rPr>
            </w:pPr>
            <w:r w:rsidRPr="003D5DE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Юнусов А.Т.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</w:t>
            </w:r>
            <w:r w:rsidRPr="00813D4D">
              <w:rPr>
                <w:sz w:val="22"/>
                <w:szCs w:val="22"/>
              </w:rPr>
              <w:t>ачальник</w:t>
            </w:r>
            <w:r>
              <w:rPr>
                <w:sz w:val="22"/>
                <w:szCs w:val="22"/>
              </w:rPr>
              <w:t>а отдела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388 743,12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квартира (безвозмездное пользование)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50,4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Автомобиль легковой</w:t>
            </w:r>
          </w:p>
          <w:p w:rsidR="002032EB" w:rsidRPr="00813D4D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ab/>
              <w:t>ВАЗ 21099</w:t>
            </w:r>
            <w:r w:rsidRPr="00813D4D">
              <w:rPr>
                <w:sz w:val="22"/>
                <w:szCs w:val="22"/>
              </w:rPr>
              <w:tab/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44 546,76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41,1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3D4D">
              <w:rPr>
                <w:sz w:val="22"/>
                <w:szCs w:val="22"/>
              </w:rPr>
              <w:t>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50,4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3D4D">
              <w:rPr>
                <w:sz w:val="22"/>
                <w:szCs w:val="22"/>
              </w:rPr>
              <w:t>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50,4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Ерошкин А.Л.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269 648,9</w:t>
            </w:r>
            <w:r w:rsidRPr="00813D4D">
              <w:rPr>
                <w:sz w:val="22"/>
                <w:szCs w:val="22"/>
              </w:rPr>
              <w:t>9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Автомобиль легковой</w:t>
            </w:r>
          </w:p>
          <w:p w:rsidR="002032EB" w:rsidRPr="00813D4D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ab/>
              <w:t>Субару импреза</w:t>
            </w:r>
            <w:r w:rsidRPr="00813D4D">
              <w:rPr>
                <w:sz w:val="22"/>
                <w:szCs w:val="22"/>
              </w:rPr>
              <w:tab/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Шаронов А.И.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132 761,1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Сумин М.С.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  <w:r w:rsidRPr="00813D4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069,9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Автомобиль легковой</w:t>
            </w:r>
          </w:p>
          <w:p w:rsidR="002032EB" w:rsidRPr="00813D4D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ab/>
              <w:t>ВАЗ 2112</w:t>
            </w:r>
            <w:r>
              <w:rPr>
                <w:sz w:val="22"/>
                <w:szCs w:val="22"/>
              </w:rPr>
              <w:t>0</w:t>
            </w:r>
            <w:r w:rsidRPr="00813D4D">
              <w:rPr>
                <w:sz w:val="22"/>
                <w:szCs w:val="22"/>
              </w:rPr>
              <w:tab/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211 </w:t>
            </w:r>
            <w:r w:rsidRPr="00813D4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39,</w:t>
            </w:r>
            <w:r w:rsidRPr="00813D4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Земляк А.Н.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335 239,89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65,4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Автомобиль легковой</w:t>
            </w:r>
          </w:p>
          <w:p w:rsidR="002032EB" w:rsidRPr="00813D4D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ab/>
            </w:r>
            <w:r w:rsidRPr="00813D4D">
              <w:rPr>
                <w:sz w:val="22"/>
                <w:szCs w:val="22"/>
                <w:lang w:val="en-US"/>
              </w:rPr>
              <w:t>Hyundai</w:t>
            </w:r>
            <w:r w:rsidRPr="00813D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</w:t>
            </w:r>
            <w:r w:rsidRPr="00813D4D">
              <w:rPr>
                <w:sz w:val="22"/>
                <w:szCs w:val="22"/>
                <w:lang w:val="en-US"/>
              </w:rPr>
              <w:t>lan</w:t>
            </w:r>
            <w:r>
              <w:rPr>
                <w:sz w:val="22"/>
                <w:szCs w:val="22"/>
                <w:lang w:val="en-US"/>
              </w:rPr>
              <w:t>ta</w:t>
            </w:r>
            <w:r w:rsidRPr="00813D4D">
              <w:rPr>
                <w:sz w:val="22"/>
                <w:szCs w:val="22"/>
              </w:rPr>
              <w:tab/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168 530,92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65,4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65,4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Кузьмин Е.Н.</w:t>
            </w: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301 267,52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Земельный участок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813D4D">
              <w:rPr>
                <w:sz w:val="22"/>
                <w:szCs w:val="22"/>
              </w:rPr>
              <w:t>00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Автомобиль легковой</w:t>
            </w:r>
          </w:p>
          <w:p w:rsidR="002032EB" w:rsidRPr="00813D4D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ab/>
              <w:t>ВАЗ 21099</w:t>
            </w:r>
            <w:r w:rsidRPr="00813D4D">
              <w:rPr>
                <w:sz w:val="22"/>
                <w:szCs w:val="22"/>
              </w:rPr>
              <w:tab/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Земельный участок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745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78,3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500 960,79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Земельный участок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745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78,3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Земельный участок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745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78,3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78,3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Глазкова Е.В.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341 581,15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47,8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277 </w:t>
            </w:r>
            <w:r w:rsidRPr="00813D4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01,09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93,6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Автомобиль легковой</w:t>
            </w:r>
          </w:p>
          <w:p w:rsidR="002032EB" w:rsidRPr="00813D4D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ab/>
              <w:t>Тойота</w:t>
            </w:r>
            <w:r w:rsidRPr="00813D4D">
              <w:rPr>
                <w:sz w:val="22"/>
                <w:szCs w:val="22"/>
              </w:rPr>
              <w:tab/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(индивидуальная)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Гараж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20,2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93,6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813D4D">
        <w:trPr>
          <w:trHeight w:val="625"/>
        </w:trPr>
        <w:tc>
          <w:tcPr>
            <w:tcW w:w="1080" w:type="dxa"/>
            <w:vMerge w:val="restart"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Сагитдинов Е.Б.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423 586,4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813D4D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19 181,95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Автомобиль легковой</w:t>
            </w:r>
          </w:p>
          <w:p w:rsidR="002032EB" w:rsidRPr="00813D4D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ab/>
              <w:t>Тайота Ярис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(индивидуальная)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Рыбаков М.А.</w:t>
            </w: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дознаватель</w:t>
            </w:r>
          </w:p>
        </w:tc>
        <w:tc>
          <w:tcPr>
            <w:tcW w:w="162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307 185,13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Земельный участок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445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46,8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144 076,79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Земельный участок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445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46,8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46,8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Павлов  В.М.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3392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1 219,02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Квартира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64,3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133 154,08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Квартира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64,3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Квартира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64,3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33392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3392E" w:rsidRDefault="002032EB" w:rsidP="005A6AF6">
            <w:pPr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Квартира</w:t>
            </w:r>
          </w:p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33392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64,3</w:t>
            </w:r>
          </w:p>
        </w:tc>
        <w:tc>
          <w:tcPr>
            <w:tcW w:w="1800" w:type="dxa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33392E" w:rsidRDefault="002032EB" w:rsidP="005A6AF6">
            <w:pPr>
              <w:jc w:val="center"/>
              <w:rPr>
                <w:sz w:val="22"/>
                <w:szCs w:val="22"/>
              </w:rPr>
            </w:pPr>
            <w:r w:rsidRPr="0033392E">
              <w:rPr>
                <w:sz w:val="22"/>
                <w:szCs w:val="22"/>
              </w:rPr>
              <w:t>-</w:t>
            </w:r>
          </w:p>
        </w:tc>
      </w:tr>
      <w:tr w:rsidR="002032EB" w:rsidRPr="00813D4D">
        <w:tc>
          <w:tcPr>
            <w:tcW w:w="1080" w:type="dxa"/>
            <w:vMerge w:val="restart"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Соснина Е.П.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813D4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4</w:t>
            </w:r>
            <w:r w:rsidRPr="00813D4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457,82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65,8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Автомобиль легковой</w:t>
            </w:r>
          </w:p>
          <w:p w:rsidR="002032EB" w:rsidRPr="00813D4D" w:rsidRDefault="002032EB" w:rsidP="005A6AF6">
            <w:pPr>
              <w:tabs>
                <w:tab w:val="center" w:pos="1062"/>
                <w:tab w:val="right" w:pos="2124"/>
              </w:tabs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ab/>
              <w:t>Мицубиси Мираж</w:t>
            </w:r>
            <w:r w:rsidRPr="00813D4D">
              <w:rPr>
                <w:sz w:val="22"/>
                <w:szCs w:val="22"/>
              </w:rPr>
              <w:tab/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813D4D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65,8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Юзеев М.В.</w:t>
            </w: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372 230,62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Земельный участок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1501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102,2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41,1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  <w:r w:rsidRPr="00813D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370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Земельный участок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1501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102,2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Жилой дом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102,2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Байкина Т.В.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269 4</w:t>
            </w:r>
            <w:r w:rsidRPr="00813D4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4,6</w:t>
            </w:r>
            <w:r w:rsidRPr="00813D4D">
              <w:rPr>
                <w:sz w:val="22"/>
                <w:szCs w:val="22"/>
              </w:rPr>
              <w:t>3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44,2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813D4D">
              <w:rPr>
                <w:sz w:val="22"/>
                <w:szCs w:val="22"/>
              </w:rPr>
              <w:t>0 000,00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Квартира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44,2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13D4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13D4D" w:rsidRDefault="002032EB" w:rsidP="005A6AF6">
            <w:pPr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 xml:space="preserve">Квартира </w:t>
            </w:r>
          </w:p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13D4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44,2</w:t>
            </w:r>
          </w:p>
        </w:tc>
        <w:tc>
          <w:tcPr>
            <w:tcW w:w="1800" w:type="dxa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13D4D" w:rsidRDefault="002032EB" w:rsidP="005A6AF6">
            <w:pPr>
              <w:jc w:val="center"/>
              <w:rPr>
                <w:sz w:val="22"/>
                <w:szCs w:val="22"/>
              </w:rPr>
            </w:pPr>
            <w:r w:rsidRPr="00813D4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441D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441DE" w:rsidRDefault="002032EB" w:rsidP="005A6AF6">
            <w:pPr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 xml:space="preserve">Запорожец </w:t>
            </w:r>
            <w:r>
              <w:rPr>
                <w:sz w:val="22"/>
                <w:szCs w:val="22"/>
              </w:rPr>
              <w:t>И.</w:t>
            </w:r>
            <w:r w:rsidRPr="009441DE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241 890,14</w:t>
            </w: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Жилой дом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51,8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478 364,27</w:t>
            </w: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найма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ВАЗ 21061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Земельный участок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114 000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</w:t>
            </w:r>
            <w:r w:rsidRPr="009441DE">
              <w:rPr>
                <w:sz w:val="22"/>
                <w:szCs w:val="22"/>
              </w:rPr>
              <w:t xml:space="preserve"> </w:t>
            </w:r>
          </w:p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ЗИЛ 5301</w:t>
            </w:r>
          </w:p>
          <w:p w:rsidR="002032EB" w:rsidRPr="009441DE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Жилой дом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51,8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D2578" w:rsidRDefault="002032EB" w:rsidP="005A6AF6">
            <w:pPr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Жилой дом</w:t>
            </w:r>
          </w:p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AD257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9441DE">
              <w:rPr>
                <w:sz w:val="22"/>
                <w:szCs w:val="22"/>
              </w:rPr>
              <w:t>51,8</w:t>
            </w:r>
          </w:p>
        </w:tc>
        <w:tc>
          <w:tcPr>
            <w:tcW w:w="1800" w:type="dxa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D2578" w:rsidRDefault="002032EB" w:rsidP="005A6AF6">
            <w:pPr>
              <w:jc w:val="center"/>
              <w:rPr>
                <w:sz w:val="22"/>
                <w:szCs w:val="22"/>
              </w:rPr>
            </w:pPr>
            <w:r w:rsidRPr="00AD2578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Баранов К.Е.</w:t>
            </w: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439 612,</w:t>
            </w:r>
            <w:r w:rsidRPr="0002474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Земельный участок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968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Автомобиль легковой</w:t>
            </w:r>
          </w:p>
          <w:p w:rsidR="002032EB" w:rsidRPr="0002474A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Тойота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Жилой дом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Автомобиль легковой</w:t>
            </w:r>
          </w:p>
          <w:p w:rsidR="002032EB" w:rsidRPr="0002474A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ВАЗ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  <w:r w:rsidRPr="0002474A">
              <w:rPr>
                <w:sz w:val="22"/>
                <w:szCs w:val="22"/>
              </w:rPr>
              <w:t> 9</w:t>
            </w:r>
            <w:r>
              <w:rPr>
                <w:sz w:val="22"/>
                <w:szCs w:val="22"/>
              </w:rPr>
              <w:t>46,49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Земельный участок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968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Жилой дом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Жилой дом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Земельный участок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968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Жилой дом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Чернев Ю.А.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394 163,7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Жилой дом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210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Автомобиль легковой</w:t>
            </w:r>
          </w:p>
          <w:p w:rsidR="002032EB" w:rsidRPr="0002474A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ВАЗ-2103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35 362,49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Земельный участок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1400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Жилой дом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2474A"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Жилой дом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210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Жилой дом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210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Васичкин П.А.</w:t>
            </w: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278 759,28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Жилой дом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118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Автомобиль легковой</w:t>
            </w:r>
          </w:p>
          <w:p w:rsidR="002032EB" w:rsidRPr="0002474A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ВАЗ 2106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52,2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52,2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52,2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9652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Цирулев А.Ю.</w:t>
            </w:r>
          </w:p>
        </w:tc>
        <w:tc>
          <w:tcPr>
            <w:tcW w:w="1800" w:type="dxa"/>
            <w:vMerge w:val="restart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11 610,</w:t>
            </w:r>
            <w:r w:rsidRPr="0049652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060" w:type="dxa"/>
            <w:gridSpan w:val="2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Земельный участок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9652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788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Автомобиль легковой</w:t>
            </w:r>
          </w:p>
          <w:p w:rsidR="002032EB" w:rsidRPr="00496521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ВАЗ 21099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9652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Земельный участок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9652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9652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 xml:space="preserve">              Квартира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9652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117,7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9652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170 302,69</w:t>
            </w:r>
          </w:p>
        </w:tc>
        <w:tc>
          <w:tcPr>
            <w:tcW w:w="3060" w:type="dxa"/>
            <w:gridSpan w:val="2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Земельный участок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9652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788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9652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Земельный участок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9652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9652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 xml:space="preserve">              Квартира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9652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117,7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9652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Земельный участок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9652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788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 xml:space="preserve">              Квартира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49652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117,7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tabs>
                <w:tab w:val="left" w:pos="300"/>
                <w:tab w:val="center" w:pos="792"/>
              </w:tabs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ab/>
            </w:r>
            <w:r w:rsidRPr="00496521">
              <w:rPr>
                <w:sz w:val="22"/>
                <w:szCs w:val="22"/>
              </w:rPr>
              <w:tab/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9652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Шахова Н.А.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311 288,14</w:t>
            </w:r>
          </w:p>
        </w:tc>
        <w:tc>
          <w:tcPr>
            <w:tcW w:w="3060" w:type="dxa"/>
            <w:gridSpan w:val="2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 xml:space="preserve">              Квартира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50,7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9652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0 472</w:t>
            </w:r>
            <w:r w:rsidRPr="0049652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  <w:r w:rsidRPr="00496521">
              <w:rPr>
                <w:sz w:val="22"/>
                <w:szCs w:val="22"/>
              </w:rPr>
              <w:t>0</w:t>
            </w:r>
          </w:p>
        </w:tc>
        <w:tc>
          <w:tcPr>
            <w:tcW w:w="3060" w:type="dxa"/>
            <w:gridSpan w:val="2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 xml:space="preserve">              Квартира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50,7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Автомобиль легковой</w:t>
            </w:r>
          </w:p>
          <w:p w:rsidR="002032EB" w:rsidRPr="00496521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ГА-3102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9652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96521" w:rsidRDefault="002032EB" w:rsidP="005A6AF6">
            <w:pPr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Квартира</w:t>
            </w:r>
          </w:p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9652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50,7</w:t>
            </w:r>
          </w:p>
        </w:tc>
        <w:tc>
          <w:tcPr>
            <w:tcW w:w="1800" w:type="dxa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96521" w:rsidRDefault="002032EB" w:rsidP="005A6AF6">
            <w:pPr>
              <w:jc w:val="center"/>
              <w:rPr>
                <w:sz w:val="22"/>
                <w:szCs w:val="22"/>
              </w:rPr>
            </w:pPr>
            <w:r w:rsidRPr="0049652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Синицын О.Н.</w:t>
            </w: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инспектор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311 296,9</w:t>
            </w:r>
            <w:r w:rsidRPr="0002474A">
              <w:rPr>
                <w:sz w:val="22"/>
                <w:szCs w:val="22"/>
              </w:rPr>
              <w:t>7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 xml:space="preserve">              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28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Автомобиль легковой</w:t>
            </w:r>
          </w:p>
          <w:p w:rsidR="002032EB" w:rsidRPr="0002474A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ВАЗ 21099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 xml:space="preserve">              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23,2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1302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90"/>
        </w:trPr>
        <w:tc>
          <w:tcPr>
            <w:tcW w:w="1080" w:type="dxa"/>
            <w:vMerge w:val="restart"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Лада Л.В.</w:t>
            </w: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216 586,25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64,3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47,9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184 505,9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49,5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47,9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Земельный участок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3000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47,9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Гарейнов О.Н.</w:t>
            </w: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</w:t>
            </w:r>
            <w:r w:rsidRPr="0002474A">
              <w:rPr>
                <w:sz w:val="22"/>
                <w:szCs w:val="22"/>
              </w:rPr>
              <w:t> 9</w:t>
            </w:r>
            <w:r>
              <w:rPr>
                <w:sz w:val="22"/>
                <w:szCs w:val="22"/>
              </w:rPr>
              <w:t>94,5</w:t>
            </w:r>
            <w:r w:rsidRPr="0002474A">
              <w:rPr>
                <w:sz w:val="22"/>
                <w:szCs w:val="22"/>
              </w:rPr>
              <w:t>4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Земельный участок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93001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Автомобиль легковой</w:t>
            </w:r>
          </w:p>
          <w:p w:rsidR="002032EB" w:rsidRPr="0002474A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ВАЗ 2105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Земельный участок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2093003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49,3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Автомобиль легковой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 Лацетти</w:t>
            </w:r>
            <w:r w:rsidRPr="0002474A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42,9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252 296,93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49,3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4 306,45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Земельный участок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93 005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42,9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2474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2474A" w:rsidRDefault="002032EB" w:rsidP="005A6AF6">
            <w:pPr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Квартира</w:t>
            </w:r>
          </w:p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2474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1800" w:type="dxa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2474A" w:rsidRDefault="002032EB" w:rsidP="005A6AF6">
            <w:pPr>
              <w:jc w:val="center"/>
              <w:rPr>
                <w:sz w:val="22"/>
                <w:szCs w:val="22"/>
              </w:rPr>
            </w:pPr>
            <w:r w:rsidRPr="0002474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Плаксин А.В.</w:t>
            </w: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8318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2 660,</w:t>
            </w:r>
            <w:r w:rsidRPr="0008318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Земельный участок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1026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Автомобиль легковой</w:t>
            </w:r>
          </w:p>
          <w:p w:rsidR="002032EB" w:rsidRPr="00083181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УАЗ 31514-10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Земельный участок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1480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Автомобиль легковой</w:t>
            </w:r>
          </w:p>
          <w:p w:rsidR="002032EB" w:rsidRPr="00083181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Мицубиси Лансер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Земельный участок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 xml:space="preserve">Автоприцеп 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 xml:space="preserve"> легковой 821303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(легковой)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Земельный участок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1000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51,9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105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недвижимое имущество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180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</w:t>
            </w:r>
            <w:r w:rsidRPr="0008318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540</w:t>
            </w:r>
            <w:r w:rsidRPr="000831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105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Квартира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Земельный участок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2500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105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Нургалеев И.М.</w:t>
            </w: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366 </w:t>
            </w:r>
            <w:r w:rsidRPr="00083181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2,99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Земельный участок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500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Автомобиль легковой</w:t>
            </w:r>
          </w:p>
          <w:p w:rsidR="002032EB" w:rsidRPr="00083181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  <w:lang w:val="en-US"/>
              </w:rPr>
            </w:pPr>
            <w:r w:rsidRPr="00083181">
              <w:rPr>
                <w:sz w:val="22"/>
                <w:szCs w:val="22"/>
                <w:lang w:val="en-US"/>
              </w:rPr>
              <w:t>CHERY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suv T11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Земельный участок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500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Беспалов В.В.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266 198,99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114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Автомобиль легковой</w:t>
            </w:r>
          </w:p>
          <w:p w:rsidR="002032EB" w:rsidRPr="00083181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Тойота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48 150,04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Омелюхин Д.Н.</w:t>
            </w: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84 317,09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Земельный участок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800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Автомобиль легковой</w:t>
            </w:r>
          </w:p>
          <w:p w:rsidR="002032EB" w:rsidRPr="00083181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ВАЗ 21054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52,7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Автомобиль легковой</w:t>
            </w:r>
          </w:p>
          <w:p w:rsidR="002032EB" w:rsidRPr="00083181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ВАЗ 21099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124 029,99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Земельный участок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800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52,7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Квартира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70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Земельный участок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800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52,7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083181">
        <w:tc>
          <w:tcPr>
            <w:tcW w:w="1080" w:type="dxa"/>
            <w:vMerge w:val="restart"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Кайгородцева Е.А.</w:t>
            </w: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297 305,69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Земельный участок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</w:tr>
      <w:tr w:rsidR="002032EB" w:rsidRPr="00083181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квартира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61,1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83181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108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83181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175 542,53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 xml:space="preserve">Квартира 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61,1</w:t>
            </w: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Автомобиль легковой</w:t>
            </w:r>
          </w:p>
          <w:p w:rsidR="002032EB" w:rsidRPr="00083181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Нива 2134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083181">
        <w:trPr>
          <w:trHeight w:val="253"/>
        </w:trPr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Автомобиль легковой</w:t>
            </w:r>
          </w:p>
          <w:p w:rsidR="002032EB" w:rsidRPr="00083181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ГАЗ 31029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083181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108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83181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108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</w:tr>
      <w:tr w:rsidR="002032EB" w:rsidRPr="00083181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 xml:space="preserve">Квартира 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61,1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Пичугов А.В.</w:t>
            </w: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300 595,</w:t>
            </w:r>
            <w:r w:rsidRPr="0008318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Земельный участок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870</w:t>
            </w:r>
          </w:p>
        </w:tc>
        <w:tc>
          <w:tcPr>
            <w:tcW w:w="1800" w:type="dxa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Автомобиль легковой</w:t>
            </w:r>
          </w:p>
          <w:p w:rsidR="002032EB" w:rsidRPr="00083181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Форд Фокус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46,5</w:t>
            </w:r>
          </w:p>
        </w:tc>
        <w:tc>
          <w:tcPr>
            <w:tcW w:w="1800" w:type="dxa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20 635,73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46,5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46,5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8318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83181" w:rsidRDefault="002032EB" w:rsidP="005A6AF6">
            <w:pPr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Жилой дом</w:t>
            </w:r>
          </w:p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08318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46,5</w:t>
            </w:r>
          </w:p>
        </w:tc>
        <w:tc>
          <w:tcPr>
            <w:tcW w:w="1800" w:type="dxa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83181" w:rsidRDefault="002032EB" w:rsidP="005A6AF6">
            <w:pPr>
              <w:jc w:val="center"/>
              <w:rPr>
                <w:sz w:val="22"/>
                <w:szCs w:val="22"/>
              </w:rPr>
            </w:pPr>
            <w:r w:rsidRPr="0008318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Ермолаев В.В.</w:t>
            </w:r>
          </w:p>
        </w:tc>
        <w:tc>
          <w:tcPr>
            <w:tcW w:w="1800" w:type="dxa"/>
            <w:vMerge w:val="restart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620" w:type="dxa"/>
            <w:vMerge w:val="restart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445 756,05</w:t>
            </w: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Земельный участок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1954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Автомобиль легковой</w:t>
            </w:r>
          </w:p>
          <w:p w:rsidR="002032EB" w:rsidRPr="00575720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ГАЗ 31029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Земельный участок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 xml:space="preserve">Квартира 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57572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121,7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258 477,8</w:t>
            </w: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квартира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121,7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Автомобиль легковой</w:t>
            </w:r>
          </w:p>
          <w:p w:rsidR="002032EB" w:rsidRPr="00575720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 xml:space="preserve">Тойота </w:t>
            </w:r>
            <w:r w:rsidRPr="00575720">
              <w:rPr>
                <w:sz w:val="22"/>
                <w:szCs w:val="22"/>
                <w:lang w:val="en-US"/>
              </w:rPr>
              <w:t>RAV</w:t>
            </w:r>
            <w:r w:rsidRPr="00575720">
              <w:rPr>
                <w:sz w:val="22"/>
                <w:szCs w:val="22"/>
              </w:rPr>
              <w:t xml:space="preserve"> 4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5757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 xml:space="preserve">Квартира 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57572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121,7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Щербинин А.Н.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Старший дознаватель</w:t>
            </w:r>
          </w:p>
        </w:tc>
        <w:tc>
          <w:tcPr>
            <w:tcW w:w="162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306 432,73</w:t>
            </w: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 xml:space="preserve">Квартира 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о найме</w:t>
            </w:r>
            <w:r w:rsidRPr="0057572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Автомобиль легковой</w:t>
            </w:r>
          </w:p>
          <w:p w:rsidR="002032EB" w:rsidRPr="00575720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2114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30 000</w:t>
            </w: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 xml:space="preserve">Квартира 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о найме</w:t>
            </w:r>
            <w:r w:rsidRPr="0057572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 xml:space="preserve">Квартира 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о найме</w:t>
            </w:r>
            <w:r w:rsidRPr="0057572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Таскаев В.В.</w:t>
            </w:r>
          </w:p>
        </w:tc>
        <w:tc>
          <w:tcPr>
            <w:tcW w:w="1800" w:type="dxa"/>
            <w:vMerge w:val="restart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620" w:type="dxa"/>
            <w:vMerge w:val="restart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81 675,68</w:t>
            </w: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Земельный участок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1347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Автомобиль легковой</w:t>
            </w:r>
          </w:p>
          <w:p w:rsidR="002032EB" w:rsidRPr="00575720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Рено Меган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 xml:space="preserve">Квартира 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57572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52,7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571 117</w:t>
            </w: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 xml:space="preserve">Квартира 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54,6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Автомобиль легковой</w:t>
            </w:r>
          </w:p>
          <w:p w:rsidR="002032EB" w:rsidRPr="00575720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Шевроле Авео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Земельный участок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 xml:space="preserve">Квартира 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57572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52,7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Кунакбаев В.Г.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инспектор</w:t>
            </w:r>
          </w:p>
        </w:tc>
        <w:tc>
          <w:tcPr>
            <w:tcW w:w="162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270 </w:t>
            </w:r>
            <w:r w:rsidRPr="0057572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28,6</w:t>
            </w: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 xml:space="preserve">(договор аренды) 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17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Автомобиль легковой</w:t>
            </w:r>
          </w:p>
          <w:p w:rsidR="002032EB" w:rsidRPr="00575720" w:rsidRDefault="002032EB" w:rsidP="005A6AF6">
            <w:pPr>
              <w:tabs>
                <w:tab w:val="center" w:pos="1062"/>
                <w:tab w:val="right" w:pos="2124"/>
              </w:tabs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  <w:lang w:val="en-US"/>
              </w:rPr>
              <w:t>CHEVROLET</w:t>
            </w:r>
            <w:r>
              <w:rPr>
                <w:sz w:val="22"/>
                <w:szCs w:val="22"/>
              </w:rPr>
              <w:t xml:space="preserve"> Лачети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17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57572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575720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17</w:t>
            </w:r>
          </w:p>
        </w:tc>
        <w:tc>
          <w:tcPr>
            <w:tcW w:w="1800" w:type="dxa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575720" w:rsidRDefault="002032EB" w:rsidP="005A6AF6">
            <w:pPr>
              <w:jc w:val="center"/>
              <w:rPr>
                <w:sz w:val="22"/>
                <w:szCs w:val="22"/>
              </w:rPr>
            </w:pPr>
            <w:r w:rsidRPr="00575720">
              <w:rPr>
                <w:sz w:val="22"/>
                <w:szCs w:val="22"/>
              </w:rPr>
              <w:t>-</w:t>
            </w:r>
          </w:p>
        </w:tc>
      </w:tr>
      <w:tr w:rsidR="002032EB" w:rsidRPr="00277F1E">
        <w:tc>
          <w:tcPr>
            <w:tcW w:w="1080" w:type="dxa"/>
            <w:vMerge w:val="restart"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Лукьянов К.А.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Начальник</w:t>
            </w:r>
            <w:r>
              <w:rPr>
                <w:sz w:val="22"/>
                <w:szCs w:val="22"/>
              </w:rPr>
              <w:t xml:space="preserve"> </w:t>
            </w:r>
            <w:r w:rsidRPr="00277F1E">
              <w:rPr>
                <w:sz w:val="22"/>
                <w:szCs w:val="22"/>
              </w:rPr>
              <w:t xml:space="preserve"> СЭУ ФПС ИПЛ</w:t>
            </w:r>
          </w:p>
        </w:tc>
        <w:tc>
          <w:tcPr>
            <w:tcW w:w="162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2 161 380,53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66,7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Автомобиль легковой ВАЗ 21101 (индивидуальная)</w:t>
            </w:r>
          </w:p>
        </w:tc>
      </w:tr>
      <w:tr w:rsidR="002032EB" w:rsidRPr="00277F1E"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243 345,39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66,7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</w:tr>
      <w:tr w:rsidR="002032EB" w:rsidRPr="00277F1E">
        <w:trPr>
          <w:trHeight w:val="530"/>
        </w:trPr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Квартира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66,7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-</w:t>
            </w:r>
          </w:p>
        </w:tc>
      </w:tr>
      <w:tr w:rsidR="002032EB" w:rsidRPr="00277F1E">
        <w:trPr>
          <w:trHeight w:val="530"/>
        </w:trPr>
        <w:tc>
          <w:tcPr>
            <w:tcW w:w="1080" w:type="dxa"/>
            <w:vMerge w:val="restart"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Ильиных А.В.</w:t>
            </w:r>
          </w:p>
        </w:tc>
        <w:tc>
          <w:tcPr>
            <w:tcW w:w="1800" w:type="dxa"/>
            <w:vMerge w:val="restart"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Заместитель начальника СЭУ ФПС ИПЛ</w:t>
            </w:r>
          </w:p>
        </w:tc>
        <w:tc>
          <w:tcPr>
            <w:tcW w:w="1620" w:type="dxa"/>
            <w:vMerge w:val="restart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405 812,80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1050,0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</w:rPr>
              <w:t>Форд Фьюжен</w:t>
            </w:r>
            <w:r w:rsidRPr="00277F1E">
              <w:rPr>
                <w:sz w:val="22"/>
                <w:szCs w:val="22"/>
              </w:rPr>
              <w:t xml:space="preserve"> </w:t>
            </w:r>
          </w:p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 w:rsidRPr="00277F1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277F1E">
        <w:trPr>
          <w:trHeight w:val="530"/>
        </w:trPr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77F1E">
        <w:trPr>
          <w:trHeight w:val="530"/>
        </w:trPr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77F1E">
        <w:trPr>
          <w:trHeight w:val="530"/>
        </w:trPr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77F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77F1E">
        <w:trPr>
          <w:trHeight w:val="530"/>
        </w:trPr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72 041,16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277F1E">
        <w:trPr>
          <w:trHeight w:val="530"/>
        </w:trPr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277F1E">
        <w:trPr>
          <w:trHeight w:val="530"/>
        </w:trPr>
        <w:tc>
          <w:tcPr>
            <w:tcW w:w="1080" w:type="dxa"/>
            <w:vMerge/>
          </w:tcPr>
          <w:p w:rsidR="002032EB" w:rsidRPr="00277F1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77F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75234">
        <w:tc>
          <w:tcPr>
            <w:tcW w:w="1080" w:type="dxa"/>
            <w:vMerge w:val="restart"/>
          </w:tcPr>
          <w:p w:rsidR="002032EB" w:rsidRPr="0077523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75234" w:rsidRDefault="002032EB" w:rsidP="005A6AF6">
            <w:pPr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Кутепова Н.В.</w:t>
            </w:r>
          </w:p>
        </w:tc>
        <w:tc>
          <w:tcPr>
            <w:tcW w:w="1800" w:type="dxa"/>
          </w:tcPr>
          <w:p w:rsidR="002032EB" w:rsidRPr="00775234" w:rsidRDefault="002032EB" w:rsidP="005A6AF6">
            <w:pPr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Главный бухгалтер СЭУ ФПС ИПЛ</w:t>
            </w:r>
          </w:p>
        </w:tc>
        <w:tc>
          <w:tcPr>
            <w:tcW w:w="162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561 983,18</w:t>
            </w:r>
          </w:p>
        </w:tc>
        <w:tc>
          <w:tcPr>
            <w:tcW w:w="3060" w:type="dxa"/>
            <w:gridSpan w:val="2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Комната</w:t>
            </w:r>
          </w:p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Легковой автомобиль</w:t>
            </w:r>
          </w:p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ДЭУ Матиз (индивидуальная)</w:t>
            </w:r>
          </w:p>
        </w:tc>
      </w:tr>
      <w:tr w:rsidR="002032EB" w:rsidRPr="00775234">
        <w:tc>
          <w:tcPr>
            <w:tcW w:w="1080" w:type="dxa"/>
            <w:vMerge/>
          </w:tcPr>
          <w:p w:rsidR="002032EB" w:rsidRPr="0077523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75234" w:rsidRDefault="002032EB" w:rsidP="005A6AF6">
            <w:pPr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Комната</w:t>
            </w:r>
          </w:p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3</w:t>
            </w:r>
          </w:p>
          <w:p w:rsidR="002032EB" w:rsidRPr="0077523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-</w:t>
            </w:r>
          </w:p>
        </w:tc>
      </w:tr>
      <w:tr w:rsidR="002032EB" w:rsidRPr="00775234">
        <w:tc>
          <w:tcPr>
            <w:tcW w:w="1080" w:type="dxa"/>
            <w:vMerge/>
          </w:tcPr>
          <w:p w:rsidR="002032EB" w:rsidRPr="0077523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75234" w:rsidRDefault="002032EB" w:rsidP="005A6AF6">
            <w:pPr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Комната</w:t>
            </w:r>
          </w:p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-</w:t>
            </w:r>
          </w:p>
        </w:tc>
      </w:tr>
      <w:tr w:rsidR="002032EB" w:rsidRPr="00775234">
        <w:tc>
          <w:tcPr>
            <w:tcW w:w="1080" w:type="dxa"/>
            <w:vMerge/>
          </w:tcPr>
          <w:p w:rsidR="002032EB" w:rsidRPr="0077523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75234" w:rsidRDefault="002032EB" w:rsidP="005A6AF6">
            <w:pPr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Комната</w:t>
            </w:r>
          </w:p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75234" w:rsidRDefault="002032EB" w:rsidP="005A6AF6">
            <w:pPr>
              <w:jc w:val="center"/>
              <w:rPr>
                <w:sz w:val="22"/>
                <w:szCs w:val="22"/>
              </w:rPr>
            </w:pPr>
            <w:r w:rsidRPr="00775234">
              <w:rPr>
                <w:sz w:val="22"/>
                <w:szCs w:val="22"/>
              </w:rPr>
              <w:t>-</w:t>
            </w:r>
          </w:p>
        </w:tc>
      </w:tr>
      <w:tr w:rsidR="002032EB" w:rsidRPr="002267F9">
        <w:tc>
          <w:tcPr>
            <w:tcW w:w="1080" w:type="dxa"/>
            <w:vMerge w:val="restart"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Зуев А.В.</w:t>
            </w: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Начальник ПТЦ ФПС</w:t>
            </w:r>
          </w:p>
        </w:tc>
        <w:tc>
          <w:tcPr>
            <w:tcW w:w="1620" w:type="dxa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619 469,96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Земельный участок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1200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 xml:space="preserve">Автомобиль легковой </w:t>
            </w:r>
            <w:r w:rsidRPr="002267F9">
              <w:rPr>
                <w:sz w:val="22"/>
                <w:szCs w:val="22"/>
                <w:lang w:val="en-GB"/>
              </w:rPr>
              <w:t>Kid</w:t>
            </w:r>
            <w:r w:rsidRPr="002267F9">
              <w:rPr>
                <w:sz w:val="22"/>
                <w:szCs w:val="22"/>
              </w:rPr>
              <w:t xml:space="preserve"> “</w:t>
            </w:r>
            <w:r w:rsidRPr="002267F9">
              <w:rPr>
                <w:sz w:val="22"/>
                <w:szCs w:val="22"/>
                <w:lang w:val="en-GB"/>
              </w:rPr>
              <w:t>Spontage</w:t>
            </w:r>
            <w:r w:rsidRPr="002267F9">
              <w:rPr>
                <w:sz w:val="22"/>
                <w:szCs w:val="22"/>
              </w:rPr>
              <w:t>”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2267F9"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68,6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267F9"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135 600,0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68,6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</w:tr>
      <w:tr w:rsidR="002032EB" w:rsidRPr="002267F9"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68,6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</w:tr>
      <w:tr w:rsidR="002032EB" w:rsidRPr="002267F9">
        <w:tc>
          <w:tcPr>
            <w:tcW w:w="1080" w:type="dxa"/>
            <w:vMerge w:val="restart"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Затуловский С.Б.</w:t>
            </w: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Заместитель начальника ПТЦ ФПС</w:t>
            </w:r>
          </w:p>
        </w:tc>
        <w:tc>
          <w:tcPr>
            <w:tcW w:w="1620" w:type="dxa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823 634,85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Земельный участок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1200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</w:tr>
      <w:tr w:rsidR="002032EB" w:rsidRPr="002267F9"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267F9">
        <w:trPr>
          <w:trHeight w:val="760"/>
        </w:trPr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1 353 179,0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Автомобиль легковой Рено Логан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2267F9">
        <w:tc>
          <w:tcPr>
            <w:tcW w:w="1080" w:type="dxa"/>
            <w:vMerge w:val="restart"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Климов В.В</w:t>
            </w: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Заместитель начальника  ПТЦ ФПС</w:t>
            </w:r>
          </w:p>
        </w:tc>
        <w:tc>
          <w:tcPr>
            <w:tcW w:w="1620" w:type="dxa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811 377,56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Земельный участок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1000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Автомобиль легковой УАЗ</w:t>
            </w:r>
            <w:r>
              <w:rPr>
                <w:sz w:val="22"/>
                <w:szCs w:val="22"/>
              </w:rPr>
              <w:t xml:space="preserve"> 3962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Автомобиль легковой ГАЗ 3110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 xml:space="preserve">Гараж 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18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2267F9">
              <w:rPr>
                <w:sz w:val="22"/>
                <w:szCs w:val="22"/>
              </w:rPr>
              <w:t xml:space="preserve">Автомобиль легковой </w:t>
            </w:r>
            <w:r w:rsidRPr="002267F9">
              <w:rPr>
                <w:sz w:val="22"/>
                <w:szCs w:val="22"/>
                <w:lang w:val="en-GB"/>
              </w:rPr>
              <w:t>KIA</w:t>
            </w:r>
            <w:r w:rsidRPr="002267F9">
              <w:rPr>
                <w:sz w:val="22"/>
                <w:szCs w:val="22"/>
              </w:rPr>
              <w:t xml:space="preserve"> </w:t>
            </w:r>
            <w:r w:rsidRPr="002267F9">
              <w:rPr>
                <w:sz w:val="22"/>
                <w:szCs w:val="22"/>
                <w:lang w:val="en-US"/>
              </w:rPr>
              <w:t>YES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Автоприцеп «ЧТЗ»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267F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 w:rsidRPr="002267F9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>,.2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</w:tr>
      <w:tr w:rsidR="002032EB" w:rsidRPr="002267F9">
        <w:tc>
          <w:tcPr>
            <w:tcW w:w="1080" w:type="dxa"/>
            <w:vMerge w:val="restart"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Галинов С.П.</w:t>
            </w: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Заместитель начальника ПТЦ ФПС</w:t>
            </w:r>
          </w:p>
        </w:tc>
        <w:tc>
          <w:tcPr>
            <w:tcW w:w="1620" w:type="dxa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842 115,73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48,8</w:t>
            </w: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Автомобиль легковой УАЗ 31512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2267F9"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Автомобиль легковой Тойота «Королла»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2267F9"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30 914,18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48,8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267F9"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 xml:space="preserve">Гараж 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267F9"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48,8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</w:tr>
      <w:tr w:rsidR="002032EB" w:rsidRPr="002267F9"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48,8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</w:tr>
      <w:tr w:rsidR="002032EB" w:rsidRPr="002267F9">
        <w:tc>
          <w:tcPr>
            <w:tcW w:w="1080" w:type="dxa"/>
            <w:vMerge w:val="restart"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Ульяновская Ю.Н.</w:t>
            </w:r>
          </w:p>
        </w:tc>
        <w:tc>
          <w:tcPr>
            <w:tcW w:w="1800" w:type="dxa"/>
            <w:vMerge w:val="restart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620" w:type="dxa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737 112,59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67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267F9"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404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267F9"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tabs>
                <w:tab w:val="left" w:pos="553"/>
                <w:tab w:val="center" w:pos="702"/>
              </w:tabs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67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</w:tr>
      <w:tr w:rsidR="002032EB" w:rsidRPr="002267F9">
        <w:tc>
          <w:tcPr>
            <w:tcW w:w="1080" w:type="dxa"/>
            <w:vMerge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Квартира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67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</w:tr>
      <w:tr w:rsidR="002032EB" w:rsidRPr="002267F9">
        <w:trPr>
          <w:trHeight w:val="750"/>
        </w:trPr>
        <w:tc>
          <w:tcPr>
            <w:tcW w:w="1080" w:type="dxa"/>
          </w:tcPr>
          <w:p w:rsidR="002032EB" w:rsidRPr="002267F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Полицковой П.С.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Заместитель начальника учебного центра</w:t>
            </w:r>
          </w:p>
        </w:tc>
        <w:tc>
          <w:tcPr>
            <w:tcW w:w="162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1 237 079,54</w:t>
            </w:r>
          </w:p>
        </w:tc>
        <w:tc>
          <w:tcPr>
            <w:tcW w:w="306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 xml:space="preserve">Квартира </w:t>
            </w:r>
          </w:p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40,9</w:t>
            </w:r>
          </w:p>
        </w:tc>
        <w:tc>
          <w:tcPr>
            <w:tcW w:w="1800" w:type="dxa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267F9" w:rsidRDefault="002032EB" w:rsidP="005A6AF6">
            <w:pPr>
              <w:jc w:val="center"/>
              <w:rPr>
                <w:sz w:val="22"/>
                <w:szCs w:val="22"/>
              </w:rPr>
            </w:pPr>
            <w:r w:rsidRPr="002267F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F74F5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Печорина А.А.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Главный бухгалтер учебного центра</w:t>
            </w:r>
          </w:p>
        </w:tc>
        <w:tc>
          <w:tcPr>
            <w:tcW w:w="162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482 220,99</w:t>
            </w:r>
          </w:p>
        </w:tc>
        <w:tc>
          <w:tcPr>
            <w:tcW w:w="306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Квартира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31,6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Автомобиль легковой Мицубиси Паджеро 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Тимирясова Л.Я.</w:t>
            </w:r>
          </w:p>
        </w:tc>
        <w:tc>
          <w:tcPr>
            <w:tcW w:w="1800" w:type="dxa"/>
            <w:vMerge w:val="restart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620" w:type="dxa"/>
            <w:vMerge w:val="restart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380 213,39</w:t>
            </w: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 xml:space="preserve">Квартира 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 xml:space="preserve">Квартира 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8A0A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44,9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8A0AC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A0AC2" w:rsidRDefault="002032EB" w:rsidP="005A6AF6">
            <w:pPr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Квартира</w:t>
            </w:r>
          </w:p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8A0AC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800" w:type="dxa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8A0AC2" w:rsidRDefault="002032EB" w:rsidP="005A6AF6">
            <w:pPr>
              <w:jc w:val="center"/>
              <w:rPr>
                <w:sz w:val="22"/>
                <w:szCs w:val="22"/>
              </w:rPr>
            </w:pPr>
            <w:r w:rsidRPr="008A0AC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Минин А.Г.</w:t>
            </w: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Начальник отряда</w:t>
            </w:r>
          </w:p>
        </w:tc>
        <w:tc>
          <w:tcPr>
            <w:tcW w:w="1620" w:type="dxa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620 321,49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Квартира 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52,2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Автомобиль легковой ВАЗ 2106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Квартира 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65,8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Автомобиль легковой </w:t>
            </w:r>
            <w:r w:rsidRPr="00B91E13">
              <w:rPr>
                <w:sz w:val="22"/>
                <w:szCs w:val="22"/>
                <w:lang w:val="en-GB"/>
              </w:rPr>
              <w:t>Nissan</w:t>
            </w:r>
            <w:r w:rsidRPr="00B91E13"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  <w:lang w:val="en-GB"/>
              </w:rPr>
              <w:t>Almera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Гараж 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296 898,1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tabs>
                <w:tab w:val="left" w:pos="1892"/>
              </w:tabs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1000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Автомобиль легковой </w:t>
            </w:r>
            <w:r w:rsidRPr="00B91E13">
              <w:rPr>
                <w:sz w:val="22"/>
                <w:szCs w:val="22"/>
                <w:lang w:val="en-GB"/>
              </w:rPr>
              <w:t>Ford</w:t>
            </w:r>
            <w:r w:rsidRPr="00B91E13"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  <w:lang w:val="en-GB"/>
              </w:rPr>
              <w:t>Focus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Квартира 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65,8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России</w:t>
            </w:r>
          </w:p>
        </w:tc>
        <w:tc>
          <w:tcPr>
            <w:tcW w:w="2340" w:type="dxa"/>
            <w:gridSpan w:val="2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Карпов В.Г.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539 441,6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Квартира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41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Автомобиль легковой Шевроле Нива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B91E13">
        <w:trPr>
          <w:trHeight w:val="760"/>
        </w:trPr>
        <w:tc>
          <w:tcPr>
            <w:tcW w:w="1080" w:type="dxa"/>
            <w:vMerge w:val="restart"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Крутицкий А.М.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577 525,28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Квартира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61,5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</w:tr>
      <w:tr w:rsidR="002032EB" w:rsidRPr="00B91E13">
        <w:tc>
          <w:tcPr>
            <w:tcW w:w="1080" w:type="dxa"/>
            <w:vMerge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1 650 057,33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Квартира 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50,8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B91E13">
        <w:trPr>
          <w:trHeight w:val="1000"/>
        </w:trPr>
        <w:tc>
          <w:tcPr>
            <w:tcW w:w="1080" w:type="dxa"/>
            <w:vMerge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Квартира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61,5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B91E13">
        <w:tc>
          <w:tcPr>
            <w:tcW w:w="1080" w:type="dxa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Квартира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61,5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15438D">
        <w:tc>
          <w:tcPr>
            <w:tcW w:w="1080" w:type="dxa"/>
            <w:vMerge w:val="restart"/>
          </w:tcPr>
          <w:p w:rsidR="002032EB" w:rsidRPr="0015438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5438D" w:rsidRDefault="002032EB" w:rsidP="005A6AF6">
            <w:pPr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Кураев А.Г.</w:t>
            </w:r>
          </w:p>
        </w:tc>
        <w:tc>
          <w:tcPr>
            <w:tcW w:w="1800" w:type="dxa"/>
            <w:vMerge w:val="restart"/>
          </w:tcPr>
          <w:p w:rsidR="002032EB" w:rsidRPr="0015438D" w:rsidRDefault="002032EB" w:rsidP="005A6AF6">
            <w:pPr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Заместитель начальника отряда</w:t>
            </w:r>
          </w:p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647 225,05</w:t>
            </w:r>
          </w:p>
        </w:tc>
        <w:tc>
          <w:tcPr>
            <w:tcW w:w="3060" w:type="dxa"/>
            <w:gridSpan w:val="2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 xml:space="preserve">Квартира </w:t>
            </w:r>
          </w:p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15438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</w:rPr>
              <w:t>Ссанг Ионг Эктион</w:t>
            </w:r>
          </w:p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 xml:space="preserve">Гараж </w:t>
            </w:r>
          </w:p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7</w:t>
            </w:r>
          </w:p>
        </w:tc>
        <w:tc>
          <w:tcPr>
            <w:tcW w:w="180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Квартира</w:t>
            </w:r>
          </w:p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5438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5438D" w:rsidRDefault="002032EB" w:rsidP="005A6AF6">
            <w:pPr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235 069,01</w:t>
            </w:r>
          </w:p>
        </w:tc>
        <w:tc>
          <w:tcPr>
            <w:tcW w:w="3060" w:type="dxa"/>
            <w:gridSpan w:val="2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 xml:space="preserve">Квартира </w:t>
            </w:r>
          </w:p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15438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5438D" w:rsidRDefault="002032EB" w:rsidP="005A6AF6">
            <w:pPr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Квартира</w:t>
            </w:r>
          </w:p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5438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15438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5438D" w:rsidRDefault="002032EB" w:rsidP="005A6AF6">
            <w:pPr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Жерикова Е.В.</w:t>
            </w:r>
          </w:p>
        </w:tc>
        <w:tc>
          <w:tcPr>
            <w:tcW w:w="1800" w:type="dxa"/>
          </w:tcPr>
          <w:p w:rsidR="002032EB" w:rsidRPr="0015438D" w:rsidRDefault="002032EB" w:rsidP="005A6AF6">
            <w:pPr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Начальник финансового отделения</w:t>
            </w:r>
          </w:p>
        </w:tc>
        <w:tc>
          <w:tcPr>
            <w:tcW w:w="162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406 312,54</w:t>
            </w:r>
          </w:p>
        </w:tc>
        <w:tc>
          <w:tcPr>
            <w:tcW w:w="3060" w:type="dxa"/>
            <w:gridSpan w:val="2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Квартира</w:t>
            </w:r>
          </w:p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15438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61,2</w:t>
            </w:r>
          </w:p>
        </w:tc>
        <w:tc>
          <w:tcPr>
            <w:tcW w:w="1800" w:type="dxa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5438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5438D" w:rsidRDefault="002032EB" w:rsidP="005A6AF6">
            <w:pPr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Пономаренко В.Г.</w:t>
            </w:r>
          </w:p>
        </w:tc>
        <w:tc>
          <w:tcPr>
            <w:tcW w:w="1800" w:type="dxa"/>
            <w:vMerge w:val="restart"/>
          </w:tcPr>
          <w:p w:rsidR="002032EB" w:rsidRPr="0015438D" w:rsidRDefault="002032EB" w:rsidP="005A6AF6">
            <w:pPr>
              <w:rPr>
                <w:sz w:val="22"/>
                <w:szCs w:val="22"/>
              </w:rPr>
            </w:pPr>
            <w:r w:rsidRPr="0015438D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15438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466 785,28</w:t>
            </w: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 xml:space="preserve">Квартира 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47,9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5438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5438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5438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554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5438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5438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5438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 xml:space="preserve">Дача 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 xml:space="preserve">Гараж 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Квартира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023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59,2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96 000</w:t>
            </w: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Квартира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59,2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023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Касимов С.П.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162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372 384,42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023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218 002,98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color w:val="FF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4023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Балдин С.Н.</w:t>
            </w:r>
          </w:p>
        </w:tc>
        <w:tc>
          <w:tcPr>
            <w:tcW w:w="1800" w:type="dxa"/>
            <w:vMerge w:val="restart"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416 489,03</w:t>
            </w: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 xml:space="preserve">Гараж 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31,7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023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Квартира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023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56,9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023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338 308,15</w:t>
            </w: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1200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023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Квартира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023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56,9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4023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Квартира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023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48,6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023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Квартира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023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56,9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4023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402326" w:rsidRDefault="002032EB" w:rsidP="005A6AF6">
            <w:pPr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Квартира</w:t>
            </w:r>
          </w:p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4023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56,9</w:t>
            </w:r>
          </w:p>
        </w:tc>
        <w:tc>
          <w:tcPr>
            <w:tcW w:w="1800" w:type="dxa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  <w:r w:rsidRPr="004023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40232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Казадаев А.В.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366 936,31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Квартира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459 142,56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Квартира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54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Квартира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54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color w:val="FF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Оборин Д.Ю.</w:t>
            </w:r>
          </w:p>
        </w:tc>
        <w:tc>
          <w:tcPr>
            <w:tcW w:w="1800" w:type="dxa"/>
            <w:vMerge w:val="restart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450 577,54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Квартира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color w:val="FF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Квартира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106,1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 xml:space="preserve">Гараж 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447 044,29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81000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color w:val="FF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Квартира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54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106,1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Квартира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54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106,1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Квартира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54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106,1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Шунин А.С.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520 058,71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Квартира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454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Автомобиль легковой Форд Фокус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Горохов В.А.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409 145,72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Жилой дом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54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49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Автомобиль легковой ВАЗ 2106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184 100,38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Жилой дом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54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49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Жилой дом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54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49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Образцов А.В.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408 328,63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Квартира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54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Автомобиль легковой Мицубиси Лансер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418 624,76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Квартира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54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454D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54DC" w:rsidRDefault="002032EB" w:rsidP="005A6AF6">
            <w:pPr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Квартира</w:t>
            </w:r>
          </w:p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54D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1C2A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Квартира</w:t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C2A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45</w:t>
            </w:r>
          </w:p>
        </w:tc>
        <w:tc>
          <w:tcPr>
            <w:tcW w:w="1800" w:type="dxa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  <w:r w:rsidRPr="00E454D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454D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1030"/>
        </w:trPr>
        <w:tc>
          <w:tcPr>
            <w:tcW w:w="1080" w:type="dxa"/>
            <w:vMerge w:val="restart"/>
          </w:tcPr>
          <w:p w:rsidR="002032EB" w:rsidRPr="001C2A2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Кадигроб П.С..</w:t>
            </w:r>
          </w:p>
        </w:tc>
        <w:tc>
          <w:tcPr>
            <w:tcW w:w="1800" w:type="dxa"/>
            <w:vMerge w:val="restart"/>
          </w:tcPr>
          <w:p w:rsidR="002032EB" w:rsidRPr="001C2A26" w:rsidRDefault="002032EB" w:rsidP="005A6AF6">
            <w:pPr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292 479,28</w:t>
            </w:r>
          </w:p>
        </w:tc>
        <w:tc>
          <w:tcPr>
            <w:tcW w:w="306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Квартира</w:t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1C2A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44,7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Автомобиль легковой ВАЗ 21031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 xml:space="preserve">Жилой дом 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82D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78,8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 xml:space="preserve">Автомобиль легковой </w:t>
            </w:r>
            <w:r w:rsidRPr="00982D46">
              <w:rPr>
                <w:sz w:val="22"/>
                <w:szCs w:val="22"/>
                <w:lang w:val="en-GB"/>
              </w:rPr>
              <w:t>MAZDA</w:t>
            </w:r>
            <w:r w:rsidRPr="00982D46">
              <w:rPr>
                <w:sz w:val="22"/>
                <w:szCs w:val="22"/>
              </w:rPr>
              <w:t xml:space="preserve"> </w:t>
            </w:r>
            <w:r w:rsidRPr="00982D46">
              <w:rPr>
                <w:sz w:val="22"/>
                <w:szCs w:val="22"/>
                <w:lang w:val="en-GB"/>
              </w:rPr>
              <w:t>FAMILIA</w:t>
            </w:r>
            <w:r w:rsidRPr="00982D46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141 915,66</w:t>
            </w:r>
          </w:p>
        </w:tc>
        <w:tc>
          <w:tcPr>
            <w:tcW w:w="306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Квартира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982D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44,7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82D4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Осадчий Е.Н.</w:t>
            </w:r>
          </w:p>
        </w:tc>
        <w:tc>
          <w:tcPr>
            <w:tcW w:w="1800" w:type="dxa"/>
            <w:vMerge w:val="restart"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295 811,26</w:t>
            </w:r>
          </w:p>
        </w:tc>
        <w:tc>
          <w:tcPr>
            <w:tcW w:w="306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Квартира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82D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56,6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Автомобиль легковой ЛАДА 211440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82D4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Квартира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82D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49,5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982D4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Земельный участок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97 997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982D4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49 800</w:t>
            </w:r>
          </w:p>
        </w:tc>
        <w:tc>
          <w:tcPr>
            <w:tcW w:w="306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Квартира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82D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56,6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82D4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Квартира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82D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49,5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982D4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Квартира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982D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56,6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82D4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Квартира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982D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56,6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82D4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 xml:space="preserve">Мясников Д.А. </w:t>
            </w:r>
          </w:p>
        </w:tc>
        <w:tc>
          <w:tcPr>
            <w:tcW w:w="1800" w:type="dxa"/>
            <w:vMerge w:val="restart"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427 692,23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Квартира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82D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59</w:t>
            </w:r>
          </w:p>
        </w:tc>
        <w:tc>
          <w:tcPr>
            <w:tcW w:w="1800" w:type="dxa"/>
            <w:vMerge w:val="restart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Автомобиль легковой Мицубиси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82D4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Автомобиль легковой УАЗ 2206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82D4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132 000</w:t>
            </w:r>
          </w:p>
        </w:tc>
        <w:tc>
          <w:tcPr>
            <w:tcW w:w="306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Квартира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982D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59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82D4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Квартира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982D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59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82D4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82D46" w:rsidRDefault="002032EB" w:rsidP="005A6AF6">
            <w:pPr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Квартира</w:t>
            </w:r>
          </w:p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982D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59</w:t>
            </w:r>
          </w:p>
        </w:tc>
        <w:tc>
          <w:tcPr>
            <w:tcW w:w="1800" w:type="dxa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  <w:r w:rsidRPr="00982D4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82D4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Харитонов А.С.</w:t>
            </w: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415 433,98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Жилой дом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Автомобиль легковой Мицубиси Лансер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 xml:space="preserve">Москвич  21412 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53 401</w:t>
            </w: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Жилой дом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Яковлев С.И.</w:t>
            </w: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460 815,37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1231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Жилой дом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77"/>
        </w:trPr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Квартира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(аренда)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300 440,70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Земельный участок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1231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Жилой дом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Квартира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(аренда)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Земельный участок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1231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Жилой дом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Квартира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(аренда)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1231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Жилой дом</w:t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1C2A2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Квартира</w:t>
            </w:r>
          </w:p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(аренда)</w:t>
            </w:r>
          </w:p>
        </w:tc>
        <w:tc>
          <w:tcPr>
            <w:tcW w:w="144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1C2A26" w:rsidRDefault="002032EB" w:rsidP="005A6AF6">
            <w:pPr>
              <w:jc w:val="center"/>
              <w:rPr>
                <w:sz w:val="22"/>
                <w:szCs w:val="22"/>
              </w:rPr>
            </w:pPr>
            <w:r w:rsidRPr="001C2A2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Филиппов Е.А.</w:t>
            </w: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384 020,49</w:t>
            </w: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Жилой дом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98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Автомобиль легковой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Шевролет Авео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Земельный участок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1462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оссия</w:t>
            </w:r>
          </w:p>
        </w:tc>
        <w:tc>
          <w:tcPr>
            <w:tcW w:w="2340" w:type="dxa"/>
            <w:gridSpan w:val="2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479 644,34</w:t>
            </w: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Жилой дом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98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Земельный участок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1462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Жилой дом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98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Земельный участок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1462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Жилой дом</w:t>
            </w:r>
          </w:p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2312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98</w:t>
            </w:r>
          </w:p>
        </w:tc>
        <w:tc>
          <w:tcPr>
            <w:tcW w:w="1800" w:type="dxa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  <w:r w:rsidRPr="00F2312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2312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Нигматуллин Р.Р.</w:t>
            </w:r>
          </w:p>
        </w:tc>
        <w:tc>
          <w:tcPr>
            <w:tcW w:w="1800" w:type="dxa"/>
            <w:vMerge w:val="restart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  <w:vMerge w:val="restart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793 041,6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Квартира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56,2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Автомобиль легковой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Хундай Соната</w:t>
            </w:r>
            <w:r w:rsidRPr="00DF6F32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Квартира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74,8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309 825,24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Квартира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56,2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Квартира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56,2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Квартира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Шабанов Е.Р.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804 005,53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Комната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17,4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Автомобиль легковой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Фольксваген 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74F5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Тащилин А.Б.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Заместитель начальника учебного центра</w:t>
            </w:r>
          </w:p>
        </w:tc>
        <w:tc>
          <w:tcPr>
            <w:tcW w:w="162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420 335,26</w:t>
            </w:r>
          </w:p>
        </w:tc>
        <w:tc>
          <w:tcPr>
            <w:tcW w:w="306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 xml:space="preserve">Квартира 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74F5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64,1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Автомобиль легковой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Форд Мандео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74F5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371 803,99</w:t>
            </w:r>
          </w:p>
        </w:tc>
        <w:tc>
          <w:tcPr>
            <w:tcW w:w="306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 xml:space="preserve">Квартира 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74F5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64,1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74F5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 xml:space="preserve">Квартира 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74F5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45,3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74F5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 xml:space="preserve">Квартира 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74F5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74F5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 xml:space="preserve">Квартира 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64,1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74F5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Короткевич А.В.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 xml:space="preserve">Заместитель начальника </w:t>
            </w:r>
            <w:r>
              <w:rPr>
                <w:sz w:val="22"/>
                <w:szCs w:val="22"/>
              </w:rPr>
              <w:t>учебного центра</w:t>
            </w:r>
          </w:p>
        </w:tc>
        <w:tc>
          <w:tcPr>
            <w:tcW w:w="162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647 080,9</w:t>
            </w:r>
          </w:p>
        </w:tc>
        <w:tc>
          <w:tcPr>
            <w:tcW w:w="306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Служебная квартира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(безвозмездное пользование)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50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Автомобиль легковой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Рено Логан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74F5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176 610,29</w:t>
            </w:r>
          </w:p>
        </w:tc>
        <w:tc>
          <w:tcPr>
            <w:tcW w:w="306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Жилой дом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74F5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31,8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74F5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Служебная квартира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50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74F5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74F53" w:rsidRDefault="002032EB" w:rsidP="005A6AF6">
            <w:pPr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Служебная квартира</w:t>
            </w:r>
          </w:p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50</w:t>
            </w:r>
          </w:p>
        </w:tc>
        <w:tc>
          <w:tcPr>
            <w:tcW w:w="1800" w:type="dxa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74F53" w:rsidRDefault="002032EB" w:rsidP="005A6AF6">
            <w:pPr>
              <w:jc w:val="center"/>
              <w:rPr>
                <w:sz w:val="22"/>
                <w:szCs w:val="22"/>
              </w:rPr>
            </w:pPr>
            <w:r w:rsidRPr="00F74F5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Черногубова Е.Г.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652 966,15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Блок в общежитии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 (договор найма)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F06F16">
        <w:tc>
          <w:tcPr>
            <w:tcW w:w="1080" w:type="dxa"/>
            <w:vMerge w:val="restart"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Каримова Н.Н.</w:t>
            </w: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Начальник финансового отделения</w:t>
            </w:r>
          </w:p>
        </w:tc>
        <w:tc>
          <w:tcPr>
            <w:tcW w:w="1620" w:type="dxa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583 436,79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50,5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F06F16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39,9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F06F16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161 170,3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Квартира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39,9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F06F16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39,9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F06F16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39,9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Лобанов Д.И.</w:t>
            </w:r>
          </w:p>
        </w:tc>
        <w:tc>
          <w:tcPr>
            <w:tcW w:w="1800" w:type="dxa"/>
            <w:vMerge w:val="restart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598 493,54</w:t>
            </w:r>
          </w:p>
        </w:tc>
        <w:tc>
          <w:tcPr>
            <w:tcW w:w="306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20,4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Автомобиль легковой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ВАЗ 21134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Квартира 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52,7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16,6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Квартира 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7D043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52,7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Колодкин А.И.</w:t>
            </w: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656 836,36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33,6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Автомобиль легковой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Мазда 3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62,2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Автомобиль легковой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Мазда 3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Квартира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общая долевая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50,7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Гараж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120 720,57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792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62,2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62,2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62,2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Вершинин П.В.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357 478,01</w:t>
            </w:r>
          </w:p>
        </w:tc>
        <w:tc>
          <w:tcPr>
            <w:tcW w:w="306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Квартира 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7D043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73 832,24</w:t>
            </w:r>
          </w:p>
        </w:tc>
        <w:tc>
          <w:tcPr>
            <w:tcW w:w="306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Квартира 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7D043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Квартира 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7D043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Иванов А.Б.</w:t>
            </w:r>
          </w:p>
        </w:tc>
        <w:tc>
          <w:tcPr>
            <w:tcW w:w="1800" w:type="dxa"/>
            <w:vMerge w:val="restart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437 543,4</w:t>
            </w:r>
          </w:p>
        </w:tc>
        <w:tc>
          <w:tcPr>
            <w:tcW w:w="306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33,9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Автомобиль легковой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Форд Фокус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7D043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68,2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103 752,4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Жилой дом 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(безвозмезд</w:t>
            </w:r>
            <w:r>
              <w:rPr>
                <w:sz w:val="22"/>
                <w:szCs w:val="22"/>
              </w:rPr>
              <w:t>ное пользование)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68,2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Автомобиль легковой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Дэу Матиз МХ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Жилой дом 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(безвозмездное </w:t>
            </w:r>
            <w:r>
              <w:rPr>
                <w:sz w:val="22"/>
                <w:szCs w:val="22"/>
              </w:rPr>
              <w:t>пользование</w:t>
            </w:r>
            <w:r w:rsidRPr="007D043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68,2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Шаблыкин Н.Н.</w:t>
            </w:r>
          </w:p>
        </w:tc>
        <w:tc>
          <w:tcPr>
            <w:tcW w:w="1800" w:type="dxa"/>
            <w:vMerge w:val="restart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567 366,41</w:t>
            </w:r>
          </w:p>
        </w:tc>
        <w:tc>
          <w:tcPr>
            <w:tcW w:w="306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Квартира 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D043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52,5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-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Квартира 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7D043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63,1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D043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043E" w:rsidRDefault="002032EB" w:rsidP="005A6AF6">
            <w:pPr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супруги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270 656,81</w:t>
            </w:r>
          </w:p>
        </w:tc>
        <w:tc>
          <w:tcPr>
            <w:tcW w:w="306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Квартира 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D043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63,1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A4AE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Гостев М.А.</w:t>
            </w:r>
          </w:p>
        </w:tc>
        <w:tc>
          <w:tcPr>
            <w:tcW w:w="1800" w:type="dxa"/>
            <w:vMerge w:val="restart"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595 299,32</w:t>
            </w:r>
          </w:p>
        </w:tc>
        <w:tc>
          <w:tcPr>
            <w:tcW w:w="306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 xml:space="preserve">Квартира 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A4AE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A4AE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2A4AE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 xml:space="preserve">Квартира 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A4AE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Автомобиль легковой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Тайота Ярис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A4AE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 xml:space="preserve">Квартира 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2A4AE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A4AE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 xml:space="preserve">Квартира 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A4AE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86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Зверков В.Н.</w:t>
            </w: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405 832,49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31,1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Автомобиль легковой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  <w:lang w:val="en-GB"/>
              </w:rPr>
              <w:t>FORD</w:t>
            </w:r>
            <w:r w:rsidRPr="00F06F16">
              <w:rPr>
                <w:sz w:val="22"/>
                <w:szCs w:val="22"/>
              </w:rPr>
              <w:t xml:space="preserve"> </w:t>
            </w:r>
            <w:r w:rsidRPr="00F06F16">
              <w:rPr>
                <w:sz w:val="22"/>
                <w:szCs w:val="22"/>
                <w:lang w:val="en-GB"/>
              </w:rPr>
              <w:t>FUSION</w:t>
            </w:r>
            <w:r w:rsidRPr="00F06F16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Гараж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19,8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  <w:lang w:val="en-GB"/>
              </w:rPr>
              <w:t>43</w:t>
            </w:r>
            <w:r w:rsidRPr="00F06F16">
              <w:rPr>
                <w:sz w:val="22"/>
                <w:szCs w:val="22"/>
              </w:rPr>
              <w:t>,9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296 422,73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43,9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Тимофеев П.В.</w:t>
            </w: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437 022,51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68,5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Автомобиль легковой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Тойота Королла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 xml:space="preserve">Жилой дом </w:t>
            </w:r>
          </w:p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800" w:type="dxa"/>
          </w:tcPr>
          <w:p w:rsidR="002032EB" w:rsidRPr="007D043E" w:rsidRDefault="002032EB" w:rsidP="005A6AF6">
            <w:pPr>
              <w:jc w:val="center"/>
              <w:rPr>
                <w:sz w:val="22"/>
                <w:szCs w:val="22"/>
              </w:rPr>
            </w:pPr>
            <w:r w:rsidRPr="007D043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367 993,92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68,5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68,5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68,5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Ололенко С.М.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750 023,05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49,5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290 201,01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49,5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Стурза В.Д.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505 950,35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Комната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аренды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Автомобиль легковой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ВАЗ </w:t>
            </w:r>
            <w:r>
              <w:rPr>
                <w:sz w:val="22"/>
                <w:szCs w:val="22"/>
              </w:rPr>
              <w:t>11183</w:t>
            </w:r>
            <w:r w:rsidRPr="00F06F16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56 552,93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Комната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(безвозмездное </w:t>
            </w:r>
            <w:r>
              <w:rPr>
                <w:sz w:val="22"/>
                <w:szCs w:val="22"/>
              </w:rPr>
              <w:t>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Берест С.Г.</w:t>
            </w:r>
          </w:p>
        </w:tc>
        <w:tc>
          <w:tcPr>
            <w:tcW w:w="1800" w:type="dxa"/>
            <w:vMerge w:val="restart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615 345,62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32,3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Автомобиль грузовой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ВАЗ 21099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Квартира 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(безвозмездное </w:t>
            </w:r>
            <w:r>
              <w:rPr>
                <w:sz w:val="22"/>
                <w:szCs w:val="22"/>
              </w:rPr>
              <w:t>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41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Трошин А.Л.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656 446,05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F06F16">
              <w:rPr>
                <w:sz w:val="22"/>
                <w:szCs w:val="22"/>
              </w:rPr>
              <w:t>вартира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123 750,72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06F16">
              <w:rPr>
                <w:sz w:val="22"/>
                <w:szCs w:val="22"/>
              </w:rPr>
              <w:t>вартира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06F16">
              <w:rPr>
                <w:sz w:val="22"/>
                <w:szCs w:val="22"/>
              </w:rPr>
              <w:t>вартира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06F16">
              <w:rPr>
                <w:sz w:val="22"/>
                <w:szCs w:val="22"/>
              </w:rPr>
              <w:t>вартира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06F1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06F16" w:rsidRDefault="002032EB" w:rsidP="005A6AF6">
            <w:pPr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06F16">
              <w:rPr>
                <w:sz w:val="22"/>
                <w:szCs w:val="22"/>
              </w:rPr>
              <w:t>вартира</w:t>
            </w:r>
          </w:p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F06F1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06F16" w:rsidRDefault="002032EB" w:rsidP="005A6AF6">
            <w:pPr>
              <w:jc w:val="center"/>
              <w:rPr>
                <w:sz w:val="22"/>
                <w:szCs w:val="22"/>
              </w:rPr>
            </w:pPr>
            <w:r w:rsidRPr="00F06F1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92B1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Корсаков П.В.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616 429,01</w:t>
            </w:r>
          </w:p>
        </w:tc>
        <w:tc>
          <w:tcPr>
            <w:tcW w:w="306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 xml:space="preserve">Квартира 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33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Автомобиль легковой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Форд Фокус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92B1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85 038,91</w:t>
            </w:r>
          </w:p>
        </w:tc>
        <w:tc>
          <w:tcPr>
            <w:tcW w:w="306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 xml:space="preserve">Квартира 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33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92B1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 xml:space="preserve">Квартира 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33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Берсенев Е.В.</w:t>
            </w: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704 156,66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18,86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Автомобиль легковой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ВАЗ 21053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366 572,32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18,86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18,86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92B1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Хазипов Р.Р.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508 655,79</w:t>
            </w:r>
          </w:p>
        </w:tc>
        <w:tc>
          <w:tcPr>
            <w:tcW w:w="306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 xml:space="preserve">Квартира 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Автомобиль легковой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Ниссан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92B1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 xml:space="preserve">Квартира 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62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 w:val="restart"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Молчанов А.Ю.</w:t>
            </w: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</w:p>
        </w:tc>
        <w:tc>
          <w:tcPr>
            <w:tcW w:w="162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838 068,15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Автомобиль легковой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21104</w:t>
            </w:r>
            <w:r w:rsidRPr="006F6765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Автомобиль легковой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Тайота Королла</w:t>
            </w:r>
            <w:r w:rsidRPr="006F6765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283 640,69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510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Арасланов Р.Г.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453 575,12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6F6765">
              <w:rPr>
                <w:sz w:val="22"/>
                <w:szCs w:val="22"/>
              </w:rPr>
              <w:t xml:space="preserve">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Автомобиль легковой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Нисан Примьера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68 377,14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Норенков Н.И.</w:t>
            </w: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483 526,12</w:t>
            </w: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Автомобиль легковой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Шевроле Авео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41,75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Гараж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Эпп Э.В.</w:t>
            </w: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442 556,63</w:t>
            </w: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0039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31,7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Автомобиль легковой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Хундай «Гетц»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50,1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128 133,57</w:t>
            </w: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0039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50,1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50,1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0039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31,7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50,1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0039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31,7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50,1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Гамов В.А.</w:t>
            </w: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414 316,93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52,4</w:t>
            </w: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Автомобиль легковой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Хундай «Елантра»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Автомобиль легковой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Хундай «</w:t>
            </w:r>
            <w:r w:rsidRPr="00000394">
              <w:rPr>
                <w:sz w:val="22"/>
                <w:szCs w:val="22"/>
                <w:lang w:val="en-GB"/>
              </w:rPr>
              <w:t>i</w:t>
            </w:r>
            <w:r w:rsidRPr="00000394">
              <w:rPr>
                <w:sz w:val="22"/>
                <w:szCs w:val="22"/>
              </w:rPr>
              <w:t xml:space="preserve"> 20» 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Желтышев В.В.</w:t>
            </w: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отряда</w:t>
            </w:r>
          </w:p>
        </w:tc>
        <w:tc>
          <w:tcPr>
            <w:tcW w:w="162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748 519,68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1358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Автомобиль легковой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Тайота Камри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1400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753,9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65,4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107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343 327,75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56,4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Автомобиль легковой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Тайота Ярис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107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107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Железнов И.В.</w:t>
            </w: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660 190,58</w:t>
            </w: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0039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00039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Лаврушин В.Н.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696 962,68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104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265</w:t>
            </w:r>
            <w:r>
              <w:rPr>
                <w:sz w:val="22"/>
                <w:szCs w:val="22"/>
              </w:rPr>
              <w:t> 939,01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104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Автомобиль легковой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ПЕЖО 308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104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Сибирев Ю.В.</w:t>
            </w: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686 657,88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109,7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Гараж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16,9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612 372,65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109,7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Автомобиль легковой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  <w:lang w:val="en-GB"/>
              </w:rPr>
              <w:t>KIA</w:t>
            </w:r>
            <w:r w:rsidRPr="006F6765">
              <w:rPr>
                <w:sz w:val="22"/>
                <w:szCs w:val="22"/>
              </w:rPr>
              <w:t xml:space="preserve"> </w:t>
            </w:r>
            <w:r w:rsidRPr="006F6765">
              <w:rPr>
                <w:sz w:val="22"/>
                <w:szCs w:val="22"/>
                <w:lang w:val="en-GB"/>
              </w:rPr>
              <w:t>SORENTO</w:t>
            </w:r>
            <w:r w:rsidRPr="006F6765">
              <w:rPr>
                <w:sz w:val="22"/>
                <w:szCs w:val="22"/>
              </w:rPr>
              <w:t xml:space="preserve">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109,7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Ермолин Д.В</w:t>
            </w:r>
          </w:p>
        </w:tc>
        <w:tc>
          <w:tcPr>
            <w:tcW w:w="1800" w:type="dxa"/>
            <w:vMerge w:val="restart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328 345,75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43,5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Автомобиль легковой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ВАЗ 21102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153 957,18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F676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F6765" w:rsidRDefault="002032EB" w:rsidP="005A6AF6">
            <w:pPr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6F676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43,5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Желтышев Е.В.</w:t>
            </w:r>
          </w:p>
        </w:tc>
        <w:tc>
          <w:tcPr>
            <w:tcW w:w="1800" w:type="dxa"/>
            <w:vMerge w:val="restart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677 463,44</w:t>
            </w: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Квартира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0039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65,4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Жилой дом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0039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0039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00394" w:rsidRDefault="002032EB" w:rsidP="005A6AF6">
            <w:pPr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 xml:space="preserve">Комната </w:t>
            </w:r>
          </w:p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15,4</w:t>
            </w:r>
          </w:p>
        </w:tc>
        <w:tc>
          <w:tcPr>
            <w:tcW w:w="1800" w:type="dxa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00394" w:rsidRDefault="002032EB" w:rsidP="005A6AF6">
            <w:pPr>
              <w:jc w:val="center"/>
              <w:rPr>
                <w:sz w:val="22"/>
                <w:szCs w:val="22"/>
              </w:rPr>
            </w:pPr>
            <w:r w:rsidRPr="0000039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Филинов С.А.</w:t>
            </w:r>
          </w:p>
        </w:tc>
        <w:tc>
          <w:tcPr>
            <w:tcW w:w="1800" w:type="dxa"/>
            <w:vMerge w:val="restart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650 341,44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59,6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Автомобиль легковой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Пежо 307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64,8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78 456,37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64,8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64,8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Сайфуллин Р.Р.</w:t>
            </w:r>
          </w:p>
        </w:tc>
        <w:tc>
          <w:tcPr>
            <w:tcW w:w="1800" w:type="dxa"/>
            <w:vMerge w:val="restart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675 121,9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Автомобиль легковой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Опель Астра</w:t>
            </w:r>
            <w:r w:rsidRPr="00E515BE">
              <w:rPr>
                <w:sz w:val="22"/>
                <w:szCs w:val="22"/>
              </w:rPr>
              <w:t xml:space="preserve">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Гараж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352 180,25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Гараж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DF6F3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Барышников С.А.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694 343,04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  <w:lang w:val="en-GB"/>
              </w:rPr>
            </w:pPr>
            <w:r w:rsidRPr="00DF6F32">
              <w:rPr>
                <w:sz w:val="22"/>
                <w:szCs w:val="22"/>
                <w:lang w:val="en-GB"/>
              </w:rPr>
              <w:t>57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282 193,79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Левин В.С.</w:t>
            </w:r>
          </w:p>
        </w:tc>
        <w:tc>
          <w:tcPr>
            <w:tcW w:w="1800" w:type="dxa"/>
            <w:vMerge w:val="restart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481 309,44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44,6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Автомобиль легковой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Киа Спектра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Гараж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19,5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84 000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DF6F32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F6F32" w:rsidRDefault="002032EB" w:rsidP="005A6AF6">
            <w:pPr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 xml:space="preserve">Квартира </w:t>
            </w:r>
          </w:p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DF6F32" w:rsidRDefault="002032EB" w:rsidP="005A6AF6">
            <w:pPr>
              <w:jc w:val="center"/>
              <w:rPr>
                <w:sz w:val="22"/>
                <w:szCs w:val="22"/>
              </w:rPr>
            </w:pPr>
            <w:r w:rsidRPr="00DF6F32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Емельянов О.В.</w:t>
            </w:r>
          </w:p>
        </w:tc>
        <w:tc>
          <w:tcPr>
            <w:tcW w:w="1800" w:type="dxa"/>
            <w:vMerge w:val="restart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721 135,29</w:t>
            </w:r>
          </w:p>
        </w:tc>
        <w:tc>
          <w:tcPr>
            <w:tcW w:w="306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 xml:space="preserve">Квартира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Автомобиль легковой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 3</w:t>
            </w:r>
            <w:r w:rsidRPr="00E515BE">
              <w:rPr>
                <w:sz w:val="22"/>
                <w:szCs w:val="22"/>
              </w:rPr>
              <w:t xml:space="preserve">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76 000</w:t>
            </w:r>
          </w:p>
        </w:tc>
        <w:tc>
          <w:tcPr>
            <w:tcW w:w="306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 xml:space="preserve">Квартира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 xml:space="preserve">Квартира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50,3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Кузьминых И.В.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516 115,97</w:t>
            </w:r>
          </w:p>
        </w:tc>
        <w:tc>
          <w:tcPr>
            <w:tcW w:w="306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 xml:space="preserve">Квартира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289 760,26</w:t>
            </w:r>
          </w:p>
        </w:tc>
        <w:tc>
          <w:tcPr>
            <w:tcW w:w="306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 xml:space="preserve">Квартира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Незнамов Д.В.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330 173,83</w:t>
            </w:r>
          </w:p>
        </w:tc>
        <w:tc>
          <w:tcPr>
            <w:tcW w:w="306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 xml:space="preserve">Квартира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140 973,14</w:t>
            </w:r>
          </w:p>
        </w:tc>
        <w:tc>
          <w:tcPr>
            <w:tcW w:w="306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 xml:space="preserve">Квартира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 xml:space="preserve">Квартира </w:t>
            </w:r>
          </w:p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6F6765" w:rsidRDefault="002032EB" w:rsidP="005A6AF6">
            <w:pPr>
              <w:jc w:val="center"/>
              <w:rPr>
                <w:sz w:val="22"/>
                <w:szCs w:val="22"/>
              </w:rPr>
            </w:pPr>
            <w:r w:rsidRPr="006F676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 xml:space="preserve">Квартира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Фрелих Д.Н.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403 389,32</w:t>
            </w:r>
          </w:p>
        </w:tc>
        <w:tc>
          <w:tcPr>
            <w:tcW w:w="306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 xml:space="preserve">Квартира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60,6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Автомобиль легковой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ДЭУ Нексия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96 520,13</w:t>
            </w:r>
          </w:p>
        </w:tc>
        <w:tc>
          <w:tcPr>
            <w:tcW w:w="306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 xml:space="preserve">Квартира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E515B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60,6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515B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515BE" w:rsidRDefault="002032EB" w:rsidP="005A6AF6">
            <w:pPr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 xml:space="preserve">Квартира </w:t>
            </w:r>
          </w:p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E515B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60,6</w:t>
            </w:r>
          </w:p>
        </w:tc>
        <w:tc>
          <w:tcPr>
            <w:tcW w:w="1800" w:type="dxa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515BE" w:rsidRDefault="002032EB" w:rsidP="005A6AF6">
            <w:pPr>
              <w:jc w:val="center"/>
              <w:rPr>
                <w:sz w:val="22"/>
                <w:szCs w:val="22"/>
              </w:rPr>
            </w:pPr>
            <w:r w:rsidRPr="00E515B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2A4AE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Жиганшин Р.В.</w:t>
            </w:r>
          </w:p>
        </w:tc>
        <w:tc>
          <w:tcPr>
            <w:tcW w:w="1800" w:type="dxa"/>
            <w:vMerge w:val="restart"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595 231,32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 xml:space="preserve">Жилой дом 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A4AE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69,8</w:t>
            </w:r>
          </w:p>
        </w:tc>
        <w:tc>
          <w:tcPr>
            <w:tcW w:w="1800" w:type="dxa"/>
            <w:vMerge w:val="restart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Россия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Автомобиль легковой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ВАЗ 21093</w:t>
            </w:r>
            <w:r w:rsidRPr="002A4AEE">
              <w:rPr>
                <w:sz w:val="22"/>
                <w:szCs w:val="22"/>
                <w:lang w:val="en-GB"/>
              </w:rPr>
              <w:t xml:space="preserve"> </w:t>
            </w:r>
            <w:r w:rsidRPr="002A4AEE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rPr>
          <w:trHeight w:val="77"/>
        </w:trPr>
        <w:tc>
          <w:tcPr>
            <w:tcW w:w="1080" w:type="dxa"/>
            <w:vMerge/>
          </w:tcPr>
          <w:p w:rsidR="002032EB" w:rsidRPr="002A4AE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Автоприцеп легковой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A4AE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 xml:space="preserve">Жилой дом 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A4AE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69,8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Россия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2A4AE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 xml:space="preserve">Жилой дом 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A4AE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69,8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Россия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2A4AEE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Плаксин А.А.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315 176,9</w:t>
            </w:r>
          </w:p>
        </w:tc>
        <w:tc>
          <w:tcPr>
            <w:tcW w:w="306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 xml:space="preserve">Жилой дом 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2A4AE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2A4AEE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Автомобиль легковой</w:t>
            </w:r>
          </w:p>
          <w:p w:rsidR="002032EB" w:rsidRPr="002A4AEE" w:rsidRDefault="002032EB" w:rsidP="005A6AF6">
            <w:pPr>
              <w:jc w:val="center"/>
              <w:rPr>
                <w:sz w:val="22"/>
                <w:szCs w:val="22"/>
              </w:rPr>
            </w:pPr>
            <w:r w:rsidRPr="002A4AEE">
              <w:rPr>
                <w:sz w:val="22"/>
                <w:szCs w:val="22"/>
              </w:rPr>
              <w:t>ВАЗ 2114 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992B1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Першуков С.В.</w:t>
            </w:r>
          </w:p>
        </w:tc>
        <w:tc>
          <w:tcPr>
            <w:tcW w:w="1800" w:type="dxa"/>
            <w:vMerge w:val="restart"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566 032,38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 xml:space="preserve">Квартира 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vMerge w:val="restart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  <w:vMerge w:val="restart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Россия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Автомобиль легковой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  <w:lang w:val="en-GB"/>
              </w:rPr>
              <w:t>FORD</w:t>
            </w:r>
            <w:r w:rsidRPr="00992B1C">
              <w:rPr>
                <w:sz w:val="22"/>
                <w:szCs w:val="22"/>
              </w:rPr>
              <w:t xml:space="preserve"> </w:t>
            </w:r>
            <w:r w:rsidRPr="00992B1C">
              <w:rPr>
                <w:sz w:val="22"/>
                <w:szCs w:val="22"/>
                <w:lang w:val="en-GB"/>
              </w:rPr>
              <w:t>FUCUS</w:t>
            </w:r>
            <w:r w:rsidRPr="00992B1C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92B1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Автомобиль легковой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ВАЗ 21</w:t>
            </w:r>
            <w:r w:rsidRPr="00992B1C">
              <w:rPr>
                <w:sz w:val="22"/>
                <w:szCs w:val="22"/>
                <w:lang w:val="en-GB"/>
              </w:rPr>
              <w:t>06</w:t>
            </w:r>
            <w:r>
              <w:rPr>
                <w:sz w:val="22"/>
                <w:szCs w:val="22"/>
              </w:rPr>
              <w:t>1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92B1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373 834,16</w:t>
            </w:r>
          </w:p>
        </w:tc>
        <w:tc>
          <w:tcPr>
            <w:tcW w:w="306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 xml:space="preserve">Квартира 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992B1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992B1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92B1C" w:rsidRDefault="002032EB" w:rsidP="005A6AF6">
            <w:pPr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 xml:space="preserve">Квартира </w:t>
            </w:r>
          </w:p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992B1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992B1C" w:rsidRDefault="002032EB" w:rsidP="005A6AF6">
            <w:pPr>
              <w:jc w:val="center"/>
              <w:rPr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Плешков А.Г.</w:t>
            </w: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Начальник отряда</w:t>
            </w:r>
          </w:p>
        </w:tc>
        <w:tc>
          <w:tcPr>
            <w:tcW w:w="1620" w:type="dxa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602 461,63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416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41,2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80,6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Гараж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211 011,67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80,6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80,6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Бульчук А.В.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564 833,88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Автомобиль легковой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Тойота К</w:t>
            </w:r>
            <w:r>
              <w:rPr>
                <w:sz w:val="22"/>
                <w:szCs w:val="22"/>
              </w:rPr>
              <w:t>орола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141 988,34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Рыжков А.А.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584 556,41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Жилой дом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210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Автомобиль легковой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Форд </w:t>
            </w:r>
            <w:r>
              <w:rPr>
                <w:sz w:val="22"/>
                <w:szCs w:val="22"/>
              </w:rPr>
              <w:t>Мондео</w:t>
            </w:r>
            <w:r w:rsidRPr="00E15F8A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208 910,2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Жилой дом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210</w:t>
            </w: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Автомобиль легковой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Опель </w:t>
            </w:r>
            <w:r>
              <w:rPr>
                <w:sz w:val="22"/>
                <w:szCs w:val="22"/>
              </w:rPr>
              <w:t>Астра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Автомобиль легковой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УАЗ</w:t>
            </w:r>
            <w:r>
              <w:rPr>
                <w:sz w:val="22"/>
                <w:szCs w:val="22"/>
              </w:rPr>
              <w:t xml:space="preserve"> 31512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Жилой дом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210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Кокорева В.А.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413 908,85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267 502,56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Автомобиль легковой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  <w:lang w:val="en-GB"/>
              </w:rPr>
              <w:t>Nissan</w:t>
            </w:r>
            <w:r w:rsidRPr="00E15F8A"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  <w:lang w:val="en-GB"/>
              </w:rPr>
              <w:t>QAHQAI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  <w:lang w:val="en-GB"/>
              </w:rPr>
            </w:pPr>
            <w:r w:rsidRPr="00E15F8A"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Квартира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Мухина С.М.</w:t>
            </w: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Начальник финансового отделения</w:t>
            </w:r>
          </w:p>
        </w:tc>
        <w:tc>
          <w:tcPr>
            <w:tcW w:w="1620" w:type="dxa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865 786,12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Квартира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709 893,67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35,5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35,5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Квартира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35,5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B78B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Чиненов С.В.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458 309,95</w:t>
            </w:r>
          </w:p>
        </w:tc>
        <w:tc>
          <w:tcPr>
            <w:tcW w:w="306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 xml:space="preserve">Квартира 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B78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48,1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Автомобиль легковой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  <w:lang w:val="en-GB"/>
              </w:rPr>
              <w:t>DAEWOO</w:t>
            </w:r>
            <w:r w:rsidRPr="00BB78BD">
              <w:rPr>
                <w:sz w:val="22"/>
                <w:szCs w:val="22"/>
              </w:rPr>
              <w:t xml:space="preserve"> нексия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B78B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Квартира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B78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52,2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B78B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Квартира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B78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52,2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4011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Горковенко А.П.</w:t>
            </w:r>
          </w:p>
        </w:tc>
        <w:tc>
          <w:tcPr>
            <w:tcW w:w="1800" w:type="dxa"/>
            <w:vMerge w:val="restart"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406 384,34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 xml:space="preserve">Квартира 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46,1</w:t>
            </w:r>
          </w:p>
        </w:tc>
        <w:tc>
          <w:tcPr>
            <w:tcW w:w="1800" w:type="dxa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Россия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Автомобиль легковой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 Кангу</w:t>
            </w:r>
            <w:r w:rsidRPr="00B40119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rPr>
          <w:trHeight w:val="276"/>
        </w:trPr>
        <w:tc>
          <w:tcPr>
            <w:tcW w:w="1080" w:type="dxa"/>
            <w:vMerge/>
          </w:tcPr>
          <w:p w:rsidR="002032EB" w:rsidRPr="00B4011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Автомобиль легковой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  <w:lang w:val="en-GB"/>
              </w:rPr>
              <w:t>DAEWOO</w:t>
            </w:r>
            <w:r w:rsidRPr="00B40119">
              <w:rPr>
                <w:sz w:val="22"/>
                <w:szCs w:val="22"/>
              </w:rPr>
              <w:t xml:space="preserve"> </w:t>
            </w:r>
            <w:r w:rsidRPr="00B40119">
              <w:rPr>
                <w:sz w:val="22"/>
                <w:szCs w:val="22"/>
                <w:lang w:val="en-GB"/>
              </w:rPr>
              <w:t>Matiz</w:t>
            </w:r>
            <w:r w:rsidRPr="00B40119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rPr>
          <w:trHeight w:val="77"/>
        </w:trPr>
        <w:tc>
          <w:tcPr>
            <w:tcW w:w="1080" w:type="dxa"/>
            <w:vMerge/>
          </w:tcPr>
          <w:p w:rsidR="002032EB" w:rsidRPr="00B4011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Гараж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4011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243 496,46</w:t>
            </w:r>
          </w:p>
        </w:tc>
        <w:tc>
          <w:tcPr>
            <w:tcW w:w="3060" w:type="dxa"/>
            <w:gridSpan w:val="2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Квартира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4011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180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4011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 xml:space="preserve">Квартира 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4011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80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Квартира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4011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46,1</w:t>
            </w:r>
          </w:p>
        </w:tc>
        <w:tc>
          <w:tcPr>
            <w:tcW w:w="180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4011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Абабков А.Е.</w:t>
            </w:r>
          </w:p>
        </w:tc>
        <w:tc>
          <w:tcPr>
            <w:tcW w:w="1800" w:type="dxa"/>
            <w:vMerge w:val="restart"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356 063,45</w:t>
            </w:r>
          </w:p>
        </w:tc>
        <w:tc>
          <w:tcPr>
            <w:tcW w:w="3060" w:type="dxa"/>
            <w:gridSpan w:val="2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Квартира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4011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Автомобиль легковой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ГАЗ 33032</w:t>
            </w:r>
            <w:r w:rsidRPr="00B40119">
              <w:rPr>
                <w:sz w:val="22"/>
                <w:szCs w:val="22"/>
                <w:lang w:val="en-GB"/>
              </w:rPr>
              <w:t xml:space="preserve"> </w:t>
            </w:r>
            <w:r w:rsidRPr="00B4011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4011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 xml:space="preserve">Квартира 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800" w:type="dxa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Россия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Автомобиль легковой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 Бонго</w:t>
            </w:r>
            <w:r w:rsidRPr="00B40119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rPr>
          <w:trHeight w:val="670"/>
        </w:trPr>
        <w:tc>
          <w:tcPr>
            <w:tcW w:w="1080" w:type="dxa"/>
            <w:vMerge w:val="restart"/>
          </w:tcPr>
          <w:p w:rsidR="002032EB" w:rsidRPr="00B4011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Шляхин А.С.</w:t>
            </w:r>
          </w:p>
        </w:tc>
        <w:tc>
          <w:tcPr>
            <w:tcW w:w="1800" w:type="dxa"/>
            <w:vMerge w:val="restart"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365 619,85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Квартира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4011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  <w:vMerge w:val="restart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Автомобиль легковой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ВАЗ 2101</w:t>
            </w:r>
            <w:r w:rsidRPr="00B40119">
              <w:rPr>
                <w:sz w:val="22"/>
                <w:szCs w:val="22"/>
                <w:lang w:val="en-GB"/>
              </w:rPr>
              <w:t xml:space="preserve"> </w:t>
            </w:r>
            <w:r w:rsidRPr="00B4011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670"/>
        </w:trPr>
        <w:tc>
          <w:tcPr>
            <w:tcW w:w="1080" w:type="dxa"/>
            <w:vMerge/>
          </w:tcPr>
          <w:p w:rsidR="002032EB" w:rsidRPr="00B4011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4011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 w:rsidRPr="00B40119">
              <w:rPr>
                <w:sz w:val="22"/>
                <w:szCs w:val="22"/>
              </w:rPr>
              <w:t>Автомобиль легковой</w:t>
            </w:r>
          </w:p>
          <w:p w:rsidR="002032EB" w:rsidRPr="00B4011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Мицубиси Лансер</w:t>
            </w:r>
            <w:r w:rsidRPr="00B40119">
              <w:rPr>
                <w:sz w:val="22"/>
                <w:szCs w:val="22"/>
                <w:lang w:val="en-GB"/>
              </w:rPr>
              <w:t xml:space="preserve"> </w:t>
            </w:r>
            <w:r w:rsidRPr="00B4011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1080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94 228,71</w:t>
            </w: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Квартира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17B4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Чайкин С.Ю.</w:t>
            </w:r>
          </w:p>
        </w:tc>
        <w:tc>
          <w:tcPr>
            <w:tcW w:w="1800" w:type="dxa"/>
            <w:vMerge w:val="restart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391 732,97</w:t>
            </w: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 xml:space="preserve">Квартира 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42,6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 w:val="restart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Квартира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17B4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42,2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322 959,35</w:t>
            </w: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Квартира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17B4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42,6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Квартира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17B4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42,2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Квартира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17B4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42,2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Квартира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17B4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46,6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Перминов Ю.В.</w:t>
            </w: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Заместитель начальника </w:t>
            </w:r>
            <w:r>
              <w:rPr>
                <w:sz w:val="22"/>
                <w:szCs w:val="22"/>
              </w:rPr>
              <w:t>отряда</w:t>
            </w:r>
          </w:p>
        </w:tc>
        <w:tc>
          <w:tcPr>
            <w:tcW w:w="1620" w:type="dxa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459 029,01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Гараж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19,2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Автомобиль легковой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  <w:lang w:val="en-GB"/>
              </w:rPr>
              <w:t>SKODA</w:t>
            </w:r>
            <w:r w:rsidRPr="00E15F8A"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  <w:lang w:val="en-GB"/>
              </w:rPr>
              <w:t>OCTAVIA</w:t>
            </w:r>
            <w:r w:rsidRPr="00E15F8A"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  <w:lang w:val="en-GB"/>
              </w:rPr>
              <w:t>TOUR</w:t>
            </w:r>
            <w:r w:rsidRPr="00E15F8A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Квартира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  <w:lang w:val="en-GB"/>
              </w:rPr>
            </w:pPr>
            <w:r w:rsidRPr="00E15F8A">
              <w:rPr>
                <w:sz w:val="22"/>
                <w:szCs w:val="22"/>
              </w:rPr>
              <w:t>44,9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379 425,09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300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 xml:space="preserve">Квартира 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44,9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15F8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15F8A" w:rsidRDefault="002032EB" w:rsidP="005A6AF6">
            <w:pPr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Квартира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44,9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Мещерякова В.В.</w:t>
            </w:r>
          </w:p>
        </w:tc>
        <w:tc>
          <w:tcPr>
            <w:tcW w:w="1800" w:type="dxa"/>
            <w:vMerge w:val="restart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418 374,72</w:t>
            </w:r>
          </w:p>
        </w:tc>
        <w:tc>
          <w:tcPr>
            <w:tcW w:w="306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Автомобиль легковой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11193</w:t>
            </w:r>
            <w:r w:rsidRPr="00BB78BD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BB78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150,3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397 768,79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BB78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1146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BB78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BB78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150,3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Глухин А.С.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373 994,82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Квартира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Автомобиль легковой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Фокус</w:t>
            </w:r>
            <w:r w:rsidRPr="00BB78BD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76 800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Квартира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Квартира</w:t>
            </w:r>
          </w:p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15F8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800" w:type="dxa"/>
          </w:tcPr>
          <w:p w:rsidR="002032EB" w:rsidRPr="00E15F8A" w:rsidRDefault="002032EB" w:rsidP="005A6AF6">
            <w:pPr>
              <w:jc w:val="center"/>
              <w:rPr>
                <w:sz w:val="22"/>
                <w:szCs w:val="22"/>
              </w:rPr>
            </w:pPr>
            <w:r w:rsidRPr="00E15F8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Медведь А.С.</w:t>
            </w:r>
          </w:p>
        </w:tc>
        <w:tc>
          <w:tcPr>
            <w:tcW w:w="1800" w:type="dxa"/>
            <w:vMerge w:val="restart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409 765,75</w:t>
            </w: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1052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Автомобиль легковой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Хундай акцент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 xml:space="preserve">Квартира 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17B4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52,7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Автомобиль легковой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Ниссан Кашкай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 xml:space="preserve">Гараж 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Автомобильный прицеп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 xml:space="preserve">Дача 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 xml:space="preserve">(индивидуальная) 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35,6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181 343,77</w:t>
            </w: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 xml:space="preserve">Квартира 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F17B4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52,7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F17B4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17B45" w:rsidRDefault="002032EB" w:rsidP="005A6AF6">
            <w:pPr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Квартира</w:t>
            </w:r>
          </w:p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17B4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52,7</w:t>
            </w:r>
          </w:p>
        </w:tc>
        <w:tc>
          <w:tcPr>
            <w:tcW w:w="1800" w:type="dxa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17B45" w:rsidRDefault="002032EB" w:rsidP="005A6AF6">
            <w:pPr>
              <w:jc w:val="center"/>
              <w:rPr>
                <w:sz w:val="22"/>
                <w:szCs w:val="22"/>
              </w:rPr>
            </w:pPr>
            <w:r w:rsidRPr="00F17B4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B78B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Усс С.А.</w:t>
            </w:r>
          </w:p>
        </w:tc>
        <w:tc>
          <w:tcPr>
            <w:tcW w:w="1800" w:type="dxa"/>
            <w:vMerge w:val="restart"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345 561,57</w:t>
            </w:r>
          </w:p>
        </w:tc>
        <w:tc>
          <w:tcPr>
            <w:tcW w:w="306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70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Автомобиль легковой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  <w:lang w:val="en-US"/>
              </w:rPr>
              <w:t>Suzuki</w:t>
            </w:r>
            <w:r w:rsidRPr="00945370">
              <w:rPr>
                <w:sz w:val="22"/>
                <w:szCs w:val="22"/>
              </w:rPr>
              <w:t xml:space="preserve"> </w:t>
            </w:r>
            <w:r w:rsidRPr="00BB78BD">
              <w:rPr>
                <w:sz w:val="22"/>
                <w:szCs w:val="22"/>
                <w:lang w:val="en-US"/>
              </w:rPr>
              <w:t>sx</w:t>
            </w:r>
            <w:r w:rsidRPr="00945370">
              <w:rPr>
                <w:sz w:val="22"/>
                <w:szCs w:val="22"/>
              </w:rPr>
              <w:t xml:space="preserve">4 </w:t>
            </w:r>
            <w:r w:rsidRPr="00BB78BD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B78B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 xml:space="preserve">Дача 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50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B78B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Квартира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B78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BB78BD">
              <w:rPr>
                <w:sz w:val="22"/>
                <w:szCs w:val="22"/>
                <w:lang w:val="en-US"/>
              </w:rPr>
              <w:t>64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B78B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BB78BD">
              <w:rPr>
                <w:sz w:val="22"/>
                <w:szCs w:val="22"/>
              </w:rPr>
              <w:t>145</w:t>
            </w:r>
            <w:r w:rsidRPr="00BB78BD">
              <w:rPr>
                <w:sz w:val="22"/>
                <w:szCs w:val="22"/>
                <w:lang w:val="en-US"/>
              </w:rPr>
              <w:t> </w:t>
            </w:r>
            <w:r w:rsidRPr="00BB78BD">
              <w:rPr>
                <w:sz w:val="22"/>
                <w:szCs w:val="22"/>
              </w:rPr>
              <w:t>730,9</w:t>
            </w:r>
            <w:r w:rsidRPr="00BB78B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06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Квартира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B78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B78B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50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B78B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 xml:space="preserve">Дача 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B78BD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B78BD" w:rsidRDefault="002032EB" w:rsidP="005A6AF6">
            <w:pPr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Квартира</w:t>
            </w:r>
          </w:p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B78B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B78BD" w:rsidRDefault="002032EB" w:rsidP="005A6AF6">
            <w:pPr>
              <w:jc w:val="center"/>
              <w:rPr>
                <w:sz w:val="22"/>
                <w:szCs w:val="22"/>
              </w:rPr>
            </w:pPr>
            <w:r w:rsidRPr="00BB78BD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Смагин Е.Ю.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отряда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564 180,17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Шевролет-авео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75 000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Кретов Ю.И.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502 978,79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  <w:lang w:val="en-GB"/>
              </w:rPr>
            </w:pPr>
            <w:r w:rsidRPr="00716E6A">
              <w:rPr>
                <w:sz w:val="22"/>
                <w:szCs w:val="22"/>
                <w:lang w:val="en-GB"/>
              </w:rPr>
              <w:t>42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  <w:lang w:val="en-GB"/>
              </w:rPr>
              <w:t>Mitsubisi</w:t>
            </w:r>
            <w:r w:rsidRPr="00716E6A"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  <w:lang w:val="en-GB"/>
              </w:rPr>
              <w:t>Montero</w:t>
            </w:r>
            <w:r w:rsidRPr="00716E6A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215 556,45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Абдуллин В.Н.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481 679,15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Тойота Королла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219 019,36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31,5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Дача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Рыжков И.Ю.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475 564,92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- 2106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Гараж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306 049,32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Кузнецова С.А.</w:t>
            </w: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620" w:type="dxa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441 931</w:t>
            </w:r>
            <w:r w:rsidRPr="00B91E1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28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2766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Автомобиль легковой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  <w:lang w:val="en-GB"/>
              </w:rPr>
              <w:t>MITSUBISHI</w:t>
            </w:r>
            <w:r w:rsidRPr="00B91E13"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  <w:lang w:val="en-GB"/>
              </w:rPr>
              <w:t>LANCER</w:t>
            </w:r>
            <w:r w:rsidRPr="00B91E13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Квартира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54,3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Квартира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41,6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Дача 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46,7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401 532,0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Квартира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54,3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Гусарова С.В.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финансовой группы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439 638,44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150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233 791,62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Пежо-206</w:t>
            </w:r>
            <w:r w:rsidRPr="00716E6A">
              <w:rPr>
                <w:sz w:val="22"/>
                <w:szCs w:val="22"/>
                <w:lang w:val="en-GB"/>
              </w:rPr>
              <w:t xml:space="preserve"> </w:t>
            </w: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150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150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Крохин А.М.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380 684,35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21074</w:t>
            </w:r>
            <w:r w:rsidRPr="00716E6A">
              <w:rPr>
                <w:sz w:val="22"/>
                <w:szCs w:val="22"/>
                <w:lang w:val="en-GB"/>
              </w:rPr>
              <w:t xml:space="preserve"> </w:t>
            </w: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411 216,14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B91E13">
        <w:tc>
          <w:tcPr>
            <w:tcW w:w="1080" w:type="dxa"/>
            <w:vMerge w:val="restart"/>
          </w:tcPr>
          <w:p w:rsidR="002032EB" w:rsidRPr="00B91E13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Малов А.С.</w:t>
            </w: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374 843,0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Жилой дом 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Автомобиль легковой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КМЗ 8284</w:t>
            </w:r>
            <w:r w:rsidRPr="00B91E13">
              <w:rPr>
                <w:sz w:val="22"/>
                <w:szCs w:val="22"/>
                <w:lang w:val="en-GB"/>
              </w:rPr>
              <w:t xml:space="preserve"> </w:t>
            </w:r>
            <w:r w:rsidRPr="00B91E13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Автомобиль легковой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ВАЗ 21051(индивидуальная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534 959,0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(индивидуальная)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Автомобиль легковой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Нисан Либерти</w:t>
            </w:r>
            <w:r w:rsidRPr="00B91E13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Жилой дом 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Жилой дом 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Жилой дом 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Жилой дом 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B91E13" w:rsidRDefault="002032EB" w:rsidP="005A6AF6">
            <w:pPr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 xml:space="preserve">Жилой дом </w:t>
            </w:r>
          </w:p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B91E1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Алимов А.И.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381 070,44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Тойота Королла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780,15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Шведько Н.Г.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360 693,90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Фольксваген Поло 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Кадников А.Н.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359 797,44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32,6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Пежо 307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296 776,14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91,2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32,6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32,6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Пятков А.Ж.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399 535,24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1598,5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31,2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52,2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271 589,76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52,2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Ниссан Альмера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52,2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Радчинский Н.М.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403 455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Форд Фокус (индивидуальная)</w:t>
            </w:r>
          </w:p>
        </w:tc>
      </w:tr>
      <w:tr w:rsidR="002032EB" w:rsidRPr="00716E6A">
        <w:trPr>
          <w:trHeight w:val="253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1098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Автоприцеп ЧМЗАП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337 000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Шинкаренко А.Н.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322 979,19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</w:t>
            </w:r>
            <w:r w:rsidRPr="00716E6A">
              <w:rPr>
                <w:sz w:val="22"/>
                <w:szCs w:val="22"/>
                <w:lang w:val="en-GB"/>
              </w:rPr>
              <w:t>27 3</w:t>
            </w:r>
            <w:r w:rsidRPr="00716E6A">
              <w:rPr>
                <w:sz w:val="22"/>
                <w:szCs w:val="22"/>
              </w:rPr>
              <w:t>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Хендай Гетц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1530"/>
        </w:trPr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Карпачев И.И.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351 449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42,5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93 586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42,5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Васянин О.В.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393 169,01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Хонда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159 250,03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Абрамов И.Н.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370 745,71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ГАЗ 3110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251 564,73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Чигинцев Д.Н.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364 737,12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(найм жилья)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Фомяков А.А.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398 788,93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419 243,52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Егоров Е.А.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335 639,50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2115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Летягин А.В.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404 660, 77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75,3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Форд Фокус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219 228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75,3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2104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Дача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213,9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75,3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75,3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Трунов В.В.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отряда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1 646 458,39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68,5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2110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2106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358 958,44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200 000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Ширшов В.В.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491 644,23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2115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34 767,58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Бурматов А.В.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390 569,28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510"/>
        </w:trPr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Кравченко В.А.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490 143,14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(договор об аренде)</w:t>
            </w:r>
          </w:p>
        </w:tc>
        <w:tc>
          <w:tcPr>
            <w:tcW w:w="144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38,9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Тойота ОРА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510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21011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5 500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(договор об аренде)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38,9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(договор об аренде)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38,9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(договор об аренде)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38,9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Гук Н.А.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442 916,34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47,1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409 954,84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45,7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4272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42725" w:rsidRDefault="002032EB" w:rsidP="005A6AF6">
            <w:pPr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Бочкарев В.П.</w:t>
            </w:r>
          </w:p>
        </w:tc>
        <w:tc>
          <w:tcPr>
            <w:tcW w:w="1800" w:type="dxa"/>
            <w:vMerge w:val="restart"/>
          </w:tcPr>
          <w:p w:rsidR="002032EB" w:rsidRPr="00E42725" w:rsidRDefault="002032EB" w:rsidP="005A6AF6">
            <w:pPr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414 809,69</w:t>
            </w:r>
          </w:p>
        </w:tc>
        <w:tc>
          <w:tcPr>
            <w:tcW w:w="3060" w:type="dxa"/>
            <w:gridSpan w:val="2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 xml:space="preserve">Жилой дом </w:t>
            </w:r>
          </w:p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272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70</w:t>
            </w:r>
          </w:p>
        </w:tc>
        <w:tc>
          <w:tcPr>
            <w:tcW w:w="180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Автомобиль легковой</w:t>
            </w:r>
          </w:p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Ауди-100</w:t>
            </w:r>
          </w:p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4272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4272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4272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 xml:space="preserve">Квартира </w:t>
            </w:r>
          </w:p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42725" w:rsidRDefault="002032EB" w:rsidP="005A6AF6">
            <w:pPr>
              <w:tabs>
                <w:tab w:val="left" w:pos="480"/>
                <w:tab w:val="center" w:pos="702"/>
              </w:tabs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4272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42725" w:rsidRDefault="002032EB" w:rsidP="005A6AF6">
            <w:pPr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385 940,56</w:t>
            </w:r>
          </w:p>
        </w:tc>
        <w:tc>
          <w:tcPr>
            <w:tcW w:w="3060" w:type="dxa"/>
            <w:gridSpan w:val="2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Жилой дом (индивидуальная)</w:t>
            </w:r>
          </w:p>
        </w:tc>
        <w:tc>
          <w:tcPr>
            <w:tcW w:w="144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70</w:t>
            </w:r>
          </w:p>
        </w:tc>
        <w:tc>
          <w:tcPr>
            <w:tcW w:w="180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4272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4272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 xml:space="preserve">Квартира </w:t>
            </w:r>
          </w:p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272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29,1</w:t>
            </w:r>
          </w:p>
        </w:tc>
        <w:tc>
          <w:tcPr>
            <w:tcW w:w="180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E4272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2725" w:rsidRDefault="002032EB" w:rsidP="005A6AF6">
            <w:pPr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 xml:space="preserve">Жилой дом </w:t>
            </w:r>
          </w:p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272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70</w:t>
            </w:r>
          </w:p>
        </w:tc>
        <w:tc>
          <w:tcPr>
            <w:tcW w:w="180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Жаров П.Ф.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377 903,51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1058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Нисан Премьера</w:t>
            </w:r>
          </w:p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76,3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Внуков Е.А.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389 247,46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47,6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Шевроле Нива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Дача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Форд Фокус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220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220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220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220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Арзамасов Алексей Михайлович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399 434,73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9000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21074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trHeight w:val="611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221 985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E4272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2725" w:rsidRDefault="002032EB" w:rsidP="005A6AF6">
            <w:pPr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Рычков А.О.</w:t>
            </w:r>
          </w:p>
        </w:tc>
        <w:tc>
          <w:tcPr>
            <w:tcW w:w="1800" w:type="dxa"/>
          </w:tcPr>
          <w:p w:rsidR="002032EB" w:rsidRPr="00E42725" w:rsidRDefault="002032EB" w:rsidP="005A6AF6">
            <w:pPr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Начальник пожарной части</w:t>
            </w:r>
          </w:p>
        </w:tc>
        <w:tc>
          <w:tcPr>
            <w:tcW w:w="162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322 228,42</w:t>
            </w:r>
          </w:p>
        </w:tc>
        <w:tc>
          <w:tcPr>
            <w:tcW w:w="3060" w:type="dxa"/>
            <w:gridSpan w:val="2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 xml:space="preserve">Квартира </w:t>
            </w:r>
          </w:p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272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44,1</w:t>
            </w:r>
          </w:p>
        </w:tc>
        <w:tc>
          <w:tcPr>
            <w:tcW w:w="180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Автомобиль легковой</w:t>
            </w:r>
          </w:p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ВАЗ 21103</w:t>
            </w:r>
          </w:p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4272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2725" w:rsidRDefault="002032EB" w:rsidP="005A6AF6">
            <w:pPr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322 465,02</w:t>
            </w:r>
          </w:p>
        </w:tc>
        <w:tc>
          <w:tcPr>
            <w:tcW w:w="3060" w:type="dxa"/>
            <w:gridSpan w:val="2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 xml:space="preserve">Квартира </w:t>
            </w:r>
          </w:p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272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44,1</w:t>
            </w:r>
          </w:p>
        </w:tc>
        <w:tc>
          <w:tcPr>
            <w:tcW w:w="180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E4272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42725" w:rsidRDefault="002032EB" w:rsidP="005A6AF6">
            <w:pPr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 xml:space="preserve">Квартира </w:t>
            </w:r>
          </w:p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4272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44,1</w:t>
            </w:r>
          </w:p>
        </w:tc>
        <w:tc>
          <w:tcPr>
            <w:tcW w:w="1800" w:type="dxa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42725" w:rsidRDefault="002032EB" w:rsidP="005A6AF6">
            <w:pPr>
              <w:jc w:val="center"/>
              <w:rPr>
                <w:sz w:val="22"/>
                <w:szCs w:val="22"/>
              </w:rPr>
            </w:pPr>
            <w:r w:rsidRPr="00E4272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Менщиков В.А.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358 046,71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  <w:lang w:val="en-US"/>
              </w:rPr>
              <w:t>D</w:t>
            </w:r>
            <w:r w:rsidRPr="00716E6A">
              <w:rPr>
                <w:sz w:val="22"/>
                <w:szCs w:val="22"/>
                <w:lang w:val="en-GB"/>
              </w:rPr>
              <w:t>ayhatsu</w:t>
            </w:r>
            <w:r w:rsidRPr="00716E6A"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  <w:lang w:val="en-GB"/>
              </w:rPr>
              <w:t>Pisar</w:t>
            </w:r>
            <w:r w:rsidRPr="00716E6A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132 000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Жилой дом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Шкарупута М.А.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413 089,29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57,2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21123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57,2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Коровин Е.В.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363 982,21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 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Рено Логан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197 766,77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 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 А.А.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147 798,38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16E6A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B91E13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B91E13">
              <w:rPr>
                <w:sz w:val="22"/>
                <w:szCs w:val="22"/>
              </w:rPr>
              <w:t>ВАЗ 2101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14 199,26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16E6A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16E6A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Мальцев В.А.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327 833,58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Фольксваген Пассат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67 381,18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Кутейников В.В.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396 226,25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1088,5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21213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212,7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33,1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204 357,86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33,1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33,1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Бельков Ю.А.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340 704,18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45,5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11183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68 940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45,5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Семенов А.В.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229 383,46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Колесников А.А.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347 559,64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11119</w:t>
            </w:r>
          </w:p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Бобырь А.В.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1 502 564,94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21093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145 404,48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Тресков С.В.</w:t>
            </w:r>
          </w:p>
        </w:tc>
        <w:tc>
          <w:tcPr>
            <w:tcW w:w="1800" w:type="dxa"/>
            <w:vMerge w:val="restart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Начальник отряда</w:t>
            </w:r>
          </w:p>
        </w:tc>
        <w:tc>
          <w:tcPr>
            <w:tcW w:w="1620" w:type="dxa"/>
            <w:vMerge w:val="restart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413 731,38</w:t>
            </w: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Земельный участок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31D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748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31DF7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Автомобиль легковой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Дэу Нексия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 xml:space="preserve">Жилой дом 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31D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61,6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Квартира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31D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57,3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Земельный участок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50 736,85</w:t>
            </w: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Земельный участок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31D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748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 xml:space="preserve">Жилой дом 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31D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61,6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Квартира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30,5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Квартира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31D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57,3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Квартира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31D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57,3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B63C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B63C1" w:rsidRDefault="002032EB" w:rsidP="005A6AF6">
            <w:pPr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Сироткин С.В.</w:t>
            </w:r>
          </w:p>
        </w:tc>
        <w:tc>
          <w:tcPr>
            <w:tcW w:w="1800" w:type="dxa"/>
          </w:tcPr>
          <w:p w:rsidR="002032EB" w:rsidRPr="007B63C1" w:rsidRDefault="002032EB" w:rsidP="005A6AF6">
            <w:pPr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411 454,56</w:t>
            </w:r>
          </w:p>
        </w:tc>
        <w:tc>
          <w:tcPr>
            <w:tcW w:w="3060" w:type="dxa"/>
            <w:gridSpan w:val="2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Квартира</w:t>
            </w:r>
          </w:p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B63C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B63C1" w:rsidRDefault="002032EB" w:rsidP="005A6AF6">
            <w:pPr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B63C1" w:rsidRDefault="002032EB" w:rsidP="005A6AF6">
            <w:pPr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120 357,48</w:t>
            </w:r>
          </w:p>
        </w:tc>
        <w:tc>
          <w:tcPr>
            <w:tcW w:w="3060" w:type="dxa"/>
            <w:gridSpan w:val="2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Квартира</w:t>
            </w:r>
          </w:p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Ракаев М.Р.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397 069,17</w:t>
            </w: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 xml:space="preserve">Жилой дом 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98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 xml:space="preserve">Жилой дом 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98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Автомобиль легковой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ВАЗ 21140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 xml:space="preserve">Жилой дом 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98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Хромых В.В.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401 404,02</w:t>
            </w: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Квартира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A31D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69 698,54</w:t>
            </w: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 xml:space="preserve">Квартира 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A31D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A31D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31DF7" w:rsidRDefault="002032EB" w:rsidP="005A6AF6">
            <w:pPr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 xml:space="preserve">Квартира </w:t>
            </w:r>
          </w:p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A31D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31DF7" w:rsidRDefault="002032EB" w:rsidP="005A6AF6">
            <w:pPr>
              <w:jc w:val="center"/>
              <w:rPr>
                <w:sz w:val="22"/>
                <w:szCs w:val="22"/>
              </w:rPr>
            </w:pPr>
            <w:r w:rsidRPr="00A31DF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B63C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B63C1" w:rsidRDefault="002032EB" w:rsidP="005A6AF6">
            <w:pPr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Кобзов В.Л.</w:t>
            </w:r>
          </w:p>
        </w:tc>
        <w:tc>
          <w:tcPr>
            <w:tcW w:w="1800" w:type="dxa"/>
          </w:tcPr>
          <w:p w:rsidR="002032EB" w:rsidRPr="007B63C1" w:rsidRDefault="002032EB" w:rsidP="005A6AF6">
            <w:pPr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329 653,62</w:t>
            </w:r>
          </w:p>
        </w:tc>
        <w:tc>
          <w:tcPr>
            <w:tcW w:w="3060" w:type="dxa"/>
            <w:gridSpan w:val="2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Квартира</w:t>
            </w:r>
          </w:p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B63C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59,7</w:t>
            </w:r>
          </w:p>
        </w:tc>
        <w:tc>
          <w:tcPr>
            <w:tcW w:w="1800" w:type="dxa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B63C1" w:rsidRDefault="002032EB" w:rsidP="005A6AF6">
            <w:pPr>
              <w:tabs>
                <w:tab w:val="center" w:pos="1214"/>
              </w:tabs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Автомобиль легковой</w:t>
            </w:r>
          </w:p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ВАЗ 21144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B63C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B63C1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B63C1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Квартира</w:t>
            </w:r>
          </w:p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59,7</w:t>
            </w:r>
          </w:p>
        </w:tc>
        <w:tc>
          <w:tcPr>
            <w:tcW w:w="1800" w:type="dxa"/>
          </w:tcPr>
          <w:p w:rsidR="002032EB" w:rsidRPr="007B63C1" w:rsidRDefault="002032EB" w:rsidP="005A6AF6">
            <w:pPr>
              <w:jc w:val="center"/>
              <w:rPr>
                <w:sz w:val="22"/>
                <w:szCs w:val="22"/>
              </w:rPr>
            </w:pPr>
            <w:r w:rsidRPr="007B63C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B63C1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 w:val="restart"/>
          </w:tcPr>
          <w:p w:rsidR="002032EB" w:rsidRPr="00677AC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77ACC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Павлов Д.А.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362 098,33</w:t>
            </w:r>
          </w:p>
        </w:tc>
        <w:tc>
          <w:tcPr>
            <w:tcW w:w="3060" w:type="dxa"/>
            <w:gridSpan w:val="2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Квартира</w:t>
            </w:r>
          </w:p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77ACC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/>
          </w:tcPr>
          <w:p w:rsidR="002032EB" w:rsidRPr="00677AC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77ACC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333 101,55</w:t>
            </w:r>
          </w:p>
        </w:tc>
        <w:tc>
          <w:tcPr>
            <w:tcW w:w="3060" w:type="dxa"/>
            <w:gridSpan w:val="2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Квартира</w:t>
            </w:r>
          </w:p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77ACC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Автомобиль легковой</w:t>
            </w:r>
          </w:p>
          <w:p w:rsidR="002032EB" w:rsidRPr="00677ACC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ВАЗ 21103 (индивидуальная)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/>
          </w:tcPr>
          <w:p w:rsidR="002032EB" w:rsidRPr="00677AC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77ACC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Квартира</w:t>
            </w:r>
          </w:p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77ACC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/>
          </w:tcPr>
          <w:p w:rsidR="002032EB" w:rsidRPr="00677AC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77ACC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Квартира</w:t>
            </w:r>
          </w:p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77ACC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/>
          </w:tcPr>
          <w:p w:rsidR="002032EB" w:rsidRPr="00677AC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77ACC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Квартира</w:t>
            </w:r>
          </w:p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77ACC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 w:val="restart"/>
          </w:tcPr>
          <w:p w:rsidR="002032EB" w:rsidRPr="00677AC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77ACC" w:rsidRDefault="002032EB" w:rsidP="005A6AF6">
            <w:pPr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Андреев С.В.</w:t>
            </w:r>
          </w:p>
        </w:tc>
        <w:tc>
          <w:tcPr>
            <w:tcW w:w="1800" w:type="dxa"/>
            <w:vMerge w:val="restart"/>
          </w:tcPr>
          <w:p w:rsidR="002032EB" w:rsidRPr="00677ACC" w:rsidRDefault="002032EB" w:rsidP="005A6AF6">
            <w:pPr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355 456,77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Квартира</w:t>
            </w:r>
          </w:p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vMerge w:val="restart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49,7</w:t>
            </w:r>
          </w:p>
        </w:tc>
        <w:tc>
          <w:tcPr>
            <w:tcW w:w="1800" w:type="dxa"/>
            <w:vMerge w:val="restart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77ACC" w:rsidRDefault="002032EB" w:rsidP="005A6AF6">
            <w:pPr>
              <w:tabs>
                <w:tab w:val="center" w:pos="1214"/>
              </w:tabs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Автомобиль легковой</w:t>
            </w:r>
          </w:p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Мазда Фамилия (индивидуальная)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/>
          </w:tcPr>
          <w:p w:rsidR="002032EB" w:rsidRPr="00677AC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77AC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77AC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677ACC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Автомобиль легковой</w:t>
            </w:r>
          </w:p>
          <w:p w:rsidR="002032EB" w:rsidRPr="00677ACC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Хундай Солярис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77AC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77ACC" w:rsidRDefault="002032EB" w:rsidP="005A6AF6">
            <w:pPr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161 195,48</w:t>
            </w:r>
          </w:p>
        </w:tc>
        <w:tc>
          <w:tcPr>
            <w:tcW w:w="3060" w:type="dxa"/>
            <w:gridSpan w:val="2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Квартира</w:t>
            </w:r>
          </w:p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77AC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49,7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677AC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77ACC" w:rsidRDefault="002032EB" w:rsidP="005A6AF6">
            <w:pPr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Квартира</w:t>
            </w:r>
          </w:p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677AC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49,7</w:t>
            </w:r>
          </w:p>
        </w:tc>
        <w:tc>
          <w:tcPr>
            <w:tcW w:w="1800" w:type="dxa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77ACC" w:rsidRDefault="002032EB" w:rsidP="005A6AF6">
            <w:pPr>
              <w:jc w:val="center"/>
              <w:rPr>
                <w:sz w:val="22"/>
                <w:szCs w:val="22"/>
              </w:rPr>
            </w:pPr>
            <w:r w:rsidRPr="00677ACC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1030"/>
        </w:trPr>
        <w:tc>
          <w:tcPr>
            <w:tcW w:w="1080" w:type="dxa"/>
            <w:vMerge w:val="restart"/>
          </w:tcPr>
          <w:p w:rsidR="002032EB" w:rsidRPr="000140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140F7" w:rsidRDefault="002032EB" w:rsidP="005A6AF6">
            <w:pPr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Абдулин С.Г.</w:t>
            </w:r>
          </w:p>
        </w:tc>
        <w:tc>
          <w:tcPr>
            <w:tcW w:w="1800" w:type="dxa"/>
            <w:vMerge w:val="restart"/>
          </w:tcPr>
          <w:p w:rsidR="002032EB" w:rsidRPr="000140F7" w:rsidRDefault="002032EB" w:rsidP="005A6AF6">
            <w:pPr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333 152,37</w:t>
            </w:r>
          </w:p>
        </w:tc>
        <w:tc>
          <w:tcPr>
            <w:tcW w:w="3060" w:type="dxa"/>
            <w:gridSpan w:val="2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 xml:space="preserve">Жилой дом 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140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67,5</w:t>
            </w:r>
          </w:p>
        </w:tc>
        <w:tc>
          <w:tcPr>
            <w:tcW w:w="1800" w:type="dxa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Россия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 w:val="restart"/>
          </w:tcPr>
          <w:p w:rsidR="002032EB" w:rsidRPr="000140F7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Автомобиль легковой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ВАЗ 21124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1030"/>
        </w:trPr>
        <w:tc>
          <w:tcPr>
            <w:tcW w:w="1080" w:type="dxa"/>
            <w:vMerge/>
          </w:tcPr>
          <w:p w:rsidR="002032EB" w:rsidRPr="000140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140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140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140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1792</w:t>
            </w:r>
          </w:p>
        </w:tc>
        <w:tc>
          <w:tcPr>
            <w:tcW w:w="1800" w:type="dxa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140F7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140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140F7" w:rsidRDefault="002032EB" w:rsidP="005A6AF6">
            <w:pPr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124 000</w:t>
            </w:r>
          </w:p>
        </w:tc>
        <w:tc>
          <w:tcPr>
            <w:tcW w:w="3060" w:type="dxa"/>
            <w:gridSpan w:val="2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 xml:space="preserve">Жилой дом 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140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67,5</w:t>
            </w:r>
          </w:p>
        </w:tc>
        <w:tc>
          <w:tcPr>
            <w:tcW w:w="1800" w:type="dxa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Россия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 w:val="restart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0140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140F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140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1792</w:t>
            </w:r>
          </w:p>
        </w:tc>
        <w:tc>
          <w:tcPr>
            <w:tcW w:w="1800" w:type="dxa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0140F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140F7" w:rsidRDefault="002032EB" w:rsidP="005A6AF6">
            <w:pPr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 xml:space="preserve">Жилой дом 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140F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67,5</w:t>
            </w:r>
          </w:p>
        </w:tc>
        <w:tc>
          <w:tcPr>
            <w:tcW w:w="1800" w:type="dxa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Россия</w:t>
            </w:r>
          </w:p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 w:val="restart"/>
          </w:tcPr>
          <w:p w:rsidR="002032EB" w:rsidRPr="000140F7" w:rsidRDefault="002032EB" w:rsidP="005A6AF6">
            <w:pPr>
              <w:jc w:val="center"/>
              <w:rPr>
                <w:sz w:val="22"/>
                <w:szCs w:val="22"/>
              </w:rPr>
            </w:pPr>
            <w:r w:rsidRPr="000140F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Попко В.А.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отряда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621 672,04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1630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2101 (совместная)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41,1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54,4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51,1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1021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1479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32,5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Нежилое здание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151,70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501 389,67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98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2101 (совместная)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51,1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Нежилое здание 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151,70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32,5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54,4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54,4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Остальцев В.Л.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537 617,53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46,6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133 760,98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51,1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Тойота Камри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46,6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tabs>
                <w:tab w:val="center" w:pos="1214"/>
              </w:tabs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Кривозубов С.В.</w:t>
            </w:r>
          </w:p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500 815,94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61,6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2121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1067,4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Автоприцеп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49,1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37,5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277 062,17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61,6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Мазда Демио 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Трошин И.Л.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539 312,03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21213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443 679,19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56,1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33,3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Смирнова А.М.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533 680,30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320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Фольксваген Тигуан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77,7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30,6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30,6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540 000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1486,0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Форд Фокус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trHeight w:val="253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77,7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21213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77,7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Мошкин С.Л.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437 230, 26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15000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Тойота Селика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73 769,8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Александров С.Н.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397 540,18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59,9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Форд Фокус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 21214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193 546,02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Квартира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59,9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59,9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59,9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Дрыганов А.И.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436 186,05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46,5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58,5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276 004,34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30,8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58,5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46,5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58,5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Бочкарев В.Б.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369 827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УАЗ 31512-10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Форд Фокус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68 923,78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Шлемов Д.А.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334 061,23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Хонда Цивик  (индивидуальная)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Чалов Д.В.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419 707,26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2500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Форд Фокус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35,3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115 200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1083"/>
        </w:trPr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Фазлиахметов В.В.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351 202,19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2500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Дэу Нексия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(договор аренды)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2500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Салий В.В.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404 058,82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19,8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21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160 435,08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19,8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ВАЗ-11183 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19,8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Зайцев Д.И.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336 800,08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ВАЗ-21071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215 210,03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716E6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Гафаров Р.Т.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350 184,34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 (договор найма)</w:t>
            </w:r>
          </w:p>
        </w:tc>
        <w:tc>
          <w:tcPr>
            <w:tcW w:w="144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Мазда Фамилия (индивидуальная)</w:t>
            </w:r>
          </w:p>
        </w:tc>
      </w:tr>
      <w:tr w:rsidR="002032EB" w:rsidRPr="00716E6A">
        <w:trPr>
          <w:trHeight w:val="380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Автоприцеп легковой АВТ</w:t>
            </w:r>
          </w:p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124 010,01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Жилой дом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(договор найма)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56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Ильин А.А.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Заместитель начальника Главного управления (по государственной противопожарной службе)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688 261,85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Гараж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Квартира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Екимов П.П.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центра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584 395,81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(договор найма)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C5B12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1C5B12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 w:rsidRPr="001C5B12">
              <w:rPr>
                <w:sz w:val="22"/>
                <w:szCs w:val="22"/>
              </w:rPr>
              <w:t>Мазда-Демио 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140 235,90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(договор найма)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(договор найма)</w:t>
            </w:r>
          </w:p>
        </w:tc>
        <w:tc>
          <w:tcPr>
            <w:tcW w:w="144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27151">
        <w:tc>
          <w:tcPr>
            <w:tcW w:w="1080" w:type="dxa"/>
            <w:vMerge w:val="restart"/>
          </w:tcPr>
          <w:p w:rsidR="002032EB" w:rsidRPr="0072715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Поликарпов К.Ю.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заместитель начальника центра </w:t>
            </w:r>
          </w:p>
        </w:tc>
        <w:tc>
          <w:tcPr>
            <w:tcW w:w="162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27151">
              <w:rPr>
                <w:sz w:val="22"/>
                <w:szCs w:val="22"/>
              </w:rPr>
              <w:t>39 578,68</w:t>
            </w:r>
          </w:p>
        </w:tc>
        <w:tc>
          <w:tcPr>
            <w:tcW w:w="306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Служебная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квартира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27151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Автомобиль легковой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Рено Логан (индивидуальная)</w:t>
            </w:r>
          </w:p>
        </w:tc>
      </w:tr>
      <w:tr w:rsidR="002032EB" w:rsidRPr="00727151">
        <w:tc>
          <w:tcPr>
            <w:tcW w:w="1080" w:type="dxa"/>
            <w:vMerge/>
          </w:tcPr>
          <w:p w:rsidR="002032EB" w:rsidRPr="0072715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204 127,10</w:t>
            </w:r>
          </w:p>
        </w:tc>
        <w:tc>
          <w:tcPr>
            <w:tcW w:w="306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Квартира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-</w:t>
            </w:r>
          </w:p>
        </w:tc>
      </w:tr>
      <w:tr w:rsidR="002032EB" w:rsidRPr="00727151">
        <w:tc>
          <w:tcPr>
            <w:tcW w:w="1080" w:type="dxa"/>
            <w:vMerge/>
          </w:tcPr>
          <w:p w:rsidR="002032EB" w:rsidRPr="0072715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Квартира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-</w:t>
            </w:r>
          </w:p>
        </w:tc>
      </w:tr>
      <w:tr w:rsidR="002032EB" w:rsidRPr="00727151">
        <w:tc>
          <w:tcPr>
            <w:tcW w:w="1080" w:type="dxa"/>
            <w:vMerge w:val="restart"/>
          </w:tcPr>
          <w:p w:rsidR="002032EB" w:rsidRPr="0072715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Тюпин Д.В.</w:t>
            </w:r>
          </w:p>
        </w:tc>
        <w:tc>
          <w:tcPr>
            <w:tcW w:w="1800" w:type="dxa"/>
            <w:vMerge w:val="restart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центра</w:t>
            </w:r>
          </w:p>
        </w:tc>
        <w:tc>
          <w:tcPr>
            <w:tcW w:w="1620" w:type="dxa"/>
            <w:vMerge w:val="restart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493 319,9</w:t>
            </w:r>
          </w:p>
        </w:tc>
        <w:tc>
          <w:tcPr>
            <w:tcW w:w="306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омната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27151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Автомобиль легковой</w:t>
            </w:r>
          </w:p>
          <w:p w:rsidR="002032EB" w:rsidRPr="00727151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Мицубиси Колт</w:t>
            </w:r>
            <w:r w:rsidRPr="00727151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27151">
        <w:tc>
          <w:tcPr>
            <w:tcW w:w="1080" w:type="dxa"/>
            <w:vMerge/>
          </w:tcPr>
          <w:p w:rsidR="002032EB" w:rsidRPr="0072715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255984" w:rsidRDefault="002032EB" w:rsidP="005A6AF6">
            <w:pPr>
              <w:jc w:val="center"/>
              <w:rPr>
                <w:sz w:val="22"/>
                <w:szCs w:val="22"/>
              </w:rPr>
            </w:pPr>
            <w:r w:rsidRPr="00255984">
              <w:rPr>
                <w:sz w:val="22"/>
                <w:szCs w:val="22"/>
              </w:rPr>
              <w:t>Земельный участок</w:t>
            </w:r>
          </w:p>
          <w:p w:rsidR="002032EB" w:rsidRPr="00255984" w:rsidRDefault="002032EB" w:rsidP="005A6AF6">
            <w:pPr>
              <w:jc w:val="center"/>
              <w:rPr>
                <w:sz w:val="22"/>
                <w:szCs w:val="22"/>
              </w:rPr>
            </w:pPr>
            <w:r w:rsidRPr="0025598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255984" w:rsidRDefault="002032EB" w:rsidP="005A6AF6">
            <w:pPr>
              <w:jc w:val="center"/>
              <w:rPr>
                <w:sz w:val="22"/>
                <w:szCs w:val="22"/>
              </w:rPr>
            </w:pPr>
            <w:r w:rsidRPr="00255984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255984" w:rsidRDefault="002032EB" w:rsidP="005A6AF6">
            <w:pPr>
              <w:jc w:val="center"/>
              <w:rPr>
                <w:sz w:val="22"/>
                <w:szCs w:val="22"/>
              </w:rPr>
            </w:pPr>
            <w:r w:rsidRPr="0025598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27151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</w:p>
        </w:tc>
      </w:tr>
      <w:tr w:rsidR="002032EB" w:rsidRPr="00727151">
        <w:tc>
          <w:tcPr>
            <w:tcW w:w="1080" w:type="dxa"/>
            <w:vMerge/>
          </w:tcPr>
          <w:p w:rsidR="002032EB" w:rsidRPr="0072715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омната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44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27151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27151">
        <w:tc>
          <w:tcPr>
            <w:tcW w:w="1080" w:type="dxa"/>
            <w:vMerge w:val="restart"/>
          </w:tcPr>
          <w:p w:rsidR="002032EB" w:rsidRPr="0072715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Шестопалов В.А.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заместитель начальника центра-начальник  отдела</w:t>
            </w:r>
          </w:p>
        </w:tc>
        <w:tc>
          <w:tcPr>
            <w:tcW w:w="162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709 589,41</w:t>
            </w:r>
          </w:p>
        </w:tc>
        <w:tc>
          <w:tcPr>
            <w:tcW w:w="306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Квартира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44,3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27151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Автомобиль легковой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КИО РИО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385 103,76</w:t>
            </w: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Квартира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44,3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Квартира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44,3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</w:tr>
      <w:tr w:rsidR="002032EB" w:rsidRPr="007D3270">
        <w:tc>
          <w:tcPr>
            <w:tcW w:w="1080" w:type="dxa"/>
            <w:vMerge w:val="restart"/>
          </w:tcPr>
          <w:p w:rsidR="002032EB" w:rsidRPr="007D327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3270" w:rsidRDefault="002032EB" w:rsidP="005A6AF6">
            <w:pPr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Блинов Д.Л.</w:t>
            </w:r>
          </w:p>
        </w:tc>
        <w:tc>
          <w:tcPr>
            <w:tcW w:w="1800" w:type="dxa"/>
          </w:tcPr>
          <w:p w:rsidR="002032EB" w:rsidRPr="007D3270" w:rsidRDefault="002032EB" w:rsidP="005A6AF6">
            <w:pPr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заместитель начальника центра (по оперативному обеспечению)</w:t>
            </w:r>
          </w:p>
        </w:tc>
        <w:tc>
          <w:tcPr>
            <w:tcW w:w="1620" w:type="dxa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573 962,75</w:t>
            </w:r>
          </w:p>
        </w:tc>
        <w:tc>
          <w:tcPr>
            <w:tcW w:w="3060" w:type="dxa"/>
            <w:gridSpan w:val="2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Квартира</w:t>
            </w:r>
          </w:p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 xml:space="preserve">(общая </w:t>
            </w:r>
            <w:r>
              <w:rPr>
                <w:sz w:val="22"/>
                <w:szCs w:val="22"/>
              </w:rPr>
              <w:t>долевая</w:t>
            </w:r>
            <w:r w:rsidRPr="007D327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46,3</w:t>
            </w:r>
          </w:p>
        </w:tc>
        <w:tc>
          <w:tcPr>
            <w:tcW w:w="1800" w:type="dxa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Автомобиль легковой</w:t>
            </w:r>
          </w:p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Хонда цивик</w:t>
            </w:r>
          </w:p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D3270">
        <w:tc>
          <w:tcPr>
            <w:tcW w:w="1080" w:type="dxa"/>
            <w:vMerge/>
          </w:tcPr>
          <w:p w:rsidR="002032EB" w:rsidRPr="007D327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3270" w:rsidRDefault="002032EB" w:rsidP="005A6AF6">
            <w:pPr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55 200,00</w:t>
            </w:r>
          </w:p>
        </w:tc>
        <w:tc>
          <w:tcPr>
            <w:tcW w:w="3060" w:type="dxa"/>
            <w:gridSpan w:val="2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Квартира</w:t>
            </w:r>
          </w:p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46,3</w:t>
            </w:r>
          </w:p>
        </w:tc>
        <w:tc>
          <w:tcPr>
            <w:tcW w:w="1800" w:type="dxa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-</w:t>
            </w:r>
          </w:p>
        </w:tc>
      </w:tr>
      <w:tr w:rsidR="002032EB" w:rsidRPr="007D3270">
        <w:tc>
          <w:tcPr>
            <w:tcW w:w="1080" w:type="dxa"/>
            <w:vMerge/>
          </w:tcPr>
          <w:p w:rsidR="002032EB" w:rsidRPr="007D327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D3270" w:rsidRDefault="002032EB" w:rsidP="005A6AF6">
            <w:pPr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Квартира</w:t>
            </w:r>
          </w:p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46,3</w:t>
            </w:r>
          </w:p>
        </w:tc>
        <w:tc>
          <w:tcPr>
            <w:tcW w:w="1800" w:type="dxa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D3270" w:rsidRDefault="002032EB" w:rsidP="005A6AF6">
            <w:pPr>
              <w:jc w:val="center"/>
              <w:rPr>
                <w:sz w:val="22"/>
                <w:szCs w:val="22"/>
              </w:rPr>
            </w:pPr>
            <w:r w:rsidRPr="007D3270">
              <w:rPr>
                <w:sz w:val="22"/>
                <w:szCs w:val="22"/>
              </w:rPr>
              <w:t>-</w:t>
            </w:r>
          </w:p>
        </w:tc>
      </w:tr>
      <w:tr w:rsidR="002032EB" w:rsidRPr="00727151">
        <w:tc>
          <w:tcPr>
            <w:tcW w:w="1080" w:type="dxa"/>
            <w:vMerge w:val="restart"/>
          </w:tcPr>
          <w:p w:rsidR="002032EB" w:rsidRPr="0072715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Лапшин Д.В.</w:t>
            </w:r>
          </w:p>
        </w:tc>
        <w:tc>
          <w:tcPr>
            <w:tcW w:w="1800" w:type="dxa"/>
            <w:vMerge w:val="restart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заместитель начальника центра</w:t>
            </w:r>
          </w:p>
        </w:tc>
        <w:tc>
          <w:tcPr>
            <w:tcW w:w="1620" w:type="dxa"/>
            <w:vMerge w:val="restart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583 060,61</w:t>
            </w:r>
          </w:p>
        </w:tc>
        <w:tc>
          <w:tcPr>
            <w:tcW w:w="306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Квартира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</w:t>
            </w:r>
            <w:r w:rsidRPr="00727151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65,4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-</w:t>
            </w:r>
          </w:p>
        </w:tc>
      </w:tr>
      <w:tr w:rsidR="002032EB" w:rsidRPr="00727151">
        <w:tc>
          <w:tcPr>
            <w:tcW w:w="1080" w:type="dxa"/>
            <w:vMerge/>
          </w:tcPr>
          <w:p w:rsidR="002032EB" w:rsidRPr="0072715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Квартира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Россия 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27151">
        <w:tc>
          <w:tcPr>
            <w:tcW w:w="1080" w:type="dxa"/>
            <w:vMerge/>
          </w:tcPr>
          <w:p w:rsidR="002032EB" w:rsidRPr="0072715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401 545,13</w:t>
            </w:r>
          </w:p>
        </w:tc>
        <w:tc>
          <w:tcPr>
            <w:tcW w:w="306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Квартира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</w:t>
            </w:r>
            <w:r w:rsidRPr="00727151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68,2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Автомобиль легковой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Шевроле Нива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27151">
        <w:tc>
          <w:tcPr>
            <w:tcW w:w="1080" w:type="dxa"/>
            <w:vMerge/>
          </w:tcPr>
          <w:p w:rsidR="002032EB" w:rsidRPr="0072715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Квартира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727151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27151">
        <w:tc>
          <w:tcPr>
            <w:tcW w:w="1080" w:type="dxa"/>
            <w:vMerge/>
          </w:tcPr>
          <w:p w:rsidR="002032EB" w:rsidRPr="00727151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27151" w:rsidRDefault="002032EB" w:rsidP="005A6AF6">
            <w:pPr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Квартира</w:t>
            </w:r>
          </w:p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65.0</w:t>
            </w:r>
          </w:p>
        </w:tc>
        <w:tc>
          <w:tcPr>
            <w:tcW w:w="1800" w:type="dxa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727151" w:rsidRDefault="002032EB" w:rsidP="005A6AF6">
            <w:pPr>
              <w:jc w:val="center"/>
              <w:rPr>
                <w:sz w:val="22"/>
                <w:szCs w:val="22"/>
              </w:rPr>
            </w:pPr>
            <w:r w:rsidRPr="00727151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7150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Баймаков  А.С.</w:t>
            </w:r>
          </w:p>
        </w:tc>
        <w:tc>
          <w:tcPr>
            <w:tcW w:w="1800" w:type="dxa"/>
            <w:vMerge w:val="restart"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заместитель начальника центра-главный бухгалтер</w:t>
            </w:r>
          </w:p>
        </w:tc>
        <w:tc>
          <w:tcPr>
            <w:tcW w:w="1620" w:type="dxa"/>
            <w:vMerge w:val="restart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685 474,71</w:t>
            </w: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Квартира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69,6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Автомобиль легковой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Хундай Матрике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7150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земельный участок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617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7150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Дача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7150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32 152,26</w:t>
            </w: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земельный участок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714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7150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Квартира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(безвозмездное пользование)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69,6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7150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гараж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17,9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17150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Квартира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17150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69,6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7150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Квартира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69,6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17150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Железняк В.А.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заместитель начальника центра</w:t>
            </w:r>
          </w:p>
        </w:tc>
        <w:tc>
          <w:tcPr>
            <w:tcW w:w="162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841 397,42</w:t>
            </w: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Квартира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73,0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Автомобиль легковой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Мицубиси Лансер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7150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Квартира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73,0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7150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Квартира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73,0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17150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71506" w:rsidRDefault="002032EB" w:rsidP="005A6AF6">
            <w:pPr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Квартира</w:t>
            </w:r>
          </w:p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44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73,0</w:t>
            </w:r>
          </w:p>
        </w:tc>
        <w:tc>
          <w:tcPr>
            <w:tcW w:w="1800" w:type="dxa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171506" w:rsidRDefault="002032EB" w:rsidP="005A6AF6">
            <w:pPr>
              <w:jc w:val="center"/>
              <w:rPr>
                <w:sz w:val="22"/>
                <w:szCs w:val="22"/>
              </w:rPr>
            </w:pPr>
            <w:r w:rsidRPr="00171506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 w:val="restart"/>
          </w:tcPr>
          <w:p w:rsidR="002032EB" w:rsidRPr="00BD716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D7167" w:rsidRDefault="002032EB" w:rsidP="005A6AF6">
            <w:pPr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Климко А.И.</w:t>
            </w:r>
          </w:p>
        </w:tc>
        <w:tc>
          <w:tcPr>
            <w:tcW w:w="1800" w:type="dxa"/>
            <w:vMerge w:val="restart"/>
          </w:tcPr>
          <w:p w:rsidR="002032EB" w:rsidRPr="00BD7167" w:rsidRDefault="002032EB" w:rsidP="005A6AF6">
            <w:pPr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заместитель начальника центра</w:t>
            </w:r>
          </w:p>
        </w:tc>
        <w:tc>
          <w:tcPr>
            <w:tcW w:w="1620" w:type="dxa"/>
            <w:vMerge w:val="restart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600 407,71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Квартира</w:t>
            </w:r>
          </w:p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vMerge w:val="restart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50,7</w:t>
            </w:r>
          </w:p>
        </w:tc>
        <w:tc>
          <w:tcPr>
            <w:tcW w:w="1800" w:type="dxa"/>
            <w:vMerge w:val="restart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Автомобиль легковой</w:t>
            </w:r>
          </w:p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ГАЗ-31105</w:t>
            </w:r>
          </w:p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D716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D71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D716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 xml:space="preserve">Автоприцеп </w:t>
            </w:r>
          </w:p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КМЗ 82840В</w:t>
            </w:r>
          </w:p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BD716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BD7167" w:rsidRDefault="002032EB" w:rsidP="005A6AF6">
            <w:pPr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365 645,06</w:t>
            </w:r>
          </w:p>
        </w:tc>
        <w:tc>
          <w:tcPr>
            <w:tcW w:w="3060" w:type="dxa"/>
            <w:gridSpan w:val="2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земельный участок</w:t>
            </w:r>
          </w:p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400</w:t>
            </w:r>
          </w:p>
        </w:tc>
        <w:tc>
          <w:tcPr>
            <w:tcW w:w="1800" w:type="dxa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Квартира</w:t>
            </w:r>
          </w:p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50,7</w:t>
            </w:r>
          </w:p>
        </w:tc>
        <w:tc>
          <w:tcPr>
            <w:tcW w:w="1800" w:type="dxa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Дача</w:t>
            </w:r>
          </w:p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гараж</w:t>
            </w:r>
          </w:p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</w:tcPr>
          <w:p w:rsidR="002032EB" w:rsidRPr="00BD7167" w:rsidRDefault="002032EB" w:rsidP="005A6AF6">
            <w:pPr>
              <w:jc w:val="center"/>
              <w:rPr>
                <w:sz w:val="22"/>
                <w:szCs w:val="22"/>
              </w:rPr>
            </w:pPr>
            <w:r w:rsidRPr="00BD716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Ибрагимов П.Р.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 xml:space="preserve">636 428,72 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Комната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24,0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73 537,45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56,0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Комната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24,0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Король С.Р.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418 215,29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56,0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Киа Карэнс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AA7E5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60,0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384 272,62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55,45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color w:val="FF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55,45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color w:val="FF0000"/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60,0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color w:val="FF0000"/>
                <w:sz w:val="22"/>
                <w:szCs w:val="22"/>
              </w:rPr>
              <w:t>-</w:t>
            </w:r>
          </w:p>
        </w:tc>
      </w:tr>
      <w:tr w:rsidR="002032EB" w:rsidRPr="00EE0AA6">
        <w:tc>
          <w:tcPr>
            <w:tcW w:w="1080" w:type="dxa"/>
            <w:vMerge w:val="restart"/>
          </w:tcPr>
          <w:p w:rsidR="002032EB" w:rsidRPr="00EE0AA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E0AA6" w:rsidRDefault="002032EB" w:rsidP="005A6AF6">
            <w:pPr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Лебедев  Д.А.</w:t>
            </w:r>
          </w:p>
        </w:tc>
        <w:tc>
          <w:tcPr>
            <w:tcW w:w="1800" w:type="dxa"/>
            <w:vMerge w:val="restart"/>
          </w:tcPr>
          <w:p w:rsidR="002032EB" w:rsidRPr="00EE0AA6" w:rsidRDefault="002032EB" w:rsidP="005A6AF6">
            <w:pPr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начальник</w:t>
            </w:r>
          </w:p>
          <w:p w:rsidR="002032EB" w:rsidRPr="00EE0AA6" w:rsidRDefault="002032EB" w:rsidP="005A6AF6">
            <w:pPr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отряда</w:t>
            </w:r>
          </w:p>
        </w:tc>
        <w:tc>
          <w:tcPr>
            <w:tcW w:w="1620" w:type="dxa"/>
            <w:vMerge w:val="restart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923 398.07</w:t>
            </w:r>
          </w:p>
        </w:tc>
        <w:tc>
          <w:tcPr>
            <w:tcW w:w="3060" w:type="dxa"/>
            <w:gridSpan w:val="2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Квартира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(общая</w:t>
            </w:r>
            <w:r>
              <w:rPr>
                <w:sz w:val="22"/>
                <w:szCs w:val="22"/>
              </w:rPr>
              <w:t xml:space="preserve"> </w:t>
            </w:r>
            <w:r w:rsidRPr="00EE0AA6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>)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83,1</w:t>
            </w:r>
          </w:p>
        </w:tc>
        <w:tc>
          <w:tcPr>
            <w:tcW w:w="180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Автомобиль легковой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Хенде Акцент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EE0AA6">
        <w:trPr>
          <w:trHeight w:val="253"/>
        </w:trPr>
        <w:tc>
          <w:tcPr>
            <w:tcW w:w="1080" w:type="dxa"/>
            <w:vMerge/>
          </w:tcPr>
          <w:p w:rsidR="002032EB" w:rsidRPr="00EE0AA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0AA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0AA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 w:val="restart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гараж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(индивидуальная)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20,6</w:t>
            </w:r>
          </w:p>
        </w:tc>
        <w:tc>
          <w:tcPr>
            <w:tcW w:w="1800" w:type="dxa"/>
            <w:vMerge w:val="restart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EE0AA6">
        <w:tc>
          <w:tcPr>
            <w:tcW w:w="1080" w:type="dxa"/>
            <w:vMerge/>
          </w:tcPr>
          <w:p w:rsidR="002032EB" w:rsidRPr="00EE0AA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0AA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0AA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Автомобиль легковой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КИА Соренто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EE0AA6">
        <w:tc>
          <w:tcPr>
            <w:tcW w:w="1080" w:type="dxa"/>
            <w:vMerge/>
          </w:tcPr>
          <w:p w:rsidR="002032EB" w:rsidRPr="00EE0AA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E0AA6" w:rsidRDefault="002032EB" w:rsidP="005A6AF6">
            <w:pPr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726 225,05</w:t>
            </w: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-</w:t>
            </w:r>
          </w:p>
        </w:tc>
      </w:tr>
      <w:tr w:rsidR="002032EB" w:rsidRPr="00EE0AA6">
        <w:tc>
          <w:tcPr>
            <w:tcW w:w="1080" w:type="dxa"/>
            <w:vMerge/>
          </w:tcPr>
          <w:p w:rsidR="002032EB" w:rsidRPr="00EE0AA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0AA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Квартира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</w:t>
            </w:r>
            <w:r w:rsidRPr="00EE0AA6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83,1</w:t>
            </w:r>
          </w:p>
        </w:tc>
        <w:tc>
          <w:tcPr>
            <w:tcW w:w="180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EE0AA6">
        <w:tc>
          <w:tcPr>
            <w:tcW w:w="1080" w:type="dxa"/>
            <w:vMerge/>
          </w:tcPr>
          <w:p w:rsidR="002032EB" w:rsidRPr="00EE0AA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0AA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0AA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Квартира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</w:t>
            </w:r>
            <w:r w:rsidRPr="00EE0AA6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68,2</w:t>
            </w:r>
          </w:p>
        </w:tc>
        <w:tc>
          <w:tcPr>
            <w:tcW w:w="180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EE0AA6">
        <w:trPr>
          <w:trHeight w:val="651"/>
        </w:trPr>
        <w:tc>
          <w:tcPr>
            <w:tcW w:w="1080" w:type="dxa"/>
            <w:vMerge/>
          </w:tcPr>
          <w:p w:rsidR="002032EB" w:rsidRPr="00EE0AA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EE0AA6" w:rsidRDefault="002032EB" w:rsidP="005A6AF6">
            <w:pPr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672,79</w:t>
            </w:r>
          </w:p>
        </w:tc>
        <w:tc>
          <w:tcPr>
            <w:tcW w:w="3060" w:type="dxa"/>
            <w:gridSpan w:val="2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Квартира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договор найма</w:t>
            </w:r>
            <w:r w:rsidRPr="00EE0AA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80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-</w:t>
            </w:r>
          </w:p>
        </w:tc>
      </w:tr>
      <w:tr w:rsidR="002032EB" w:rsidRPr="00EE0AA6">
        <w:tc>
          <w:tcPr>
            <w:tcW w:w="1080" w:type="dxa"/>
            <w:vMerge/>
          </w:tcPr>
          <w:p w:rsidR="002032EB" w:rsidRPr="00EE0AA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0AA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Квартира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</w:t>
            </w:r>
            <w:r w:rsidRPr="00EE0AA6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68,2</w:t>
            </w:r>
          </w:p>
        </w:tc>
        <w:tc>
          <w:tcPr>
            <w:tcW w:w="180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EE0AA6">
        <w:tc>
          <w:tcPr>
            <w:tcW w:w="1080" w:type="dxa"/>
            <w:vMerge w:val="restart"/>
          </w:tcPr>
          <w:p w:rsidR="002032EB" w:rsidRPr="00EE0AA6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Урюпов А.В.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469 042,67</w:t>
            </w:r>
          </w:p>
        </w:tc>
        <w:tc>
          <w:tcPr>
            <w:tcW w:w="3060" w:type="dxa"/>
            <w:gridSpan w:val="2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Квартира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общая </w:t>
            </w:r>
            <w:r w:rsidRPr="00EE0AA6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56,0</w:t>
            </w:r>
          </w:p>
        </w:tc>
        <w:tc>
          <w:tcPr>
            <w:tcW w:w="1800" w:type="dxa"/>
          </w:tcPr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EE0AA6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Автомобиль легковой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217030 Приора</w:t>
            </w:r>
          </w:p>
          <w:p w:rsidR="002032EB" w:rsidRPr="00EE0AA6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118 159,20</w:t>
            </w: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Квартира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56,0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 xml:space="preserve">Квартира 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40,25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Квартира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56,0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Жилой дом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(совместная)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80,0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Квартира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56,0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651ADB">
        <w:tc>
          <w:tcPr>
            <w:tcW w:w="1080" w:type="dxa"/>
            <w:vMerge w:val="restart"/>
          </w:tcPr>
          <w:p w:rsidR="002032EB" w:rsidRPr="00651AD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Мясников А.А.</w:t>
            </w:r>
          </w:p>
        </w:tc>
        <w:tc>
          <w:tcPr>
            <w:tcW w:w="1800" w:type="dxa"/>
            <w:vMerge w:val="restart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начальник</w:t>
            </w:r>
          </w:p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части</w:t>
            </w:r>
          </w:p>
        </w:tc>
        <w:tc>
          <w:tcPr>
            <w:tcW w:w="1620" w:type="dxa"/>
            <w:vMerge w:val="restart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 xml:space="preserve"> 509 472,67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Квартира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  <w:vMerge w:val="restart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66,0</w:t>
            </w:r>
          </w:p>
        </w:tc>
        <w:tc>
          <w:tcPr>
            <w:tcW w:w="1800" w:type="dxa"/>
            <w:vMerge w:val="restart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Автомобиль легковой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Нисан цефино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651ADB">
        <w:tc>
          <w:tcPr>
            <w:tcW w:w="1080" w:type="dxa"/>
            <w:vMerge/>
          </w:tcPr>
          <w:p w:rsidR="002032EB" w:rsidRPr="00651AD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Автомобиль легковой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УАЗ 31519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651ADB">
        <w:tc>
          <w:tcPr>
            <w:tcW w:w="1080" w:type="dxa"/>
            <w:vMerge/>
          </w:tcPr>
          <w:p w:rsidR="002032EB" w:rsidRPr="00651AD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 xml:space="preserve">Автоприцеп 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АВТ 821301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651ADB">
        <w:tc>
          <w:tcPr>
            <w:tcW w:w="1080" w:type="dxa"/>
            <w:vMerge/>
          </w:tcPr>
          <w:p w:rsidR="002032EB" w:rsidRPr="00651AD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 xml:space="preserve">Снегоход «Тайга» 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СТ-500 Д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651ADB">
        <w:tc>
          <w:tcPr>
            <w:tcW w:w="1080" w:type="dxa"/>
            <w:vMerge/>
          </w:tcPr>
          <w:p w:rsidR="002032EB" w:rsidRPr="00651AD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164 009,06</w:t>
            </w: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Квартира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66,0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Автомобиль легковой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Тойота Витц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651ADB">
        <w:tc>
          <w:tcPr>
            <w:tcW w:w="1080" w:type="dxa"/>
            <w:vMerge/>
          </w:tcPr>
          <w:p w:rsidR="002032EB" w:rsidRPr="00651AD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Квартира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44,0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651ADB">
        <w:tc>
          <w:tcPr>
            <w:tcW w:w="1080" w:type="dxa"/>
            <w:vMerge/>
          </w:tcPr>
          <w:p w:rsidR="002032EB" w:rsidRPr="00651AD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651ADB">
        <w:tc>
          <w:tcPr>
            <w:tcW w:w="1080" w:type="dxa"/>
            <w:vMerge/>
          </w:tcPr>
          <w:p w:rsidR="002032EB" w:rsidRPr="00651AD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Квартира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66,0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</w:tr>
      <w:tr w:rsidR="002032EB" w:rsidRPr="00651ADB">
        <w:tc>
          <w:tcPr>
            <w:tcW w:w="1080" w:type="dxa"/>
            <w:vMerge/>
          </w:tcPr>
          <w:p w:rsidR="002032EB" w:rsidRPr="00651AD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Квартира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66,0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Субеев А.А.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515 370,48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61,0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ВАЗ 21063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42,1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Гараж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18,0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200 000,00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Земельный участок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600,0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42,1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1840,0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61,0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42,1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FD4BA5">
        <w:tc>
          <w:tcPr>
            <w:tcW w:w="1080" w:type="dxa"/>
            <w:vMerge w:val="restart"/>
          </w:tcPr>
          <w:p w:rsidR="002032EB" w:rsidRPr="00FD4BA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D4BA5" w:rsidRDefault="002032EB" w:rsidP="005A6AF6">
            <w:pPr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Оголихина Ж.Б.</w:t>
            </w:r>
          </w:p>
        </w:tc>
        <w:tc>
          <w:tcPr>
            <w:tcW w:w="1800" w:type="dxa"/>
            <w:vMerge w:val="restart"/>
          </w:tcPr>
          <w:p w:rsidR="002032EB" w:rsidRPr="00FD4BA5" w:rsidRDefault="002032EB" w:rsidP="005A6AF6">
            <w:pPr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549 532,80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Квартира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49,9</w:t>
            </w:r>
          </w:p>
        </w:tc>
        <w:tc>
          <w:tcPr>
            <w:tcW w:w="1800" w:type="dxa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Автомобиль легковой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Киа Риа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Автомобиль легковой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Шевроле Ланос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D4BA5" w:rsidRDefault="002032EB" w:rsidP="005A6AF6">
            <w:pPr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165 234,95</w:t>
            </w:r>
          </w:p>
        </w:tc>
        <w:tc>
          <w:tcPr>
            <w:tcW w:w="306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Квартира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(общая  долевая)</w:t>
            </w:r>
          </w:p>
        </w:tc>
        <w:tc>
          <w:tcPr>
            <w:tcW w:w="144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60,0</w:t>
            </w:r>
          </w:p>
        </w:tc>
        <w:tc>
          <w:tcPr>
            <w:tcW w:w="1800" w:type="dxa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Россия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D4BA5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Квартира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49,9</w:t>
            </w:r>
          </w:p>
        </w:tc>
        <w:tc>
          <w:tcPr>
            <w:tcW w:w="1800" w:type="dxa"/>
            <w:vMerge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D4BA5" w:rsidRDefault="002032EB" w:rsidP="005A6AF6">
            <w:pPr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Квартира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49,9</w:t>
            </w:r>
          </w:p>
        </w:tc>
        <w:tc>
          <w:tcPr>
            <w:tcW w:w="180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-</w:t>
            </w:r>
          </w:p>
        </w:tc>
      </w:tr>
      <w:tr w:rsidR="002032EB" w:rsidRPr="000F31A7">
        <w:tc>
          <w:tcPr>
            <w:tcW w:w="1080" w:type="dxa"/>
            <w:vMerge w:val="restart"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Суханов В.В.</w:t>
            </w: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начальник</w:t>
            </w:r>
          </w:p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части</w:t>
            </w:r>
          </w:p>
        </w:tc>
        <w:tc>
          <w:tcPr>
            <w:tcW w:w="1620" w:type="dxa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534 264, 50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0F31A7">
              <w:rPr>
                <w:sz w:val="22"/>
                <w:szCs w:val="22"/>
              </w:rPr>
              <w:t>емельный участок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600,0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Автомобиль легковой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Мицубиси Лансер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F31A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63,0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F31A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49,0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  <w:r w:rsidRPr="000F31A7">
              <w:rPr>
                <w:sz w:val="22"/>
                <w:szCs w:val="22"/>
              </w:rPr>
              <w:t>раж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18,0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0F31A7">
              <w:rPr>
                <w:sz w:val="22"/>
                <w:szCs w:val="22"/>
              </w:rPr>
              <w:t>араж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18,0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rPr>
          <w:trHeight w:val="775"/>
        </w:trPr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320 475,40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63,0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Автомобиль легковой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Хундай Акцент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Pr="000F31A7"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F31A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49,0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rPr>
          <w:trHeight w:val="775"/>
        </w:trPr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F31A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49,0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</w:tr>
      <w:tr w:rsidR="002032EB" w:rsidRPr="00651ADB">
        <w:tc>
          <w:tcPr>
            <w:tcW w:w="1080" w:type="dxa"/>
            <w:vMerge w:val="restart"/>
          </w:tcPr>
          <w:p w:rsidR="002032EB" w:rsidRPr="00651AD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Ивикеева Т.А.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62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422 470,44</w:t>
            </w: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Квартира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44,5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Квартира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44,5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Квартира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44,5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Квартира</w:t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44,5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-</w:t>
            </w:r>
          </w:p>
        </w:tc>
      </w:tr>
      <w:tr w:rsidR="002032EB" w:rsidRPr="00651ADB">
        <w:tc>
          <w:tcPr>
            <w:tcW w:w="1080" w:type="dxa"/>
            <w:vMerge w:val="restart"/>
          </w:tcPr>
          <w:p w:rsidR="002032EB" w:rsidRPr="00651AD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 xml:space="preserve">Боброва </w:t>
            </w:r>
            <w:r>
              <w:rPr>
                <w:sz w:val="22"/>
                <w:szCs w:val="22"/>
              </w:rPr>
              <w:t xml:space="preserve"> И.В.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62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650 435,38</w:t>
            </w: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tabs>
                <w:tab w:val="center" w:pos="1422"/>
                <w:tab w:val="right" w:pos="28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651ADB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ab/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651ADB">
        <w:tc>
          <w:tcPr>
            <w:tcW w:w="1080" w:type="dxa"/>
            <w:vMerge/>
          </w:tcPr>
          <w:p w:rsidR="002032EB" w:rsidRPr="00651AD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651AD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651ADB" w:rsidRDefault="002032EB" w:rsidP="005A6AF6">
            <w:pPr>
              <w:tabs>
                <w:tab w:val="center" w:pos="1422"/>
                <w:tab w:val="right" w:pos="28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651ADB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ab/>
            </w:r>
          </w:p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долевая)</w:t>
            </w:r>
          </w:p>
        </w:tc>
        <w:tc>
          <w:tcPr>
            <w:tcW w:w="144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800" w:type="dxa"/>
          </w:tcPr>
          <w:p w:rsidR="002032EB" w:rsidRPr="00651ADB" w:rsidRDefault="002032EB" w:rsidP="005A6AF6">
            <w:pPr>
              <w:jc w:val="center"/>
              <w:rPr>
                <w:sz w:val="22"/>
                <w:szCs w:val="22"/>
              </w:rPr>
            </w:pPr>
            <w:r w:rsidRPr="00651ADB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Скоробогатов А.И.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349 139,04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A7E54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52,4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27 786,18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52,4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Автомобиль легковой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A7E54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52,4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Солопов А.Ю.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332 113,68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40,2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40,2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40,2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40,2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Василюк  В.В.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450 707,82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Земельный участок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600,0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Лифан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БИД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32,0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57,0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Гараж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23,1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Гараж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18,3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450 710,05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Фольксваген Пассат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A7E54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57,0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A7E54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57,0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Сухов И.А.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706 360,62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47,4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Автомобиль легковой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Тойота Королла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A7E54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65,0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318 678,7</w:t>
            </w:r>
            <w:r w:rsidRPr="00AA7E54">
              <w:rPr>
                <w:sz w:val="22"/>
                <w:szCs w:val="22"/>
              </w:rPr>
              <w:t>0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A7E54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65,0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FD4BA5">
        <w:tc>
          <w:tcPr>
            <w:tcW w:w="1080" w:type="dxa"/>
            <w:vMerge w:val="restart"/>
          </w:tcPr>
          <w:p w:rsidR="002032EB" w:rsidRPr="00FD4BA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D4BA5" w:rsidRDefault="002032EB" w:rsidP="005A6AF6">
            <w:pPr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Хорешко К.Л.</w:t>
            </w:r>
          </w:p>
        </w:tc>
        <w:tc>
          <w:tcPr>
            <w:tcW w:w="1800" w:type="dxa"/>
            <w:vMerge w:val="restart"/>
          </w:tcPr>
          <w:p w:rsidR="002032EB" w:rsidRPr="00FD4BA5" w:rsidRDefault="002032EB" w:rsidP="005A6AF6">
            <w:pPr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822 515,10</w:t>
            </w:r>
          </w:p>
        </w:tc>
        <w:tc>
          <w:tcPr>
            <w:tcW w:w="306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гараж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22,2</w:t>
            </w:r>
          </w:p>
        </w:tc>
        <w:tc>
          <w:tcPr>
            <w:tcW w:w="180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Автомобиль легковой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Тойота Королла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Квартира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34,3</w:t>
            </w:r>
          </w:p>
        </w:tc>
        <w:tc>
          <w:tcPr>
            <w:tcW w:w="180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D4BA5" w:rsidRDefault="002032EB" w:rsidP="005A6AF6">
            <w:pPr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316 705,0</w:t>
            </w:r>
          </w:p>
        </w:tc>
        <w:tc>
          <w:tcPr>
            <w:tcW w:w="306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Квартира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34,3</w:t>
            </w:r>
          </w:p>
        </w:tc>
        <w:tc>
          <w:tcPr>
            <w:tcW w:w="180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D4BA5" w:rsidRDefault="002032EB" w:rsidP="005A6AF6">
            <w:pPr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Квартира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(безвозмездное пользование)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34,3</w:t>
            </w:r>
          </w:p>
        </w:tc>
        <w:tc>
          <w:tcPr>
            <w:tcW w:w="180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-</w:t>
            </w:r>
          </w:p>
        </w:tc>
      </w:tr>
      <w:tr w:rsidR="002032EB" w:rsidRPr="00FD4BA5">
        <w:tc>
          <w:tcPr>
            <w:tcW w:w="1080" w:type="dxa"/>
            <w:vMerge w:val="restart"/>
          </w:tcPr>
          <w:p w:rsidR="002032EB" w:rsidRPr="00FD4BA5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FD4BA5" w:rsidRDefault="002032EB" w:rsidP="005A6AF6">
            <w:pPr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Чеплаков И.В.</w:t>
            </w:r>
          </w:p>
        </w:tc>
        <w:tc>
          <w:tcPr>
            <w:tcW w:w="1800" w:type="dxa"/>
            <w:vMerge w:val="restart"/>
          </w:tcPr>
          <w:p w:rsidR="002032EB" w:rsidRPr="00FD4BA5" w:rsidRDefault="002032EB" w:rsidP="005A6AF6">
            <w:pPr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556 121.94</w:t>
            </w:r>
          </w:p>
        </w:tc>
        <w:tc>
          <w:tcPr>
            <w:tcW w:w="306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Земельный участок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ндивидуальная)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1200</w:t>
            </w:r>
          </w:p>
        </w:tc>
        <w:tc>
          <w:tcPr>
            <w:tcW w:w="180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Россия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 w:val="restart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Автомобиль легковой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Киа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 xml:space="preserve">Квартира 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44,0</w:t>
            </w:r>
          </w:p>
        </w:tc>
        <w:tc>
          <w:tcPr>
            <w:tcW w:w="180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FD4BA5" w:rsidRDefault="002032EB" w:rsidP="005A6AF6">
            <w:pPr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FD4BA5" w:rsidRDefault="002032EB" w:rsidP="005A6AF6">
            <w:pPr>
              <w:tabs>
                <w:tab w:val="left" w:pos="180"/>
                <w:tab w:val="center" w:pos="702"/>
              </w:tabs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ab/>
            </w:r>
            <w:r w:rsidRPr="00FD4BA5">
              <w:rPr>
                <w:sz w:val="22"/>
                <w:szCs w:val="22"/>
              </w:rPr>
              <w:tab/>
              <w:t>403 573,58</w:t>
            </w:r>
          </w:p>
        </w:tc>
        <w:tc>
          <w:tcPr>
            <w:tcW w:w="306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Квартира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(безвозмездное пользование)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440</w:t>
            </w:r>
          </w:p>
        </w:tc>
        <w:tc>
          <w:tcPr>
            <w:tcW w:w="1800" w:type="dxa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Россия</w:t>
            </w:r>
          </w:p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FD4BA5" w:rsidRDefault="002032EB" w:rsidP="005A6AF6">
            <w:pPr>
              <w:jc w:val="center"/>
              <w:rPr>
                <w:sz w:val="22"/>
                <w:szCs w:val="22"/>
              </w:rPr>
            </w:pPr>
            <w:r w:rsidRPr="00FD4BA5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Левин И.В.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начальник</w:t>
            </w:r>
          </w:p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части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535 999,96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Служебная 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45,60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Рено Меган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45,60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Каменецкий А.В.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470 496,07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59,8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113 127,92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59,8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59,8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59,8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Титаренко</w:t>
            </w:r>
          </w:p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И.П.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начальник</w:t>
            </w:r>
          </w:p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части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509 224,73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Жилой дом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86,0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Мицубиси паджеро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автоприцеп КМЗ 8136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80 760,00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60,0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Жилой дом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86,0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c>
          <w:tcPr>
            <w:tcW w:w="1080" w:type="dxa"/>
            <w:vMerge w:val="restart"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Карпов Е.Н.</w:t>
            </w: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601 561,07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60,0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Автомобиль легковой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Киа Рио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гараж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18,0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(безвозмездное пользование)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60,0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color w:val="FF0000"/>
                <w:sz w:val="22"/>
                <w:szCs w:val="22"/>
              </w:rPr>
              <w:t>-</w:t>
            </w:r>
          </w:p>
        </w:tc>
      </w:tr>
      <w:tr w:rsidR="002032EB" w:rsidRPr="000F31A7">
        <w:tc>
          <w:tcPr>
            <w:tcW w:w="1080" w:type="dxa"/>
            <w:vMerge w:val="restart"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Семенов И.П.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328 658,44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53,8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65,2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Панков С.Б.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начальник</w:t>
            </w:r>
          </w:p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части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496 772,35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A7E54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48,0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Нисан-Либерти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гараж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19,4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170 186,86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A7E54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48,0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color w:val="FF0000"/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Полукаров  С.А.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416 627,05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39,9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ВАЗ 21102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32,8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Гараж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23,5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Гараж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28,0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59,4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385 524,0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59,4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Толстихин  М.А.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начальник</w:t>
            </w:r>
          </w:p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части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619 650,62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52,0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Хундай</w:t>
            </w:r>
            <w:r>
              <w:rPr>
                <w:sz w:val="22"/>
                <w:szCs w:val="22"/>
              </w:rPr>
              <w:t xml:space="preserve"> Элантра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145 500,0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68,0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 xml:space="preserve">Видякин А.О. 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427 663,99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50,0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ВАЗ 21154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ВАЗ 21074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Орлов А.А.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484 557.13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60.0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Рено Меган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110 650,00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60.0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Деу Нексия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60.0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AA7E5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60.0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Белин Р.Д.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509 120,28</w:t>
            </w:r>
          </w:p>
        </w:tc>
        <w:tc>
          <w:tcPr>
            <w:tcW w:w="306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58.0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Фольксфаген пассат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ВАЗ Приора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102 500.60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57,0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40,0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Квартира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40,0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c>
          <w:tcPr>
            <w:tcW w:w="1080" w:type="dxa"/>
            <w:vMerge w:val="restart"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Горшенков А.А.</w:t>
            </w: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начальник</w:t>
            </w:r>
          </w:p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части</w:t>
            </w:r>
          </w:p>
        </w:tc>
        <w:tc>
          <w:tcPr>
            <w:tcW w:w="1620" w:type="dxa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564 253,17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59,2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Автомобиль легковой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Митсубиси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гараж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20,0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Жилой дом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60,0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59,2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59,2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c>
          <w:tcPr>
            <w:tcW w:w="1080" w:type="dxa"/>
            <w:vMerge w:val="restart"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Фамбулов С.Ю.</w:t>
            </w: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начальник</w:t>
            </w:r>
          </w:p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части</w:t>
            </w:r>
          </w:p>
        </w:tc>
        <w:tc>
          <w:tcPr>
            <w:tcW w:w="1620" w:type="dxa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531 137,44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0F31A7">
              <w:rPr>
                <w:sz w:val="22"/>
                <w:szCs w:val="22"/>
              </w:rPr>
              <w:t>емельный участок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555,0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Автомобиль легковой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Киа-Спортаж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0F31A7">
        <w:tc>
          <w:tcPr>
            <w:tcW w:w="1080" w:type="dxa"/>
            <w:vMerge/>
          </w:tcPr>
          <w:p w:rsidR="002032EB" w:rsidRPr="000F31A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0F31A7">
              <w:rPr>
                <w:sz w:val="22"/>
                <w:szCs w:val="22"/>
              </w:rPr>
              <w:t>емельный участок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886.0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Жилой дом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56,3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Автомобиль легковой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ВАЗ 21074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F31A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69,2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263 281,04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0F31A7">
              <w:rPr>
                <w:sz w:val="22"/>
                <w:szCs w:val="22"/>
              </w:rPr>
              <w:t>долевая)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69.2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</w:tr>
      <w:tr w:rsidR="002032EB" w:rsidRPr="000F31A7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0F31A7">
              <w:rPr>
                <w:sz w:val="22"/>
                <w:szCs w:val="22"/>
              </w:rPr>
              <w:t>емельный участок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</w:t>
            </w:r>
            <w:r w:rsidRPr="000F31A7">
              <w:rPr>
                <w:sz w:val="22"/>
                <w:szCs w:val="22"/>
              </w:rPr>
              <w:t>0,0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0F31A7">
              <w:rPr>
                <w:sz w:val="22"/>
                <w:szCs w:val="22"/>
              </w:rPr>
              <w:t>емельный участок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  <w:r w:rsidRPr="000F31A7"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0F31A7">
              <w:rPr>
                <w:sz w:val="22"/>
                <w:szCs w:val="22"/>
              </w:rPr>
              <w:t>емельный участок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0F31A7"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F31A7">
        <w:trPr>
          <w:trHeight w:val="522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F31A7" w:rsidRDefault="002032EB" w:rsidP="005A6AF6">
            <w:pPr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Квартира</w:t>
            </w: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долевая</w:t>
            </w:r>
            <w:r w:rsidRPr="000F31A7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66,0</w:t>
            </w:r>
          </w:p>
        </w:tc>
        <w:tc>
          <w:tcPr>
            <w:tcW w:w="1800" w:type="dxa"/>
          </w:tcPr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0F31A7" w:rsidRDefault="002032EB" w:rsidP="005A6AF6">
            <w:pPr>
              <w:jc w:val="center"/>
              <w:rPr>
                <w:sz w:val="22"/>
                <w:szCs w:val="22"/>
              </w:rPr>
            </w:pPr>
            <w:r w:rsidRPr="000F31A7">
              <w:rPr>
                <w:sz w:val="22"/>
                <w:szCs w:val="22"/>
              </w:rPr>
              <w:t>-</w:t>
            </w:r>
          </w:p>
        </w:tc>
      </w:tr>
      <w:tr w:rsidR="002032EB" w:rsidRPr="00AA7E54">
        <w:tc>
          <w:tcPr>
            <w:tcW w:w="1080" w:type="dxa"/>
            <w:vMerge w:val="restart"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Филиппов В.В.</w:t>
            </w:r>
          </w:p>
        </w:tc>
        <w:tc>
          <w:tcPr>
            <w:tcW w:w="1800" w:type="dxa"/>
            <w:vMerge w:val="restart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458 345,54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Жилой дом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96.0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 w:val="restart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Автомобиль легковой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Нисан Сирена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AA7E54">
        <w:tc>
          <w:tcPr>
            <w:tcW w:w="1080" w:type="dxa"/>
            <w:vMerge/>
          </w:tcPr>
          <w:p w:rsidR="002032EB" w:rsidRPr="00AA7E54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Земельный участок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договор </w:t>
            </w:r>
            <w:r w:rsidRPr="00AA7E54">
              <w:rPr>
                <w:sz w:val="22"/>
                <w:szCs w:val="22"/>
              </w:rPr>
              <w:t>аренда)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1478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  <w:vMerge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ind w:left="360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Жилой дом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96.0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ind w:left="360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Жилой дом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96.0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716E6A">
        <w:tc>
          <w:tcPr>
            <w:tcW w:w="1080" w:type="dxa"/>
            <w:vMerge/>
          </w:tcPr>
          <w:p w:rsidR="002032EB" w:rsidRPr="00716E6A" w:rsidRDefault="002032EB" w:rsidP="005A6AF6">
            <w:pPr>
              <w:ind w:left="360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A7E54" w:rsidRDefault="002032EB" w:rsidP="005A6AF6">
            <w:pPr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Жилой дом</w:t>
            </w:r>
          </w:p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96.0</w:t>
            </w:r>
          </w:p>
        </w:tc>
        <w:tc>
          <w:tcPr>
            <w:tcW w:w="1800" w:type="dxa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Россия</w:t>
            </w:r>
          </w:p>
        </w:tc>
        <w:tc>
          <w:tcPr>
            <w:tcW w:w="2340" w:type="dxa"/>
            <w:gridSpan w:val="2"/>
          </w:tcPr>
          <w:p w:rsidR="002032EB" w:rsidRPr="00AA7E54" w:rsidRDefault="002032EB" w:rsidP="005A6AF6">
            <w:pPr>
              <w:jc w:val="center"/>
              <w:rPr>
                <w:sz w:val="22"/>
                <w:szCs w:val="22"/>
              </w:rPr>
            </w:pPr>
            <w:r w:rsidRPr="00AA7E54">
              <w:rPr>
                <w:sz w:val="22"/>
                <w:szCs w:val="22"/>
              </w:rPr>
              <w:t>-</w:t>
            </w:r>
          </w:p>
        </w:tc>
      </w:tr>
      <w:tr w:rsidR="002032EB" w:rsidRPr="00D83B00">
        <w:trPr>
          <w:gridAfter w:val="1"/>
          <w:wAfter w:w="18" w:type="dxa"/>
          <w:trHeight w:val="759"/>
        </w:trPr>
        <w:tc>
          <w:tcPr>
            <w:tcW w:w="1080" w:type="dxa"/>
            <w:vMerge w:val="restart"/>
          </w:tcPr>
          <w:p w:rsidR="002032EB" w:rsidRPr="00D83B0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Майоров А.В.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Начальник отряда</w:t>
            </w:r>
          </w:p>
        </w:tc>
        <w:tc>
          <w:tcPr>
            <w:tcW w:w="1620" w:type="dxa"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548 229,98</w:t>
            </w:r>
          </w:p>
        </w:tc>
        <w:tc>
          <w:tcPr>
            <w:tcW w:w="295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 xml:space="preserve">Квартира </w:t>
            </w:r>
          </w:p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63,8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Автомобиль легковой ВАЗ 11183 (индивидуальная)</w:t>
            </w:r>
          </w:p>
        </w:tc>
      </w:tr>
      <w:tr w:rsidR="002032EB" w:rsidRPr="00D83B00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83B0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194 374,83</w:t>
            </w:r>
          </w:p>
        </w:tc>
        <w:tc>
          <w:tcPr>
            <w:tcW w:w="295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 xml:space="preserve">Квартира </w:t>
            </w:r>
          </w:p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(совместная)</w:t>
            </w:r>
          </w:p>
        </w:tc>
        <w:tc>
          <w:tcPr>
            <w:tcW w:w="1548" w:type="dxa"/>
            <w:gridSpan w:val="2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63,8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-</w:t>
            </w:r>
          </w:p>
        </w:tc>
      </w:tr>
      <w:tr w:rsidR="002032EB" w:rsidRPr="00D83B00">
        <w:trPr>
          <w:gridAfter w:val="1"/>
          <w:wAfter w:w="18" w:type="dxa"/>
          <w:trHeight w:val="516"/>
        </w:trPr>
        <w:tc>
          <w:tcPr>
            <w:tcW w:w="1080" w:type="dxa"/>
            <w:vMerge/>
          </w:tcPr>
          <w:p w:rsidR="002032EB" w:rsidRPr="00D83B0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 xml:space="preserve">Квартира </w:t>
            </w:r>
          </w:p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(совместная)</w:t>
            </w:r>
          </w:p>
        </w:tc>
        <w:tc>
          <w:tcPr>
            <w:tcW w:w="1548" w:type="dxa"/>
            <w:gridSpan w:val="2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63,8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-</w:t>
            </w:r>
          </w:p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3B00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D83B0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Яковчук Д.В.</w:t>
            </w:r>
          </w:p>
        </w:tc>
        <w:tc>
          <w:tcPr>
            <w:tcW w:w="1800" w:type="dxa"/>
            <w:vMerge w:val="restart"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  <w:vMerge w:val="restart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655 294,10</w:t>
            </w:r>
          </w:p>
        </w:tc>
        <w:tc>
          <w:tcPr>
            <w:tcW w:w="295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 xml:space="preserve">Квартира </w:t>
            </w:r>
          </w:p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3B00">
              <w:rPr>
                <w:sz w:val="22"/>
                <w:szCs w:val="22"/>
              </w:rPr>
              <w:t>долевая)</w:t>
            </w:r>
          </w:p>
        </w:tc>
        <w:tc>
          <w:tcPr>
            <w:tcW w:w="1548" w:type="dxa"/>
            <w:gridSpan w:val="2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48,2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-</w:t>
            </w:r>
          </w:p>
        </w:tc>
      </w:tr>
      <w:tr w:rsidR="002032EB" w:rsidRPr="00D83B00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83B0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 xml:space="preserve">Квартира </w:t>
            </w:r>
          </w:p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3B00">
              <w:rPr>
                <w:sz w:val="22"/>
                <w:szCs w:val="22"/>
              </w:rPr>
              <w:t>долевая)</w:t>
            </w:r>
          </w:p>
        </w:tc>
        <w:tc>
          <w:tcPr>
            <w:tcW w:w="1548" w:type="dxa"/>
            <w:gridSpan w:val="2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63,3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-</w:t>
            </w:r>
          </w:p>
        </w:tc>
      </w:tr>
      <w:tr w:rsidR="002032EB" w:rsidRPr="00D83B00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83B0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215 294,26</w:t>
            </w:r>
          </w:p>
        </w:tc>
        <w:tc>
          <w:tcPr>
            <w:tcW w:w="295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 xml:space="preserve">Квартира </w:t>
            </w:r>
          </w:p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3B00">
              <w:rPr>
                <w:sz w:val="22"/>
                <w:szCs w:val="22"/>
              </w:rPr>
              <w:t>долевая)</w:t>
            </w:r>
          </w:p>
        </w:tc>
        <w:tc>
          <w:tcPr>
            <w:tcW w:w="1548" w:type="dxa"/>
            <w:gridSpan w:val="2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63,3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-</w:t>
            </w:r>
          </w:p>
        </w:tc>
      </w:tr>
      <w:tr w:rsidR="002032EB" w:rsidRPr="00EB4559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EB4559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B4559" w:rsidRDefault="002032EB" w:rsidP="005A6AF6">
            <w:pPr>
              <w:rPr>
                <w:sz w:val="22"/>
                <w:szCs w:val="22"/>
              </w:rPr>
            </w:pPr>
            <w:r w:rsidRPr="00EB4559">
              <w:rPr>
                <w:sz w:val="22"/>
                <w:szCs w:val="22"/>
              </w:rPr>
              <w:t>Столбиков Е.А.</w:t>
            </w:r>
          </w:p>
        </w:tc>
        <w:tc>
          <w:tcPr>
            <w:tcW w:w="1800" w:type="dxa"/>
          </w:tcPr>
          <w:p w:rsidR="002032EB" w:rsidRPr="00EB4559" w:rsidRDefault="002032EB" w:rsidP="005A6AF6">
            <w:pPr>
              <w:rPr>
                <w:sz w:val="22"/>
                <w:szCs w:val="22"/>
              </w:rPr>
            </w:pPr>
            <w:r w:rsidRPr="00EB4559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EB45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424 052,81</w:t>
            </w: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квартира</w:t>
            </w:r>
          </w:p>
          <w:p w:rsidR="002032EB" w:rsidRPr="00EB45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EB45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800" w:type="dxa"/>
          </w:tcPr>
          <w:p w:rsidR="002032EB" w:rsidRPr="00EB45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EB4559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</w:rPr>
              <w:t>ГАЗ 3110</w:t>
            </w:r>
            <w:r w:rsidRPr="007E621B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EB4559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EB4559" w:rsidRDefault="002032EB" w:rsidP="005A6AF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EB4559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EB455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336 250,0</w:t>
            </w:r>
          </w:p>
        </w:tc>
        <w:tc>
          <w:tcPr>
            <w:tcW w:w="295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Квартира</w:t>
            </w:r>
          </w:p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EB4559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EB4559" w:rsidRDefault="002032EB" w:rsidP="005A6AF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Квартира</w:t>
            </w:r>
          </w:p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EB4559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EB4559" w:rsidRDefault="002032EB" w:rsidP="005A6AF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Квартира</w:t>
            </w:r>
          </w:p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D83B00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D83B0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Максимов С.А.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 xml:space="preserve">Заместитель начальника отряда </w:t>
            </w:r>
          </w:p>
        </w:tc>
        <w:tc>
          <w:tcPr>
            <w:tcW w:w="162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525 361,73</w:t>
            </w:r>
          </w:p>
        </w:tc>
        <w:tc>
          <w:tcPr>
            <w:tcW w:w="295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Квартира</w:t>
            </w:r>
          </w:p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43,7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-</w:t>
            </w:r>
          </w:p>
        </w:tc>
      </w:tr>
      <w:tr w:rsidR="002032EB" w:rsidRPr="00D83B00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83B0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412 606,02</w:t>
            </w:r>
          </w:p>
        </w:tc>
        <w:tc>
          <w:tcPr>
            <w:tcW w:w="295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 xml:space="preserve">Квартира </w:t>
            </w:r>
          </w:p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43,7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-</w:t>
            </w:r>
          </w:p>
        </w:tc>
      </w:tr>
      <w:tr w:rsidR="002032EB" w:rsidRPr="00D83B00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83B0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83B00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Квартира</w:t>
            </w:r>
          </w:p>
          <w:p w:rsidR="002032EB" w:rsidRPr="00D83B00" w:rsidRDefault="002032EB" w:rsidP="005A6AF6">
            <w:pPr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43,7</w:t>
            </w:r>
          </w:p>
        </w:tc>
        <w:tc>
          <w:tcPr>
            <w:tcW w:w="1800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 w:rsidRPr="00D83B0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83B0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E621B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7E621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Вакилова М.В.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62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419 557,49</w:t>
            </w:r>
          </w:p>
        </w:tc>
        <w:tc>
          <w:tcPr>
            <w:tcW w:w="295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 xml:space="preserve">Квартира </w:t>
            </w:r>
          </w:p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73,5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-</w:t>
            </w:r>
          </w:p>
        </w:tc>
      </w:tr>
      <w:tr w:rsidR="002032EB" w:rsidRPr="007E621B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E621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Квартира</w:t>
            </w:r>
          </w:p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32,5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-</w:t>
            </w:r>
          </w:p>
        </w:tc>
      </w:tr>
      <w:tr w:rsidR="002032EB" w:rsidRPr="007E621B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7E621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Дорох В.П.</w:t>
            </w:r>
          </w:p>
        </w:tc>
        <w:tc>
          <w:tcPr>
            <w:tcW w:w="1800" w:type="dxa"/>
            <w:vMerge w:val="restart"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404 750,26</w:t>
            </w: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Жилой дом</w:t>
            </w:r>
          </w:p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48,5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Автомобиль легковой Тойота-Авенсис (индивидуальная)</w:t>
            </w:r>
          </w:p>
        </w:tc>
      </w:tr>
      <w:tr w:rsidR="002032EB" w:rsidRPr="007E621B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E621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 xml:space="preserve">Квартира </w:t>
            </w:r>
          </w:p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57,5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E621B">
        <w:trPr>
          <w:gridAfter w:val="1"/>
          <w:wAfter w:w="18" w:type="dxa"/>
          <w:trHeight w:val="516"/>
        </w:trPr>
        <w:tc>
          <w:tcPr>
            <w:tcW w:w="1080" w:type="dxa"/>
            <w:vMerge/>
          </w:tcPr>
          <w:p w:rsidR="002032EB" w:rsidRPr="007E621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120 </w:t>
            </w:r>
            <w:r w:rsidRPr="007E621B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 xml:space="preserve">Жилой дом </w:t>
            </w:r>
          </w:p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48,5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-</w:t>
            </w:r>
          </w:p>
        </w:tc>
      </w:tr>
      <w:tr w:rsidR="002032EB" w:rsidRPr="007E621B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7E621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Бублиевич О.А.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382 873,94</w:t>
            </w:r>
          </w:p>
        </w:tc>
        <w:tc>
          <w:tcPr>
            <w:tcW w:w="295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 xml:space="preserve">Квартира </w:t>
            </w:r>
          </w:p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совместная</w:t>
            </w:r>
            <w:r w:rsidRPr="007E621B">
              <w:rPr>
                <w:sz w:val="22"/>
                <w:szCs w:val="22"/>
              </w:rPr>
              <w:t>)</w:t>
            </w:r>
          </w:p>
        </w:tc>
        <w:tc>
          <w:tcPr>
            <w:tcW w:w="1548" w:type="dxa"/>
            <w:gridSpan w:val="2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44,7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 xml:space="preserve">Автомобиль легковой Шевроле </w:t>
            </w:r>
            <w:r w:rsidRPr="007E621B">
              <w:rPr>
                <w:sz w:val="22"/>
                <w:szCs w:val="22"/>
                <w:lang w:val="en-GB"/>
              </w:rPr>
              <w:t>KLAN</w:t>
            </w:r>
            <w:r w:rsidRPr="007E621B">
              <w:rPr>
                <w:sz w:val="22"/>
                <w:szCs w:val="22"/>
              </w:rPr>
              <w:t xml:space="preserve"> </w:t>
            </w:r>
            <w:r w:rsidRPr="007E621B">
              <w:rPr>
                <w:sz w:val="22"/>
                <w:szCs w:val="22"/>
                <w:lang w:val="en-GB"/>
              </w:rPr>
              <w:t>J</w:t>
            </w:r>
            <w:r w:rsidRPr="007E621B">
              <w:rPr>
                <w:sz w:val="22"/>
                <w:szCs w:val="22"/>
              </w:rPr>
              <w:t xml:space="preserve"> 200 (индивидуальная)</w:t>
            </w:r>
          </w:p>
        </w:tc>
      </w:tr>
      <w:tr w:rsidR="002032EB" w:rsidRPr="007E621B">
        <w:trPr>
          <w:gridAfter w:val="1"/>
          <w:wAfter w:w="18" w:type="dxa"/>
          <w:trHeight w:val="516"/>
        </w:trPr>
        <w:tc>
          <w:tcPr>
            <w:tcW w:w="1080" w:type="dxa"/>
            <w:vMerge/>
          </w:tcPr>
          <w:p w:rsidR="002032EB" w:rsidRPr="007E621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89 849,08</w:t>
            </w:r>
          </w:p>
        </w:tc>
        <w:tc>
          <w:tcPr>
            <w:tcW w:w="295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 xml:space="preserve">Квартира </w:t>
            </w:r>
          </w:p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-</w:t>
            </w:r>
          </w:p>
        </w:tc>
      </w:tr>
      <w:tr w:rsidR="002032EB" w:rsidRPr="007E621B">
        <w:trPr>
          <w:gridAfter w:val="1"/>
          <w:wAfter w:w="18" w:type="dxa"/>
          <w:trHeight w:val="715"/>
        </w:trPr>
        <w:tc>
          <w:tcPr>
            <w:tcW w:w="1080" w:type="dxa"/>
            <w:vMerge/>
          </w:tcPr>
          <w:p w:rsidR="002032EB" w:rsidRPr="007E621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Квартира</w:t>
            </w:r>
          </w:p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44,7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-</w:t>
            </w:r>
          </w:p>
        </w:tc>
      </w:tr>
      <w:tr w:rsidR="002032EB" w:rsidRPr="007E621B">
        <w:trPr>
          <w:gridAfter w:val="1"/>
          <w:wAfter w:w="18" w:type="dxa"/>
          <w:trHeight w:val="715"/>
        </w:trPr>
        <w:tc>
          <w:tcPr>
            <w:tcW w:w="1080" w:type="dxa"/>
            <w:vMerge w:val="restart"/>
          </w:tcPr>
          <w:p w:rsidR="002032EB" w:rsidRPr="007E621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Сыров О.В.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344 116,97</w:t>
            </w:r>
          </w:p>
        </w:tc>
        <w:tc>
          <w:tcPr>
            <w:tcW w:w="295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Квартира</w:t>
            </w:r>
          </w:p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7E621B">
              <w:rPr>
                <w:sz w:val="22"/>
                <w:szCs w:val="22"/>
              </w:rPr>
              <w:t>)</w:t>
            </w:r>
          </w:p>
        </w:tc>
        <w:tc>
          <w:tcPr>
            <w:tcW w:w="1548" w:type="dxa"/>
            <w:gridSpan w:val="2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</w:rPr>
              <w:t>Митцубиси-Ланцер 9</w:t>
            </w:r>
            <w:r w:rsidRPr="007E621B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E621B">
        <w:trPr>
          <w:gridAfter w:val="1"/>
          <w:wAfter w:w="18" w:type="dxa"/>
          <w:trHeight w:val="715"/>
        </w:trPr>
        <w:tc>
          <w:tcPr>
            <w:tcW w:w="1080" w:type="dxa"/>
            <w:vMerge/>
          </w:tcPr>
          <w:p w:rsidR="002032EB" w:rsidRPr="007E621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221 651,20</w:t>
            </w:r>
          </w:p>
        </w:tc>
        <w:tc>
          <w:tcPr>
            <w:tcW w:w="295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Квартира</w:t>
            </w:r>
          </w:p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E621B">
        <w:trPr>
          <w:gridAfter w:val="1"/>
          <w:wAfter w:w="18" w:type="dxa"/>
          <w:trHeight w:val="715"/>
        </w:trPr>
        <w:tc>
          <w:tcPr>
            <w:tcW w:w="1080" w:type="dxa"/>
            <w:vMerge/>
          </w:tcPr>
          <w:p w:rsidR="002032EB" w:rsidRPr="007E621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Квартира</w:t>
            </w:r>
          </w:p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7E621B">
        <w:trPr>
          <w:gridAfter w:val="1"/>
          <w:wAfter w:w="18" w:type="dxa"/>
          <w:trHeight w:val="715"/>
        </w:trPr>
        <w:tc>
          <w:tcPr>
            <w:tcW w:w="1080" w:type="dxa"/>
            <w:vMerge/>
          </w:tcPr>
          <w:p w:rsidR="002032EB" w:rsidRPr="007E621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Квартира</w:t>
            </w:r>
          </w:p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800" w:type="dxa"/>
          </w:tcPr>
          <w:p w:rsidR="002032EB" w:rsidRPr="007E621B" w:rsidRDefault="002032EB" w:rsidP="005A6AF6">
            <w:pPr>
              <w:jc w:val="center"/>
              <w:rPr>
                <w:sz w:val="22"/>
                <w:szCs w:val="22"/>
              </w:rPr>
            </w:pPr>
            <w:r w:rsidRPr="007E621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98317B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98317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Гаврилов С.М.</w:t>
            </w:r>
          </w:p>
        </w:tc>
        <w:tc>
          <w:tcPr>
            <w:tcW w:w="1800" w:type="dxa"/>
            <w:vMerge w:val="restart"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411 175,23</w:t>
            </w: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Квартира 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30,5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-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Квартира 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61,0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Дача 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400,0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130 000,0</w:t>
            </w: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Квартира 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61,0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Автомобиль легковой ЗАЗ-</w:t>
            </w:r>
            <w:smartTag w:uri="urn:schemas-microsoft-com:office:smarttags" w:element="metricconverter">
              <w:smartTagPr>
                <w:attr w:name="ProductID" w:val="968 М"/>
              </w:smartTagPr>
              <w:r w:rsidRPr="0098317B">
                <w:rPr>
                  <w:sz w:val="22"/>
                  <w:szCs w:val="22"/>
                </w:rPr>
                <w:t>968 М</w:t>
              </w:r>
            </w:smartTag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1A1DC0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1A1DC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A1DC0" w:rsidRDefault="002032EB" w:rsidP="005A6AF6">
            <w:pPr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Ратеев С.В.</w:t>
            </w:r>
          </w:p>
        </w:tc>
        <w:tc>
          <w:tcPr>
            <w:tcW w:w="1800" w:type="dxa"/>
            <w:vMerge w:val="restart"/>
          </w:tcPr>
          <w:p w:rsidR="002032EB" w:rsidRPr="001A1DC0" w:rsidRDefault="002032EB" w:rsidP="005A6AF6">
            <w:pPr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393 055,84</w:t>
            </w:r>
          </w:p>
        </w:tc>
        <w:tc>
          <w:tcPr>
            <w:tcW w:w="295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 xml:space="preserve">Квартира 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51,9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(аренда)</w:t>
            </w:r>
          </w:p>
        </w:tc>
        <w:tc>
          <w:tcPr>
            <w:tcW w:w="1548" w:type="dxa"/>
            <w:gridSpan w:val="2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394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Квартира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52,0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A1DC0" w:rsidRDefault="002032EB" w:rsidP="005A6AF6">
            <w:pPr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183 260,88</w:t>
            </w:r>
          </w:p>
        </w:tc>
        <w:tc>
          <w:tcPr>
            <w:tcW w:w="295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Квартира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Автомобиль легковой Тойота Королла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A1DC0" w:rsidRDefault="002032EB" w:rsidP="005A6AF6">
            <w:pPr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Квартира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52,0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</w:tr>
      <w:tr w:rsidR="002032EB" w:rsidRPr="0098317B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98317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Курков А.С.</w:t>
            </w:r>
          </w:p>
        </w:tc>
        <w:tc>
          <w:tcPr>
            <w:tcW w:w="1800" w:type="dxa"/>
            <w:vMerge w:val="restart"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525 361,73</w:t>
            </w: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Квартира 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Автомобиль легковой Хонда </w:t>
            </w:r>
            <w:r w:rsidRPr="0098317B">
              <w:rPr>
                <w:sz w:val="22"/>
                <w:szCs w:val="22"/>
                <w:lang w:val="en-GB"/>
              </w:rPr>
              <w:t>fit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Земельный участок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 (аренда)</w:t>
            </w:r>
          </w:p>
        </w:tc>
        <w:tc>
          <w:tcPr>
            <w:tcW w:w="1548" w:type="dxa"/>
            <w:gridSpan w:val="2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1486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Квартира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48" w:type="dxa"/>
            <w:gridSpan w:val="2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-</w:t>
            </w:r>
          </w:p>
        </w:tc>
      </w:tr>
      <w:tr w:rsidR="002032EB" w:rsidRPr="0098317B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98317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Беленков В.В.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377 459,80</w:t>
            </w: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Квартира 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36,9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Автомобиль легковой ВАЗ-21213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98317B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98317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90 600,0</w:t>
            </w: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Квартира 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98317B">
              <w:rPr>
                <w:sz w:val="22"/>
                <w:szCs w:val="22"/>
              </w:rPr>
              <w:t>долевая)</w:t>
            </w:r>
          </w:p>
        </w:tc>
        <w:tc>
          <w:tcPr>
            <w:tcW w:w="1548" w:type="dxa"/>
            <w:gridSpan w:val="2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36,9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-</w:t>
            </w:r>
          </w:p>
        </w:tc>
      </w:tr>
      <w:tr w:rsidR="002032EB" w:rsidRPr="0098317B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98317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Дмитриев Е.А.</w:t>
            </w:r>
          </w:p>
        </w:tc>
        <w:tc>
          <w:tcPr>
            <w:tcW w:w="1800" w:type="dxa"/>
            <w:vMerge w:val="restart"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401 375,32</w:t>
            </w: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Служебная квартира 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48" w:type="dxa"/>
            <w:gridSpan w:val="2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Автомобиль легковой КИА «Спектра»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98317B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98317B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8317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(совместная)</w:t>
            </w:r>
          </w:p>
        </w:tc>
        <w:tc>
          <w:tcPr>
            <w:tcW w:w="1548" w:type="dxa"/>
            <w:gridSpan w:val="2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405,0</w:t>
            </w:r>
          </w:p>
        </w:tc>
        <w:tc>
          <w:tcPr>
            <w:tcW w:w="1800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1A1DC0" w:rsidRDefault="002032EB" w:rsidP="005A6AF6">
            <w:pPr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Квартира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48" w:type="dxa"/>
            <w:gridSpan w:val="2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66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A1DC0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(совместная)</w:t>
            </w:r>
          </w:p>
        </w:tc>
        <w:tc>
          <w:tcPr>
            <w:tcW w:w="1548" w:type="dxa"/>
            <w:gridSpan w:val="2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405,0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A1DC0" w:rsidRDefault="002032EB" w:rsidP="005A6AF6">
            <w:pPr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Квартира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48" w:type="dxa"/>
            <w:gridSpan w:val="2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A1DC0" w:rsidRDefault="002032EB" w:rsidP="005A6AF6">
            <w:pPr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98317B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Квартира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98317B">
              <w:rPr>
                <w:sz w:val="22"/>
                <w:szCs w:val="22"/>
              </w:rPr>
              <w:t>(безвозмездное 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48" w:type="dxa"/>
            <w:gridSpan w:val="2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</w:tr>
      <w:tr w:rsidR="002032EB" w:rsidRPr="001A1DC0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1A1DC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A1DC0" w:rsidRDefault="002032EB" w:rsidP="005A6AF6">
            <w:pPr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Худяков К.В.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312 621,76</w:t>
            </w:r>
          </w:p>
        </w:tc>
        <w:tc>
          <w:tcPr>
            <w:tcW w:w="295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 xml:space="preserve">Служебная квартира 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29,4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Автомобиль легковой Тойота Королла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1A1DC0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1A1DC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A1DC0" w:rsidRDefault="002032EB" w:rsidP="005A6AF6">
            <w:pPr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96 543,17</w:t>
            </w:r>
          </w:p>
        </w:tc>
        <w:tc>
          <w:tcPr>
            <w:tcW w:w="295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Квартира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29.4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</w:tr>
      <w:tr w:rsidR="002032EB" w:rsidRPr="001A1DC0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1A1DC0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1A1DC0" w:rsidRDefault="002032EB" w:rsidP="005A6AF6">
            <w:pPr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Квартира</w:t>
            </w:r>
          </w:p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29.4</w:t>
            </w:r>
          </w:p>
        </w:tc>
        <w:tc>
          <w:tcPr>
            <w:tcW w:w="1800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1A1DC0" w:rsidRDefault="002032EB" w:rsidP="005A6AF6">
            <w:pPr>
              <w:jc w:val="center"/>
              <w:rPr>
                <w:sz w:val="22"/>
                <w:szCs w:val="22"/>
              </w:rPr>
            </w:pPr>
            <w:r w:rsidRPr="001A1DC0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Жидков А.В.</w:t>
            </w:r>
          </w:p>
        </w:tc>
        <w:tc>
          <w:tcPr>
            <w:tcW w:w="180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отряда</w:t>
            </w:r>
          </w:p>
        </w:tc>
        <w:tc>
          <w:tcPr>
            <w:tcW w:w="1620" w:type="dxa"/>
            <w:vMerge w:val="restart"/>
          </w:tcPr>
          <w:p w:rsidR="002032EB" w:rsidRPr="00716E6A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461 022,11</w:t>
            </w: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22" w:type="dxa"/>
            <w:vMerge w:val="restart"/>
          </w:tcPr>
          <w:p w:rsidR="002032EB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</w:p>
          <w:p w:rsidR="002032EB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</w:p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Автомобиль легковой</w:t>
            </w:r>
          </w:p>
          <w:p w:rsidR="002032EB" w:rsidRPr="00716E6A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Рено-Логан</w:t>
            </w:r>
          </w:p>
          <w:p w:rsidR="002032EB" w:rsidRPr="00716E6A" w:rsidRDefault="002032EB" w:rsidP="005A6AF6">
            <w:pPr>
              <w:rPr>
                <w:sz w:val="22"/>
                <w:szCs w:val="22"/>
              </w:rPr>
            </w:pPr>
            <w:r w:rsidRPr="00716E6A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служебном помещении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322" w:type="dxa"/>
            <w:vMerge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квартира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716E6A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</w:p>
        </w:tc>
      </w:tr>
      <w:tr w:rsidR="002032EB" w:rsidRPr="0075607F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75607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Казаков К.В.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426 460,32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 xml:space="preserve">Квартира 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(совместная)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Автомобиль легковой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Пежо 407 (индивидуальная)</w:t>
            </w:r>
          </w:p>
        </w:tc>
      </w:tr>
      <w:tr w:rsidR="002032EB" w:rsidRPr="0075607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5607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331 284,34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 xml:space="preserve">Квартира 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(совместная)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</w:tr>
      <w:tr w:rsidR="002032EB" w:rsidRPr="0075607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5607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Квартира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</w:tr>
      <w:tr w:rsidR="002032EB" w:rsidRPr="0075607F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75607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Козин С.В.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Заместитель начальника отряда</w:t>
            </w:r>
            <w:r>
              <w:rPr>
                <w:sz w:val="22"/>
                <w:szCs w:val="22"/>
              </w:rPr>
              <w:t xml:space="preserve"> – начальник пожарной части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488 373,65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Служебная к</w:t>
            </w:r>
            <w:r w:rsidRPr="0075607F">
              <w:rPr>
                <w:sz w:val="22"/>
                <w:szCs w:val="22"/>
              </w:rPr>
              <w:t xml:space="preserve">вартира 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75607F">
              <w:rPr>
                <w:sz w:val="22"/>
                <w:szCs w:val="22"/>
              </w:rPr>
              <w:t>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Автомобиль легковой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Чери Тиго (индивидуальная)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65 247, 39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 xml:space="preserve">Служебная квартира 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52,8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 xml:space="preserve">Квартира 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52,8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ind w:left="360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 xml:space="preserve">Квартира 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52,8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5607F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75607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Бодриков С.В.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Заместитель начальника отряда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471 452,76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 xml:space="preserve">Квартира 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51,7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</w:tr>
      <w:tr w:rsidR="002032EB" w:rsidRPr="0075607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5607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391 154,39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Квартира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</w:t>
            </w:r>
            <w:r w:rsidRPr="0075607F">
              <w:rPr>
                <w:sz w:val="22"/>
                <w:szCs w:val="22"/>
              </w:rPr>
              <w:t>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51,7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Автомобиль легковой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Хундай Гетц (индивидуальная)</w:t>
            </w:r>
          </w:p>
        </w:tc>
      </w:tr>
      <w:tr w:rsidR="002032EB" w:rsidRPr="0075607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5607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 xml:space="preserve">Квартира 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51,7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</w:tr>
      <w:tr w:rsidR="002032EB" w:rsidRPr="0075607F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75607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Бодрикова С.А.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391 154,39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Квартира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</w:t>
            </w:r>
            <w:r w:rsidRPr="0075607F">
              <w:rPr>
                <w:sz w:val="22"/>
                <w:szCs w:val="22"/>
              </w:rPr>
              <w:t>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51,7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Автомобиль легковой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Хундай Гетц (индивидуальная)</w:t>
            </w:r>
          </w:p>
        </w:tc>
      </w:tr>
      <w:tr w:rsidR="002032EB" w:rsidRPr="0075607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5607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471 452,76</w:t>
            </w:r>
            <w:r w:rsidRPr="0075607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 xml:space="preserve">Квартира 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51,7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</w:tr>
      <w:tr w:rsidR="002032EB" w:rsidRPr="0075607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5607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Квартира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51,7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-</w:t>
            </w:r>
          </w:p>
        </w:tc>
      </w:tr>
      <w:tr w:rsidR="002032EB" w:rsidRPr="0075607F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75607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Киселёв Н.А.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399 861,8</w:t>
            </w: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Квартира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548" w:type="dxa"/>
            <w:gridSpan w:val="2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47,88</w:t>
            </w:r>
          </w:p>
        </w:tc>
        <w:tc>
          <w:tcPr>
            <w:tcW w:w="1800" w:type="dxa"/>
          </w:tcPr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75607F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</w:rPr>
              <w:t>Автомобиль легковой</w:t>
            </w:r>
          </w:p>
          <w:p w:rsidR="002032EB" w:rsidRPr="0075607F" w:rsidRDefault="002032EB" w:rsidP="005A6AF6">
            <w:pPr>
              <w:jc w:val="center"/>
              <w:rPr>
                <w:sz w:val="22"/>
                <w:szCs w:val="22"/>
              </w:rPr>
            </w:pPr>
            <w:r w:rsidRPr="0075607F">
              <w:rPr>
                <w:sz w:val="22"/>
                <w:szCs w:val="22"/>
                <w:lang w:val="en-GB"/>
              </w:rPr>
              <w:t>Kia</w:t>
            </w:r>
            <w:r w:rsidRPr="0075607F">
              <w:rPr>
                <w:sz w:val="22"/>
                <w:szCs w:val="22"/>
              </w:rPr>
              <w:t xml:space="preserve"> </w:t>
            </w:r>
            <w:r w:rsidRPr="0075607F">
              <w:rPr>
                <w:sz w:val="22"/>
                <w:szCs w:val="22"/>
                <w:lang w:val="en-GB"/>
              </w:rPr>
              <w:t>Ceranto</w:t>
            </w:r>
            <w:r w:rsidRPr="0075607F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1630C" w:rsidRDefault="002032EB" w:rsidP="005A6AF6">
            <w:pPr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 xml:space="preserve">192 345,66 </w:t>
            </w:r>
          </w:p>
        </w:tc>
        <w:tc>
          <w:tcPr>
            <w:tcW w:w="2952" w:type="dxa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Комната (индивидуальная)</w:t>
            </w:r>
          </w:p>
        </w:tc>
        <w:tc>
          <w:tcPr>
            <w:tcW w:w="1548" w:type="dxa"/>
            <w:gridSpan w:val="2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10,7</w:t>
            </w:r>
          </w:p>
        </w:tc>
        <w:tc>
          <w:tcPr>
            <w:tcW w:w="1800" w:type="dxa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  <w:r w:rsidRPr="00716E6A">
              <w:rPr>
                <w:color w:val="FF0000"/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1630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Комната (индивидуальная)</w:t>
            </w:r>
          </w:p>
        </w:tc>
        <w:tc>
          <w:tcPr>
            <w:tcW w:w="1548" w:type="dxa"/>
            <w:gridSpan w:val="2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17,4</w:t>
            </w:r>
          </w:p>
        </w:tc>
        <w:tc>
          <w:tcPr>
            <w:tcW w:w="1800" w:type="dxa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1630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Квартира</w:t>
            </w:r>
          </w:p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47,88</w:t>
            </w:r>
          </w:p>
        </w:tc>
        <w:tc>
          <w:tcPr>
            <w:tcW w:w="1800" w:type="dxa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1630C" w:rsidRDefault="002032EB" w:rsidP="005A6AF6">
            <w:pPr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Квартира</w:t>
            </w:r>
          </w:p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47,88</w:t>
            </w:r>
          </w:p>
        </w:tc>
        <w:tc>
          <w:tcPr>
            <w:tcW w:w="1800" w:type="dxa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91630C" w:rsidRDefault="002032EB" w:rsidP="005A6AF6">
            <w:pPr>
              <w:jc w:val="center"/>
              <w:rPr>
                <w:sz w:val="22"/>
                <w:szCs w:val="22"/>
              </w:rPr>
            </w:pPr>
            <w:r w:rsidRPr="0091630C">
              <w:rPr>
                <w:sz w:val="22"/>
                <w:szCs w:val="22"/>
              </w:rPr>
              <w:t>-</w:t>
            </w:r>
          </w:p>
        </w:tc>
      </w:tr>
      <w:tr w:rsidR="002032EB" w:rsidRPr="000C2BD8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0C2BD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Денисов Е.А.</w:t>
            </w:r>
          </w:p>
        </w:tc>
        <w:tc>
          <w:tcPr>
            <w:tcW w:w="1800" w:type="dxa"/>
            <w:vMerge w:val="restart"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341 970,11</w:t>
            </w:r>
          </w:p>
        </w:tc>
        <w:tc>
          <w:tcPr>
            <w:tcW w:w="2952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548" w:type="dxa"/>
            <w:gridSpan w:val="2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0C2BD8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</w:p>
          <w:p w:rsidR="002032EB" w:rsidRPr="000C2BD8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Автомобиль легковой</w:t>
            </w: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КИА (индивидуальная)</w:t>
            </w:r>
          </w:p>
        </w:tc>
      </w:tr>
      <w:tr w:rsidR="002032EB" w:rsidRPr="000C2BD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0C2BD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Квартира</w:t>
            </w: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0C2BD8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</w:p>
        </w:tc>
      </w:tr>
      <w:tr w:rsidR="002032EB" w:rsidRPr="000C2BD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0C2BD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Иное недвижимое имущество</w:t>
            </w: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C2BD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0C2BD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Квартира</w:t>
            </w: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68,28</w:t>
            </w:r>
          </w:p>
        </w:tc>
        <w:tc>
          <w:tcPr>
            <w:tcW w:w="180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C2BD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0C2BD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Гараж</w:t>
            </w: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80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Россия</w:t>
            </w: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2" w:type="dxa"/>
            <w:vMerge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C2BD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0C2BD8" w:rsidRDefault="002032EB" w:rsidP="005A6AF6">
            <w:pPr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D031D" w:rsidRDefault="002032EB" w:rsidP="005A6AF6">
            <w:pPr>
              <w:rPr>
                <w:sz w:val="22"/>
                <w:szCs w:val="22"/>
              </w:rPr>
            </w:pPr>
            <w:r w:rsidRPr="008D031D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240 000,0</w:t>
            </w:r>
          </w:p>
        </w:tc>
        <w:tc>
          <w:tcPr>
            <w:tcW w:w="2952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Квартира</w:t>
            </w: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68,28</w:t>
            </w:r>
          </w:p>
        </w:tc>
        <w:tc>
          <w:tcPr>
            <w:tcW w:w="180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-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C2BD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0C2BD8" w:rsidRDefault="002032EB" w:rsidP="005A6AF6">
            <w:pPr>
              <w:ind w:left="360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C2BD8" w:rsidRDefault="002032EB" w:rsidP="005A6AF6">
            <w:pPr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Иное недвижимое имущество</w:t>
            </w: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80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C2BD8">
        <w:trPr>
          <w:gridAfter w:val="1"/>
          <w:wAfter w:w="18" w:type="dxa"/>
          <w:trHeight w:val="503"/>
        </w:trPr>
        <w:tc>
          <w:tcPr>
            <w:tcW w:w="1080" w:type="dxa"/>
            <w:vMerge/>
          </w:tcPr>
          <w:p w:rsidR="002032EB" w:rsidRPr="000C2BD8" w:rsidRDefault="002032EB" w:rsidP="005A6AF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Квартира</w:t>
            </w: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45,85</w:t>
            </w:r>
          </w:p>
        </w:tc>
        <w:tc>
          <w:tcPr>
            <w:tcW w:w="180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C2BD8">
        <w:trPr>
          <w:gridAfter w:val="1"/>
          <w:wAfter w:w="18" w:type="dxa"/>
          <w:trHeight w:val="920"/>
        </w:trPr>
        <w:tc>
          <w:tcPr>
            <w:tcW w:w="1080" w:type="dxa"/>
            <w:vMerge/>
          </w:tcPr>
          <w:p w:rsidR="002032EB" w:rsidRPr="000C2BD8" w:rsidRDefault="002032EB" w:rsidP="005A6AF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Квартира</w:t>
            </w: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68,28</w:t>
            </w:r>
          </w:p>
        </w:tc>
        <w:tc>
          <w:tcPr>
            <w:tcW w:w="180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C2BD8">
        <w:trPr>
          <w:gridAfter w:val="1"/>
          <w:wAfter w:w="18" w:type="dxa"/>
          <w:trHeight w:val="793"/>
        </w:trPr>
        <w:tc>
          <w:tcPr>
            <w:tcW w:w="1080" w:type="dxa"/>
            <w:vMerge/>
          </w:tcPr>
          <w:p w:rsidR="002032EB" w:rsidRPr="000C2BD8" w:rsidRDefault="002032EB" w:rsidP="005A6AF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Квартира</w:t>
            </w: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68,28</w:t>
            </w:r>
          </w:p>
        </w:tc>
        <w:tc>
          <w:tcPr>
            <w:tcW w:w="1800" w:type="dxa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0C2BD8">
        <w:trPr>
          <w:gridAfter w:val="1"/>
          <w:wAfter w:w="18" w:type="dxa"/>
          <w:trHeight w:val="516"/>
        </w:trPr>
        <w:tc>
          <w:tcPr>
            <w:tcW w:w="1080" w:type="dxa"/>
            <w:vMerge w:val="restart"/>
          </w:tcPr>
          <w:p w:rsidR="002032EB" w:rsidRPr="000C2BD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Ахтямов Д.Ш.</w:t>
            </w:r>
          </w:p>
        </w:tc>
        <w:tc>
          <w:tcPr>
            <w:tcW w:w="1800" w:type="dxa"/>
            <w:vMerge w:val="restart"/>
          </w:tcPr>
          <w:p w:rsidR="002032EB" w:rsidRPr="000C2BD8" w:rsidRDefault="002032EB" w:rsidP="005A6AF6">
            <w:pPr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353 239,45</w:t>
            </w:r>
          </w:p>
        </w:tc>
        <w:tc>
          <w:tcPr>
            <w:tcW w:w="2952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Квартира</w:t>
            </w:r>
          </w:p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49,1</w:t>
            </w:r>
          </w:p>
        </w:tc>
        <w:tc>
          <w:tcPr>
            <w:tcW w:w="1800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0C2BD8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Автомобиль легковой</w:t>
            </w:r>
          </w:p>
          <w:p w:rsidR="002032EB" w:rsidRPr="000C2BD8" w:rsidRDefault="002032EB" w:rsidP="005A6AF6">
            <w:pPr>
              <w:jc w:val="center"/>
              <w:rPr>
                <w:sz w:val="22"/>
                <w:szCs w:val="22"/>
              </w:rPr>
            </w:pPr>
            <w:r w:rsidRPr="000C2BD8">
              <w:rPr>
                <w:sz w:val="22"/>
                <w:szCs w:val="22"/>
              </w:rPr>
              <w:t>ВАЗ 21</w:t>
            </w:r>
            <w:r>
              <w:rPr>
                <w:sz w:val="22"/>
                <w:szCs w:val="22"/>
              </w:rPr>
              <w:t>073</w:t>
            </w:r>
            <w:r w:rsidRPr="000C2BD8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Жилой дом</w:t>
            </w:r>
          </w:p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377B6" w:rsidRDefault="002032EB" w:rsidP="005A6AF6">
            <w:pPr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74 611,82</w:t>
            </w:r>
          </w:p>
        </w:tc>
        <w:tc>
          <w:tcPr>
            <w:tcW w:w="2952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Квартира</w:t>
            </w:r>
          </w:p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34,7</w:t>
            </w:r>
          </w:p>
        </w:tc>
        <w:tc>
          <w:tcPr>
            <w:tcW w:w="1800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377B6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Жилой дом</w:t>
            </w:r>
          </w:p>
          <w:p w:rsidR="002032EB" w:rsidRPr="00D377B6" w:rsidRDefault="002032EB" w:rsidP="005A6AF6">
            <w:pPr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377B6" w:rsidRDefault="002032EB" w:rsidP="005A6AF6">
            <w:pPr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Квартира</w:t>
            </w:r>
          </w:p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49,1</w:t>
            </w:r>
          </w:p>
        </w:tc>
        <w:tc>
          <w:tcPr>
            <w:tcW w:w="1800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Жилой дом</w:t>
            </w:r>
          </w:p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64</w:t>
            </w:r>
          </w:p>
        </w:tc>
        <w:tc>
          <w:tcPr>
            <w:tcW w:w="1800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AC2E88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AC2E8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C2E88" w:rsidRDefault="002032EB" w:rsidP="005A6AF6">
            <w:pPr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Широков Е.Ю.</w:t>
            </w:r>
          </w:p>
        </w:tc>
        <w:tc>
          <w:tcPr>
            <w:tcW w:w="1800" w:type="dxa"/>
            <w:vMerge w:val="restart"/>
          </w:tcPr>
          <w:p w:rsidR="002032EB" w:rsidRPr="00AC2E88" w:rsidRDefault="002032EB" w:rsidP="005A6AF6">
            <w:pPr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467 398,58</w:t>
            </w:r>
          </w:p>
        </w:tc>
        <w:tc>
          <w:tcPr>
            <w:tcW w:w="2952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Квартира</w:t>
            </w:r>
          </w:p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C2E88">
              <w:rPr>
                <w:sz w:val="22"/>
                <w:szCs w:val="22"/>
              </w:rPr>
              <w:t>долевая)</w:t>
            </w:r>
          </w:p>
        </w:tc>
        <w:tc>
          <w:tcPr>
            <w:tcW w:w="1548" w:type="dxa"/>
            <w:gridSpan w:val="2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800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-</w:t>
            </w:r>
          </w:p>
        </w:tc>
      </w:tr>
      <w:tr w:rsidR="002032EB" w:rsidRPr="00AC2E8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AC2E8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C2E8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C2E8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Жилой дом</w:t>
            </w:r>
          </w:p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(безвозмездное пользование</w:t>
            </w:r>
          </w:p>
        </w:tc>
        <w:tc>
          <w:tcPr>
            <w:tcW w:w="1548" w:type="dxa"/>
            <w:gridSpan w:val="2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800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C2E8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AC2E8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C2E88" w:rsidRDefault="002032EB" w:rsidP="005A6AF6">
            <w:pPr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Квартира</w:t>
            </w:r>
          </w:p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(долевая)</w:t>
            </w:r>
          </w:p>
        </w:tc>
        <w:tc>
          <w:tcPr>
            <w:tcW w:w="1548" w:type="dxa"/>
            <w:gridSpan w:val="2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800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-</w:t>
            </w:r>
          </w:p>
        </w:tc>
      </w:tr>
      <w:tr w:rsidR="002032EB" w:rsidRPr="00AC2E8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AC2E8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C2E8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Жилой дом</w:t>
            </w:r>
          </w:p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(безвозмездное пользование</w:t>
            </w:r>
          </w:p>
        </w:tc>
        <w:tc>
          <w:tcPr>
            <w:tcW w:w="1548" w:type="dxa"/>
            <w:gridSpan w:val="2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800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C2E8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AC2E8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C2E88" w:rsidRDefault="002032EB" w:rsidP="005A6AF6">
            <w:pPr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Квартира</w:t>
            </w:r>
          </w:p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AC2E88">
              <w:rPr>
                <w:sz w:val="22"/>
                <w:szCs w:val="22"/>
              </w:rPr>
              <w:t>долевая)</w:t>
            </w:r>
          </w:p>
        </w:tc>
        <w:tc>
          <w:tcPr>
            <w:tcW w:w="1548" w:type="dxa"/>
            <w:gridSpan w:val="2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800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-</w:t>
            </w:r>
          </w:p>
        </w:tc>
      </w:tr>
      <w:tr w:rsidR="002032EB" w:rsidRPr="00AC2E8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AC2E8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C2E8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Жилой дом</w:t>
            </w:r>
          </w:p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(безвозмездное пользование</w:t>
            </w:r>
          </w:p>
        </w:tc>
        <w:tc>
          <w:tcPr>
            <w:tcW w:w="1548" w:type="dxa"/>
            <w:gridSpan w:val="2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800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C2E8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AC2E88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AC2E88" w:rsidRDefault="002032EB" w:rsidP="005A6AF6">
            <w:pPr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  <w:vMerge w:val="restart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Квартира</w:t>
            </w:r>
          </w:p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(долевая)</w:t>
            </w:r>
          </w:p>
        </w:tc>
        <w:tc>
          <w:tcPr>
            <w:tcW w:w="1548" w:type="dxa"/>
            <w:gridSpan w:val="2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800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AC2E88">
              <w:rPr>
                <w:sz w:val="22"/>
                <w:szCs w:val="22"/>
              </w:rPr>
              <w:t>-</w:t>
            </w:r>
          </w:p>
        </w:tc>
      </w:tr>
      <w:tr w:rsidR="002032EB" w:rsidRPr="00AC2E88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AC2E88" w:rsidRDefault="002032EB" w:rsidP="005A6AF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C2E8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D377B6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Жилой дом</w:t>
            </w:r>
          </w:p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 w:rsidRPr="00D377B6">
              <w:rPr>
                <w:sz w:val="22"/>
                <w:szCs w:val="22"/>
              </w:rPr>
              <w:t>(безвозмездное пользование</w:t>
            </w:r>
          </w:p>
        </w:tc>
        <w:tc>
          <w:tcPr>
            <w:tcW w:w="1548" w:type="dxa"/>
            <w:gridSpan w:val="2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800" w:type="dxa"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AC2E8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AC2E88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Безродных В.М.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391 952,81</w:t>
            </w:r>
          </w:p>
        </w:tc>
        <w:tc>
          <w:tcPr>
            <w:tcW w:w="295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Квартира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144 386,28</w:t>
            </w:r>
          </w:p>
        </w:tc>
        <w:tc>
          <w:tcPr>
            <w:tcW w:w="295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Квартира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Квартира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</w:tr>
      <w:tr w:rsidR="002032EB" w:rsidRPr="00D2596F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Шагиахметов Р.Р.</w:t>
            </w:r>
          </w:p>
        </w:tc>
        <w:tc>
          <w:tcPr>
            <w:tcW w:w="1800" w:type="dxa"/>
            <w:vMerge w:val="restart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49696,01</w:t>
            </w:r>
          </w:p>
        </w:tc>
        <w:tc>
          <w:tcPr>
            <w:tcW w:w="295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Жилой дом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2596F">
              <w:rPr>
                <w:sz w:val="22"/>
                <w:szCs w:val="22"/>
              </w:rPr>
              <w:t>долевая)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97,9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D2596F" w:rsidRDefault="002032EB" w:rsidP="005A6AF6">
            <w:pPr>
              <w:tabs>
                <w:tab w:val="center" w:pos="1214"/>
              </w:tabs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Автомобиль легковой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ВАЗ 21703 (индивидуальная)</w:t>
            </w:r>
          </w:p>
        </w:tc>
      </w:tr>
      <w:tr w:rsidR="002032EB" w:rsidRPr="00D2596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D2596F" w:rsidRDefault="002032EB" w:rsidP="005A6AF6">
            <w:pPr>
              <w:tabs>
                <w:tab w:val="center" w:pos="1214"/>
              </w:tabs>
              <w:rPr>
                <w:sz w:val="22"/>
                <w:szCs w:val="22"/>
              </w:rPr>
            </w:pPr>
          </w:p>
        </w:tc>
      </w:tr>
      <w:tr w:rsidR="002032EB" w:rsidRPr="00D2596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291 463,31</w:t>
            </w:r>
          </w:p>
        </w:tc>
        <w:tc>
          <w:tcPr>
            <w:tcW w:w="295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Жилой дом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2596F">
              <w:rPr>
                <w:sz w:val="22"/>
                <w:szCs w:val="22"/>
              </w:rPr>
              <w:t>долевая)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97,9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</w:tr>
      <w:tr w:rsidR="002032EB" w:rsidRPr="00D2596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2596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Жилой дом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2596F">
              <w:rPr>
                <w:sz w:val="22"/>
                <w:szCs w:val="22"/>
              </w:rPr>
              <w:t>долевая)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97,9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</w:tr>
      <w:tr w:rsidR="002032EB" w:rsidRPr="00D2596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2596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  <w:vMerge w:val="restart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Жилой дом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(долевая)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97,9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</w:tr>
      <w:tr w:rsidR="002032EB" w:rsidRPr="00D2596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2596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 xml:space="preserve">Жилой дом 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97,9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</w:tr>
      <w:tr w:rsidR="002032EB" w:rsidRPr="00D2596F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Насретдинов М.Х.</w:t>
            </w:r>
          </w:p>
        </w:tc>
        <w:tc>
          <w:tcPr>
            <w:tcW w:w="1800" w:type="dxa"/>
            <w:vMerge w:val="restart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361 624,16</w:t>
            </w: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 xml:space="preserve">Жилой дом 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61,50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 w:rsidRPr="00D2596F">
              <w:rPr>
                <w:sz w:val="22"/>
                <w:szCs w:val="22"/>
              </w:rPr>
              <w:t>-</w:t>
            </w:r>
          </w:p>
        </w:tc>
      </w:tr>
      <w:tr w:rsidR="002032EB" w:rsidRPr="00D2596F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D2596F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2596F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(аренда)</w:t>
            </w:r>
          </w:p>
        </w:tc>
        <w:tc>
          <w:tcPr>
            <w:tcW w:w="1548" w:type="dxa"/>
            <w:gridSpan w:val="2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1 162,0</w:t>
            </w:r>
          </w:p>
        </w:tc>
        <w:tc>
          <w:tcPr>
            <w:tcW w:w="1800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D2596F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85B87" w:rsidRDefault="002032EB" w:rsidP="005A6AF6">
            <w:pPr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41 798,40</w:t>
            </w:r>
          </w:p>
        </w:tc>
        <w:tc>
          <w:tcPr>
            <w:tcW w:w="2952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 xml:space="preserve">Жилой дом </w:t>
            </w:r>
          </w:p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61,50</w:t>
            </w:r>
          </w:p>
        </w:tc>
        <w:tc>
          <w:tcPr>
            <w:tcW w:w="1800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85B87" w:rsidRDefault="002032EB" w:rsidP="005A6AF6">
            <w:pPr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дочь</w:t>
            </w:r>
          </w:p>
        </w:tc>
        <w:tc>
          <w:tcPr>
            <w:tcW w:w="1800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 xml:space="preserve">Жилой дом </w:t>
            </w:r>
          </w:p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61,50</w:t>
            </w:r>
          </w:p>
        </w:tc>
        <w:tc>
          <w:tcPr>
            <w:tcW w:w="1800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-</w:t>
            </w:r>
          </w:p>
        </w:tc>
      </w:tr>
      <w:tr w:rsidR="002032EB" w:rsidRPr="00985B87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985B87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85B87" w:rsidRDefault="002032EB" w:rsidP="005A6AF6">
            <w:pPr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Викулов П.Б.</w:t>
            </w:r>
          </w:p>
        </w:tc>
        <w:tc>
          <w:tcPr>
            <w:tcW w:w="1800" w:type="dxa"/>
            <w:vMerge w:val="restart"/>
          </w:tcPr>
          <w:p w:rsidR="002032EB" w:rsidRPr="00985B87" w:rsidRDefault="002032EB" w:rsidP="005A6AF6">
            <w:pPr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620" w:type="dxa"/>
            <w:vMerge w:val="restart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480 378,07</w:t>
            </w:r>
          </w:p>
        </w:tc>
        <w:tc>
          <w:tcPr>
            <w:tcW w:w="2952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Квартира</w:t>
            </w:r>
          </w:p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985B87">
              <w:rPr>
                <w:sz w:val="22"/>
                <w:szCs w:val="22"/>
              </w:rPr>
              <w:t>долевая)</w:t>
            </w:r>
          </w:p>
        </w:tc>
        <w:tc>
          <w:tcPr>
            <w:tcW w:w="1548" w:type="dxa"/>
            <w:gridSpan w:val="2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41,2</w:t>
            </w:r>
          </w:p>
        </w:tc>
        <w:tc>
          <w:tcPr>
            <w:tcW w:w="1800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985B87" w:rsidRDefault="002032EB" w:rsidP="005A6AF6">
            <w:pPr>
              <w:tabs>
                <w:tab w:val="center" w:pos="1214"/>
              </w:tabs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Автомобиль легковой</w:t>
            </w:r>
          </w:p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 Тино</w:t>
            </w:r>
            <w:r w:rsidRPr="00985B87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 xml:space="preserve">Жилой дом </w:t>
            </w:r>
          </w:p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985B87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Мототранспортное средство</w:t>
            </w:r>
          </w:p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>Урал</w:t>
            </w:r>
          </w:p>
          <w:p w:rsidR="002032EB" w:rsidRPr="00985B87" w:rsidRDefault="002032EB" w:rsidP="005A6AF6">
            <w:pPr>
              <w:jc w:val="center"/>
              <w:rPr>
                <w:sz w:val="22"/>
                <w:szCs w:val="22"/>
              </w:rPr>
            </w:pPr>
            <w:r w:rsidRPr="00985B87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95CFC" w:rsidRDefault="002032EB" w:rsidP="005A6AF6">
            <w:pPr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173 982,62</w:t>
            </w:r>
          </w:p>
        </w:tc>
        <w:tc>
          <w:tcPr>
            <w:tcW w:w="2952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 xml:space="preserve">Жилой дом </w:t>
            </w:r>
          </w:p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-</w:t>
            </w:r>
          </w:p>
        </w:tc>
      </w:tr>
      <w:tr w:rsidR="002032EB" w:rsidRPr="00995CFC">
        <w:trPr>
          <w:gridAfter w:val="1"/>
          <w:wAfter w:w="18" w:type="dxa"/>
        </w:trPr>
        <w:tc>
          <w:tcPr>
            <w:tcW w:w="1080" w:type="dxa"/>
            <w:vMerge w:val="restart"/>
          </w:tcPr>
          <w:p w:rsidR="002032EB" w:rsidRPr="00995CFC" w:rsidRDefault="002032EB" w:rsidP="005A6AF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95CFC" w:rsidRDefault="002032EB" w:rsidP="005A6AF6">
            <w:pPr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Хамитов М.Ф.</w:t>
            </w:r>
          </w:p>
        </w:tc>
        <w:tc>
          <w:tcPr>
            <w:tcW w:w="1800" w:type="dxa"/>
            <w:vMerge w:val="restart"/>
          </w:tcPr>
          <w:p w:rsidR="002032EB" w:rsidRPr="00995CFC" w:rsidRDefault="002032EB" w:rsidP="005A6AF6">
            <w:pPr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620" w:type="dxa"/>
            <w:vMerge w:val="restart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412 334,30</w:t>
            </w:r>
          </w:p>
        </w:tc>
        <w:tc>
          <w:tcPr>
            <w:tcW w:w="2952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Квартира</w:t>
            </w:r>
          </w:p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995CFC">
              <w:rPr>
                <w:sz w:val="22"/>
                <w:szCs w:val="22"/>
              </w:rPr>
              <w:t>долевая)</w:t>
            </w:r>
          </w:p>
        </w:tc>
        <w:tc>
          <w:tcPr>
            <w:tcW w:w="1548" w:type="dxa"/>
            <w:gridSpan w:val="2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995CFC" w:rsidRDefault="002032EB" w:rsidP="005A6AF6">
            <w:pPr>
              <w:tabs>
                <w:tab w:val="center" w:pos="1214"/>
              </w:tabs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Автомобиль легковой</w:t>
            </w:r>
          </w:p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21102</w:t>
            </w:r>
            <w:r w:rsidRPr="00995CFC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 xml:space="preserve">Квартира </w:t>
            </w:r>
          </w:p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95CFC" w:rsidRDefault="002032EB" w:rsidP="005A6AF6">
            <w:pPr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Merge w:val="restart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23 560,20</w:t>
            </w:r>
          </w:p>
        </w:tc>
        <w:tc>
          <w:tcPr>
            <w:tcW w:w="2952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Квартира</w:t>
            </w:r>
          </w:p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548" w:type="dxa"/>
            <w:gridSpan w:val="2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 w:val="restart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-</w:t>
            </w: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716E6A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 xml:space="preserve">Квартира </w:t>
            </w:r>
          </w:p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  <w:vMerge/>
          </w:tcPr>
          <w:p w:rsidR="002032EB" w:rsidRPr="00716E6A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716E6A">
        <w:trPr>
          <w:gridAfter w:val="1"/>
          <w:wAfter w:w="18" w:type="dxa"/>
        </w:trPr>
        <w:tc>
          <w:tcPr>
            <w:tcW w:w="1080" w:type="dxa"/>
            <w:vMerge/>
          </w:tcPr>
          <w:p w:rsidR="002032EB" w:rsidRPr="00716E6A" w:rsidRDefault="002032EB" w:rsidP="005A6AF6">
            <w:pPr>
              <w:numPr>
                <w:ilvl w:val="0"/>
                <w:numId w:val="13"/>
              </w:num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95CFC" w:rsidRDefault="002032EB" w:rsidP="005A6AF6">
            <w:pPr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2032EB" w:rsidRPr="00995CFC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-</w:t>
            </w:r>
          </w:p>
        </w:tc>
        <w:tc>
          <w:tcPr>
            <w:tcW w:w="2952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 xml:space="preserve">Квартира </w:t>
            </w:r>
          </w:p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548" w:type="dxa"/>
            <w:gridSpan w:val="2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Россия</w:t>
            </w:r>
          </w:p>
        </w:tc>
        <w:tc>
          <w:tcPr>
            <w:tcW w:w="2322" w:type="dxa"/>
          </w:tcPr>
          <w:p w:rsidR="002032EB" w:rsidRPr="00995CFC" w:rsidRDefault="002032EB" w:rsidP="005A6AF6">
            <w:pPr>
              <w:jc w:val="center"/>
              <w:rPr>
                <w:sz w:val="22"/>
                <w:szCs w:val="22"/>
              </w:rPr>
            </w:pPr>
            <w:r w:rsidRPr="00995CFC">
              <w:rPr>
                <w:sz w:val="22"/>
                <w:szCs w:val="22"/>
              </w:rPr>
              <w:t>-</w:t>
            </w:r>
          </w:p>
        </w:tc>
      </w:tr>
    </w:tbl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Default="002032EB" w:rsidP="005A6AF6">
      <w:pPr>
        <w:jc w:val="center"/>
        <w:rPr>
          <w:b/>
          <w:sz w:val="28"/>
          <w:szCs w:val="28"/>
        </w:rPr>
      </w:pPr>
    </w:p>
    <w:p w:rsidR="002032EB" w:rsidRPr="005A6AF6" w:rsidRDefault="002032EB" w:rsidP="005A6AF6">
      <w:pPr>
        <w:jc w:val="center"/>
        <w:rPr>
          <w:b/>
          <w:sz w:val="28"/>
          <w:szCs w:val="28"/>
        </w:rPr>
      </w:pPr>
      <w:r w:rsidRPr="005A6AF6">
        <w:rPr>
          <w:b/>
          <w:sz w:val="28"/>
          <w:szCs w:val="28"/>
        </w:rPr>
        <w:t>Федеральные государственные гражданские служащие</w:t>
      </w:r>
    </w:p>
    <w:tbl>
      <w:tblPr>
        <w:tblW w:w="15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1620"/>
        <w:gridCol w:w="1569"/>
        <w:gridCol w:w="3111"/>
        <w:gridCol w:w="1800"/>
        <w:gridCol w:w="1800"/>
        <w:gridCol w:w="2928"/>
      </w:tblGrid>
      <w:tr w:rsidR="002032EB" w:rsidRPr="00D82E1E">
        <w:tc>
          <w:tcPr>
            <w:tcW w:w="720" w:type="dxa"/>
            <w:vMerge w:val="restart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№ пп</w:t>
            </w:r>
          </w:p>
        </w:tc>
        <w:tc>
          <w:tcPr>
            <w:tcW w:w="1800" w:type="dxa"/>
            <w:vMerge w:val="restart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Фам</w:t>
            </w:r>
            <w:r w:rsidRPr="00957EC4">
              <w:rPr>
                <w:b/>
                <w:sz w:val="22"/>
                <w:szCs w:val="22"/>
              </w:rPr>
              <w:t>и</w:t>
            </w:r>
            <w:r w:rsidRPr="00957EC4">
              <w:rPr>
                <w:b/>
                <w:sz w:val="22"/>
                <w:szCs w:val="22"/>
              </w:rPr>
              <w:t>лия, инициалы</w:t>
            </w:r>
          </w:p>
        </w:tc>
        <w:tc>
          <w:tcPr>
            <w:tcW w:w="1620" w:type="dxa"/>
            <w:vMerge w:val="restart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</w:p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Дол</w:t>
            </w:r>
            <w:r w:rsidRPr="00957EC4">
              <w:rPr>
                <w:b/>
                <w:sz w:val="22"/>
                <w:szCs w:val="22"/>
              </w:rPr>
              <w:t>ж</w:t>
            </w:r>
            <w:r w:rsidRPr="00957EC4">
              <w:rPr>
                <w:b/>
                <w:sz w:val="22"/>
                <w:szCs w:val="22"/>
              </w:rPr>
              <w:t>ность</w:t>
            </w:r>
          </w:p>
        </w:tc>
        <w:tc>
          <w:tcPr>
            <w:tcW w:w="1569" w:type="dxa"/>
            <w:vMerge w:val="restart"/>
          </w:tcPr>
          <w:p w:rsidR="002032EB" w:rsidRPr="00957EC4" w:rsidRDefault="002032EB" w:rsidP="005A6AF6">
            <w:pPr>
              <w:jc w:val="center"/>
              <w:rPr>
                <w:b/>
              </w:rPr>
            </w:pPr>
            <w:r w:rsidRPr="00957EC4">
              <w:rPr>
                <w:b/>
              </w:rPr>
              <w:t>Общая су</w:t>
            </w:r>
            <w:r w:rsidRPr="00957EC4">
              <w:rPr>
                <w:b/>
              </w:rPr>
              <w:t>м</w:t>
            </w:r>
            <w:r w:rsidRPr="00957EC4">
              <w:rPr>
                <w:b/>
              </w:rPr>
              <w:t>ма деклар</w:t>
            </w:r>
            <w:r w:rsidRPr="00957EC4">
              <w:rPr>
                <w:b/>
              </w:rPr>
              <w:t>и</w:t>
            </w:r>
            <w:r w:rsidRPr="00957EC4">
              <w:rPr>
                <w:b/>
              </w:rPr>
              <w:t>рованного годового д</w:t>
            </w:r>
            <w:r w:rsidRPr="00957EC4">
              <w:rPr>
                <w:b/>
              </w:rPr>
              <w:t>о</w:t>
            </w:r>
            <w:r w:rsidRPr="00957EC4">
              <w:rPr>
                <w:b/>
              </w:rPr>
              <w:t>хода</w:t>
            </w:r>
          </w:p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</w:rPr>
              <w:t>за 2011 г. (руб.)</w:t>
            </w:r>
          </w:p>
        </w:tc>
        <w:tc>
          <w:tcPr>
            <w:tcW w:w="6711" w:type="dxa"/>
            <w:gridSpan w:val="3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</w:rPr>
              <w:t>Перечень объектов недвижимого имущества, принадлежащих на праве собственности или находящихся в польз</w:t>
            </w:r>
            <w:r w:rsidRPr="00957EC4">
              <w:rPr>
                <w:b/>
              </w:rPr>
              <w:t>о</w:t>
            </w:r>
            <w:r w:rsidRPr="00957EC4">
              <w:rPr>
                <w:b/>
              </w:rPr>
              <w:t>вании</w:t>
            </w:r>
          </w:p>
        </w:tc>
        <w:tc>
          <w:tcPr>
            <w:tcW w:w="2928" w:type="dxa"/>
            <w:vMerge w:val="restart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</w:rPr>
              <w:t>Перечень транспор</w:t>
            </w:r>
            <w:r w:rsidRPr="00957EC4">
              <w:rPr>
                <w:b/>
              </w:rPr>
              <w:t>т</w:t>
            </w:r>
            <w:r w:rsidRPr="00957EC4">
              <w:rPr>
                <w:b/>
              </w:rPr>
              <w:t>ных средств, прина</w:t>
            </w:r>
            <w:r w:rsidRPr="00957EC4">
              <w:rPr>
                <w:b/>
              </w:rPr>
              <w:t>д</w:t>
            </w:r>
            <w:r w:rsidRPr="00957EC4">
              <w:rPr>
                <w:b/>
              </w:rPr>
              <w:t>лежащих на праве собс</w:t>
            </w:r>
            <w:r w:rsidRPr="00957EC4">
              <w:rPr>
                <w:b/>
              </w:rPr>
              <w:t>т</w:t>
            </w:r>
            <w:r w:rsidRPr="00957EC4">
              <w:rPr>
                <w:b/>
              </w:rPr>
              <w:t>венности (вид, марка)</w:t>
            </w:r>
          </w:p>
        </w:tc>
      </w:tr>
      <w:tr w:rsidR="002032EB" w:rsidRPr="00D82E1E">
        <w:tc>
          <w:tcPr>
            <w:tcW w:w="720" w:type="dxa"/>
            <w:vMerge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 xml:space="preserve">Вид объектов </w:t>
            </w:r>
          </w:p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недвиж</w:t>
            </w:r>
            <w:r w:rsidRPr="00957EC4">
              <w:rPr>
                <w:b/>
                <w:sz w:val="22"/>
                <w:szCs w:val="22"/>
              </w:rPr>
              <w:t>и</w:t>
            </w:r>
            <w:r w:rsidRPr="00957EC4">
              <w:rPr>
                <w:b/>
                <w:sz w:val="22"/>
                <w:szCs w:val="22"/>
              </w:rPr>
              <w:t>мости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Пл</w:t>
            </w:r>
            <w:r w:rsidRPr="00957EC4">
              <w:rPr>
                <w:b/>
                <w:sz w:val="22"/>
                <w:szCs w:val="22"/>
              </w:rPr>
              <w:t>о</w:t>
            </w:r>
            <w:r w:rsidRPr="00957EC4">
              <w:rPr>
                <w:b/>
                <w:sz w:val="22"/>
                <w:szCs w:val="22"/>
              </w:rPr>
              <w:t>щадь</w:t>
            </w:r>
          </w:p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(кв. м.)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 xml:space="preserve">Страна </w:t>
            </w:r>
          </w:p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распол</w:t>
            </w:r>
            <w:r w:rsidRPr="00957EC4">
              <w:rPr>
                <w:b/>
                <w:sz w:val="22"/>
                <w:szCs w:val="22"/>
              </w:rPr>
              <w:t>о</w:t>
            </w:r>
            <w:r w:rsidRPr="00957EC4">
              <w:rPr>
                <w:b/>
                <w:sz w:val="22"/>
                <w:szCs w:val="22"/>
              </w:rPr>
              <w:t>жения</w:t>
            </w:r>
          </w:p>
        </w:tc>
        <w:tc>
          <w:tcPr>
            <w:tcW w:w="2928" w:type="dxa"/>
            <w:vMerge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69" w:type="dxa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928" w:type="dxa"/>
          </w:tcPr>
          <w:p w:rsidR="002032EB" w:rsidRPr="00957EC4" w:rsidRDefault="002032EB" w:rsidP="005A6AF6">
            <w:pPr>
              <w:jc w:val="center"/>
              <w:rPr>
                <w:b/>
                <w:sz w:val="22"/>
                <w:szCs w:val="22"/>
              </w:rPr>
            </w:pPr>
            <w:r w:rsidRPr="00957EC4">
              <w:rPr>
                <w:b/>
                <w:sz w:val="22"/>
                <w:szCs w:val="22"/>
              </w:rPr>
              <w:t>8</w:t>
            </w:r>
          </w:p>
        </w:tc>
      </w:tr>
      <w:tr w:rsidR="002032EB" w:rsidRPr="00D82E1E">
        <w:tc>
          <w:tcPr>
            <w:tcW w:w="720" w:type="dxa"/>
            <w:vMerge w:val="restart"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Германов Л.П.</w:t>
            </w:r>
          </w:p>
        </w:tc>
        <w:tc>
          <w:tcPr>
            <w:tcW w:w="1620" w:type="dxa"/>
            <w:vMerge w:val="restart"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569" w:type="dxa"/>
            <w:vMerge w:val="restart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659040,09</w:t>
            </w: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57EC4">
              <w:rPr>
                <w:sz w:val="22"/>
                <w:szCs w:val="22"/>
              </w:rPr>
              <w:t>емельный участок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(индивидуал</w:t>
            </w:r>
            <w:r w:rsidRPr="00957EC4">
              <w:rPr>
                <w:sz w:val="22"/>
                <w:szCs w:val="22"/>
              </w:rPr>
              <w:t>ь</w:t>
            </w:r>
            <w:r w:rsidRPr="00957EC4">
              <w:rPr>
                <w:sz w:val="22"/>
                <w:szCs w:val="22"/>
              </w:rPr>
              <w:t>ная)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1000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Автомобиль легковой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ГАЗ 31029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(индивидуальная)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496"/>
        </w:trPr>
        <w:tc>
          <w:tcPr>
            <w:tcW w:w="720" w:type="dxa"/>
            <w:vMerge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957EC4">
              <w:rPr>
                <w:sz w:val="22"/>
                <w:szCs w:val="22"/>
              </w:rPr>
              <w:t>адовый участок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(индивидуал</w:t>
            </w:r>
            <w:r w:rsidRPr="00957EC4">
              <w:rPr>
                <w:sz w:val="22"/>
                <w:szCs w:val="22"/>
              </w:rPr>
              <w:t>ь</w:t>
            </w:r>
            <w:r w:rsidRPr="00957EC4">
              <w:rPr>
                <w:sz w:val="22"/>
                <w:szCs w:val="22"/>
              </w:rPr>
              <w:t>ная)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900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253"/>
        </w:trPr>
        <w:tc>
          <w:tcPr>
            <w:tcW w:w="720" w:type="dxa"/>
            <w:vMerge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  <w:vMerge w:val="restart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957EC4">
              <w:rPr>
                <w:sz w:val="22"/>
                <w:szCs w:val="22"/>
              </w:rPr>
              <w:t>бъект незавершенного строительства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  <w:vMerge w:val="restart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100</w:t>
            </w:r>
          </w:p>
        </w:tc>
        <w:tc>
          <w:tcPr>
            <w:tcW w:w="1800" w:type="dxa"/>
            <w:vMerge w:val="restart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253"/>
        </w:trPr>
        <w:tc>
          <w:tcPr>
            <w:tcW w:w="720" w:type="dxa"/>
            <w:vMerge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28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57EC4">
              <w:rPr>
                <w:sz w:val="22"/>
                <w:szCs w:val="22"/>
              </w:rPr>
              <w:t>вартира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70,7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957EC4">
              <w:rPr>
                <w:sz w:val="22"/>
                <w:szCs w:val="22"/>
              </w:rPr>
              <w:t xml:space="preserve">араж 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957EC4">
              <w:rPr>
                <w:sz w:val="22"/>
                <w:szCs w:val="22"/>
              </w:rPr>
              <w:t xml:space="preserve">араж 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-</w:t>
            </w: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57EC4">
              <w:rPr>
                <w:sz w:val="22"/>
                <w:szCs w:val="22"/>
              </w:rPr>
              <w:t>вартира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70,7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-</w:t>
            </w:r>
          </w:p>
        </w:tc>
      </w:tr>
      <w:tr w:rsidR="002032EB" w:rsidRPr="00957EC4">
        <w:tc>
          <w:tcPr>
            <w:tcW w:w="720" w:type="dxa"/>
            <w:vMerge w:val="restart"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Фокин  В.В.</w:t>
            </w:r>
          </w:p>
        </w:tc>
        <w:tc>
          <w:tcPr>
            <w:tcW w:w="1620" w:type="dxa"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9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626 549,58</w:t>
            </w: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57EC4">
              <w:rPr>
                <w:sz w:val="22"/>
                <w:szCs w:val="22"/>
              </w:rPr>
              <w:t>вартира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(совместная)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47,50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Автомобиль легковой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Тойота Королла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957EC4">
        <w:tc>
          <w:tcPr>
            <w:tcW w:w="720" w:type="dxa"/>
            <w:vMerge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  <w:vMerge w:val="restart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290 510,43</w:t>
            </w: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57EC4">
              <w:rPr>
                <w:sz w:val="22"/>
                <w:szCs w:val="22"/>
              </w:rPr>
              <w:t>вартира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(совместная)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47,50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Автомобиль легковой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ВАЗ 21150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957EC4">
        <w:tc>
          <w:tcPr>
            <w:tcW w:w="720" w:type="dxa"/>
            <w:vMerge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957EC4">
              <w:rPr>
                <w:sz w:val="22"/>
                <w:szCs w:val="22"/>
              </w:rPr>
              <w:t>араж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17,6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957EC4">
        <w:tc>
          <w:tcPr>
            <w:tcW w:w="720" w:type="dxa"/>
            <w:vMerge w:val="restart"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Асауляк  Г.А.</w:t>
            </w:r>
          </w:p>
        </w:tc>
        <w:tc>
          <w:tcPr>
            <w:tcW w:w="1620" w:type="dxa"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Главный специалист- эксперт</w:t>
            </w:r>
          </w:p>
        </w:tc>
        <w:tc>
          <w:tcPr>
            <w:tcW w:w="1569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294 091,40</w:t>
            </w: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57EC4">
              <w:rPr>
                <w:sz w:val="22"/>
                <w:szCs w:val="22"/>
              </w:rPr>
              <w:t xml:space="preserve">вартира 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51,4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-</w:t>
            </w:r>
          </w:p>
        </w:tc>
      </w:tr>
      <w:tr w:rsidR="002032EB" w:rsidRPr="00D82E1E">
        <w:trPr>
          <w:trHeight w:val="798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  <w:vMerge w:val="restart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403 871,76</w:t>
            </w: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57EC4">
              <w:rPr>
                <w:sz w:val="22"/>
                <w:szCs w:val="22"/>
              </w:rPr>
              <w:t xml:space="preserve">вартира 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51,4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Автомобиль легковой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  <w:lang w:val="en-US"/>
              </w:rPr>
              <w:t xml:space="preserve">Hyundai </w:t>
            </w:r>
            <w:smartTag w:uri="urn:schemas-microsoft-com:office:smarttags" w:element="City">
              <w:smartTag w:uri="urn:schemas-microsoft-com:office:smarttags" w:element="place">
                <w:r w:rsidRPr="00957EC4">
                  <w:rPr>
                    <w:sz w:val="22"/>
                    <w:szCs w:val="22"/>
                    <w:lang w:val="en-US"/>
                  </w:rPr>
                  <w:t>Santa Fe</w:t>
                </w:r>
              </w:smartTag>
            </w:smartTag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rPr>
          <w:trHeight w:val="427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957EC4">
              <w:rPr>
                <w:sz w:val="22"/>
                <w:szCs w:val="22"/>
              </w:rPr>
              <w:t>ачный земельный участок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957EC4">
        <w:tc>
          <w:tcPr>
            <w:tcW w:w="720" w:type="dxa"/>
            <w:vMerge w:val="restart"/>
          </w:tcPr>
          <w:p w:rsidR="002032EB" w:rsidRPr="00957EC4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Бердников В.М.</w:t>
            </w:r>
          </w:p>
        </w:tc>
        <w:tc>
          <w:tcPr>
            <w:tcW w:w="1620" w:type="dxa"/>
            <w:vMerge w:val="restart"/>
          </w:tcPr>
          <w:p w:rsidR="002032EB" w:rsidRPr="00957EC4" w:rsidRDefault="002032EB" w:rsidP="005A6AF6">
            <w:pPr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Главный специалист- эксперт</w:t>
            </w:r>
          </w:p>
        </w:tc>
        <w:tc>
          <w:tcPr>
            <w:tcW w:w="1569" w:type="dxa"/>
            <w:vMerge w:val="restart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469 245,52</w:t>
            </w:r>
          </w:p>
        </w:tc>
        <w:tc>
          <w:tcPr>
            <w:tcW w:w="3111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57EC4">
              <w:rPr>
                <w:sz w:val="22"/>
                <w:szCs w:val="22"/>
              </w:rPr>
              <w:t>емельный участок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2200</w:t>
            </w:r>
          </w:p>
        </w:tc>
        <w:tc>
          <w:tcPr>
            <w:tcW w:w="1800" w:type="dxa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Автомобиль легковой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ВАЗ «Приора»</w:t>
            </w:r>
          </w:p>
          <w:p w:rsidR="002032EB" w:rsidRPr="00957EC4" w:rsidRDefault="002032EB" w:rsidP="005A6AF6">
            <w:pPr>
              <w:jc w:val="center"/>
              <w:rPr>
                <w:sz w:val="22"/>
                <w:szCs w:val="22"/>
              </w:rPr>
            </w:pPr>
            <w:r w:rsidRPr="00957EC4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03E4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03E4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203E42">
              <w:rPr>
                <w:sz w:val="22"/>
                <w:szCs w:val="22"/>
              </w:rPr>
              <w:t xml:space="preserve">илой дом 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03E4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03E4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03E42">
              <w:rPr>
                <w:sz w:val="22"/>
                <w:szCs w:val="22"/>
              </w:rPr>
              <w:t>вартира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03E42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Автоприцеп КЗАП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(индивидуальная)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03E4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03E4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03E42">
              <w:rPr>
                <w:sz w:val="22"/>
                <w:szCs w:val="22"/>
              </w:rPr>
              <w:t>вартира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03E42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03E4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03E42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203E42">
              <w:rPr>
                <w:sz w:val="22"/>
                <w:szCs w:val="22"/>
              </w:rPr>
              <w:t>араж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17,8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03E42" w:rsidRDefault="002032EB" w:rsidP="005A6AF6">
            <w:pPr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  <w:vMerge w:val="restart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145 200,0</w:t>
            </w:r>
          </w:p>
        </w:tc>
        <w:tc>
          <w:tcPr>
            <w:tcW w:w="3111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203E42">
              <w:rPr>
                <w:sz w:val="22"/>
                <w:szCs w:val="22"/>
              </w:rPr>
              <w:t xml:space="preserve">емельный участок 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0</w:t>
            </w:r>
            <w:r w:rsidRPr="00203E42">
              <w:rPr>
                <w:sz w:val="22"/>
                <w:szCs w:val="22"/>
              </w:rPr>
              <w:t>,7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-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203E42">
              <w:rPr>
                <w:sz w:val="22"/>
                <w:szCs w:val="22"/>
              </w:rPr>
              <w:t>адовый дом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(индивидуальная/)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35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03E42">
              <w:rPr>
                <w:sz w:val="22"/>
                <w:szCs w:val="22"/>
              </w:rPr>
              <w:t>вартира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03E42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D82E1E">
        <w:trPr>
          <w:trHeight w:val="546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03E42">
              <w:rPr>
                <w:sz w:val="22"/>
                <w:szCs w:val="22"/>
              </w:rPr>
              <w:t>вартира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03E42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330715">
        <w:tc>
          <w:tcPr>
            <w:tcW w:w="720" w:type="dxa"/>
            <w:vMerge w:val="restart"/>
          </w:tcPr>
          <w:p w:rsidR="002032EB" w:rsidRPr="00330715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30715" w:rsidRDefault="002032EB" w:rsidP="005A6AF6">
            <w:pPr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Подвигин В.П.</w:t>
            </w:r>
          </w:p>
        </w:tc>
        <w:tc>
          <w:tcPr>
            <w:tcW w:w="1620" w:type="dxa"/>
            <w:vMerge w:val="restart"/>
          </w:tcPr>
          <w:p w:rsidR="002032EB" w:rsidRPr="00330715" w:rsidRDefault="002032EB" w:rsidP="005A6AF6">
            <w:pPr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9" w:type="dxa"/>
            <w:vMerge w:val="restart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695 030,61</w:t>
            </w:r>
          </w:p>
        </w:tc>
        <w:tc>
          <w:tcPr>
            <w:tcW w:w="3111" w:type="dxa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330715">
              <w:rPr>
                <w:sz w:val="22"/>
                <w:szCs w:val="22"/>
              </w:rPr>
              <w:t xml:space="preserve">емельный участок </w:t>
            </w:r>
          </w:p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400</w:t>
            </w:r>
          </w:p>
        </w:tc>
        <w:tc>
          <w:tcPr>
            <w:tcW w:w="1800" w:type="dxa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Автомобиль легковой</w:t>
            </w:r>
          </w:p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  <w:lang w:val="en-US"/>
              </w:rPr>
              <w:t>BVD F-3</w:t>
            </w:r>
          </w:p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 xml:space="preserve"> (индивидуальная)</w:t>
            </w:r>
          </w:p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-</w:t>
            </w:r>
          </w:p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30715">
              <w:rPr>
                <w:sz w:val="22"/>
                <w:szCs w:val="22"/>
              </w:rPr>
              <w:t>вартира</w:t>
            </w:r>
          </w:p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800" w:type="dxa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52,6</w:t>
            </w:r>
          </w:p>
        </w:tc>
        <w:tc>
          <w:tcPr>
            <w:tcW w:w="1800" w:type="dxa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30715">
              <w:rPr>
                <w:sz w:val="22"/>
                <w:szCs w:val="22"/>
              </w:rPr>
              <w:t>ача</w:t>
            </w:r>
          </w:p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330715">
              <w:rPr>
                <w:sz w:val="22"/>
                <w:szCs w:val="22"/>
              </w:rPr>
              <w:t>араж</w:t>
            </w:r>
          </w:p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330715" w:rsidRDefault="002032EB" w:rsidP="005A6AF6">
            <w:pPr>
              <w:jc w:val="center"/>
              <w:rPr>
                <w:sz w:val="22"/>
                <w:szCs w:val="22"/>
              </w:rPr>
            </w:pPr>
            <w:r w:rsidRPr="00330715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93 600</w:t>
            </w: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B5AFB">
              <w:rPr>
                <w:sz w:val="22"/>
                <w:szCs w:val="22"/>
              </w:rPr>
              <w:t>вартира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52,6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-</w:t>
            </w:r>
          </w:p>
        </w:tc>
      </w:tr>
      <w:tr w:rsidR="002032EB" w:rsidRPr="00D82E1E">
        <w:tc>
          <w:tcPr>
            <w:tcW w:w="720" w:type="dxa"/>
            <w:vMerge w:val="restart"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Горбачева Т.П.</w:t>
            </w:r>
          </w:p>
        </w:tc>
        <w:tc>
          <w:tcPr>
            <w:tcW w:w="162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Ведущий специалист- эксперт</w:t>
            </w:r>
          </w:p>
        </w:tc>
        <w:tc>
          <w:tcPr>
            <w:tcW w:w="1569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363 958,0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58,7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30,2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D82E1E">
              <w:rPr>
                <w:sz w:val="22"/>
                <w:szCs w:val="22"/>
              </w:rPr>
              <w:t xml:space="preserve">араж  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16,8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 w:val="restart"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Анакин  Б.Д.</w:t>
            </w:r>
          </w:p>
        </w:tc>
        <w:tc>
          <w:tcPr>
            <w:tcW w:w="162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Главный специалист- эксперт</w:t>
            </w:r>
          </w:p>
        </w:tc>
        <w:tc>
          <w:tcPr>
            <w:tcW w:w="1569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340 404,0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Комната в жилом доме</w:t>
            </w:r>
          </w:p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 (безвозмездное</w:t>
            </w:r>
            <w:r>
              <w:rPr>
                <w:sz w:val="22"/>
                <w:szCs w:val="22"/>
              </w:rPr>
              <w:t xml:space="preserve"> </w:t>
            </w:r>
            <w:r w:rsidRPr="00D82E1E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Земельный участок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235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Объект незавершенного строительства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84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 w:val="restart"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Агибалов В.К.</w:t>
            </w:r>
          </w:p>
        </w:tc>
        <w:tc>
          <w:tcPr>
            <w:tcW w:w="162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569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530 026,0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74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Автомобиль легковой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ГАЗ 3110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125 082,0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D82E1E">
              <w:rPr>
                <w:sz w:val="22"/>
                <w:szCs w:val="22"/>
              </w:rPr>
              <w:t>емельный участок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600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Дача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512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65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8B5AFB">
        <w:tc>
          <w:tcPr>
            <w:tcW w:w="720" w:type="dxa"/>
            <w:vMerge w:val="restart"/>
          </w:tcPr>
          <w:p w:rsidR="002032EB" w:rsidRPr="008B5AFB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Маренич В.Л.</w:t>
            </w:r>
          </w:p>
        </w:tc>
        <w:tc>
          <w:tcPr>
            <w:tcW w:w="1620" w:type="dxa"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569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439 352,96</w:t>
            </w: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B5AFB">
              <w:rPr>
                <w:sz w:val="22"/>
                <w:szCs w:val="22"/>
              </w:rPr>
              <w:t>вартира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 xml:space="preserve">(безвозмездное пользование) 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Автомобиль легковой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ВАЗ 21114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  <w:vMerge w:val="restart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31 891,57</w:t>
            </w: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8B5AFB">
              <w:rPr>
                <w:sz w:val="22"/>
                <w:szCs w:val="22"/>
              </w:rPr>
              <w:t>емельный участок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400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-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B5AFB">
              <w:rPr>
                <w:sz w:val="22"/>
                <w:szCs w:val="22"/>
              </w:rPr>
              <w:t>вартира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B5AFB">
              <w:rPr>
                <w:sz w:val="22"/>
                <w:szCs w:val="22"/>
              </w:rPr>
              <w:t>вартира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Дача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11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8B5AFB">
              <w:rPr>
                <w:sz w:val="22"/>
                <w:szCs w:val="22"/>
              </w:rPr>
              <w:t>араж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8B5AFB">
        <w:trPr>
          <w:trHeight w:val="512"/>
        </w:trPr>
        <w:tc>
          <w:tcPr>
            <w:tcW w:w="720" w:type="dxa"/>
            <w:vMerge w:val="restart"/>
          </w:tcPr>
          <w:p w:rsidR="002032EB" w:rsidRPr="008B5AFB" w:rsidRDefault="002032EB" w:rsidP="005A6AF6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Хоронько С.Н.</w:t>
            </w:r>
          </w:p>
        </w:tc>
        <w:tc>
          <w:tcPr>
            <w:tcW w:w="1620" w:type="dxa"/>
            <w:vMerge w:val="restart"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помощник начальника управления</w:t>
            </w:r>
          </w:p>
        </w:tc>
        <w:tc>
          <w:tcPr>
            <w:tcW w:w="1569" w:type="dxa"/>
            <w:vMerge w:val="restart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871 510,33</w:t>
            </w: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8B5AFB">
              <w:rPr>
                <w:sz w:val="22"/>
                <w:szCs w:val="22"/>
              </w:rPr>
              <w:t>емельный участок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8B5AFB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Автомобиль легковой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Хундай</w:t>
            </w:r>
            <w:r w:rsidRPr="008B5AFB">
              <w:rPr>
                <w:sz w:val="22"/>
                <w:szCs w:val="22"/>
                <w:lang w:val="en-US"/>
              </w:rPr>
              <w:t xml:space="preserve"> IX 35</w:t>
            </w:r>
            <w:r w:rsidRPr="008B5AFB">
              <w:rPr>
                <w:sz w:val="22"/>
                <w:szCs w:val="22"/>
              </w:rPr>
              <w:t xml:space="preserve"> 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rPr>
          <w:trHeight w:val="608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B5AFB">
              <w:rPr>
                <w:sz w:val="22"/>
                <w:szCs w:val="22"/>
              </w:rPr>
              <w:t>вартира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85,7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557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numPr>
                <w:ilvl w:val="0"/>
                <w:numId w:val="17"/>
              </w:num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B5AFB">
              <w:rPr>
                <w:sz w:val="22"/>
                <w:szCs w:val="22"/>
              </w:rPr>
              <w:t>вартира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626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  <w:vMerge w:val="restart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  <w:lang w:val="en-US"/>
              </w:rPr>
            </w:pPr>
            <w:r w:rsidRPr="008B5AFB">
              <w:rPr>
                <w:sz w:val="22"/>
                <w:szCs w:val="22"/>
              </w:rPr>
              <w:t>298</w:t>
            </w:r>
            <w:r>
              <w:rPr>
                <w:sz w:val="22"/>
                <w:szCs w:val="22"/>
                <w:lang w:val="en-US"/>
              </w:rPr>
              <w:t> </w:t>
            </w:r>
            <w:r w:rsidRPr="008B5AFB">
              <w:rPr>
                <w:sz w:val="22"/>
                <w:szCs w:val="22"/>
              </w:rPr>
              <w:t>415?1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8B5AFB">
              <w:rPr>
                <w:sz w:val="22"/>
                <w:szCs w:val="22"/>
              </w:rPr>
              <w:t>и</w:t>
            </w:r>
            <w:r w:rsidRPr="008B5AFB">
              <w:rPr>
                <w:sz w:val="22"/>
                <w:szCs w:val="22"/>
              </w:rPr>
              <w:t>лой дом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31,5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-</w:t>
            </w:r>
          </w:p>
        </w:tc>
      </w:tr>
      <w:tr w:rsidR="002032EB" w:rsidRPr="00D82E1E">
        <w:trPr>
          <w:trHeight w:val="496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B5AFB">
              <w:rPr>
                <w:sz w:val="22"/>
                <w:szCs w:val="22"/>
              </w:rPr>
              <w:t>вартира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85,7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28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496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B5AFB">
              <w:rPr>
                <w:sz w:val="22"/>
                <w:szCs w:val="22"/>
              </w:rPr>
              <w:t>вартира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индивидуальная </w:t>
            </w:r>
            <w:r w:rsidRPr="008B5AFB">
              <w:rPr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c>
          <w:tcPr>
            <w:tcW w:w="7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11.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Костина  С.Ю.</w:t>
            </w:r>
          </w:p>
        </w:tc>
        <w:tc>
          <w:tcPr>
            <w:tcW w:w="1620" w:type="dxa"/>
          </w:tcPr>
          <w:p w:rsidR="002032EB" w:rsidRPr="008B5AFB" w:rsidRDefault="002032EB" w:rsidP="005A6AF6">
            <w:pPr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заместитель руководителя  территориального органа</w:t>
            </w:r>
          </w:p>
        </w:tc>
        <w:tc>
          <w:tcPr>
            <w:tcW w:w="1569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548 121,16</w:t>
            </w:r>
          </w:p>
        </w:tc>
        <w:tc>
          <w:tcPr>
            <w:tcW w:w="3111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B5AFB">
              <w:rPr>
                <w:sz w:val="22"/>
                <w:szCs w:val="22"/>
              </w:rPr>
              <w:t>вартира</w:t>
            </w:r>
          </w:p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83,3</w:t>
            </w:r>
          </w:p>
        </w:tc>
        <w:tc>
          <w:tcPr>
            <w:tcW w:w="1800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8B5AFB" w:rsidRDefault="002032EB" w:rsidP="005A6AF6">
            <w:pPr>
              <w:jc w:val="center"/>
              <w:rPr>
                <w:sz w:val="22"/>
                <w:szCs w:val="22"/>
              </w:rPr>
            </w:pPr>
            <w:r w:rsidRPr="008B5AFB">
              <w:rPr>
                <w:sz w:val="22"/>
                <w:szCs w:val="22"/>
              </w:rPr>
              <w:t>-</w:t>
            </w:r>
          </w:p>
        </w:tc>
      </w:tr>
      <w:tr w:rsidR="002032EB" w:rsidRPr="00D82E1E">
        <w:trPr>
          <w:trHeight w:val="620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718 324,26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D82E1E">
              <w:rPr>
                <w:sz w:val="22"/>
                <w:szCs w:val="22"/>
              </w:rPr>
              <w:t>емельный участок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ВАЗ 21099</w:t>
            </w:r>
          </w:p>
        </w:tc>
      </w:tr>
      <w:tr w:rsidR="002032EB" w:rsidRPr="00D82E1E">
        <w:trPr>
          <w:trHeight w:val="572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83,3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552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сын</w:t>
            </w:r>
          </w:p>
        </w:tc>
        <w:tc>
          <w:tcPr>
            <w:tcW w:w="162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83,6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</w:tr>
      <w:tr w:rsidR="002032EB" w:rsidRPr="00D82E1E">
        <w:trPr>
          <w:trHeight w:val="830"/>
        </w:trPr>
        <w:tc>
          <w:tcPr>
            <w:tcW w:w="7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Примерова Н.И.</w:t>
            </w:r>
          </w:p>
        </w:tc>
        <w:tc>
          <w:tcPr>
            <w:tcW w:w="162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Главный специалист-эксперт</w:t>
            </w:r>
          </w:p>
        </w:tc>
        <w:tc>
          <w:tcPr>
            <w:tcW w:w="1569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345 277,79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88,8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</w:tr>
      <w:tr w:rsidR="002032EB" w:rsidRPr="00D82E1E">
        <w:trPr>
          <w:trHeight w:val="830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437 659,08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D82E1E">
              <w:rPr>
                <w:sz w:val="22"/>
                <w:szCs w:val="22"/>
              </w:rPr>
              <w:t>емельный участок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400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Рено-Сценик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rPr>
          <w:trHeight w:val="570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88,8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Автоприцеп ЧМЗАП 8124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rPr>
          <w:trHeight w:val="578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D82E1E">
              <w:rPr>
                <w:sz w:val="22"/>
                <w:szCs w:val="22"/>
              </w:rPr>
              <w:t>араж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544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D82E1E">
              <w:rPr>
                <w:sz w:val="22"/>
                <w:szCs w:val="22"/>
              </w:rPr>
              <w:t>араж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571EC8">
        <w:trPr>
          <w:trHeight w:val="830"/>
        </w:trPr>
        <w:tc>
          <w:tcPr>
            <w:tcW w:w="720" w:type="dxa"/>
            <w:vMerge w:val="restart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13.</w:t>
            </w:r>
          </w:p>
        </w:tc>
        <w:tc>
          <w:tcPr>
            <w:tcW w:w="1800" w:type="dxa"/>
          </w:tcPr>
          <w:p w:rsidR="002032EB" w:rsidRPr="00571EC8" w:rsidRDefault="002032EB" w:rsidP="005A6AF6">
            <w:pPr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Домашевский Г.И.</w:t>
            </w:r>
          </w:p>
        </w:tc>
        <w:tc>
          <w:tcPr>
            <w:tcW w:w="1620" w:type="dxa"/>
          </w:tcPr>
          <w:p w:rsidR="002032EB" w:rsidRPr="00571EC8" w:rsidRDefault="002032EB" w:rsidP="005A6AF6">
            <w:pPr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9" w:type="dxa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759 819,33</w:t>
            </w:r>
          </w:p>
        </w:tc>
        <w:tc>
          <w:tcPr>
            <w:tcW w:w="3111" w:type="dxa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71EC8">
              <w:rPr>
                <w:sz w:val="22"/>
                <w:szCs w:val="22"/>
              </w:rPr>
              <w:t>вартира</w:t>
            </w:r>
          </w:p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33</w:t>
            </w:r>
          </w:p>
        </w:tc>
        <w:tc>
          <w:tcPr>
            <w:tcW w:w="1800" w:type="dxa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Киа Сид</w:t>
            </w:r>
          </w:p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571EC8">
        <w:trPr>
          <w:trHeight w:val="583"/>
        </w:trPr>
        <w:tc>
          <w:tcPr>
            <w:tcW w:w="720" w:type="dxa"/>
            <w:vMerge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571EC8" w:rsidRDefault="002032EB" w:rsidP="005A6AF6">
            <w:pPr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  <w:vMerge w:val="restart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115 397,37</w:t>
            </w:r>
          </w:p>
        </w:tc>
        <w:tc>
          <w:tcPr>
            <w:tcW w:w="3111" w:type="dxa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71EC8">
              <w:rPr>
                <w:sz w:val="22"/>
                <w:szCs w:val="22"/>
              </w:rPr>
              <w:t>вартира</w:t>
            </w:r>
          </w:p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47</w:t>
            </w:r>
          </w:p>
        </w:tc>
        <w:tc>
          <w:tcPr>
            <w:tcW w:w="1800" w:type="dxa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-</w:t>
            </w:r>
          </w:p>
        </w:tc>
      </w:tr>
      <w:tr w:rsidR="002032EB" w:rsidRPr="00571EC8">
        <w:trPr>
          <w:trHeight w:val="534"/>
        </w:trPr>
        <w:tc>
          <w:tcPr>
            <w:tcW w:w="720" w:type="dxa"/>
            <w:vMerge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571EC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571EC8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571EC8">
              <w:rPr>
                <w:sz w:val="22"/>
                <w:szCs w:val="22"/>
              </w:rPr>
              <w:t>араж</w:t>
            </w:r>
          </w:p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  <w:r w:rsidRPr="00571EC8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571EC8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830"/>
        </w:trPr>
        <w:tc>
          <w:tcPr>
            <w:tcW w:w="72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14.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Важенин В.Ю.</w:t>
            </w:r>
          </w:p>
        </w:tc>
        <w:tc>
          <w:tcPr>
            <w:tcW w:w="162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Ведущий специалист-эксперт</w:t>
            </w:r>
          </w:p>
        </w:tc>
        <w:tc>
          <w:tcPr>
            <w:tcW w:w="1569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230351,16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78,2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830"/>
        </w:trPr>
        <w:tc>
          <w:tcPr>
            <w:tcW w:w="72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15.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Олишевский И.А.</w:t>
            </w:r>
          </w:p>
        </w:tc>
        <w:tc>
          <w:tcPr>
            <w:tcW w:w="162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Главный специалист-эксперт</w:t>
            </w:r>
          </w:p>
        </w:tc>
        <w:tc>
          <w:tcPr>
            <w:tcW w:w="1569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404 214,86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51,9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Рено-Логан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rPr>
          <w:trHeight w:val="580"/>
        </w:trPr>
        <w:tc>
          <w:tcPr>
            <w:tcW w:w="7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D82E1E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Абдулганеева Р.И.</w:t>
            </w:r>
          </w:p>
        </w:tc>
        <w:tc>
          <w:tcPr>
            <w:tcW w:w="162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Главный специалист-эксперт</w:t>
            </w:r>
          </w:p>
        </w:tc>
        <w:tc>
          <w:tcPr>
            <w:tcW w:w="1569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412 447,10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</w:tr>
      <w:tr w:rsidR="002032EB" w:rsidRPr="00D82E1E">
        <w:trPr>
          <w:trHeight w:val="560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D82E1E">
        <w:trPr>
          <w:trHeight w:val="554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сын</w:t>
            </w:r>
          </w:p>
        </w:tc>
        <w:tc>
          <w:tcPr>
            <w:tcW w:w="162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82E1E">
              <w:rPr>
                <w:sz w:val="22"/>
                <w:szCs w:val="22"/>
              </w:rPr>
              <w:t>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</w:tr>
      <w:tr w:rsidR="002032EB" w:rsidRPr="006056AE">
        <w:trPr>
          <w:trHeight w:val="830"/>
        </w:trPr>
        <w:tc>
          <w:tcPr>
            <w:tcW w:w="720" w:type="dxa"/>
            <w:vMerge w:val="restart"/>
          </w:tcPr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  <w:r w:rsidRPr="006056AE">
              <w:rPr>
                <w:sz w:val="22"/>
                <w:szCs w:val="22"/>
              </w:rPr>
              <w:t>17.</w:t>
            </w:r>
          </w:p>
        </w:tc>
        <w:tc>
          <w:tcPr>
            <w:tcW w:w="1800" w:type="dxa"/>
            <w:vMerge w:val="restart"/>
          </w:tcPr>
          <w:p w:rsidR="002032EB" w:rsidRPr="006056AE" w:rsidRDefault="002032EB" w:rsidP="005A6AF6">
            <w:pPr>
              <w:rPr>
                <w:sz w:val="22"/>
                <w:szCs w:val="22"/>
              </w:rPr>
            </w:pPr>
            <w:r w:rsidRPr="006056AE">
              <w:rPr>
                <w:sz w:val="22"/>
                <w:szCs w:val="22"/>
              </w:rPr>
              <w:t>Подопригора  В.В.</w:t>
            </w:r>
          </w:p>
        </w:tc>
        <w:tc>
          <w:tcPr>
            <w:tcW w:w="1620" w:type="dxa"/>
            <w:vMerge w:val="restart"/>
          </w:tcPr>
          <w:p w:rsidR="002032EB" w:rsidRPr="006056AE" w:rsidRDefault="002032EB" w:rsidP="005A6AF6">
            <w:pPr>
              <w:rPr>
                <w:sz w:val="22"/>
                <w:szCs w:val="22"/>
              </w:rPr>
            </w:pPr>
            <w:r w:rsidRPr="006056AE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569" w:type="dxa"/>
            <w:vMerge w:val="restart"/>
          </w:tcPr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622 811,41</w:t>
            </w:r>
          </w:p>
        </w:tc>
        <w:tc>
          <w:tcPr>
            <w:tcW w:w="3111" w:type="dxa"/>
            <w:vMerge w:val="restart"/>
          </w:tcPr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6056AE">
              <w:rPr>
                <w:sz w:val="22"/>
                <w:szCs w:val="22"/>
              </w:rPr>
              <w:t>вартира</w:t>
            </w:r>
          </w:p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  <w:r w:rsidRPr="006056AE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  <w:vMerge w:val="restart"/>
          </w:tcPr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  <w:r w:rsidRPr="006056AE">
              <w:rPr>
                <w:sz w:val="22"/>
                <w:szCs w:val="22"/>
              </w:rPr>
              <w:t>68.2</w:t>
            </w:r>
          </w:p>
        </w:tc>
        <w:tc>
          <w:tcPr>
            <w:tcW w:w="1800" w:type="dxa"/>
            <w:vMerge w:val="restart"/>
          </w:tcPr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  <w:r w:rsidRPr="006056A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  <w:r w:rsidRPr="006056A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  <w:r w:rsidRPr="006056AE">
              <w:rPr>
                <w:sz w:val="22"/>
                <w:szCs w:val="22"/>
              </w:rPr>
              <w:t>Тойота-Аурис</w:t>
            </w:r>
          </w:p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  <w:r w:rsidRPr="006056A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6056AE">
        <w:trPr>
          <w:trHeight w:val="830"/>
        </w:trPr>
        <w:tc>
          <w:tcPr>
            <w:tcW w:w="720" w:type="dxa"/>
            <w:vMerge/>
          </w:tcPr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056A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6056A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  <w:vMerge/>
          </w:tcPr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28" w:type="dxa"/>
          </w:tcPr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  <w:r w:rsidRPr="006056A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Джип Гранд-Чероки</w:t>
            </w:r>
          </w:p>
          <w:p w:rsidR="002032EB" w:rsidRPr="006056AE" w:rsidRDefault="002032EB" w:rsidP="005A6AF6">
            <w:pPr>
              <w:jc w:val="center"/>
              <w:rPr>
                <w:sz w:val="22"/>
                <w:szCs w:val="22"/>
              </w:rPr>
            </w:pPr>
            <w:r w:rsidRPr="006056A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255DAB">
        <w:trPr>
          <w:trHeight w:val="574"/>
        </w:trPr>
        <w:tc>
          <w:tcPr>
            <w:tcW w:w="720" w:type="dxa"/>
            <w:vMerge w:val="restart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18.</w:t>
            </w:r>
          </w:p>
        </w:tc>
        <w:tc>
          <w:tcPr>
            <w:tcW w:w="1800" w:type="dxa"/>
            <w:vMerge w:val="restart"/>
          </w:tcPr>
          <w:p w:rsidR="002032EB" w:rsidRPr="00255DAB" w:rsidRDefault="002032EB" w:rsidP="005A6AF6">
            <w:pPr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Солодянкин Б.Н.</w:t>
            </w:r>
          </w:p>
        </w:tc>
        <w:tc>
          <w:tcPr>
            <w:tcW w:w="1620" w:type="dxa"/>
            <w:vMerge w:val="restart"/>
          </w:tcPr>
          <w:p w:rsidR="002032EB" w:rsidRPr="00255DAB" w:rsidRDefault="002032EB" w:rsidP="005A6AF6">
            <w:pPr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9" w:type="dxa"/>
            <w:vMerge w:val="restart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739 381,0</w:t>
            </w:r>
          </w:p>
        </w:tc>
        <w:tc>
          <w:tcPr>
            <w:tcW w:w="3111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Земельный участок (индивидуальная)</w:t>
            </w:r>
          </w:p>
        </w:tc>
        <w:tc>
          <w:tcPr>
            <w:tcW w:w="1800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1500</w:t>
            </w:r>
          </w:p>
        </w:tc>
        <w:tc>
          <w:tcPr>
            <w:tcW w:w="1800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32EB" w:rsidRPr="00255DAB">
        <w:trPr>
          <w:trHeight w:val="554"/>
        </w:trPr>
        <w:tc>
          <w:tcPr>
            <w:tcW w:w="720" w:type="dxa"/>
            <w:vMerge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55DA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55DA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Квартира</w:t>
            </w:r>
          </w:p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98.9</w:t>
            </w:r>
          </w:p>
        </w:tc>
        <w:tc>
          <w:tcPr>
            <w:tcW w:w="1800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55DAB">
        <w:trPr>
          <w:trHeight w:val="562"/>
        </w:trPr>
        <w:tc>
          <w:tcPr>
            <w:tcW w:w="720" w:type="dxa"/>
            <w:vMerge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255DA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255DA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Квартира</w:t>
            </w:r>
          </w:p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41,2</w:t>
            </w:r>
          </w:p>
        </w:tc>
        <w:tc>
          <w:tcPr>
            <w:tcW w:w="1800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255DAB">
        <w:trPr>
          <w:trHeight w:val="684"/>
        </w:trPr>
        <w:tc>
          <w:tcPr>
            <w:tcW w:w="720" w:type="dxa"/>
            <w:vMerge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255DAB" w:rsidRDefault="002032EB" w:rsidP="005A6AF6">
            <w:pPr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80 227,0</w:t>
            </w:r>
          </w:p>
        </w:tc>
        <w:tc>
          <w:tcPr>
            <w:tcW w:w="3111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Квартира</w:t>
            </w:r>
          </w:p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98.9</w:t>
            </w:r>
          </w:p>
        </w:tc>
        <w:tc>
          <w:tcPr>
            <w:tcW w:w="1800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-</w:t>
            </w:r>
          </w:p>
        </w:tc>
      </w:tr>
      <w:tr w:rsidR="002032EB" w:rsidRPr="00255DAB">
        <w:trPr>
          <w:trHeight w:val="830"/>
        </w:trPr>
        <w:tc>
          <w:tcPr>
            <w:tcW w:w="720" w:type="dxa"/>
            <w:vMerge w:val="restart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19.</w:t>
            </w:r>
          </w:p>
        </w:tc>
        <w:tc>
          <w:tcPr>
            <w:tcW w:w="1800" w:type="dxa"/>
          </w:tcPr>
          <w:p w:rsidR="002032EB" w:rsidRPr="00255DAB" w:rsidRDefault="002032EB" w:rsidP="005A6AF6">
            <w:pPr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Крупицкий А.Л.</w:t>
            </w:r>
          </w:p>
        </w:tc>
        <w:tc>
          <w:tcPr>
            <w:tcW w:w="1620" w:type="dxa"/>
          </w:tcPr>
          <w:p w:rsidR="002032EB" w:rsidRPr="00255DAB" w:rsidRDefault="002032EB" w:rsidP="005A6AF6">
            <w:pPr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569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471 205,15</w:t>
            </w:r>
          </w:p>
        </w:tc>
        <w:tc>
          <w:tcPr>
            <w:tcW w:w="3111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Квартира</w:t>
            </w:r>
          </w:p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800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63,8</w:t>
            </w:r>
          </w:p>
        </w:tc>
        <w:tc>
          <w:tcPr>
            <w:tcW w:w="1800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  <w:lang w:val="en-US"/>
              </w:rPr>
              <w:t>SSANGYONG</w:t>
            </w:r>
          </w:p>
          <w:p w:rsidR="002032EB" w:rsidRPr="00255DAB" w:rsidRDefault="002032EB" w:rsidP="005A6AF6">
            <w:pPr>
              <w:jc w:val="center"/>
              <w:rPr>
                <w:sz w:val="22"/>
                <w:szCs w:val="22"/>
              </w:rPr>
            </w:pPr>
            <w:r w:rsidRPr="00255DAB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3603D9">
        <w:trPr>
          <w:trHeight w:val="830"/>
        </w:trPr>
        <w:tc>
          <w:tcPr>
            <w:tcW w:w="720" w:type="dxa"/>
            <w:vMerge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603D9" w:rsidRDefault="002032EB" w:rsidP="005A6AF6">
            <w:pPr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63 347,16</w:t>
            </w:r>
          </w:p>
        </w:tc>
        <w:tc>
          <w:tcPr>
            <w:tcW w:w="3111" w:type="dxa"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603D9">
              <w:rPr>
                <w:sz w:val="22"/>
                <w:szCs w:val="22"/>
              </w:rPr>
              <w:t>вартира</w:t>
            </w:r>
          </w:p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800" w:type="dxa"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1800" w:type="dxa"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Тойота Ора</w:t>
            </w:r>
          </w:p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3603D9">
        <w:trPr>
          <w:trHeight w:val="830"/>
        </w:trPr>
        <w:tc>
          <w:tcPr>
            <w:tcW w:w="720" w:type="dxa"/>
            <w:vMerge w:val="restart"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20.</w:t>
            </w:r>
          </w:p>
        </w:tc>
        <w:tc>
          <w:tcPr>
            <w:tcW w:w="1800" w:type="dxa"/>
          </w:tcPr>
          <w:p w:rsidR="002032EB" w:rsidRPr="003603D9" w:rsidRDefault="002032EB" w:rsidP="005A6AF6">
            <w:pPr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Кейлер Н.Г.</w:t>
            </w:r>
          </w:p>
        </w:tc>
        <w:tc>
          <w:tcPr>
            <w:tcW w:w="1620" w:type="dxa"/>
          </w:tcPr>
          <w:p w:rsidR="002032EB" w:rsidRPr="003603D9" w:rsidRDefault="002032EB" w:rsidP="005A6AF6">
            <w:pPr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Ведущий специалист-эксперт</w:t>
            </w:r>
          </w:p>
        </w:tc>
        <w:tc>
          <w:tcPr>
            <w:tcW w:w="1569" w:type="dxa"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246 008,43</w:t>
            </w:r>
          </w:p>
        </w:tc>
        <w:tc>
          <w:tcPr>
            <w:tcW w:w="3111" w:type="dxa"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603D9">
              <w:rPr>
                <w:sz w:val="22"/>
                <w:szCs w:val="22"/>
              </w:rPr>
              <w:t>вартира</w:t>
            </w:r>
          </w:p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800" w:type="dxa"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69,4</w:t>
            </w:r>
          </w:p>
        </w:tc>
        <w:tc>
          <w:tcPr>
            <w:tcW w:w="1800" w:type="dxa"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5A6AF6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  <w:lang w:val="en-US"/>
              </w:rPr>
              <w:t>KIA</w:t>
            </w:r>
            <w:r w:rsidRPr="005A6AF6">
              <w:rPr>
                <w:sz w:val="22"/>
                <w:szCs w:val="22"/>
              </w:rPr>
              <w:t xml:space="preserve"> </w:t>
            </w:r>
            <w:r w:rsidRPr="003603D9">
              <w:rPr>
                <w:sz w:val="22"/>
                <w:szCs w:val="22"/>
                <w:lang w:val="en-US"/>
              </w:rPr>
              <w:t>CEED</w:t>
            </w:r>
          </w:p>
          <w:p w:rsidR="002032EB" w:rsidRPr="003603D9" w:rsidRDefault="002032EB" w:rsidP="005A6AF6">
            <w:pPr>
              <w:jc w:val="center"/>
              <w:rPr>
                <w:sz w:val="22"/>
                <w:szCs w:val="22"/>
              </w:rPr>
            </w:pPr>
            <w:r w:rsidRPr="003603D9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3D333D">
        <w:trPr>
          <w:trHeight w:val="616"/>
        </w:trPr>
        <w:tc>
          <w:tcPr>
            <w:tcW w:w="720" w:type="dxa"/>
            <w:vMerge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3D333D" w:rsidRDefault="002032EB" w:rsidP="005A6AF6">
            <w:pPr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  <w:vMerge w:val="restart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464 326,68</w:t>
            </w:r>
          </w:p>
        </w:tc>
        <w:tc>
          <w:tcPr>
            <w:tcW w:w="3111" w:type="dxa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D333D">
              <w:rPr>
                <w:sz w:val="22"/>
                <w:szCs w:val="22"/>
              </w:rPr>
              <w:t>вартира</w:t>
            </w:r>
          </w:p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-</w:t>
            </w:r>
          </w:p>
        </w:tc>
      </w:tr>
      <w:tr w:rsidR="002032EB" w:rsidRPr="003D333D">
        <w:trPr>
          <w:trHeight w:val="660"/>
        </w:trPr>
        <w:tc>
          <w:tcPr>
            <w:tcW w:w="720" w:type="dxa"/>
            <w:vMerge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3D333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3D333D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D333D">
              <w:rPr>
                <w:sz w:val="22"/>
                <w:szCs w:val="22"/>
              </w:rPr>
              <w:t>вартира</w:t>
            </w:r>
          </w:p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69,4</w:t>
            </w:r>
          </w:p>
        </w:tc>
        <w:tc>
          <w:tcPr>
            <w:tcW w:w="1800" w:type="dxa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3D333D">
        <w:trPr>
          <w:trHeight w:val="532"/>
        </w:trPr>
        <w:tc>
          <w:tcPr>
            <w:tcW w:w="720" w:type="dxa"/>
            <w:vMerge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3D333D" w:rsidRDefault="002032EB" w:rsidP="005A6AF6">
            <w:pPr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дочь</w:t>
            </w:r>
          </w:p>
        </w:tc>
        <w:tc>
          <w:tcPr>
            <w:tcW w:w="1620" w:type="dxa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-</w:t>
            </w:r>
          </w:p>
        </w:tc>
        <w:tc>
          <w:tcPr>
            <w:tcW w:w="3111" w:type="dxa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D333D">
              <w:rPr>
                <w:sz w:val="22"/>
                <w:szCs w:val="22"/>
              </w:rPr>
              <w:t>вартира</w:t>
            </w:r>
          </w:p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69,4</w:t>
            </w:r>
          </w:p>
        </w:tc>
        <w:tc>
          <w:tcPr>
            <w:tcW w:w="1800" w:type="dxa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-</w:t>
            </w:r>
          </w:p>
        </w:tc>
      </w:tr>
      <w:tr w:rsidR="002032EB" w:rsidRPr="00203E42">
        <w:trPr>
          <w:trHeight w:val="580"/>
        </w:trPr>
        <w:tc>
          <w:tcPr>
            <w:tcW w:w="720" w:type="dxa"/>
            <w:vMerge w:val="restart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21.</w:t>
            </w:r>
          </w:p>
        </w:tc>
        <w:tc>
          <w:tcPr>
            <w:tcW w:w="1800" w:type="dxa"/>
            <w:vMerge w:val="restart"/>
          </w:tcPr>
          <w:p w:rsidR="002032EB" w:rsidRPr="00203E42" w:rsidRDefault="002032EB" w:rsidP="005A6AF6">
            <w:pPr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Лучкин В.М.</w:t>
            </w:r>
          </w:p>
        </w:tc>
        <w:tc>
          <w:tcPr>
            <w:tcW w:w="1620" w:type="dxa"/>
            <w:vMerge w:val="restart"/>
          </w:tcPr>
          <w:p w:rsidR="002032EB" w:rsidRPr="00203E42" w:rsidRDefault="002032EB" w:rsidP="005A6AF6">
            <w:pPr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9" w:type="dxa"/>
            <w:vMerge w:val="restart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634 112,51</w:t>
            </w:r>
          </w:p>
        </w:tc>
        <w:tc>
          <w:tcPr>
            <w:tcW w:w="3111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03E42">
              <w:rPr>
                <w:sz w:val="22"/>
                <w:szCs w:val="22"/>
              </w:rPr>
              <w:t>вартира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03E42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40,3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-</w:t>
            </w:r>
          </w:p>
        </w:tc>
      </w:tr>
      <w:tr w:rsidR="002032EB" w:rsidRPr="00D82E1E">
        <w:trPr>
          <w:trHeight w:val="540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03E42">
              <w:rPr>
                <w:sz w:val="22"/>
                <w:szCs w:val="22"/>
              </w:rPr>
              <w:t>вартира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D82E1E">
        <w:trPr>
          <w:trHeight w:val="563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203E42" w:rsidRDefault="002032EB" w:rsidP="005A6AF6">
            <w:pPr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  <w:vMerge w:val="restart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211 825,14</w:t>
            </w:r>
          </w:p>
        </w:tc>
        <w:tc>
          <w:tcPr>
            <w:tcW w:w="3111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03E42">
              <w:rPr>
                <w:sz w:val="22"/>
                <w:szCs w:val="22"/>
              </w:rPr>
              <w:t>вартира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03E42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40,3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3D333D" w:rsidRDefault="002032EB" w:rsidP="005A6AF6">
            <w:pPr>
              <w:jc w:val="center"/>
              <w:rPr>
                <w:sz w:val="22"/>
                <w:szCs w:val="22"/>
              </w:rPr>
            </w:pPr>
            <w:r w:rsidRPr="003D333D">
              <w:rPr>
                <w:sz w:val="22"/>
                <w:szCs w:val="22"/>
              </w:rPr>
              <w:t>-</w:t>
            </w:r>
          </w:p>
        </w:tc>
      </w:tr>
      <w:tr w:rsidR="002032EB" w:rsidRPr="00D82E1E">
        <w:trPr>
          <w:trHeight w:val="542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03E42">
              <w:rPr>
                <w:sz w:val="22"/>
                <w:szCs w:val="22"/>
              </w:rPr>
              <w:t>вартира</w:t>
            </w:r>
          </w:p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203E42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032EB" w:rsidRPr="00203E42" w:rsidRDefault="002032EB" w:rsidP="005A6AF6">
            <w:pPr>
              <w:jc w:val="center"/>
              <w:rPr>
                <w:sz w:val="22"/>
                <w:szCs w:val="22"/>
              </w:rPr>
            </w:pPr>
            <w:r w:rsidRPr="00203E42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032EB" w:rsidRPr="00D82E1E">
        <w:trPr>
          <w:trHeight w:val="830"/>
        </w:trPr>
        <w:tc>
          <w:tcPr>
            <w:tcW w:w="72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D82E1E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Быстрова Е.О.</w:t>
            </w:r>
          </w:p>
        </w:tc>
        <w:tc>
          <w:tcPr>
            <w:tcW w:w="162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Ведущий специалист-эксперт</w:t>
            </w:r>
          </w:p>
        </w:tc>
        <w:tc>
          <w:tcPr>
            <w:tcW w:w="1569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218 608,42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</w:tr>
      <w:tr w:rsidR="002032EB" w:rsidRPr="00D82E1E">
        <w:trPr>
          <w:trHeight w:val="830"/>
        </w:trPr>
        <w:tc>
          <w:tcPr>
            <w:tcW w:w="72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D82E1E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Коновалова Т.А.</w:t>
            </w:r>
          </w:p>
        </w:tc>
        <w:tc>
          <w:tcPr>
            <w:tcW w:w="162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Главный специалист-эксперт</w:t>
            </w:r>
          </w:p>
        </w:tc>
        <w:tc>
          <w:tcPr>
            <w:tcW w:w="1569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389 820,20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34,9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</w:tr>
      <w:tr w:rsidR="002032EB" w:rsidRPr="00D82E1E">
        <w:trPr>
          <w:trHeight w:val="592"/>
        </w:trPr>
        <w:tc>
          <w:tcPr>
            <w:tcW w:w="7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D82E1E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Сосновских И.А.</w:t>
            </w:r>
          </w:p>
        </w:tc>
        <w:tc>
          <w:tcPr>
            <w:tcW w:w="16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Ведущий специалист-эксперт</w:t>
            </w:r>
          </w:p>
        </w:tc>
        <w:tc>
          <w:tcPr>
            <w:tcW w:w="1569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220 633,99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</w:tr>
      <w:tr w:rsidR="002032EB" w:rsidRPr="00D82E1E">
        <w:trPr>
          <w:trHeight w:val="555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(договор найма)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EF7AF9">
        <w:trPr>
          <w:trHeight w:val="548"/>
        </w:trPr>
        <w:tc>
          <w:tcPr>
            <w:tcW w:w="720" w:type="dxa"/>
            <w:vMerge w:val="restart"/>
          </w:tcPr>
          <w:p w:rsidR="002032EB" w:rsidRPr="00EF7AF9" w:rsidRDefault="002032EB" w:rsidP="005A6AF6">
            <w:pPr>
              <w:jc w:val="center"/>
              <w:rPr>
                <w:sz w:val="22"/>
                <w:szCs w:val="22"/>
              </w:rPr>
            </w:pPr>
            <w:r w:rsidRPr="00EF7AF9">
              <w:rPr>
                <w:sz w:val="22"/>
                <w:szCs w:val="22"/>
              </w:rPr>
              <w:t>25.</w:t>
            </w:r>
          </w:p>
        </w:tc>
        <w:tc>
          <w:tcPr>
            <w:tcW w:w="1800" w:type="dxa"/>
            <w:vMerge w:val="restart"/>
          </w:tcPr>
          <w:p w:rsidR="002032EB" w:rsidRPr="00EF7AF9" w:rsidRDefault="002032EB" w:rsidP="005A6AF6">
            <w:pPr>
              <w:rPr>
                <w:sz w:val="22"/>
                <w:szCs w:val="22"/>
              </w:rPr>
            </w:pPr>
            <w:r w:rsidRPr="00EF7AF9">
              <w:rPr>
                <w:sz w:val="22"/>
                <w:szCs w:val="22"/>
              </w:rPr>
              <w:t>Дмитриева А.В.</w:t>
            </w:r>
          </w:p>
        </w:tc>
        <w:tc>
          <w:tcPr>
            <w:tcW w:w="1620" w:type="dxa"/>
            <w:vMerge w:val="restart"/>
          </w:tcPr>
          <w:p w:rsidR="002032EB" w:rsidRPr="00EF7AF9" w:rsidRDefault="002032EB" w:rsidP="005A6AF6">
            <w:pPr>
              <w:jc w:val="center"/>
              <w:rPr>
                <w:sz w:val="22"/>
                <w:szCs w:val="22"/>
              </w:rPr>
            </w:pPr>
            <w:r w:rsidRPr="00EF7AF9">
              <w:rPr>
                <w:sz w:val="22"/>
                <w:szCs w:val="22"/>
              </w:rPr>
              <w:t>Ведущий специалист-эксперт</w:t>
            </w:r>
          </w:p>
        </w:tc>
        <w:tc>
          <w:tcPr>
            <w:tcW w:w="1569" w:type="dxa"/>
            <w:vMerge w:val="restart"/>
          </w:tcPr>
          <w:p w:rsidR="002032EB" w:rsidRPr="00EF7AF9" w:rsidRDefault="002032EB" w:rsidP="005A6AF6">
            <w:pPr>
              <w:jc w:val="center"/>
              <w:rPr>
                <w:sz w:val="22"/>
                <w:szCs w:val="22"/>
              </w:rPr>
            </w:pPr>
            <w:r w:rsidRPr="00EF7AF9">
              <w:rPr>
                <w:sz w:val="22"/>
                <w:szCs w:val="22"/>
              </w:rPr>
              <w:t>1 052 537,94</w:t>
            </w:r>
          </w:p>
        </w:tc>
        <w:tc>
          <w:tcPr>
            <w:tcW w:w="3111" w:type="dxa"/>
          </w:tcPr>
          <w:p w:rsidR="002032EB" w:rsidRPr="00EF7AF9" w:rsidRDefault="002032EB" w:rsidP="005A6AF6">
            <w:pPr>
              <w:jc w:val="center"/>
              <w:rPr>
                <w:sz w:val="22"/>
                <w:szCs w:val="22"/>
              </w:rPr>
            </w:pPr>
            <w:r w:rsidRPr="00EF7AF9">
              <w:rPr>
                <w:sz w:val="22"/>
                <w:szCs w:val="22"/>
              </w:rPr>
              <w:t>Квартира</w:t>
            </w:r>
          </w:p>
          <w:p w:rsidR="002032EB" w:rsidRPr="00EF7AF9" w:rsidRDefault="002032EB" w:rsidP="005A6AF6">
            <w:pPr>
              <w:jc w:val="center"/>
              <w:rPr>
                <w:sz w:val="22"/>
                <w:szCs w:val="22"/>
              </w:rPr>
            </w:pPr>
            <w:r w:rsidRPr="00EF7AF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EF7AF9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EF7AF9" w:rsidRDefault="002032EB" w:rsidP="005A6AF6">
            <w:pPr>
              <w:jc w:val="center"/>
              <w:rPr>
                <w:sz w:val="22"/>
                <w:szCs w:val="22"/>
              </w:rPr>
            </w:pPr>
            <w:r w:rsidRPr="00EF7AF9">
              <w:rPr>
                <w:sz w:val="22"/>
                <w:szCs w:val="22"/>
              </w:rPr>
              <w:t>39,7</w:t>
            </w:r>
          </w:p>
        </w:tc>
        <w:tc>
          <w:tcPr>
            <w:tcW w:w="1800" w:type="dxa"/>
          </w:tcPr>
          <w:p w:rsidR="002032EB" w:rsidRPr="00EF7AF9" w:rsidRDefault="002032EB" w:rsidP="005A6AF6">
            <w:pPr>
              <w:jc w:val="center"/>
              <w:rPr>
                <w:sz w:val="22"/>
                <w:szCs w:val="22"/>
              </w:rPr>
            </w:pPr>
            <w:r w:rsidRPr="00EF7AF9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EF7A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EF7AF9">
        <w:trPr>
          <w:trHeight w:val="550"/>
        </w:trPr>
        <w:tc>
          <w:tcPr>
            <w:tcW w:w="720" w:type="dxa"/>
            <w:vMerge/>
          </w:tcPr>
          <w:p w:rsidR="002032EB" w:rsidRPr="00EF7A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EF7AF9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EF7A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EF7A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40,6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EF7AF9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686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25,8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568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Дача 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(совместная)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548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830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275 204,43</w:t>
            </w:r>
          </w:p>
        </w:tc>
        <w:tc>
          <w:tcPr>
            <w:tcW w:w="3111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80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372,09</w:t>
            </w:r>
          </w:p>
        </w:tc>
        <w:tc>
          <w:tcPr>
            <w:tcW w:w="1800" w:type="dxa"/>
            <w:vMerge w:val="restart"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584F7E" w:rsidRDefault="002032EB" w:rsidP="005A6AF6">
            <w:pPr>
              <w:jc w:val="center"/>
              <w:rPr>
                <w:sz w:val="22"/>
                <w:szCs w:val="22"/>
              </w:rPr>
            </w:pPr>
            <w:r w:rsidRPr="00584F7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584F7E" w:rsidRDefault="002032EB" w:rsidP="005A6AF6">
            <w:pPr>
              <w:jc w:val="center"/>
              <w:rPr>
                <w:sz w:val="22"/>
                <w:szCs w:val="22"/>
              </w:rPr>
            </w:pPr>
            <w:r w:rsidRPr="00584F7E">
              <w:rPr>
                <w:sz w:val="22"/>
                <w:szCs w:val="22"/>
                <w:lang w:val="en-US"/>
              </w:rPr>
              <w:t>Sens</w:t>
            </w:r>
            <w:r w:rsidRPr="005A6AF6">
              <w:rPr>
                <w:sz w:val="22"/>
                <w:szCs w:val="22"/>
              </w:rPr>
              <w:t>-</w:t>
            </w:r>
            <w:r w:rsidRPr="00584F7E">
              <w:rPr>
                <w:sz w:val="22"/>
                <w:szCs w:val="22"/>
              </w:rPr>
              <w:t>ЗАЗ</w:t>
            </w:r>
          </w:p>
          <w:p w:rsidR="002032EB" w:rsidRPr="00584F7E" w:rsidRDefault="002032EB" w:rsidP="005A6AF6">
            <w:pPr>
              <w:jc w:val="center"/>
              <w:rPr>
                <w:sz w:val="22"/>
                <w:szCs w:val="22"/>
              </w:rPr>
            </w:pPr>
            <w:r w:rsidRPr="00584F7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rPr>
          <w:trHeight w:val="830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28" w:type="dxa"/>
          </w:tcPr>
          <w:p w:rsidR="002032EB" w:rsidRPr="00584F7E" w:rsidRDefault="002032EB" w:rsidP="005A6AF6">
            <w:pPr>
              <w:jc w:val="center"/>
              <w:rPr>
                <w:sz w:val="22"/>
                <w:szCs w:val="22"/>
              </w:rPr>
            </w:pPr>
            <w:r w:rsidRPr="00584F7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584F7E" w:rsidRDefault="002032EB" w:rsidP="005A6AF6">
            <w:pPr>
              <w:jc w:val="center"/>
              <w:rPr>
                <w:sz w:val="22"/>
                <w:szCs w:val="22"/>
              </w:rPr>
            </w:pPr>
            <w:r w:rsidRPr="00584F7E">
              <w:rPr>
                <w:sz w:val="22"/>
                <w:szCs w:val="22"/>
                <w:lang w:val="en-US"/>
              </w:rPr>
              <w:t>Cherri</w:t>
            </w:r>
            <w:r w:rsidRPr="005A6AF6">
              <w:rPr>
                <w:sz w:val="22"/>
                <w:szCs w:val="22"/>
              </w:rPr>
              <w:t>-</w:t>
            </w:r>
            <w:r w:rsidRPr="00584F7E">
              <w:rPr>
                <w:sz w:val="22"/>
                <w:szCs w:val="22"/>
                <w:lang w:val="en-US"/>
              </w:rPr>
              <w:t>Yndi</w:t>
            </w:r>
            <w:r w:rsidRPr="005A6AF6">
              <w:rPr>
                <w:sz w:val="22"/>
                <w:szCs w:val="22"/>
              </w:rPr>
              <w:t xml:space="preserve"> </w:t>
            </w:r>
            <w:r w:rsidRPr="00584F7E">
              <w:rPr>
                <w:sz w:val="22"/>
                <w:szCs w:val="22"/>
                <w:lang w:val="en-US"/>
              </w:rPr>
              <w:t>S</w:t>
            </w:r>
          </w:p>
          <w:p w:rsidR="002032EB" w:rsidRPr="00584F7E" w:rsidRDefault="002032EB" w:rsidP="005A6AF6">
            <w:pPr>
              <w:jc w:val="center"/>
              <w:rPr>
                <w:sz w:val="22"/>
                <w:szCs w:val="22"/>
              </w:rPr>
            </w:pPr>
            <w:r w:rsidRPr="00584F7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rPr>
          <w:trHeight w:val="830"/>
        </w:trPr>
        <w:tc>
          <w:tcPr>
            <w:tcW w:w="7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D82E1E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Карташова О.А.</w:t>
            </w:r>
          </w:p>
        </w:tc>
        <w:tc>
          <w:tcPr>
            <w:tcW w:w="162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Главный специалист-эксперт</w:t>
            </w:r>
          </w:p>
        </w:tc>
        <w:tc>
          <w:tcPr>
            <w:tcW w:w="1569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256 127,41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52,5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580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сын</w:t>
            </w:r>
          </w:p>
        </w:tc>
        <w:tc>
          <w:tcPr>
            <w:tcW w:w="162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52,5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830"/>
        </w:trPr>
        <w:tc>
          <w:tcPr>
            <w:tcW w:w="7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D82E1E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Злобина Т.В.</w:t>
            </w:r>
          </w:p>
        </w:tc>
        <w:tc>
          <w:tcPr>
            <w:tcW w:w="16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Ведущий специалист-эксперт</w:t>
            </w:r>
          </w:p>
        </w:tc>
        <w:tc>
          <w:tcPr>
            <w:tcW w:w="1569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399 267,35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Земельный участок 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1477,17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5A6AF6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  <w:lang w:val="en-US"/>
              </w:rPr>
              <w:t>MAZDA</w:t>
            </w:r>
            <w:r w:rsidRPr="005A6AF6">
              <w:rPr>
                <w:sz w:val="22"/>
                <w:szCs w:val="22"/>
              </w:rPr>
              <w:t xml:space="preserve"> </w:t>
            </w:r>
            <w:r w:rsidRPr="00D82E1E">
              <w:rPr>
                <w:sz w:val="22"/>
                <w:szCs w:val="22"/>
                <w:lang w:val="en-US"/>
              </w:rPr>
              <w:t>DEMIO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rPr>
          <w:trHeight w:val="572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Жилой дом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32,3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573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830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398 946,78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45,3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5A6AF6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Тойота Корола </w:t>
            </w:r>
            <w:r w:rsidRPr="00D82E1E">
              <w:rPr>
                <w:sz w:val="22"/>
                <w:szCs w:val="22"/>
                <w:lang w:val="en-US"/>
              </w:rPr>
              <w:t>RVNX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rPr>
          <w:trHeight w:val="830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Гараж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Автомобиль легковой </w:t>
            </w:r>
          </w:p>
          <w:p w:rsidR="002032EB" w:rsidRPr="005A6AF6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Тойота Корола</w:t>
            </w:r>
            <w:r w:rsidRPr="005A6AF6">
              <w:rPr>
                <w:sz w:val="22"/>
                <w:szCs w:val="22"/>
              </w:rPr>
              <w:t xml:space="preserve"> </w:t>
            </w:r>
            <w:r w:rsidRPr="00D82E1E">
              <w:rPr>
                <w:sz w:val="22"/>
                <w:szCs w:val="22"/>
                <w:lang w:val="en-US"/>
              </w:rPr>
              <w:t>II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rPr>
          <w:trHeight w:val="576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Земельный участок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(аренда)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1458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 w:val="restart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Автомобиль грузовой 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ГАЗ-52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(индивидуальная)</w:t>
            </w:r>
          </w:p>
        </w:tc>
      </w:tr>
      <w:tr w:rsidR="002032EB" w:rsidRPr="00D82E1E">
        <w:trPr>
          <w:trHeight w:val="570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</w:tr>
      <w:tr w:rsidR="002032EB" w:rsidRPr="00D82E1E">
        <w:trPr>
          <w:trHeight w:val="550"/>
        </w:trPr>
        <w:tc>
          <w:tcPr>
            <w:tcW w:w="720" w:type="dxa"/>
            <w:vMerge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032EB" w:rsidRPr="00D82E1E" w:rsidRDefault="002032EB" w:rsidP="005A6AF6">
            <w:pPr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дочь</w:t>
            </w:r>
          </w:p>
        </w:tc>
        <w:tc>
          <w:tcPr>
            <w:tcW w:w="162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  <w:tc>
          <w:tcPr>
            <w:tcW w:w="1569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-</w:t>
            </w:r>
          </w:p>
        </w:tc>
        <w:tc>
          <w:tcPr>
            <w:tcW w:w="3111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Квартира</w:t>
            </w:r>
          </w:p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общая </w:t>
            </w:r>
            <w:r w:rsidRPr="00D82E1E">
              <w:rPr>
                <w:sz w:val="22"/>
                <w:szCs w:val="22"/>
              </w:rPr>
              <w:t>долевая)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 w:rsidRPr="00D82E1E">
              <w:rPr>
                <w:sz w:val="22"/>
                <w:szCs w:val="22"/>
              </w:rPr>
              <w:t>Россия</w:t>
            </w:r>
          </w:p>
        </w:tc>
        <w:tc>
          <w:tcPr>
            <w:tcW w:w="2928" w:type="dxa"/>
          </w:tcPr>
          <w:p w:rsidR="002032EB" w:rsidRPr="00D82E1E" w:rsidRDefault="002032EB" w:rsidP="005A6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032EB" w:rsidRPr="00134332" w:rsidRDefault="002032EB" w:rsidP="005A6AF6"/>
    <w:sectPr w:rsidR="002032EB" w:rsidRPr="00134332" w:rsidSect="00FB75C8">
      <w:pgSz w:w="16838" w:h="11906" w:orient="landscape"/>
      <w:pgMar w:top="899" w:right="17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C68F9"/>
    <w:multiLevelType w:val="multilevel"/>
    <w:tmpl w:val="E6BE9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9970F1"/>
    <w:multiLevelType w:val="multilevel"/>
    <w:tmpl w:val="7AEC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E949B4"/>
    <w:multiLevelType w:val="hybridMultilevel"/>
    <w:tmpl w:val="8F32F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FE5493"/>
    <w:multiLevelType w:val="hybridMultilevel"/>
    <w:tmpl w:val="81CCD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A240BE"/>
    <w:multiLevelType w:val="multilevel"/>
    <w:tmpl w:val="7AEC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5A3390"/>
    <w:multiLevelType w:val="multilevel"/>
    <w:tmpl w:val="7AEC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FD4728"/>
    <w:multiLevelType w:val="multilevel"/>
    <w:tmpl w:val="7AEC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750650"/>
    <w:multiLevelType w:val="multilevel"/>
    <w:tmpl w:val="7AEC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D500E35"/>
    <w:multiLevelType w:val="hybridMultilevel"/>
    <w:tmpl w:val="D31EB5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9B675B"/>
    <w:multiLevelType w:val="hybridMultilevel"/>
    <w:tmpl w:val="BBB6B07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401139"/>
    <w:multiLevelType w:val="multilevel"/>
    <w:tmpl w:val="E6BE9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8603F09"/>
    <w:multiLevelType w:val="hybridMultilevel"/>
    <w:tmpl w:val="E6BE9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CFE7FE5"/>
    <w:multiLevelType w:val="hybridMultilevel"/>
    <w:tmpl w:val="7AEC1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109009F"/>
    <w:multiLevelType w:val="hybridMultilevel"/>
    <w:tmpl w:val="75B08330"/>
    <w:lvl w:ilvl="0" w:tplc="6DD2A1A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CAD23CE"/>
    <w:multiLevelType w:val="multilevel"/>
    <w:tmpl w:val="E6BE9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B08625C"/>
    <w:multiLevelType w:val="multilevel"/>
    <w:tmpl w:val="7AEC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3A5373"/>
    <w:multiLevelType w:val="hybridMultilevel"/>
    <w:tmpl w:val="5A981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3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15"/>
  </w:num>
  <w:num w:numId="11">
    <w:abstractNumId w:val="7"/>
  </w:num>
  <w:num w:numId="12">
    <w:abstractNumId w:val="4"/>
  </w:num>
  <w:num w:numId="13">
    <w:abstractNumId w:val="11"/>
  </w:num>
  <w:num w:numId="14">
    <w:abstractNumId w:val="10"/>
  </w:num>
  <w:num w:numId="15">
    <w:abstractNumId w:val="0"/>
  </w:num>
  <w:num w:numId="16">
    <w:abstractNumId w:val="14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7459"/>
    <w:rsid w:val="00000394"/>
    <w:rsid w:val="000107C6"/>
    <w:rsid w:val="000140F7"/>
    <w:rsid w:val="00022C43"/>
    <w:rsid w:val="00023B28"/>
    <w:rsid w:val="0002474A"/>
    <w:rsid w:val="000258F5"/>
    <w:rsid w:val="000421C7"/>
    <w:rsid w:val="000464D4"/>
    <w:rsid w:val="000468E4"/>
    <w:rsid w:val="00055EA7"/>
    <w:rsid w:val="00066026"/>
    <w:rsid w:val="00071C85"/>
    <w:rsid w:val="00083181"/>
    <w:rsid w:val="000C2BD8"/>
    <w:rsid w:val="000F31A7"/>
    <w:rsid w:val="000F3748"/>
    <w:rsid w:val="00113D76"/>
    <w:rsid w:val="0012667B"/>
    <w:rsid w:val="00134332"/>
    <w:rsid w:val="00134576"/>
    <w:rsid w:val="00146D8A"/>
    <w:rsid w:val="0015438D"/>
    <w:rsid w:val="00163C04"/>
    <w:rsid w:val="00171506"/>
    <w:rsid w:val="00181F4B"/>
    <w:rsid w:val="001A1DC0"/>
    <w:rsid w:val="001A6CB9"/>
    <w:rsid w:val="001C2A26"/>
    <w:rsid w:val="001C5B12"/>
    <w:rsid w:val="001F3481"/>
    <w:rsid w:val="002032EB"/>
    <w:rsid w:val="00203E42"/>
    <w:rsid w:val="0021604A"/>
    <w:rsid w:val="002267F9"/>
    <w:rsid w:val="00240BC2"/>
    <w:rsid w:val="00255984"/>
    <w:rsid w:val="00255DAB"/>
    <w:rsid w:val="00264048"/>
    <w:rsid w:val="0027460F"/>
    <w:rsid w:val="00277F1E"/>
    <w:rsid w:val="002A4AEE"/>
    <w:rsid w:val="002D0A40"/>
    <w:rsid w:val="002D7C64"/>
    <w:rsid w:val="002E055B"/>
    <w:rsid w:val="002F0CAB"/>
    <w:rsid w:val="00305199"/>
    <w:rsid w:val="00313A20"/>
    <w:rsid w:val="00326F21"/>
    <w:rsid w:val="00330715"/>
    <w:rsid w:val="0033392E"/>
    <w:rsid w:val="00335DD2"/>
    <w:rsid w:val="00335E1A"/>
    <w:rsid w:val="003508D2"/>
    <w:rsid w:val="00354698"/>
    <w:rsid w:val="003603D9"/>
    <w:rsid w:val="00367459"/>
    <w:rsid w:val="003800C8"/>
    <w:rsid w:val="0039048E"/>
    <w:rsid w:val="003921F6"/>
    <w:rsid w:val="003939EF"/>
    <w:rsid w:val="00396D47"/>
    <w:rsid w:val="003A6EE8"/>
    <w:rsid w:val="003C26DC"/>
    <w:rsid w:val="003D072B"/>
    <w:rsid w:val="003D333D"/>
    <w:rsid w:val="003D5DE2"/>
    <w:rsid w:val="00402326"/>
    <w:rsid w:val="004138AC"/>
    <w:rsid w:val="00424340"/>
    <w:rsid w:val="004461C6"/>
    <w:rsid w:val="00474EB6"/>
    <w:rsid w:val="00492A80"/>
    <w:rsid w:val="00496521"/>
    <w:rsid w:val="004C5C9A"/>
    <w:rsid w:val="004D6FBD"/>
    <w:rsid w:val="004F06A2"/>
    <w:rsid w:val="004F7F67"/>
    <w:rsid w:val="0050259D"/>
    <w:rsid w:val="00546B73"/>
    <w:rsid w:val="00547403"/>
    <w:rsid w:val="005517BD"/>
    <w:rsid w:val="00571EC8"/>
    <w:rsid w:val="0057319A"/>
    <w:rsid w:val="00574C6B"/>
    <w:rsid w:val="00575720"/>
    <w:rsid w:val="00584483"/>
    <w:rsid w:val="00584F7E"/>
    <w:rsid w:val="00591E97"/>
    <w:rsid w:val="00593C05"/>
    <w:rsid w:val="00596B30"/>
    <w:rsid w:val="005A6AF6"/>
    <w:rsid w:val="005B6AB5"/>
    <w:rsid w:val="005C6CC8"/>
    <w:rsid w:val="005D6125"/>
    <w:rsid w:val="005E0A1C"/>
    <w:rsid w:val="00600644"/>
    <w:rsid w:val="006056AE"/>
    <w:rsid w:val="00610257"/>
    <w:rsid w:val="00613009"/>
    <w:rsid w:val="0062646A"/>
    <w:rsid w:val="00630AA9"/>
    <w:rsid w:val="00634D7B"/>
    <w:rsid w:val="00643EFB"/>
    <w:rsid w:val="00651ADB"/>
    <w:rsid w:val="00656889"/>
    <w:rsid w:val="00677ACC"/>
    <w:rsid w:val="006A0EA0"/>
    <w:rsid w:val="006B7459"/>
    <w:rsid w:val="006C6AD4"/>
    <w:rsid w:val="006F1D79"/>
    <w:rsid w:val="006F6765"/>
    <w:rsid w:val="00703CFD"/>
    <w:rsid w:val="00716E6A"/>
    <w:rsid w:val="007209AF"/>
    <w:rsid w:val="00727151"/>
    <w:rsid w:val="00750A86"/>
    <w:rsid w:val="0075607F"/>
    <w:rsid w:val="00775234"/>
    <w:rsid w:val="007B4A43"/>
    <w:rsid w:val="007B554B"/>
    <w:rsid w:val="007B63C1"/>
    <w:rsid w:val="007C1F39"/>
    <w:rsid w:val="007D043E"/>
    <w:rsid w:val="007D3270"/>
    <w:rsid w:val="007D7541"/>
    <w:rsid w:val="007E621B"/>
    <w:rsid w:val="007E69E9"/>
    <w:rsid w:val="008125B2"/>
    <w:rsid w:val="00813D4D"/>
    <w:rsid w:val="00883493"/>
    <w:rsid w:val="00892DF4"/>
    <w:rsid w:val="00893CF4"/>
    <w:rsid w:val="008974DD"/>
    <w:rsid w:val="008A0AC2"/>
    <w:rsid w:val="008A3DE9"/>
    <w:rsid w:val="008B5AFB"/>
    <w:rsid w:val="008C5067"/>
    <w:rsid w:val="008D031D"/>
    <w:rsid w:val="008E1659"/>
    <w:rsid w:val="009001AC"/>
    <w:rsid w:val="00902169"/>
    <w:rsid w:val="00907744"/>
    <w:rsid w:val="0091630C"/>
    <w:rsid w:val="00923FDA"/>
    <w:rsid w:val="009441DE"/>
    <w:rsid w:val="00945370"/>
    <w:rsid w:val="009541A3"/>
    <w:rsid w:val="00957EC4"/>
    <w:rsid w:val="00961576"/>
    <w:rsid w:val="00964863"/>
    <w:rsid w:val="00964B81"/>
    <w:rsid w:val="00982D46"/>
    <w:rsid w:val="0098317B"/>
    <w:rsid w:val="00985B87"/>
    <w:rsid w:val="00992B1C"/>
    <w:rsid w:val="00995CFC"/>
    <w:rsid w:val="009A0F55"/>
    <w:rsid w:val="009B4414"/>
    <w:rsid w:val="009C1A6B"/>
    <w:rsid w:val="009E4AA6"/>
    <w:rsid w:val="009E5A4F"/>
    <w:rsid w:val="009E6BB6"/>
    <w:rsid w:val="009F2103"/>
    <w:rsid w:val="009F46FF"/>
    <w:rsid w:val="00A12ED4"/>
    <w:rsid w:val="00A26E90"/>
    <w:rsid w:val="00A31DF7"/>
    <w:rsid w:val="00A36D7C"/>
    <w:rsid w:val="00A77895"/>
    <w:rsid w:val="00A85701"/>
    <w:rsid w:val="00A94EED"/>
    <w:rsid w:val="00AA7E54"/>
    <w:rsid w:val="00AC2E88"/>
    <w:rsid w:val="00AD2578"/>
    <w:rsid w:val="00AD5602"/>
    <w:rsid w:val="00B026DE"/>
    <w:rsid w:val="00B40119"/>
    <w:rsid w:val="00B5490A"/>
    <w:rsid w:val="00B91E13"/>
    <w:rsid w:val="00B937AB"/>
    <w:rsid w:val="00BB2FA9"/>
    <w:rsid w:val="00BB3C62"/>
    <w:rsid w:val="00BB78BD"/>
    <w:rsid w:val="00BC05DF"/>
    <w:rsid w:val="00BC68BB"/>
    <w:rsid w:val="00BC79CD"/>
    <w:rsid w:val="00BD7167"/>
    <w:rsid w:val="00BD7C14"/>
    <w:rsid w:val="00BE19FE"/>
    <w:rsid w:val="00BE1F9C"/>
    <w:rsid w:val="00C03243"/>
    <w:rsid w:val="00C2714F"/>
    <w:rsid w:val="00C3122D"/>
    <w:rsid w:val="00C61039"/>
    <w:rsid w:val="00C6601D"/>
    <w:rsid w:val="00C90063"/>
    <w:rsid w:val="00C96B4F"/>
    <w:rsid w:val="00CA43BB"/>
    <w:rsid w:val="00CD512A"/>
    <w:rsid w:val="00CD64CB"/>
    <w:rsid w:val="00CD6C17"/>
    <w:rsid w:val="00CE23E1"/>
    <w:rsid w:val="00CE545F"/>
    <w:rsid w:val="00D03528"/>
    <w:rsid w:val="00D2596F"/>
    <w:rsid w:val="00D377B6"/>
    <w:rsid w:val="00D41FBB"/>
    <w:rsid w:val="00D50561"/>
    <w:rsid w:val="00D5374A"/>
    <w:rsid w:val="00D55179"/>
    <w:rsid w:val="00D65C9F"/>
    <w:rsid w:val="00D6637D"/>
    <w:rsid w:val="00D723E8"/>
    <w:rsid w:val="00D82E1E"/>
    <w:rsid w:val="00D83B00"/>
    <w:rsid w:val="00DC4A0B"/>
    <w:rsid w:val="00DE0D18"/>
    <w:rsid w:val="00DE25E1"/>
    <w:rsid w:val="00DE7844"/>
    <w:rsid w:val="00DF6F32"/>
    <w:rsid w:val="00E031BE"/>
    <w:rsid w:val="00E15F8A"/>
    <w:rsid w:val="00E227C5"/>
    <w:rsid w:val="00E25B08"/>
    <w:rsid w:val="00E42725"/>
    <w:rsid w:val="00E454DC"/>
    <w:rsid w:val="00E515BE"/>
    <w:rsid w:val="00E62514"/>
    <w:rsid w:val="00E701F5"/>
    <w:rsid w:val="00E71179"/>
    <w:rsid w:val="00E82DBF"/>
    <w:rsid w:val="00E95A61"/>
    <w:rsid w:val="00EB4559"/>
    <w:rsid w:val="00EB617E"/>
    <w:rsid w:val="00EC5C8C"/>
    <w:rsid w:val="00EE0AA6"/>
    <w:rsid w:val="00EE3039"/>
    <w:rsid w:val="00EF3FFB"/>
    <w:rsid w:val="00EF6B84"/>
    <w:rsid w:val="00EF7AF9"/>
    <w:rsid w:val="00F06F16"/>
    <w:rsid w:val="00F11036"/>
    <w:rsid w:val="00F17B45"/>
    <w:rsid w:val="00F23129"/>
    <w:rsid w:val="00F26468"/>
    <w:rsid w:val="00F26D85"/>
    <w:rsid w:val="00F32814"/>
    <w:rsid w:val="00F40F97"/>
    <w:rsid w:val="00F463E6"/>
    <w:rsid w:val="00F5074B"/>
    <w:rsid w:val="00F5241D"/>
    <w:rsid w:val="00F74F53"/>
    <w:rsid w:val="00FB75C8"/>
    <w:rsid w:val="00FC1DAE"/>
    <w:rsid w:val="00FD4BA5"/>
    <w:rsid w:val="00FE1335"/>
    <w:rsid w:val="00FE5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459"/>
    <w:rPr>
      <w:sz w:val="24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7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324</TotalTime>
  <Pages>1</Pages>
  <Words>27192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10501</dc:creator>
  <cp:keywords/>
  <dc:description/>
  <cp:lastModifiedBy>Шитыка</cp:lastModifiedBy>
  <cp:revision>18</cp:revision>
  <cp:lastPrinted>2012-03-26T10:16:00Z</cp:lastPrinted>
  <dcterms:created xsi:type="dcterms:W3CDTF">2011-05-03T10:10:00Z</dcterms:created>
  <dcterms:modified xsi:type="dcterms:W3CDTF">2012-05-11T12:58:00Z</dcterms:modified>
</cp:coreProperties>
</file>