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О доходах, </w:t>
      </w:r>
      <w:r w:rsidR="00842205">
        <w:t xml:space="preserve">расходах, </w:t>
      </w:r>
      <w:r w:rsidRPr="00D30E2F">
        <w:t xml:space="preserve">имуществе и обязательствах имущественного характера          </w:t>
      </w:r>
    </w:p>
    <w:p w:rsidR="009E583E" w:rsidRDefault="00154596" w:rsidP="00EC186F">
      <w:pPr>
        <w:jc w:val="center"/>
      </w:pPr>
      <w:fldSimple w:instr=" QUOTE  поле1  \* MERGEFORMAT ">
        <w:r w:rsidR="008064D4">
          <w:t>Заместитель Председателя Правительства Кировской области, глава департамента сельского хозяйства и продовольствия Кировской области</w:t>
        </w:r>
      </w:fldSimple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fldSimple w:instr=" QUOTE  поле2  \* MERGEFORMAT ">
        <w:r w:rsidR="008064D4">
          <w:t>01 января</w:t>
        </w:r>
      </w:fldSimple>
      <w:r w:rsidRPr="00A73631">
        <w:t xml:space="preserve"> по </w:t>
      </w:r>
      <w:fldSimple w:instr=" QUOTE  поле3  \* MERGEFORMAT ">
        <w:r w:rsidR="008064D4">
          <w:t>31 декабря 2014</w:t>
        </w:r>
      </w:fldSimple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334188" w:rsidRPr="00334188">
              <w:t>4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8064D4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8064D4" w:rsidRPr="00DD7E81" w:rsidTr="008064D4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064D4" w:rsidRPr="00DD7E81" w:rsidRDefault="008064D4" w:rsidP="00935E1F">
            <w:pPr>
              <w:jc w:val="center"/>
            </w:pPr>
            <w:r>
              <w:t>Котлячков Алексей Алексеевич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8064D4" w:rsidRPr="00DD7E81" w:rsidRDefault="008064D4" w:rsidP="00935E1F">
            <w:pPr>
              <w:jc w:val="center"/>
            </w:pPr>
            <w:r>
              <w:t xml:space="preserve"> 1561928.85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8064D4" w:rsidRPr="00DD7E81" w:rsidRDefault="008064D4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8064D4" w:rsidRPr="00DD7E81" w:rsidRDefault="008064D4" w:rsidP="00935E1F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8064D4" w:rsidRPr="00DD7E81" w:rsidRDefault="008064D4" w:rsidP="00935E1F">
            <w:pPr>
              <w:jc w:val="center"/>
            </w:pPr>
            <w:r>
              <w:t xml:space="preserve"> 800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8064D4" w:rsidRPr="00DD7E81" w:rsidRDefault="008064D4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8064D4" w:rsidRPr="00DD7E81" w:rsidRDefault="000671BC" w:rsidP="00935E1F">
            <w:pPr>
              <w:jc w:val="center"/>
            </w:pPr>
            <w:r>
              <w:t>Фольксваген Т</w:t>
            </w:r>
            <w:r w:rsidR="008064D4">
              <w:t>уарег, 2013 г.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8064D4" w:rsidRPr="00DD7E81" w:rsidRDefault="008064D4" w:rsidP="00935E1F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8064D4" w:rsidRPr="00DD7E81" w:rsidRDefault="008064D4" w:rsidP="00935E1F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8064D4" w:rsidRPr="00DD7E81" w:rsidRDefault="008064D4" w:rsidP="00935E1F">
            <w:pPr>
              <w:jc w:val="center"/>
            </w:pPr>
            <w:r>
              <w:t>нет</w:t>
            </w:r>
          </w:p>
        </w:tc>
      </w:tr>
      <w:tr w:rsidR="008064D4" w:rsidRPr="00DD7E81" w:rsidTr="008064D4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 xml:space="preserve"> 85.9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</w:tr>
      <w:tr w:rsidR="008064D4" w:rsidRPr="00DD7E81" w:rsidTr="008064D4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2-х комнатная</w:t>
            </w:r>
          </w:p>
          <w:p w:rsidR="00671747" w:rsidRDefault="00671747" w:rsidP="00935E1F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lastRenderedPageBreak/>
              <w:t xml:space="preserve"> 66.5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</w:tr>
      <w:tr w:rsidR="008064D4" w:rsidRPr="00DD7E81" w:rsidTr="008064D4">
        <w:tc>
          <w:tcPr>
            <w:tcW w:w="20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lastRenderedPageBreak/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 xml:space="preserve"> 2924409.08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2-х комнатная</w:t>
            </w:r>
          </w:p>
          <w:p w:rsidR="00671747" w:rsidRDefault="00671747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 xml:space="preserve"> 44.1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64D4" w:rsidRDefault="008064D4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Земельный участок под гаражным боксом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 xml:space="preserve"> 19.9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Россия</w:t>
            </w:r>
          </w:p>
        </w:tc>
      </w:tr>
      <w:tr w:rsidR="008064D4" w:rsidRPr="00DD7E81" w:rsidTr="008064D4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1-комнатная</w:t>
            </w:r>
          </w:p>
          <w:p w:rsidR="001A06EE" w:rsidRDefault="001A06EE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 xml:space="preserve"> 20.9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 xml:space="preserve"> 66.5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Россия</w:t>
            </w:r>
          </w:p>
        </w:tc>
      </w:tr>
      <w:tr w:rsidR="008064D4" w:rsidRPr="00DD7E81" w:rsidTr="008064D4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>гаражный бокс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  <w:r>
              <w:t xml:space="preserve"> 19.9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64D4" w:rsidRDefault="008064D4" w:rsidP="00935E1F">
            <w:pPr>
              <w:jc w:val="center"/>
            </w:pPr>
          </w:p>
        </w:tc>
      </w:tr>
    </w:tbl>
    <w:p w:rsidR="00AC0CFA" w:rsidRDefault="00AC0CFA" w:rsidP="00F2474D"/>
    <w:sectPr w:rsidR="00AC0CFA" w:rsidSect="00334188">
      <w:headerReference w:type="even" r:id="rId6"/>
      <w:headerReference w:type="default" r:id="rId7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C90" w:rsidRDefault="007C5C90">
      <w:r>
        <w:separator/>
      </w:r>
    </w:p>
  </w:endnote>
  <w:endnote w:type="continuationSeparator" w:id="1">
    <w:p w:rsidR="007C5C90" w:rsidRDefault="007C5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C90" w:rsidRDefault="007C5C90">
      <w:r>
        <w:separator/>
      </w:r>
    </w:p>
  </w:footnote>
  <w:footnote w:type="continuationSeparator" w:id="1">
    <w:p w:rsidR="007C5C90" w:rsidRDefault="007C5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154596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D8" w:rsidRDefault="00154596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42205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71BC"/>
    <w:rsid w:val="000010C9"/>
    <w:rsid w:val="00016E59"/>
    <w:rsid w:val="00031606"/>
    <w:rsid w:val="000569D5"/>
    <w:rsid w:val="000671BC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596"/>
    <w:rsid w:val="00154978"/>
    <w:rsid w:val="00165FE1"/>
    <w:rsid w:val="00185815"/>
    <w:rsid w:val="001A06EE"/>
    <w:rsid w:val="001E33AC"/>
    <w:rsid w:val="001E5A17"/>
    <w:rsid w:val="0021776E"/>
    <w:rsid w:val="002236F7"/>
    <w:rsid w:val="00223A95"/>
    <w:rsid w:val="00226F4B"/>
    <w:rsid w:val="00251860"/>
    <w:rsid w:val="00254ADA"/>
    <w:rsid w:val="0027157B"/>
    <w:rsid w:val="002740D7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867E6"/>
    <w:rsid w:val="004871C6"/>
    <w:rsid w:val="00497CA0"/>
    <w:rsid w:val="004A01BD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8C2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71747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C5C90"/>
    <w:rsid w:val="007E3B3E"/>
    <w:rsid w:val="007F701B"/>
    <w:rsid w:val="008064D4"/>
    <w:rsid w:val="00820A84"/>
    <w:rsid w:val="0084149C"/>
    <w:rsid w:val="00841A53"/>
    <w:rsid w:val="00842205"/>
    <w:rsid w:val="008464BF"/>
    <w:rsid w:val="00853E64"/>
    <w:rsid w:val="008556E6"/>
    <w:rsid w:val="00864D52"/>
    <w:rsid w:val="008744D0"/>
    <w:rsid w:val="008A6D79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AF27A9"/>
    <w:rsid w:val="00B05BFB"/>
    <w:rsid w:val="00B06FF3"/>
    <w:rsid w:val="00B11178"/>
    <w:rsid w:val="00B25F7A"/>
    <w:rsid w:val="00B30F4A"/>
    <w:rsid w:val="00B43834"/>
    <w:rsid w:val="00B459DA"/>
    <w:rsid w:val="00B461AB"/>
    <w:rsid w:val="00B472FF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9F8"/>
    <w:rsid w:val="00D35AA4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37246"/>
    <w:rsid w:val="00E50839"/>
    <w:rsid w:val="00E50FDF"/>
    <w:rsid w:val="00E7547E"/>
    <w:rsid w:val="00E902BE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702C9"/>
    <w:rsid w:val="00F75ABD"/>
    <w:rsid w:val="00F76DD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chermnyh_cv</cp:lastModifiedBy>
  <cp:revision>6</cp:revision>
  <cp:lastPrinted>2015-04-02T08:15:00Z</cp:lastPrinted>
  <dcterms:created xsi:type="dcterms:W3CDTF">2015-03-31T12:06:00Z</dcterms:created>
  <dcterms:modified xsi:type="dcterms:W3CDTF">2015-04-16T11:08:00Z</dcterms:modified>
</cp:coreProperties>
</file>