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B4" w:rsidRPr="00293355" w:rsidRDefault="00445BB4" w:rsidP="0029335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293355"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445BB4" w:rsidRPr="00293355" w:rsidRDefault="00445BB4" w:rsidP="0029335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293355"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445BB4" w:rsidRPr="00293355" w:rsidRDefault="00445BB4" w:rsidP="0029335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293355"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445BB4" w:rsidRPr="00293355" w:rsidRDefault="00445BB4" w:rsidP="0029335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445BB4" w:rsidRPr="00293355" w:rsidRDefault="00445BB4" w:rsidP="0029335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 w:rsidRPr="00293355">
        <w:rPr>
          <w:szCs w:val="28"/>
        </w:rPr>
        <w:t>Замещаемая должность: директор МБОУ гимназии   №4</w:t>
      </w:r>
    </w:p>
    <w:p w:rsidR="00445BB4" w:rsidRPr="00293355" w:rsidRDefault="00445BB4" w:rsidP="0029335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 w:rsidRPr="00293355">
        <w:rPr>
          <w:b/>
          <w:bCs/>
        </w:rPr>
        <w:t>Раздел 1. Сведения о доходах</w:t>
      </w:r>
    </w:p>
    <w:p w:rsidR="00445BB4" w:rsidRPr="00293355" w:rsidRDefault="00445BB4" w:rsidP="0029335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 w:rsidRPr="00293355">
        <w:t>Сведения представлены за отчётный период с 1 января 2014 года по 31 декабря 2014года.</w:t>
      </w:r>
    </w:p>
    <w:p w:rsidR="00445BB4" w:rsidRPr="00293355" w:rsidRDefault="00445BB4" w:rsidP="00293355">
      <w:pPr>
        <w:widowControl w:val="0"/>
        <w:autoSpaceDE w:val="0"/>
      </w:pPr>
    </w:p>
    <w:p w:rsidR="00445BB4" w:rsidRPr="00293355" w:rsidRDefault="00445BB4" w:rsidP="00293355">
      <w:pPr>
        <w:widowControl w:val="0"/>
        <w:autoSpaceDE w:val="0"/>
      </w:pPr>
    </w:p>
    <w:tbl>
      <w:tblPr>
        <w:tblW w:w="10515" w:type="dxa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28"/>
        <w:gridCol w:w="8085"/>
        <w:gridCol w:w="2002"/>
      </w:tblGrid>
      <w:tr w:rsidR="00445BB4" w:rsidRPr="00293355" w:rsidTr="00293355">
        <w:trPr>
          <w:trHeight w:hRule="exact" w:val="25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№ п/п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29"/>
            </w:pPr>
            <w:r w:rsidRPr="00293355">
              <w:t>Вид дохода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72"/>
            </w:pPr>
            <w:r w:rsidRPr="00293355">
              <w:t>Величина дохода (руб.)</w:t>
            </w:r>
          </w:p>
        </w:tc>
      </w:tr>
      <w:tr w:rsidR="00445BB4" w:rsidRPr="00293355" w:rsidTr="00293355">
        <w:trPr>
          <w:trHeight w:hRule="exact" w:val="25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360" w:lineRule="auto"/>
            </w:pPr>
            <w:r w:rsidRPr="00293355">
              <w:t>Декларированный годовой доход служащего Южанина Сергея Георгиевича</w:t>
            </w:r>
          </w:p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29"/>
            </w:pPr>
          </w:p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29"/>
            </w:pPr>
          </w:p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29"/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72"/>
            </w:pPr>
            <w:r>
              <w:t>1078603.26</w:t>
            </w:r>
          </w:p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72"/>
            </w:pPr>
          </w:p>
        </w:tc>
      </w:tr>
      <w:tr w:rsidR="00445BB4" w:rsidRPr="00293355" w:rsidTr="00293355">
        <w:trPr>
          <w:trHeight w:hRule="exact" w:val="29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24"/>
            </w:pPr>
            <w:r w:rsidRPr="00293355">
              <w:t>Декларированный годовой доход членов его (её) семьи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8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34"/>
            </w:pPr>
            <w:r w:rsidRPr="00293355">
              <w:t>Супруг (с</w:t>
            </w:r>
            <w:r>
              <w:t>упруга)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>
              <w:t>654309.48</w:t>
            </w:r>
          </w:p>
        </w:tc>
      </w:tr>
      <w:tr w:rsidR="00445BB4" w:rsidRPr="00293355" w:rsidTr="00293355">
        <w:trPr>
          <w:trHeight w:hRule="exact" w:val="259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38"/>
            </w:pPr>
            <w:r w:rsidRPr="00293355">
              <w:t>Несовершеннолетний сын (дочь)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</w:tbl>
    <w:p w:rsidR="00445BB4" w:rsidRPr="00293355" w:rsidRDefault="00445BB4" w:rsidP="00293355">
      <w:pPr>
        <w:widowControl w:val="0"/>
        <w:shd w:val="clear" w:color="auto" w:fill="FFFFFF"/>
        <w:autoSpaceDE w:val="0"/>
        <w:ind w:left="48"/>
        <w:jc w:val="center"/>
      </w:pPr>
    </w:p>
    <w:p w:rsidR="00445BB4" w:rsidRPr="00293355" w:rsidRDefault="00445BB4" w:rsidP="0029335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</w:p>
    <w:p w:rsidR="00445BB4" w:rsidRPr="00293355" w:rsidRDefault="00445BB4" w:rsidP="0029335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 w:rsidRPr="00293355">
        <w:rPr>
          <w:b/>
          <w:bCs/>
        </w:rPr>
        <w:t>по состоянию на конец отчётного периода (на отчётную дату)</w:t>
      </w:r>
    </w:p>
    <w:p w:rsidR="00445BB4" w:rsidRPr="00293355" w:rsidRDefault="00445BB4" w:rsidP="0029335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 w:rsidRPr="00293355">
        <w:rPr>
          <w:b/>
          <w:bCs/>
        </w:rPr>
        <w:t>2.1. Объекты недвижимого имущества, принадлежащие на праве собственности</w:t>
      </w:r>
    </w:p>
    <w:p w:rsidR="00445BB4" w:rsidRPr="00293355" w:rsidRDefault="00445BB4" w:rsidP="00293355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445BB4" w:rsidRPr="00293355" w:rsidTr="0029335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Площадь (м</w:t>
            </w:r>
            <w:r w:rsidRPr="00293355">
              <w:rPr>
                <w:vertAlign w:val="superscript"/>
              </w:rPr>
              <w:t>2</w:t>
            </w:r>
            <w:r w:rsidRPr="00293355"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Собственник имущества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 xml:space="preserve">РФ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Южанин  С.Г.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Жилые дома: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итооооооддл3.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19,2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Южанина  Н, И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48,2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Южанина С.Г.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Южанина Н.И.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Южанина Н.И.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</w:tr>
      <w:tr w:rsidR="00445BB4" w:rsidRPr="00293355" w:rsidTr="0029335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</w:tr>
      <w:tr w:rsidR="00445BB4" w:rsidRPr="00293355" w:rsidTr="0029335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</w:p>
        </w:tc>
      </w:tr>
    </w:tbl>
    <w:p w:rsidR="00445BB4" w:rsidRPr="00293355" w:rsidRDefault="00445BB4" w:rsidP="00293355">
      <w:pPr>
        <w:widowControl w:val="0"/>
        <w:shd w:val="clear" w:color="auto" w:fill="FFFFFF"/>
        <w:autoSpaceDE w:val="0"/>
        <w:jc w:val="center"/>
      </w:pPr>
    </w:p>
    <w:p w:rsidR="00445BB4" w:rsidRDefault="00445BB4" w:rsidP="00293355">
      <w:pPr>
        <w:widowControl w:val="0"/>
        <w:shd w:val="clear" w:color="auto" w:fill="FFFFFF"/>
        <w:autoSpaceDE w:val="0"/>
        <w:jc w:val="center"/>
        <w:rPr>
          <w:b/>
          <w:bCs/>
        </w:rPr>
      </w:pPr>
    </w:p>
    <w:p w:rsidR="00445BB4" w:rsidRPr="00293355" w:rsidRDefault="00445BB4" w:rsidP="00293355">
      <w:pPr>
        <w:widowControl w:val="0"/>
        <w:shd w:val="clear" w:color="auto" w:fill="FFFFFF"/>
        <w:autoSpaceDE w:val="0"/>
        <w:jc w:val="center"/>
        <w:rPr>
          <w:b/>
          <w:bCs/>
        </w:rPr>
      </w:pPr>
      <w:r w:rsidRPr="00293355"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445BB4" w:rsidRPr="00293355" w:rsidTr="0029335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25" w:right="134" w:hanging="19"/>
            </w:pPr>
            <w:r w:rsidRPr="00293355"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-70"/>
              <w:jc w:val="center"/>
            </w:pPr>
            <w:r w:rsidRPr="00293355"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-70"/>
              <w:jc w:val="center"/>
            </w:pPr>
            <w:r w:rsidRPr="00293355">
              <w:t>Площадь (м</w:t>
            </w:r>
            <w:r w:rsidRPr="00293355">
              <w:rPr>
                <w:vertAlign w:val="superscript"/>
              </w:rPr>
              <w:t>2</w:t>
            </w:r>
            <w:r w:rsidRPr="00293355"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-70"/>
              <w:jc w:val="center"/>
            </w:pPr>
            <w:r w:rsidRPr="00293355"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-70"/>
              <w:jc w:val="center"/>
            </w:pPr>
            <w:r w:rsidRPr="00293355">
              <w:t>У кого находится в пользовании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92"/>
            </w:pPr>
            <w:r w:rsidRPr="00293355"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78"/>
            </w:pPr>
            <w:r w:rsidRPr="00293355"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82"/>
            </w:pPr>
            <w:r w:rsidRPr="00293355"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73"/>
            </w:pPr>
            <w:r w:rsidRPr="00293355"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87"/>
            </w:pPr>
            <w:r w:rsidRPr="00293355"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186"/>
            </w:pPr>
          </w:p>
        </w:tc>
      </w:tr>
      <w:tr w:rsidR="00445BB4" w:rsidRPr="00293355" w:rsidTr="00293355">
        <w:trPr>
          <w:trHeight w:hRule="exact" w:val="45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ind w:left="182"/>
            </w:pPr>
            <w:r w:rsidRPr="00293355"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 xml:space="preserve">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</w:tbl>
    <w:p w:rsidR="00445BB4" w:rsidRPr="00293355" w:rsidRDefault="00445BB4" w:rsidP="00293355">
      <w:pPr>
        <w:widowControl w:val="0"/>
        <w:autoSpaceDE w:val="0"/>
        <w:jc w:val="center"/>
        <w:rPr>
          <w:b/>
        </w:rPr>
      </w:pPr>
    </w:p>
    <w:p w:rsidR="00445BB4" w:rsidRDefault="00445BB4" w:rsidP="00293355">
      <w:pPr>
        <w:widowControl w:val="0"/>
        <w:autoSpaceDE w:val="0"/>
        <w:jc w:val="center"/>
        <w:rPr>
          <w:b/>
        </w:rPr>
      </w:pPr>
    </w:p>
    <w:p w:rsidR="00445BB4" w:rsidRPr="00293355" w:rsidRDefault="00445BB4" w:rsidP="00293355">
      <w:pPr>
        <w:widowControl w:val="0"/>
        <w:autoSpaceDE w:val="0"/>
        <w:jc w:val="center"/>
        <w:rPr>
          <w:b/>
        </w:rPr>
      </w:pPr>
      <w:r w:rsidRPr="00293355">
        <w:rPr>
          <w:b/>
        </w:rPr>
        <w:t>2.3. Транспортные средства</w:t>
      </w:r>
    </w:p>
    <w:p w:rsidR="00445BB4" w:rsidRPr="00293355" w:rsidRDefault="00445BB4" w:rsidP="00293355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445BB4" w:rsidRPr="00293355" w:rsidTr="0029335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 xml:space="preserve">№ </w:t>
            </w:r>
          </w:p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pacing w:line="256" w:lineRule="auto"/>
              <w:jc w:val="center"/>
            </w:pPr>
            <w:r w:rsidRPr="00293355"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Собственник транспортного средства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Автомобили легковые:Шкода Румстер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Южанин С.Г.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 xml:space="preserve">                                       ВАЗ 2106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Южанина Н.И.</w:t>
            </w: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Автомобили грузовые: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Автоприцепы: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Мототранспортные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Сельскохозяйственная техника: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Водный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Воздушный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  <w:jc w:val="center"/>
            </w:pPr>
            <w:r w:rsidRPr="00293355"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  <w:r w:rsidRPr="00293355">
              <w:t>Иные транспортные средства: не 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  <w:tr w:rsidR="00445BB4" w:rsidRPr="00293355" w:rsidTr="0029335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BB4" w:rsidRPr="00293355" w:rsidRDefault="00445BB4" w:rsidP="00293355">
            <w:pPr>
              <w:widowControl w:val="0"/>
              <w:shd w:val="clear" w:color="auto" w:fill="FFFFFF"/>
              <w:autoSpaceDE w:val="0"/>
              <w:snapToGrid w:val="0"/>
              <w:spacing w:line="256" w:lineRule="auto"/>
            </w:pPr>
          </w:p>
        </w:tc>
      </w:tr>
    </w:tbl>
    <w:p w:rsidR="00445BB4" w:rsidRPr="00293355" w:rsidRDefault="00445BB4" w:rsidP="00293355">
      <w:pPr>
        <w:widowControl w:val="0"/>
        <w:autoSpaceDE w:val="0"/>
        <w:jc w:val="center"/>
      </w:pPr>
    </w:p>
    <w:p w:rsidR="00445BB4" w:rsidRPr="00293355" w:rsidRDefault="00445BB4" w:rsidP="00293355">
      <w:pPr>
        <w:widowControl w:val="0"/>
        <w:autoSpaceDE w:val="0"/>
      </w:pPr>
    </w:p>
    <w:p w:rsidR="00445BB4" w:rsidRPr="00293355" w:rsidRDefault="00445BB4" w:rsidP="00293355"/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445BB4" w:rsidRDefault="00445BB4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445BB4" w:rsidSect="00184A80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36A"/>
    <w:rsid w:val="00065EA7"/>
    <w:rsid w:val="000E2C97"/>
    <w:rsid w:val="00132B82"/>
    <w:rsid w:val="00152BF4"/>
    <w:rsid w:val="00184A80"/>
    <w:rsid w:val="002418C7"/>
    <w:rsid w:val="00293355"/>
    <w:rsid w:val="00293F3A"/>
    <w:rsid w:val="003C536A"/>
    <w:rsid w:val="00445BB4"/>
    <w:rsid w:val="004D2B0D"/>
    <w:rsid w:val="00562DB2"/>
    <w:rsid w:val="005C76EA"/>
    <w:rsid w:val="00687318"/>
    <w:rsid w:val="006A5315"/>
    <w:rsid w:val="00712B93"/>
    <w:rsid w:val="00776553"/>
    <w:rsid w:val="00796C69"/>
    <w:rsid w:val="008D1468"/>
    <w:rsid w:val="009353D2"/>
    <w:rsid w:val="00951247"/>
    <w:rsid w:val="009512A1"/>
    <w:rsid w:val="009D6DE4"/>
    <w:rsid w:val="00A92FCC"/>
    <w:rsid w:val="00AB34C8"/>
    <w:rsid w:val="00B236A5"/>
    <w:rsid w:val="00B6662D"/>
    <w:rsid w:val="00C7701B"/>
    <w:rsid w:val="00CC1C56"/>
    <w:rsid w:val="00F66473"/>
    <w:rsid w:val="00F8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36A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2B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B0D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1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3</Pages>
  <Words>311</Words>
  <Characters>1773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Domashnij</dc:creator>
  <cp:keywords/>
  <dc:description/>
  <cp:lastModifiedBy>User</cp:lastModifiedBy>
  <cp:revision>19</cp:revision>
  <cp:lastPrinted>2015-04-30T09:52:00Z</cp:lastPrinted>
  <dcterms:created xsi:type="dcterms:W3CDTF">2013-05-08T09:33:00Z</dcterms:created>
  <dcterms:modified xsi:type="dcterms:W3CDTF">2015-04-30T09:55:00Z</dcterms:modified>
</cp:coreProperties>
</file>