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7B6" w:rsidRPr="00357045" w:rsidRDefault="000F17B6" w:rsidP="00C22776">
      <w:pPr>
        <w:ind w:hanging="28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</w:t>
      </w:r>
      <w:r w:rsidRPr="00357045">
        <w:rPr>
          <w:sz w:val="26"/>
          <w:szCs w:val="26"/>
        </w:rPr>
        <w:t>СВЕДЕНИЯ</w:t>
      </w:r>
    </w:p>
    <w:tbl>
      <w:tblPr>
        <w:tblpPr w:leftFromText="180" w:rightFromText="180" w:vertAnchor="page" w:horzAnchor="margin" w:tblpXSpec="center" w:tblpY="1914"/>
        <w:tblW w:w="140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40"/>
        <w:gridCol w:w="2016"/>
        <w:gridCol w:w="1066"/>
        <w:gridCol w:w="1607"/>
        <w:gridCol w:w="861"/>
        <w:gridCol w:w="1234"/>
        <w:gridCol w:w="1504"/>
        <w:gridCol w:w="1005"/>
        <w:gridCol w:w="1234"/>
        <w:gridCol w:w="2007"/>
      </w:tblGrid>
      <w:tr w:rsidR="000F17B6" w:rsidRPr="00BD7071" w:rsidTr="00C22776">
        <w:trPr>
          <w:trHeight w:val="610"/>
          <w:tblHeader/>
        </w:trPr>
        <w:tc>
          <w:tcPr>
            <w:tcW w:w="1540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</w:p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Фамилия, имя отчество</w:t>
            </w:r>
          </w:p>
        </w:tc>
        <w:tc>
          <w:tcPr>
            <w:tcW w:w="201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</w:p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</w:p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Должность</w:t>
            </w:r>
          </w:p>
        </w:tc>
        <w:tc>
          <w:tcPr>
            <w:tcW w:w="1066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Общая сумма дохода за</w:t>
            </w:r>
          </w:p>
          <w:p w:rsidR="000F17B6" w:rsidRPr="00BD7071" w:rsidRDefault="000F17B6" w:rsidP="000E00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2014</w:t>
            </w:r>
            <w:r w:rsidRPr="00BD7071">
              <w:rPr>
                <w:sz w:val="20"/>
                <w:szCs w:val="20"/>
              </w:rPr>
              <w:t xml:space="preserve"> г. (руб.)</w:t>
            </w:r>
          </w:p>
        </w:tc>
        <w:tc>
          <w:tcPr>
            <w:tcW w:w="370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743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2007" w:type="dxa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tabs>
                <w:tab w:val="left" w:pos="1042"/>
              </w:tabs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Движимое имущество</w:t>
            </w:r>
          </w:p>
        </w:tc>
      </w:tr>
      <w:tr w:rsidR="000F17B6" w:rsidRPr="00BD7071" w:rsidTr="00C22776">
        <w:trPr>
          <w:trHeight w:val="433"/>
          <w:tblHeader/>
        </w:trPr>
        <w:tc>
          <w:tcPr>
            <w:tcW w:w="1540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 w:rsidRPr="00BD7071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007" w:type="dxa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</w:tr>
      <w:tr w:rsidR="000F17B6" w:rsidRPr="00BD7071" w:rsidTr="00C22776">
        <w:trPr>
          <w:trHeight w:val="433"/>
          <w:tblHeader/>
        </w:trPr>
        <w:tc>
          <w:tcPr>
            <w:tcW w:w="1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Семенченко</w:t>
            </w:r>
          </w:p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Виктор</w:t>
            </w:r>
          </w:p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Викторович</w:t>
            </w:r>
          </w:p>
        </w:tc>
        <w:tc>
          <w:tcPr>
            <w:tcW w:w="20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</w:t>
            </w:r>
          </w:p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bookmarkStart w:id="0" w:name="_GoBack"/>
            <w:bookmarkEnd w:id="0"/>
            <w:r>
              <w:rPr>
                <w:sz w:val="20"/>
                <w:szCs w:val="20"/>
              </w:rPr>
              <w:t>дминистрации</w:t>
            </w:r>
          </w:p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сельсовета</w:t>
            </w:r>
          </w:p>
        </w:tc>
        <w:tc>
          <w:tcPr>
            <w:tcW w:w="10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191964</w:t>
            </w:r>
          </w:p>
        </w:tc>
        <w:tc>
          <w:tcPr>
            <w:tcW w:w="16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(безвозмездное пользование)</w:t>
            </w:r>
          </w:p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(безвозмездное пользование)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</w:p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</w:p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Лифан Х60,2012</w:t>
            </w:r>
          </w:p>
        </w:tc>
      </w:tr>
      <w:tr w:rsidR="000F17B6" w:rsidRPr="00BD7071" w:rsidTr="00C22776">
        <w:trPr>
          <w:trHeight w:val="1167"/>
          <w:tblHeader/>
        </w:trPr>
        <w:tc>
          <w:tcPr>
            <w:tcW w:w="15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Default="000F17B6" w:rsidP="000E0097">
            <w:pPr>
              <w:rPr>
                <w:sz w:val="20"/>
                <w:szCs w:val="20"/>
              </w:rPr>
            </w:pPr>
          </w:p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20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пенсионерка</w:t>
            </w:r>
          </w:p>
        </w:tc>
        <w:tc>
          <w:tcPr>
            <w:tcW w:w="106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108360</w:t>
            </w:r>
          </w:p>
        </w:tc>
        <w:tc>
          <w:tcPr>
            <w:tcW w:w="16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(безвозмездное пользование)</w:t>
            </w:r>
          </w:p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Дом (безвозмездное пользование)</w:t>
            </w:r>
          </w:p>
        </w:tc>
        <w:tc>
          <w:tcPr>
            <w:tcW w:w="100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</w:p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52,7</w:t>
            </w: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</w:p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</w:tr>
      <w:tr w:rsidR="000F17B6" w:rsidRPr="00BD7071" w:rsidTr="00C22776">
        <w:trPr>
          <w:trHeight w:val="697"/>
        </w:trPr>
        <w:tc>
          <w:tcPr>
            <w:tcW w:w="154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Шевченко</w:t>
            </w:r>
          </w:p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Валентина</w:t>
            </w:r>
          </w:p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Ивановна</w:t>
            </w:r>
          </w:p>
        </w:tc>
        <w:tc>
          <w:tcPr>
            <w:tcW w:w="201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секретарь</w:t>
            </w:r>
          </w:p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администрации Воздвиженского</w:t>
            </w:r>
          </w:p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сельсовета</w:t>
            </w:r>
          </w:p>
        </w:tc>
        <w:tc>
          <w:tcPr>
            <w:tcW w:w="1066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F17B6" w:rsidRPr="00866F69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242760</w:t>
            </w:r>
          </w:p>
        </w:tc>
        <w:tc>
          <w:tcPr>
            <w:tcW w:w="1607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0F17B6" w:rsidRPr="00866F69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0F17B6" w:rsidRPr="00866F69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double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0F17B6" w:rsidRPr="00866F69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(безвозмездное пользование)</w:t>
            </w:r>
          </w:p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</w:p>
          <w:p w:rsidR="000F17B6" w:rsidRPr="00866F69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(безвозмездное пользование)</w:t>
            </w:r>
          </w:p>
        </w:tc>
        <w:tc>
          <w:tcPr>
            <w:tcW w:w="100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</w:p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</w:p>
          <w:p w:rsidR="000F17B6" w:rsidRPr="00866F69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</w:tc>
        <w:tc>
          <w:tcPr>
            <w:tcW w:w="1234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</w:p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</w:p>
          <w:p w:rsidR="000F17B6" w:rsidRPr="00866F69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7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Мотоцикл «Урал»</w:t>
            </w:r>
          </w:p>
        </w:tc>
      </w:tr>
      <w:tr w:rsidR="000F17B6" w:rsidRPr="00BD7071" w:rsidTr="00C22776">
        <w:trPr>
          <w:trHeight w:val="574"/>
        </w:trPr>
        <w:tc>
          <w:tcPr>
            <w:tcW w:w="1540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0F17B6" w:rsidRPr="00616757" w:rsidRDefault="000F17B6" w:rsidP="002E0AE3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607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0F17B6" w:rsidRPr="00866F69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0F17B6" w:rsidRPr="00866F69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dashed" w:sz="4" w:space="0" w:color="auto"/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0F17B6" w:rsidRPr="00866F69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left w:val="double" w:sz="4" w:space="0" w:color="auto"/>
              <w:bottom w:val="dashed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</w:tr>
      <w:tr w:rsidR="000F17B6" w:rsidRPr="00BD7071" w:rsidTr="00C22776">
        <w:trPr>
          <w:trHeight w:val="845"/>
        </w:trPr>
        <w:tc>
          <w:tcPr>
            <w:tcW w:w="1540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2016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занят</w:t>
            </w:r>
          </w:p>
        </w:tc>
        <w:tc>
          <w:tcPr>
            <w:tcW w:w="1066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</w:p>
          <w:p w:rsidR="000F17B6" w:rsidRPr="0025023D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5411</w:t>
            </w:r>
          </w:p>
          <w:p w:rsidR="000F17B6" w:rsidRPr="0025023D" w:rsidRDefault="000F17B6" w:rsidP="002E0AE3">
            <w:pPr>
              <w:jc w:val="center"/>
              <w:rPr>
                <w:sz w:val="20"/>
                <w:szCs w:val="20"/>
              </w:rPr>
            </w:pPr>
          </w:p>
          <w:p w:rsidR="000F17B6" w:rsidRPr="0025023D" w:rsidRDefault="000F17B6" w:rsidP="002E0AE3">
            <w:pPr>
              <w:jc w:val="center"/>
              <w:rPr>
                <w:sz w:val="20"/>
                <w:szCs w:val="20"/>
              </w:rPr>
            </w:pPr>
          </w:p>
          <w:p w:rsidR="000F17B6" w:rsidRPr="0025023D" w:rsidRDefault="000F17B6" w:rsidP="002E0AE3">
            <w:pPr>
              <w:jc w:val="center"/>
              <w:rPr>
                <w:sz w:val="20"/>
                <w:szCs w:val="20"/>
              </w:rPr>
            </w:pPr>
          </w:p>
          <w:p w:rsidR="000F17B6" w:rsidRDefault="000F17B6" w:rsidP="002E0AE3">
            <w:pPr>
              <w:jc w:val="center"/>
              <w:rPr>
                <w:sz w:val="20"/>
                <w:szCs w:val="20"/>
              </w:rPr>
            </w:pPr>
          </w:p>
          <w:p w:rsidR="000F17B6" w:rsidRPr="0025023D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0F17B6" w:rsidRPr="000806AF" w:rsidRDefault="000F17B6" w:rsidP="00C22776">
            <w:pPr>
              <w:ind w:left="-122" w:right="-107"/>
              <w:jc w:val="center"/>
              <w:rPr>
                <w:sz w:val="20"/>
                <w:szCs w:val="20"/>
              </w:rPr>
            </w:pPr>
            <w:r w:rsidRPr="000806AF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(индивидуальная)</w:t>
            </w:r>
          </w:p>
          <w:p w:rsidR="000F17B6" w:rsidRPr="000806AF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0F17B6" w:rsidRPr="000806AF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</w:t>
            </w:r>
          </w:p>
          <w:p w:rsidR="000F17B6" w:rsidRPr="000806AF" w:rsidRDefault="000F17B6" w:rsidP="002E0AE3">
            <w:pPr>
              <w:jc w:val="center"/>
              <w:rPr>
                <w:sz w:val="20"/>
                <w:szCs w:val="20"/>
              </w:rPr>
            </w:pPr>
          </w:p>
          <w:p w:rsidR="000F17B6" w:rsidRPr="000806AF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0F17B6" w:rsidRPr="000806AF" w:rsidRDefault="000F17B6" w:rsidP="002E0AE3">
            <w:pPr>
              <w:jc w:val="center"/>
              <w:rPr>
                <w:sz w:val="20"/>
                <w:szCs w:val="20"/>
              </w:rPr>
            </w:pPr>
            <w:r w:rsidRPr="000806AF">
              <w:rPr>
                <w:sz w:val="20"/>
                <w:szCs w:val="20"/>
              </w:rPr>
              <w:t>Россия</w:t>
            </w:r>
          </w:p>
          <w:p w:rsidR="000F17B6" w:rsidRPr="000806AF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4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0F17B6" w:rsidRPr="00F1254C" w:rsidRDefault="000F17B6" w:rsidP="002E0AE3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005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0F17B6" w:rsidRPr="00F1254C" w:rsidRDefault="000F17B6" w:rsidP="002E0AE3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234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0F17B6" w:rsidRPr="00F1254C" w:rsidRDefault="000F17B6" w:rsidP="002E0AE3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2007" w:type="dxa"/>
            <w:vMerge w:val="restart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</w:tr>
      <w:tr w:rsidR="000F17B6" w:rsidRPr="00BD7071" w:rsidTr="00DF5641">
        <w:trPr>
          <w:trHeight w:val="1150"/>
        </w:trPr>
        <w:tc>
          <w:tcPr>
            <w:tcW w:w="154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1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6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0F17B6" w:rsidRPr="00616757" w:rsidRDefault="000F17B6" w:rsidP="002E0AE3">
            <w:pPr>
              <w:jc w:val="center"/>
              <w:rPr>
                <w:sz w:val="20"/>
                <w:szCs w:val="20"/>
                <w:highlight w:val="green"/>
              </w:rPr>
            </w:pPr>
          </w:p>
        </w:tc>
        <w:tc>
          <w:tcPr>
            <w:tcW w:w="1607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0F17B6" w:rsidRPr="00072C8C" w:rsidRDefault="000F17B6" w:rsidP="002E0AE3">
            <w:pPr>
              <w:jc w:val="center"/>
              <w:rPr>
                <w:sz w:val="20"/>
                <w:szCs w:val="20"/>
              </w:rPr>
            </w:pPr>
            <w:r w:rsidRPr="00072C8C">
              <w:rPr>
                <w:sz w:val="20"/>
                <w:szCs w:val="20"/>
              </w:rPr>
              <w:t>квартира</w:t>
            </w:r>
          </w:p>
          <w:p w:rsidR="000F17B6" w:rsidRPr="00072C8C" w:rsidRDefault="000F17B6" w:rsidP="00C22776">
            <w:pPr>
              <w:ind w:left="-122" w:right="-1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(индивидуальная)</w:t>
            </w:r>
          </w:p>
        </w:tc>
        <w:tc>
          <w:tcPr>
            <w:tcW w:w="861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0F17B6" w:rsidRPr="00072C8C" w:rsidRDefault="000F17B6" w:rsidP="002E0AE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51,0</w:t>
            </w:r>
          </w:p>
          <w:p w:rsidR="000F17B6" w:rsidRPr="00072C8C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dashed" w:sz="4" w:space="0" w:color="auto"/>
              <w:left w:val="double" w:sz="4" w:space="0" w:color="auto"/>
              <w:right w:val="double" w:sz="4" w:space="0" w:color="auto"/>
            </w:tcBorders>
          </w:tcPr>
          <w:p w:rsidR="000F17B6" w:rsidRPr="00072C8C" w:rsidRDefault="000F17B6" w:rsidP="002E0AE3">
            <w:pPr>
              <w:jc w:val="center"/>
              <w:rPr>
                <w:sz w:val="20"/>
                <w:szCs w:val="20"/>
              </w:rPr>
            </w:pPr>
            <w:r w:rsidRPr="00072C8C">
              <w:rPr>
                <w:sz w:val="20"/>
                <w:szCs w:val="20"/>
              </w:rPr>
              <w:t>Россия</w:t>
            </w:r>
          </w:p>
          <w:p w:rsidR="000F17B6" w:rsidRPr="00072C8C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0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5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34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07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0F17B6" w:rsidRPr="00BD7071" w:rsidRDefault="000F17B6" w:rsidP="002E0AE3">
            <w:pPr>
              <w:jc w:val="center"/>
              <w:rPr>
                <w:sz w:val="20"/>
                <w:szCs w:val="20"/>
              </w:rPr>
            </w:pPr>
          </w:p>
        </w:tc>
      </w:tr>
    </w:tbl>
    <w:p w:rsidR="000F17B6" w:rsidRDefault="000F17B6" w:rsidP="002E0AE3">
      <w:pPr>
        <w:ind w:left="-28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</w:t>
      </w:r>
      <w:r w:rsidRPr="00357045">
        <w:rPr>
          <w:sz w:val="26"/>
          <w:szCs w:val="26"/>
        </w:rPr>
        <w:t xml:space="preserve">об имущественном положении и доходах </w:t>
      </w:r>
      <w:r>
        <w:rPr>
          <w:sz w:val="26"/>
          <w:szCs w:val="26"/>
        </w:rPr>
        <w:t>главы Воздвиженского сельсовета  и муниципальных служащих администрации</w:t>
      </w:r>
    </w:p>
    <w:p w:rsidR="000F17B6" w:rsidRDefault="000F17B6" w:rsidP="002E0AE3">
      <w:pPr>
        <w:ind w:left="-28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Воздвиженского сельсовета Кулундинского района Алтайского края</w:t>
      </w:r>
      <w:r w:rsidRPr="00357045">
        <w:rPr>
          <w:sz w:val="26"/>
          <w:szCs w:val="26"/>
        </w:rPr>
        <w:t xml:space="preserve"> и членов их семей за период </w:t>
      </w:r>
    </w:p>
    <w:p w:rsidR="000F17B6" w:rsidRPr="00357045" w:rsidRDefault="000F17B6" w:rsidP="002E0AE3">
      <w:pPr>
        <w:ind w:left="-2880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</w:t>
      </w:r>
      <w:r w:rsidRPr="00357045">
        <w:rPr>
          <w:sz w:val="26"/>
          <w:szCs w:val="26"/>
        </w:rPr>
        <w:t>с 1 января 20</w:t>
      </w:r>
      <w:r>
        <w:rPr>
          <w:sz w:val="26"/>
          <w:szCs w:val="26"/>
        </w:rPr>
        <w:t>14</w:t>
      </w:r>
      <w:r w:rsidRPr="00357045">
        <w:rPr>
          <w:sz w:val="26"/>
          <w:szCs w:val="26"/>
        </w:rPr>
        <w:t xml:space="preserve"> года по 31 декабря 20</w:t>
      </w:r>
      <w:r>
        <w:rPr>
          <w:sz w:val="26"/>
          <w:szCs w:val="26"/>
        </w:rPr>
        <w:t>14</w:t>
      </w:r>
      <w:r w:rsidRPr="00357045">
        <w:rPr>
          <w:sz w:val="26"/>
          <w:szCs w:val="26"/>
        </w:rPr>
        <w:t xml:space="preserve"> года</w:t>
      </w:r>
    </w:p>
    <w:p w:rsidR="000F17B6" w:rsidRPr="00357045" w:rsidRDefault="000F17B6" w:rsidP="002E0AE3"/>
    <w:p w:rsidR="000F17B6" w:rsidRDefault="000F17B6"/>
    <w:sectPr w:rsidR="000F17B6" w:rsidSect="002E0AE3">
      <w:pgSz w:w="16838" w:h="11906" w:orient="landscape"/>
      <w:pgMar w:top="567" w:right="253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697E"/>
    <w:rsid w:val="00072C8C"/>
    <w:rsid w:val="000806AF"/>
    <w:rsid w:val="000E0097"/>
    <w:rsid w:val="000F17B6"/>
    <w:rsid w:val="0025023D"/>
    <w:rsid w:val="002E0AE3"/>
    <w:rsid w:val="00357045"/>
    <w:rsid w:val="00360438"/>
    <w:rsid w:val="005A5337"/>
    <w:rsid w:val="00616757"/>
    <w:rsid w:val="006275CD"/>
    <w:rsid w:val="00866F69"/>
    <w:rsid w:val="00A27AFA"/>
    <w:rsid w:val="00A70904"/>
    <w:rsid w:val="00BD697E"/>
    <w:rsid w:val="00BD7071"/>
    <w:rsid w:val="00C16049"/>
    <w:rsid w:val="00C22776"/>
    <w:rsid w:val="00CA7CA5"/>
    <w:rsid w:val="00DF5641"/>
    <w:rsid w:val="00E70290"/>
    <w:rsid w:val="00E9529A"/>
    <w:rsid w:val="00F125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AE3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229</Words>
  <Characters>1306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Николаева</cp:lastModifiedBy>
  <cp:revision>8</cp:revision>
  <dcterms:created xsi:type="dcterms:W3CDTF">2014-05-07T07:49:00Z</dcterms:created>
  <dcterms:modified xsi:type="dcterms:W3CDTF">2015-05-14T06:01:00Z</dcterms:modified>
</cp:coreProperties>
</file>