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</w:t>
      </w:r>
      <w:proofErr w:type="gramStart"/>
      <w:r w:rsidR="004A3629" w:rsidRPr="00FB7E16">
        <w:rPr>
          <w:rFonts w:ascii="Times New Roman" w:hAnsi="Times New Roman" w:cs="Times New Roman"/>
          <w:b/>
        </w:rPr>
        <w:t>»</w:t>
      </w:r>
      <w:r w:rsidRPr="00FB7E16">
        <w:rPr>
          <w:rFonts w:ascii="Times New Roman" w:hAnsi="Times New Roman" w:cs="Times New Roman"/>
          <w:b/>
        </w:rPr>
        <w:t>(</w:t>
      </w:r>
      <w:proofErr w:type="gramEnd"/>
      <w:r w:rsidRPr="00FB7E16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76103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546B3C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0D5B" w:rsidRPr="00FB7E16" w:rsidTr="00546B3C">
        <w:tc>
          <w:tcPr>
            <w:tcW w:w="2448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Игнаткова Ирина Михайловна</w:t>
            </w:r>
          </w:p>
        </w:tc>
        <w:tc>
          <w:tcPr>
            <w:tcW w:w="1326" w:type="dxa"/>
          </w:tcPr>
          <w:p w:rsidR="009E0D5B" w:rsidRPr="00FB7E16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532 884,63</w:t>
            </w:r>
          </w:p>
        </w:tc>
        <w:tc>
          <w:tcPr>
            <w:tcW w:w="1194" w:type="dxa"/>
          </w:tcPr>
          <w:p w:rsidR="009E0D5B" w:rsidRDefault="008D7546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D7546" w:rsidRPr="008D7546" w:rsidRDefault="008D7546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546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8D7546" w:rsidRDefault="008D7546" w:rsidP="008D7546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8D7546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9E0D5B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66" w:type="dxa"/>
          </w:tcPr>
          <w:p w:rsidR="009E0D5B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7546" w:rsidRPr="00FB7E16" w:rsidTr="00546B3C">
        <w:tc>
          <w:tcPr>
            <w:tcW w:w="2448" w:type="dxa"/>
          </w:tcPr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8D7546" w:rsidRPr="00FB7E16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399 713,93</w:t>
            </w:r>
          </w:p>
        </w:tc>
        <w:tc>
          <w:tcPr>
            <w:tcW w:w="1194" w:type="dxa"/>
          </w:tcPr>
          <w:p w:rsidR="008D7546" w:rsidRDefault="008D7546" w:rsidP="008D754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66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Mazda6</w:t>
            </w:r>
          </w:p>
          <w:p w:rsidR="008D7546" w:rsidRP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46" w:type="dxa"/>
          </w:tcPr>
          <w:p w:rsidR="008D7546" w:rsidRPr="00FB7E16" w:rsidRDefault="004C192A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</w:tcPr>
          <w:p w:rsidR="008D7546" w:rsidRPr="00FB7E16" w:rsidRDefault="004C192A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1440" w:type="dxa"/>
          </w:tcPr>
          <w:p w:rsidR="008D7546" w:rsidRPr="00FB7E16" w:rsidRDefault="004C192A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76103D" w:rsidRPr="00FB7E16" w:rsidTr="00546B3C">
        <w:tc>
          <w:tcPr>
            <w:tcW w:w="2448" w:type="dxa"/>
          </w:tcPr>
          <w:p w:rsidR="0076103D" w:rsidRPr="00FB7E16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76103D" w:rsidRPr="00FB7E16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76103D" w:rsidRPr="00FB7E16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76103D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76103D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76103D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76103D" w:rsidRPr="0076103D" w:rsidRDefault="0076103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грузовой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7610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CANTER</w:t>
            </w:r>
            <w:r w:rsidRPr="007610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1146" w:type="dxa"/>
          </w:tcPr>
          <w:p w:rsidR="0076103D" w:rsidRDefault="0076103D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76103D" w:rsidRDefault="0076103D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6103D" w:rsidRDefault="0076103D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4AD7" w:rsidRPr="00FB7E16" w:rsidTr="00546B3C">
        <w:tc>
          <w:tcPr>
            <w:tcW w:w="2448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644AD7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644AD7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66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44AD7" w:rsidRPr="00FB7E16" w:rsidRDefault="0075248E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644AD7" w:rsidRPr="00FB7E16" w:rsidRDefault="0075248E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40" w:type="dxa"/>
          </w:tcPr>
          <w:p w:rsidR="00644AD7" w:rsidRPr="00FB7E16" w:rsidRDefault="0075248E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08631D"/>
    <w:rsid w:val="00175991"/>
    <w:rsid w:val="004A3629"/>
    <w:rsid w:val="004C192A"/>
    <w:rsid w:val="00644AD7"/>
    <w:rsid w:val="0075248E"/>
    <w:rsid w:val="0076103D"/>
    <w:rsid w:val="007631F7"/>
    <w:rsid w:val="00781C19"/>
    <w:rsid w:val="00843026"/>
    <w:rsid w:val="008D7546"/>
    <w:rsid w:val="009B3799"/>
    <w:rsid w:val="009E0D5B"/>
    <w:rsid w:val="00FB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2014-01-19T08:35:00Z</dcterms:created>
  <dcterms:modified xsi:type="dcterms:W3CDTF">2015-04-30T02:31:00Z</dcterms:modified>
</cp:coreProperties>
</file>