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15D" w:rsidRPr="000E417F" w:rsidRDefault="00FD215D" w:rsidP="00940859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0E417F">
        <w:rPr>
          <w:sz w:val="20"/>
          <w:szCs w:val="20"/>
        </w:rPr>
        <w:t>СВЕДЕНИЯ О ДОХОДАХ,</w:t>
      </w:r>
    </w:p>
    <w:p w:rsidR="00FD215D" w:rsidRPr="000E417F" w:rsidRDefault="00FD215D" w:rsidP="00940859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0E417F">
        <w:rPr>
          <w:sz w:val="20"/>
          <w:szCs w:val="20"/>
        </w:rPr>
        <w:t>ОБ ИМУЩЕСТВЕ И ОБЯЗАТЕЛЬСТВАХ ИМУЩЕСТВЕННОГО ХАРАКТЕРА</w:t>
      </w:r>
    </w:p>
    <w:p w:rsidR="00FD215D" w:rsidRPr="000E417F" w:rsidRDefault="00FD215D" w:rsidP="00940859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0E417F">
        <w:rPr>
          <w:sz w:val="20"/>
          <w:szCs w:val="20"/>
        </w:rPr>
        <w:t>ЛИЦ, ЗАМЕЩАЮЩИХ МУНИЦИПАЛЬНЫЕ ДОЛЖНОСТИ, И МУНИЦИПАЛЬНЫХ СЛУЖАЩИХ, ЗАМЕЩАЮЩИХ ДОЛЖНОСТИ МУНИЦИПАЛЬНОЙ СЛУЖБЫ ВЫСШЕЙ, ГЛАВНОЙ, ВЕДУЩЕЙ, СТАРШЕЙ ГРУППЫ, А ТАКЖЕ ПРЕДОСТАВЛЕННЫЕ УКАЗАННЫМИ ЛИЦАМИ СВЕДЕНИЯ О ДОХОДАХ, ОБ ИМУЩЕСТВЕ И ОБЯЗАТЕЛЬСТВАХ ИМУЩЕСТВЕННОГО ХАРАКТЕРА  СУПРУГИ (СУПРУГА) И НЕСОВЕШЕННОЛЕТНИХ ДЕТЕЙ</w:t>
      </w:r>
    </w:p>
    <w:p w:rsidR="00FD215D" w:rsidRPr="000E417F" w:rsidRDefault="00FD215D" w:rsidP="00940859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0E417F">
        <w:rPr>
          <w:sz w:val="20"/>
          <w:szCs w:val="20"/>
        </w:rPr>
        <w:t>ЗА 201</w:t>
      </w:r>
      <w:r>
        <w:rPr>
          <w:sz w:val="20"/>
          <w:szCs w:val="20"/>
        </w:rPr>
        <w:t>4</w:t>
      </w:r>
      <w:r w:rsidRPr="000E417F">
        <w:rPr>
          <w:sz w:val="20"/>
          <w:szCs w:val="20"/>
        </w:rPr>
        <w:t xml:space="preserve"> ГОД ПО СОСТОЯНИЮ НА 31 ДЕКАБРЯ 201</w:t>
      </w:r>
      <w:r>
        <w:rPr>
          <w:sz w:val="20"/>
          <w:szCs w:val="20"/>
        </w:rPr>
        <w:t>4</w:t>
      </w:r>
      <w:r w:rsidRPr="000E417F">
        <w:rPr>
          <w:sz w:val="20"/>
          <w:szCs w:val="20"/>
        </w:rPr>
        <w:t xml:space="preserve"> ГОДА</w:t>
      </w:r>
    </w:p>
    <w:tbl>
      <w:tblPr>
        <w:tblW w:w="15795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60"/>
        <w:gridCol w:w="1440"/>
        <w:gridCol w:w="1350"/>
        <w:gridCol w:w="1260"/>
        <w:gridCol w:w="1530"/>
        <w:gridCol w:w="1170"/>
        <w:gridCol w:w="2070"/>
        <w:gridCol w:w="1440"/>
        <w:gridCol w:w="1440"/>
        <w:gridCol w:w="1935"/>
      </w:tblGrid>
      <w:tr w:rsidR="00FD215D" w:rsidRPr="000E417F">
        <w:trPr>
          <w:cantSplit/>
          <w:trHeight w:val="48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15D" w:rsidRPr="000E417F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E417F">
              <w:rPr>
                <w:rFonts w:ascii="Times New Roman" w:hAnsi="Times New Roman" w:cs="Times New Roman"/>
              </w:rPr>
              <w:t xml:space="preserve">Фамилия, имя,   </w:t>
            </w:r>
            <w:r w:rsidRPr="000E417F">
              <w:rPr>
                <w:rFonts w:ascii="Times New Roman" w:hAnsi="Times New Roman" w:cs="Times New Roman"/>
              </w:rPr>
              <w:br/>
              <w:t xml:space="preserve">отчество      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15D" w:rsidRPr="000E417F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E417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15D" w:rsidRPr="000E417F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E417F">
              <w:rPr>
                <w:rFonts w:ascii="Times New Roman" w:hAnsi="Times New Roman" w:cs="Times New Roman"/>
              </w:rPr>
              <w:t>декларированный годовой доход</w:t>
            </w:r>
            <w:r w:rsidRPr="000E417F">
              <w:rPr>
                <w:rFonts w:ascii="Times New Roman" w:hAnsi="Times New Roman" w:cs="Times New Roman"/>
              </w:rPr>
              <w:br/>
              <w:t>год,  руб.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15D" w:rsidRPr="000E417F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E417F">
              <w:rPr>
                <w:rFonts w:ascii="Times New Roman" w:hAnsi="Times New Roman" w:cs="Times New Roman"/>
              </w:rPr>
              <w:t xml:space="preserve">Перечень объектов недвижимости,  </w:t>
            </w:r>
            <w:r w:rsidRPr="000E417F">
              <w:rPr>
                <w:rFonts w:ascii="Times New Roman" w:hAnsi="Times New Roman" w:cs="Times New Roman"/>
              </w:rPr>
              <w:br/>
              <w:t xml:space="preserve">принадлежащих на праве      </w:t>
            </w:r>
            <w:r w:rsidRPr="000E417F">
              <w:rPr>
                <w:rFonts w:ascii="Times New Roman" w:hAnsi="Times New Roman" w:cs="Times New Roman"/>
              </w:rPr>
              <w:br/>
              <w:t xml:space="preserve">собственности           </w:t>
            </w:r>
          </w:p>
        </w:tc>
        <w:tc>
          <w:tcPr>
            <w:tcW w:w="4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15D" w:rsidRPr="000E417F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E417F">
              <w:rPr>
                <w:rFonts w:ascii="Times New Roman" w:hAnsi="Times New Roman" w:cs="Times New Roman"/>
              </w:rPr>
              <w:t xml:space="preserve">Перечень объектов недвижимости,  </w:t>
            </w:r>
            <w:r w:rsidRPr="000E417F">
              <w:rPr>
                <w:rFonts w:ascii="Times New Roman" w:hAnsi="Times New Roman" w:cs="Times New Roman"/>
              </w:rPr>
              <w:br/>
              <w:t xml:space="preserve">находящихся в пользовании     </w:t>
            </w:r>
          </w:p>
        </w:tc>
        <w:tc>
          <w:tcPr>
            <w:tcW w:w="19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15D" w:rsidRPr="000E417F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E417F">
              <w:rPr>
                <w:rFonts w:ascii="Times New Roman" w:hAnsi="Times New Roman" w:cs="Times New Roman"/>
              </w:rPr>
              <w:t xml:space="preserve">Перечень  </w:t>
            </w:r>
            <w:r w:rsidRPr="000E417F">
              <w:rPr>
                <w:rFonts w:ascii="Times New Roman" w:hAnsi="Times New Roman" w:cs="Times New Roman"/>
              </w:rPr>
              <w:br/>
              <w:t>транспортных</w:t>
            </w:r>
            <w:r w:rsidRPr="000E417F">
              <w:rPr>
                <w:rFonts w:ascii="Times New Roman" w:hAnsi="Times New Roman" w:cs="Times New Roman"/>
              </w:rPr>
              <w:br/>
              <w:t xml:space="preserve">средств,  </w:t>
            </w:r>
            <w:r w:rsidRPr="000E417F">
              <w:rPr>
                <w:rFonts w:ascii="Times New Roman" w:hAnsi="Times New Roman" w:cs="Times New Roman"/>
              </w:rPr>
              <w:br/>
              <w:t xml:space="preserve">вид, марка </w:t>
            </w:r>
          </w:p>
        </w:tc>
      </w:tr>
      <w:tr w:rsidR="00FD215D" w:rsidRPr="000E417F">
        <w:trPr>
          <w:cantSplit/>
          <w:trHeight w:val="360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15D" w:rsidRPr="000E417F" w:rsidRDefault="00FD215D" w:rsidP="000D0F2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15D" w:rsidRPr="000E417F" w:rsidRDefault="00FD215D" w:rsidP="000D0F21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15D" w:rsidRPr="000E417F" w:rsidRDefault="00FD215D" w:rsidP="000D0F21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15D" w:rsidRPr="000E417F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E417F">
              <w:rPr>
                <w:rFonts w:ascii="Times New Roman" w:hAnsi="Times New Roman" w:cs="Times New Roman"/>
              </w:rPr>
              <w:t xml:space="preserve">вид объекта </w:t>
            </w:r>
            <w:r w:rsidRPr="000E417F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15D" w:rsidRPr="000E417F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E417F">
              <w:rPr>
                <w:rFonts w:ascii="Times New Roman" w:hAnsi="Times New Roman" w:cs="Times New Roman"/>
              </w:rPr>
              <w:t>лощадь</w:t>
            </w:r>
            <w:r>
              <w:rPr>
                <w:rFonts w:ascii="Times New Roman" w:hAnsi="Times New Roman" w:cs="Times New Roman"/>
              </w:rPr>
              <w:t xml:space="preserve"> объекта</w:t>
            </w:r>
            <w:r w:rsidRPr="000E417F">
              <w:rPr>
                <w:rFonts w:ascii="Times New Roman" w:hAnsi="Times New Roman" w:cs="Times New Roman"/>
              </w:rPr>
              <w:t>,</w:t>
            </w:r>
            <w:r w:rsidRPr="000E417F">
              <w:rPr>
                <w:rFonts w:ascii="Times New Roman" w:hAnsi="Times New Roman" w:cs="Times New Roman"/>
              </w:rPr>
              <w:br/>
              <w:t xml:space="preserve">кв. м 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15D" w:rsidRPr="000E417F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E417F">
              <w:rPr>
                <w:rFonts w:ascii="Times New Roman" w:hAnsi="Times New Roman" w:cs="Times New Roman"/>
              </w:rPr>
              <w:t xml:space="preserve">страна   </w:t>
            </w:r>
            <w:r w:rsidRPr="000E417F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15D" w:rsidRPr="000E417F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E417F">
              <w:rPr>
                <w:rFonts w:ascii="Times New Roman" w:hAnsi="Times New Roman" w:cs="Times New Roman"/>
              </w:rPr>
              <w:t xml:space="preserve">вид объекта </w:t>
            </w:r>
            <w:r w:rsidRPr="000E417F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15D" w:rsidRPr="000E417F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E417F">
              <w:rPr>
                <w:rFonts w:ascii="Times New Roman" w:hAnsi="Times New Roman" w:cs="Times New Roman"/>
              </w:rPr>
              <w:t>лощадь</w:t>
            </w:r>
            <w:r>
              <w:rPr>
                <w:rFonts w:ascii="Times New Roman" w:hAnsi="Times New Roman" w:cs="Times New Roman"/>
              </w:rPr>
              <w:t xml:space="preserve"> объекта</w:t>
            </w:r>
            <w:r w:rsidRPr="000E417F">
              <w:rPr>
                <w:rFonts w:ascii="Times New Roman" w:hAnsi="Times New Roman" w:cs="Times New Roman"/>
              </w:rPr>
              <w:t>,</w:t>
            </w:r>
            <w:r w:rsidRPr="000E417F">
              <w:rPr>
                <w:rFonts w:ascii="Times New Roman" w:hAnsi="Times New Roman" w:cs="Times New Roman"/>
              </w:rPr>
              <w:br/>
              <w:t xml:space="preserve">кв. м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15D" w:rsidRPr="000E417F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E417F">
              <w:rPr>
                <w:rFonts w:ascii="Times New Roman" w:hAnsi="Times New Roman" w:cs="Times New Roman"/>
              </w:rPr>
              <w:t xml:space="preserve">страна   </w:t>
            </w:r>
            <w:r w:rsidRPr="000E417F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9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15D" w:rsidRPr="000E417F" w:rsidRDefault="00FD215D" w:rsidP="000D0F21">
            <w:pPr>
              <w:rPr>
                <w:sz w:val="20"/>
                <w:szCs w:val="20"/>
              </w:rPr>
            </w:pPr>
          </w:p>
        </w:tc>
      </w:tr>
      <w:tr w:rsidR="00FD215D" w:rsidRPr="000E417F">
        <w:trPr>
          <w:cantSplit/>
          <w:trHeight w:val="432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15D" w:rsidRPr="000E417F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Цитцер Ирина Владимировна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15D" w:rsidRPr="000E417F" w:rsidRDefault="00FD215D" w:rsidP="0094123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отдела учета и отчетности Финансового управления      Администрации Енисейского района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15D" w:rsidRPr="000E417F" w:rsidRDefault="00FD215D" w:rsidP="004109ED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638988,16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15D" w:rsidRDefault="00FD215D" w:rsidP="00160C9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FD215D" w:rsidRDefault="00FD215D" w:rsidP="00160C9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(1/2 доли)</w:t>
            </w:r>
          </w:p>
          <w:p w:rsidR="00FD215D" w:rsidRDefault="00FD215D" w:rsidP="00160C9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D215D" w:rsidRDefault="00FD215D" w:rsidP="00160C9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D215D" w:rsidRPr="000E417F" w:rsidRDefault="00FD215D" w:rsidP="00160C9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  (1/2 доли)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15D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128,6</w:t>
            </w:r>
          </w:p>
          <w:p w:rsidR="00FD215D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D215D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D215D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D215D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1217,78</w:t>
            </w:r>
          </w:p>
          <w:p w:rsidR="00FD215D" w:rsidRPr="000E417F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15D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215D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D215D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D215D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D215D" w:rsidRPr="000E417F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15D" w:rsidRPr="000E417F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15D" w:rsidRPr="000E417F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15D" w:rsidRPr="000E417F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15D" w:rsidRPr="000E417F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D215D" w:rsidRPr="000E417F">
        <w:trPr>
          <w:cantSplit/>
          <w:trHeight w:val="12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215D" w:rsidRPr="000E417F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E417F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215D" w:rsidRPr="000E417F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0E417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215D" w:rsidRPr="000E417F" w:rsidRDefault="00FD215D" w:rsidP="00A169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682747,69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215D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D215D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(1/2 доли)</w:t>
            </w:r>
          </w:p>
          <w:p w:rsidR="00FD215D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D215D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D215D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(1/2 доли)</w:t>
            </w:r>
          </w:p>
          <w:p w:rsidR="00FD215D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D215D" w:rsidRPr="000E417F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 (индивидуальная)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215D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128,6</w:t>
            </w:r>
          </w:p>
          <w:p w:rsidR="00FD215D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D215D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D215D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1217,78</w:t>
            </w:r>
          </w:p>
          <w:p w:rsidR="00FD215D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D215D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D215D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D215D" w:rsidRPr="000E417F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215D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215D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D215D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D215D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215D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D215D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D215D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D215D" w:rsidRPr="000E417F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215D" w:rsidRPr="000E417F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215D" w:rsidRPr="000E417F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215D" w:rsidRPr="000E417F" w:rsidRDefault="00FD215D" w:rsidP="000D0F21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215D" w:rsidRDefault="00FD215D" w:rsidP="00A15D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1)автомобиль легковой – ВАЗ 21124;</w:t>
            </w:r>
          </w:p>
          <w:p w:rsidR="00FD215D" w:rsidRDefault="00FD215D" w:rsidP="00A15D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2)автомобиль грузовой – ГАЗ 53А;</w:t>
            </w:r>
          </w:p>
          <w:p w:rsidR="00FD215D" w:rsidRDefault="00FD215D" w:rsidP="00A15D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3)водный транспорт – лодка «Крым»</w:t>
            </w:r>
          </w:p>
          <w:p w:rsidR="00FD215D" w:rsidRPr="000E417F" w:rsidRDefault="00FD215D" w:rsidP="00A15DB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4) ЗИЛ 433362</w:t>
            </w:r>
          </w:p>
        </w:tc>
      </w:tr>
    </w:tbl>
    <w:p w:rsidR="00FD215D" w:rsidRPr="00E737DF" w:rsidRDefault="00FD215D" w:rsidP="00B7041E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E737DF">
        <w:rPr>
          <w:sz w:val="22"/>
          <w:szCs w:val="22"/>
        </w:rPr>
        <w:t>Я,</w:t>
      </w:r>
      <w:r>
        <w:rPr>
          <w:sz w:val="22"/>
          <w:szCs w:val="22"/>
        </w:rPr>
        <w:t xml:space="preserve"> Цитцер Ирина Владимировна</w:t>
      </w:r>
      <w:r w:rsidRPr="00E737DF">
        <w:rPr>
          <w:sz w:val="22"/>
          <w:szCs w:val="22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моего супруга  за 201</w:t>
      </w:r>
      <w:r>
        <w:rPr>
          <w:sz w:val="22"/>
          <w:szCs w:val="22"/>
        </w:rPr>
        <w:t>4</w:t>
      </w:r>
      <w:r w:rsidRPr="00E737DF">
        <w:rPr>
          <w:sz w:val="22"/>
          <w:szCs w:val="22"/>
        </w:rPr>
        <w:t xml:space="preserve"> год.</w:t>
      </w:r>
    </w:p>
    <w:p w:rsidR="00FD215D" w:rsidRPr="00E737DF" w:rsidRDefault="00FD215D" w:rsidP="00B7041E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:rsidR="00FD215D" w:rsidRPr="00E737DF" w:rsidRDefault="00FD215D" w:rsidP="00B7041E">
      <w:pPr>
        <w:rPr>
          <w:sz w:val="22"/>
          <w:szCs w:val="22"/>
          <w:vertAlign w:val="subscript"/>
        </w:rPr>
      </w:pPr>
      <w:r>
        <w:rPr>
          <w:sz w:val="22"/>
          <w:szCs w:val="22"/>
        </w:rPr>
        <w:t>дата</w:t>
      </w:r>
      <w:r w:rsidRPr="00E737DF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24 апреля 2015 года     </w:t>
      </w:r>
      <w:r w:rsidRPr="00E737DF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_____________</w:t>
      </w:r>
    </w:p>
    <w:p w:rsidR="00FD215D" w:rsidRPr="0032358C" w:rsidRDefault="00FD215D" w:rsidP="00B7041E">
      <w:pPr>
        <w:tabs>
          <w:tab w:val="left" w:pos="13575"/>
        </w:tabs>
        <w:rPr>
          <w:vertAlign w:val="subscript"/>
        </w:rPr>
      </w:pPr>
      <w:r w:rsidRPr="00E737DF">
        <w:rPr>
          <w:sz w:val="22"/>
          <w:szCs w:val="22"/>
          <w:vertAlign w:val="subscript"/>
        </w:rPr>
        <w:tab/>
      </w:r>
      <w:r>
        <w:rPr>
          <w:vertAlign w:val="subscript"/>
        </w:rPr>
        <w:t>(подпись)</w:t>
      </w:r>
    </w:p>
    <w:p w:rsidR="00FD215D" w:rsidRPr="0032358C" w:rsidRDefault="00FD215D" w:rsidP="000E417F">
      <w:pPr>
        <w:autoSpaceDE w:val="0"/>
        <w:autoSpaceDN w:val="0"/>
        <w:adjustRightInd w:val="0"/>
        <w:ind w:firstLine="708"/>
        <w:jc w:val="both"/>
        <w:rPr>
          <w:vertAlign w:val="subscript"/>
        </w:rPr>
      </w:pPr>
    </w:p>
    <w:sectPr w:rsidR="00FD215D" w:rsidRPr="0032358C" w:rsidSect="00E737DF">
      <w:pgSz w:w="16838" w:h="11906" w:orient="landscape"/>
      <w:pgMar w:top="38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0859"/>
    <w:rsid w:val="000003E3"/>
    <w:rsid w:val="000035A5"/>
    <w:rsid w:val="00005454"/>
    <w:rsid w:val="00016A07"/>
    <w:rsid w:val="00035B14"/>
    <w:rsid w:val="00047479"/>
    <w:rsid w:val="00055D9D"/>
    <w:rsid w:val="00057C79"/>
    <w:rsid w:val="00061E67"/>
    <w:rsid w:val="000630C2"/>
    <w:rsid w:val="00063DA1"/>
    <w:rsid w:val="0007250A"/>
    <w:rsid w:val="00085589"/>
    <w:rsid w:val="00087BEC"/>
    <w:rsid w:val="00091B87"/>
    <w:rsid w:val="000B36D0"/>
    <w:rsid w:val="000B71B9"/>
    <w:rsid w:val="000C26F4"/>
    <w:rsid w:val="000C3218"/>
    <w:rsid w:val="000C3395"/>
    <w:rsid w:val="000C3EB9"/>
    <w:rsid w:val="000C4CA5"/>
    <w:rsid w:val="000D0F21"/>
    <w:rsid w:val="000D508B"/>
    <w:rsid w:val="000D7A95"/>
    <w:rsid w:val="000E0F5C"/>
    <w:rsid w:val="000E204C"/>
    <w:rsid w:val="000E417F"/>
    <w:rsid w:val="000E49F4"/>
    <w:rsid w:val="000F0CC5"/>
    <w:rsid w:val="000F527A"/>
    <w:rsid w:val="000F52F4"/>
    <w:rsid w:val="000F7AD3"/>
    <w:rsid w:val="00121D70"/>
    <w:rsid w:val="001234AF"/>
    <w:rsid w:val="001245E6"/>
    <w:rsid w:val="00124C7B"/>
    <w:rsid w:val="00133A33"/>
    <w:rsid w:val="00134466"/>
    <w:rsid w:val="001469D0"/>
    <w:rsid w:val="00154BD6"/>
    <w:rsid w:val="001605E3"/>
    <w:rsid w:val="00160C97"/>
    <w:rsid w:val="001624D5"/>
    <w:rsid w:val="00163079"/>
    <w:rsid w:val="0016360A"/>
    <w:rsid w:val="00165E48"/>
    <w:rsid w:val="00170B3F"/>
    <w:rsid w:val="001717B0"/>
    <w:rsid w:val="00171BAB"/>
    <w:rsid w:val="0017778D"/>
    <w:rsid w:val="00177E25"/>
    <w:rsid w:val="00182EF0"/>
    <w:rsid w:val="00186DB9"/>
    <w:rsid w:val="00190ECA"/>
    <w:rsid w:val="00193163"/>
    <w:rsid w:val="001939B9"/>
    <w:rsid w:val="001A3471"/>
    <w:rsid w:val="001C1DFE"/>
    <w:rsid w:val="001C3651"/>
    <w:rsid w:val="001C6CAD"/>
    <w:rsid w:val="001C7E0F"/>
    <w:rsid w:val="001F2A93"/>
    <w:rsid w:val="001F44DB"/>
    <w:rsid w:val="001F5441"/>
    <w:rsid w:val="001F7DF3"/>
    <w:rsid w:val="00200678"/>
    <w:rsid w:val="00206F15"/>
    <w:rsid w:val="00210812"/>
    <w:rsid w:val="00217E26"/>
    <w:rsid w:val="002241B6"/>
    <w:rsid w:val="00231068"/>
    <w:rsid w:val="00235948"/>
    <w:rsid w:val="00257E35"/>
    <w:rsid w:val="00261312"/>
    <w:rsid w:val="00261420"/>
    <w:rsid w:val="00272860"/>
    <w:rsid w:val="00282868"/>
    <w:rsid w:val="00286210"/>
    <w:rsid w:val="002943E9"/>
    <w:rsid w:val="002956F6"/>
    <w:rsid w:val="002A06FC"/>
    <w:rsid w:val="002A29F2"/>
    <w:rsid w:val="002A42D5"/>
    <w:rsid w:val="002A546E"/>
    <w:rsid w:val="002D1F8B"/>
    <w:rsid w:val="002D26F2"/>
    <w:rsid w:val="002D2D90"/>
    <w:rsid w:val="002D33A3"/>
    <w:rsid w:val="002D554E"/>
    <w:rsid w:val="002E2EA4"/>
    <w:rsid w:val="002E4E84"/>
    <w:rsid w:val="002E4FF6"/>
    <w:rsid w:val="002E5249"/>
    <w:rsid w:val="002E68A0"/>
    <w:rsid w:val="002E79BA"/>
    <w:rsid w:val="002F1012"/>
    <w:rsid w:val="002F3AB9"/>
    <w:rsid w:val="00310408"/>
    <w:rsid w:val="003153AB"/>
    <w:rsid w:val="0032358C"/>
    <w:rsid w:val="0033428F"/>
    <w:rsid w:val="00334334"/>
    <w:rsid w:val="00340196"/>
    <w:rsid w:val="00343BE1"/>
    <w:rsid w:val="00344455"/>
    <w:rsid w:val="00345159"/>
    <w:rsid w:val="00353476"/>
    <w:rsid w:val="00353ED3"/>
    <w:rsid w:val="00364792"/>
    <w:rsid w:val="0038044D"/>
    <w:rsid w:val="003804A7"/>
    <w:rsid w:val="003834DB"/>
    <w:rsid w:val="00384A1F"/>
    <w:rsid w:val="0038675D"/>
    <w:rsid w:val="003869EE"/>
    <w:rsid w:val="00392EC0"/>
    <w:rsid w:val="0039602C"/>
    <w:rsid w:val="00397BBD"/>
    <w:rsid w:val="003A4EF3"/>
    <w:rsid w:val="003A5016"/>
    <w:rsid w:val="003B0654"/>
    <w:rsid w:val="003B6EBF"/>
    <w:rsid w:val="003B7284"/>
    <w:rsid w:val="003C45DA"/>
    <w:rsid w:val="003E7DDA"/>
    <w:rsid w:val="003F38AA"/>
    <w:rsid w:val="003F601B"/>
    <w:rsid w:val="003F6BDA"/>
    <w:rsid w:val="004013A3"/>
    <w:rsid w:val="00403F96"/>
    <w:rsid w:val="004109ED"/>
    <w:rsid w:val="004178FA"/>
    <w:rsid w:val="00422CF8"/>
    <w:rsid w:val="00435181"/>
    <w:rsid w:val="00447021"/>
    <w:rsid w:val="00447632"/>
    <w:rsid w:val="004509A6"/>
    <w:rsid w:val="004552FF"/>
    <w:rsid w:val="00463F93"/>
    <w:rsid w:val="00466EFA"/>
    <w:rsid w:val="00487C85"/>
    <w:rsid w:val="00496CEA"/>
    <w:rsid w:val="004A2C3F"/>
    <w:rsid w:val="004A4C2F"/>
    <w:rsid w:val="004B3B2C"/>
    <w:rsid w:val="004B464E"/>
    <w:rsid w:val="004C1347"/>
    <w:rsid w:val="004D1199"/>
    <w:rsid w:val="004D443A"/>
    <w:rsid w:val="004E19FB"/>
    <w:rsid w:val="004E22B6"/>
    <w:rsid w:val="004E2B05"/>
    <w:rsid w:val="004E4550"/>
    <w:rsid w:val="004E4D00"/>
    <w:rsid w:val="004E5AEF"/>
    <w:rsid w:val="004F0211"/>
    <w:rsid w:val="004F0E80"/>
    <w:rsid w:val="004F6107"/>
    <w:rsid w:val="00502A9D"/>
    <w:rsid w:val="0050608F"/>
    <w:rsid w:val="00512281"/>
    <w:rsid w:val="00514A25"/>
    <w:rsid w:val="00517F79"/>
    <w:rsid w:val="005222B7"/>
    <w:rsid w:val="00530161"/>
    <w:rsid w:val="0053663C"/>
    <w:rsid w:val="00542963"/>
    <w:rsid w:val="0054517E"/>
    <w:rsid w:val="005534AD"/>
    <w:rsid w:val="005558CE"/>
    <w:rsid w:val="00560041"/>
    <w:rsid w:val="005604C5"/>
    <w:rsid w:val="00561909"/>
    <w:rsid w:val="00562C09"/>
    <w:rsid w:val="00573CB6"/>
    <w:rsid w:val="00577CF8"/>
    <w:rsid w:val="00584EED"/>
    <w:rsid w:val="005A2389"/>
    <w:rsid w:val="005A3FA5"/>
    <w:rsid w:val="005B0987"/>
    <w:rsid w:val="005B575B"/>
    <w:rsid w:val="005B675E"/>
    <w:rsid w:val="005C3979"/>
    <w:rsid w:val="005D2DF6"/>
    <w:rsid w:val="005D501D"/>
    <w:rsid w:val="005D6D93"/>
    <w:rsid w:val="005D7F9E"/>
    <w:rsid w:val="005E2DEB"/>
    <w:rsid w:val="005E3A15"/>
    <w:rsid w:val="005E5440"/>
    <w:rsid w:val="00601937"/>
    <w:rsid w:val="0060371E"/>
    <w:rsid w:val="00605345"/>
    <w:rsid w:val="00610DBA"/>
    <w:rsid w:val="00623696"/>
    <w:rsid w:val="00627982"/>
    <w:rsid w:val="006312FD"/>
    <w:rsid w:val="006415F5"/>
    <w:rsid w:val="00641C94"/>
    <w:rsid w:val="00642411"/>
    <w:rsid w:val="00662CFD"/>
    <w:rsid w:val="00666C6F"/>
    <w:rsid w:val="00676D68"/>
    <w:rsid w:val="00681AE8"/>
    <w:rsid w:val="006878B8"/>
    <w:rsid w:val="0069067D"/>
    <w:rsid w:val="00695751"/>
    <w:rsid w:val="00696841"/>
    <w:rsid w:val="006A08FD"/>
    <w:rsid w:val="006A091E"/>
    <w:rsid w:val="006B193E"/>
    <w:rsid w:val="006B1BAE"/>
    <w:rsid w:val="006B60B8"/>
    <w:rsid w:val="006C1CE0"/>
    <w:rsid w:val="006C3D99"/>
    <w:rsid w:val="006D0F6A"/>
    <w:rsid w:val="006D17E5"/>
    <w:rsid w:val="006D32BF"/>
    <w:rsid w:val="006E5614"/>
    <w:rsid w:val="006E70D3"/>
    <w:rsid w:val="006E7885"/>
    <w:rsid w:val="006F0607"/>
    <w:rsid w:val="006F5FD9"/>
    <w:rsid w:val="007060D9"/>
    <w:rsid w:val="00710372"/>
    <w:rsid w:val="00713A5A"/>
    <w:rsid w:val="007334E4"/>
    <w:rsid w:val="00741A96"/>
    <w:rsid w:val="00741F05"/>
    <w:rsid w:val="00746F22"/>
    <w:rsid w:val="0075447A"/>
    <w:rsid w:val="00756B33"/>
    <w:rsid w:val="0076224D"/>
    <w:rsid w:val="00764CAC"/>
    <w:rsid w:val="007700C5"/>
    <w:rsid w:val="00772061"/>
    <w:rsid w:val="00775166"/>
    <w:rsid w:val="00775757"/>
    <w:rsid w:val="00781931"/>
    <w:rsid w:val="0078300A"/>
    <w:rsid w:val="007927BA"/>
    <w:rsid w:val="007A1C7D"/>
    <w:rsid w:val="007A40AA"/>
    <w:rsid w:val="007A49D3"/>
    <w:rsid w:val="007A77B3"/>
    <w:rsid w:val="007C0265"/>
    <w:rsid w:val="007C0B35"/>
    <w:rsid w:val="007E0799"/>
    <w:rsid w:val="007E3161"/>
    <w:rsid w:val="00802360"/>
    <w:rsid w:val="00802BE3"/>
    <w:rsid w:val="00813171"/>
    <w:rsid w:val="00814580"/>
    <w:rsid w:val="00815CFF"/>
    <w:rsid w:val="00821D5A"/>
    <w:rsid w:val="00826E80"/>
    <w:rsid w:val="00826E97"/>
    <w:rsid w:val="008311AB"/>
    <w:rsid w:val="00831E46"/>
    <w:rsid w:val="00834E72"/>
    <w:rsid w:val="008454BB"/>
    <w:rsid w:val="0084592D"/>
    <w:rsid w:val="00847118"/>
    <w:rsid w:val="00861CCB"/>
    <w:rsid w:val="00863D06"/>
    <w:rsid w:val="00864ADF"/>
    <w:rsid w:val="00870625"/>
    <w:rsid w:val="008715AF"/>
    <w:rsid w:val="0087563B"/>
    <w:rsid w:val="00881274"/>
    <w:rsid w:val="008820A9"/>
    <w:rsid w:val="00891F67"/>
    <w:rsid w:val="0089789E"/>
    <w:rsid w:val="00897A98"/>
    <w:rsid w:val="008C0CB1"/>
    <w:rsid w:val="008C1043"/>
    <w:rsid w:val="008C1B25"/>
    <w:rsid w:val="008C247F"/>
    <w:rsid w:val="008C70E0"/>
    <w:rsid w:val="008D06BA"/>
    <w:rsid w:val="008D541A"/>
    <w:rsid w:val="008D5E69"/>
    <w:rsid w:val="008D774F"/>
    <w:rsid w:val="008E1DDC"/>
    <w:rsid w:val="008E6957"/>
    <w:rsid w:val="008F6BCC"/>
    <w:rsid w:val="008F6D70"/>
    <w:rsid w:val="0090332E"/>
    <w:rsid w:val="009047F3"/>
    <w:rsid w:val="00904BE0"/>
    <w:rsid w:val="00915412"/>
    <w:rsid w:val="00924D71"/>
    <w:rsid w:val="00926F02"/>
    <w:rsid w:val="009271FF"/>
    <w:rsid w:val="0093159F"/>
    <w:rsid w:val="00932023"/>
    <w:rsid w:val="00937089"/>
    <w:rsid w:val="00940859"/>
    <w:rsid w:val="0094123D"/>
    <w:rsid w:val="00953192"/>
    <w:rsid w:val="00953A0E"/>
    <w:rsid w:val="00955BA7"/>
    <w:rsid w:val="00955C75"/>
    <w:rsid w:val="0096097C"/>
    <w:rsid w:val="00963657"/>
    <w:rsid w:val="00963A93"/>
    <w:rsid w:val="009801D4"/>
    <w:rsid w:val="00981C29"/>
    <w:rsid w:val="0098363C"/>
    <w:rsid w:val="00984854"/>
    <w:rsid w:val="0098692E"/>
    <w:rsid w:val="00991E28"/>
    <w:rsid w:val="009A06A0"/>
    <w:rsid w:val="009A63FD"/>
    <w:rsid w:val="009A7851"/>
    <w:rsid w:val="009B3955"/>
    <w:rsid w:val="009C0800"/>
    <w:rsid w:val="009C38AB"/>
    <w:rsid w:val="009D0964"/>
    <w:rsid w:val="009D0D99"/>
    <w:rsid w:val="009D3DBA"/>
    <w:rsid w:val="009E5EF0"/>
    <w:rsid w:val="009E65EA"/>
    <w:rsid w:val="009F2469"/>
    <w:rsid w:val="009F654B"/>
    <w:rsid w:val="00A01C15"/>
    <w:rsid w:val="00A074DC"/>
    <w:rsid w:val="00A14CBE"/>
    <w:rsid w:val="00A15DBE"/>
    <w:rsid w:val="00A16928"/>
    <w:rsid w:val="00A16BBC"/>
    <w:rsid w:val="00A20C28"/>
    <w:rsid w:val="00A2413A"/>
    <w:rsid w:val="00A25A1C"/>
    <w:rsid w:val="00A32C94"/>
    <w:rsid w:val="00A40685"/>
    <w:rsid w:val="00A51907"/>
    <w:rsid w:val="00A55FD5"/>
    <w:rsid w:val="00A75AF3"/>
    <w:rsid w:val="00A76F68"/>
    <w:rsid w:val="00A848CD"/>
    <w:rsid w:val="00A92F01"/>
    <w:rsid w:val="00AA048F"/>
    <w:rsid w:val="00AA3CF8"/>
    <w:rsid w:val="00AA63EB"/>
    <w:rsid w:val="00AA6AEF"/>
    <w:rsid w:val="00AA7C85"/>
    <w:rsid w:val="00AB1C44"/>
    <w:rsid w:val="00AB2A76"/>
    <w:rsid w:val="00AC1BF6"/>
    <w:rsid w:val="00AC52F2"/>
    <w:rsid w:val="00AE229A"/>
    <w:rsid w:val="00B06BA7"/>
    <w:rsid w:val="00B0766D"/>
    <w:rsid w:val="00B12827"/>
    <w:rsid w:val="00B169CF"/>
    <w:rsid w:val="00B20996"/>
    <w:rsid w:val="00B22607"/>
    <w:rsid w:val="00B2416D"/>
    <w:rsid w:val="00B32BCA"/>
    <w:rsid w:val="00B36A83"/>
    <w:rsid w:val="00B37A24"/>
    <w:rsid w:val="00B7041E"/>
    <w:rsid w:val="00B76821"/>
    <w:rsid w:val="00B77A6A"/>
    <w:rsid w:val="00B86719"/>
    <w:rsid w:val="00B90E98"/>
    <w:rsid w:val="00B9152E"/>
    <w:rsid w:val="00B916A9"/>
    <w:rsid w:val="00B93433"/>
    <w:rsid w:val="00B94DE2"/>
    <w:rsid w:val="00BA3252"/>
    <w:rsid w:val="00BB6C63"/>
    <w:rsid w:val="00BE128D"/>
    <w:rsid w:val="00BE20E1"/>
    <w:rsid w:val="00BE7170"/>
    <w:rsid w:val="00BF275A"/>
    <w:rsid w:val="00BF2CBD"/>
    <w:rsid w:val="00C03010"/>
    <w:rsid w:val="00C071D1"/>
    <w:rsid w:val="00C07604"/>
    <w:rsid w:val="00C10287"/>
    <w:rsid w:val="00C13E67"/>
    <w:rsid w:val="00C2200A"/>
    <w:rsid w:val="00C2322A"/>
    <w:rsid w:val="00C265A8"/>
    <w:rsid w:val="00C2723E"/>
    <w:rsid w:val="00C36FE4"/>
    <w:rsid w:val="00C447CA"/>
    <w:rsid w:val="00C45D6F"/>
    <w:rsid w:val="00C57BC4"/>
    <w:rsid w:val="00C665ED"/>
    <w:rsid w:val="00C66DB4"/>
    <w:rsid w:val="00C8506D"/>
    <w:rsid w:val="00C85A82"/>
    <w:rsid w:val="00C90A52"/>
    <w:rsid w:val="00CB5575"/>
    <w:rsid w:val="00CB5923"/>
    <w:rsid w:val="00CC5896"/>
    <w:rsid w:val="00CC619D"/>
    <w:rsid w:val="00CC7666"/>
    <w:rsid w:val="00CE1A40"/>
    <w:rsid w:val="00CF0541"/>
    <w:rsid w:val="00CF075C"/>
    <w:rsid w:val="00D003D7"/>
    <w:rsid w:val="00D029BD"/>
    <w:rsid w:val="00D077B1"/>
    <w:rsid w:val="00D27386"/>
    <w:rsid w:val="00D27961"/>
    <w:rsid w:val="00D33C41"/>
    <w:rsid w:val="00D371F6"/>
    <w:rsid w:val="00D41E2C"/>
    <w:rsid w:val="00D4419B"/>
    <w:rsid w:val="00D50DAA"/>
    <w:rsid w:val="00D53DF4"/>
    <w:rsid w:val="00D544E3"/>
    <w:rsid w:val="00D70E37"/>
    <w:rsid w:val="00D7698F"/>
    <w:rsid w:val="00D823D7"/>
    <w:rsid w:val="00D86853"/>
    <w:rsid w:val="00D91CD9"/>
    <w:rsid w:val="00D9232B"/>
    <w:rsid w:val="00D932A2"/>
    <w:rsid w:val="00D93A65"/>
    <w:rsid w:val="00DC259D"/>
    <w:rsid w:val="00DC391F"/>
    <w:rsid w:val="00DC69A1"/>
    <w:rsid w:val="00DD139C"/>
    <w:rsid w:val="00DE59A5"/>
    <w:rsid w:val="00DF1A5D"/>
    <w:rsid w:val="00DF2302"/>
    <w:rsid w:val="00DF4185"/>
    <w:rsid w:val="00E057F6"/>
    <w:rsid w:val="00E0644D"/>
    <w:rsid w:val="00E10668"/>
    <w:rsid w:val="00E14ADD"/>
    <w:rsid w:val="00E15A81"/>
    <w:rsid w:val="00E170DE"/>
    <w:rsid w:val="00E257CF"/>
    <w:rsid w:val="00E407A1"/>
    <w:rsid w:val="00E45423"/>
    <w:rsid w:val="00E45971"/>
    <w:rsid w:val="00E4634A"/>
    <w:rsid w:val="00E53DB2"/>
    <w:rsid w:val="00E62927"/>
    <w:rsid w:val="00E661C7"/>
    <w:rsid w:val="00E737DF"/>
    <w:rsid w:val="00E7628E"/>
    <w:rsid w:val="00E91AB6"/>
    <w:rsid w:val="00E92626"/>
    <w:rsid w:val="00EA1EE7"/>
    <w:rsid w:val="00EB7B1D"/>
    <w:rsid w:val="00EC146C"/>
    <w:rsid w:val="00EC30CD"/>
    <w:rsid w:val="00EC4600"/>
    <w:rsid w:val="00EC598E"/>
    <w:rsid w:val="00ED0448"/>
    <w:rsid w:val="00ED18F1"/>
    <w:rsid w:val="00ED4BE1"/>
    <w:rsid w:val="00ED607D"/>
    <w:rsid w:val="00EE3FC8"/>
    <w:rsid w:val="00F02A05"/>
    <w:rsid w:val="00F04381"/>
    <w:rsid w:val="00F12768"/>
    <w:rsid w:val="00F17BC3"/>
    <w:rsid w:val="00F312D8"/>
    <w:rsid w:val="00F351EC"/>
    <w:rsid w:val="00F37DB8"/>
    <w:rsid w:val="00F4245C"/>
    <w:rsid w:val="00F63445"/>
    <w:rsid w:val="00F72E60"/>
    <w:rsid w:val="00F74EFF"/>
    <w:rsid w:val="00F8234C"/>
    <w:rsid w:val="00F837A8"/>
    <w:rsid w:val="00F9217B"/>
    <w:rsid w:val="00FA5D61"/>
    <w:rsid w:val="00FA6833"/>
    <w:rsid w:val="00FA72F0"/>
    <w:rsid w:val="00FB308F"/>
    <w:rsid w:val="00FB7EBE"/>
    <w:rsid w:val="00FC428F"/>
    <w:rsid w:val="00FC689F"/>
    <w:rsid w:val="00FD215D"/>
    <w:rsid w:val="00FD428F"/>
    <w:rsid w:val="00FD4AFB"/>
    <w:rsid w:val="00FD4B92"/>
    <w:rsid w:val="00FD5396"/>
    <w:rsid w:val="00FD644D"/>
    <w:rsid w:val="00FE4190"/>
    <w:rsid w:val="00FE6F32"/>
    <w:rsid w:val="00FE7130"/>
    <w:rsid w:val="00FF0C92"/>
    <w:rsid w:val="00FF4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85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4085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634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52F2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299</Words>
  <Characters>1707</Characters>
  <Application>Microsoft Office Outlook</Application>
  <DocSecurity>0</DocSecurity>
  <Lines>0</Lines>
  <Paragraphs>0</Paragraphs>
  <ScaleCrop>false</ScaleCrop>
  <Company>SamLab.ws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кадров</dc:creator>
  <cp:keywords/>
  <dc:description/>
  <cp:lastModifiedBy>Demidova</cp:lastModifiedBy>
  <cp:revision>11</cp:revision>
  <cp:lastPrinted>2015-04-24T03:53:00Z</cp:lastPrinted>
  <dcterms:created xsi:type="dcterms:W3CDTF">2014-04-13T03:17:00Z</dcterms:created>
  <dcterms:modified xsi:type="dcterms:W3CDTF">2015-04-24T03:57:00Z</dcterms:modified>
</cp:coreProperties>
</file>