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863" w:rsidRPr="00514B53" w:rsidRDefault="00BE7863" w:rsidP="00514B53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  <w:r w:rsidRPr="00514B53">
        <w:t>СВЕДЕНИЯ О ДОХОДАХ,</w:t>
      </w:r>
    </w:p>
    <w:p w:rsidR="00BE7863" w:rsidRPr="00514B53" w:rsidRDefault="00BE7863" w:rsidP="00514B53">
      <w:pPr>
        <w:widowControl w:val="0"/>
        <w:autoSpaceDE w:val="0"/>
        <w:autoSpaceDN w:val="0"/>
        <w:adjustRightInd w:val="0"/>
        <w:jc w:val="center"/>
      </w:pPr>
      <w:r w:rsidRPr="00514B53">
        <w:t>ОБ ИМУЩЕСТВЕ И ОБЯЗАТЕЛЬСТВАХ ИМУЩЕСТВЕННОГО ХАРАКТЕРА,</w:t>
      </w:r>
    </w:p>
    <w:p w:rsidR="00BE7863" w:rsidRPr="00514B53" w:rsidRDefault="00BE7863" w:rsidP="00514B53">
      <w:pPr>
        <w:widowControl w:val="0"/>
        <w:autoSpaceDE w:val="0"/>
        <w:autoSpaceDN w:val="0"/>
        <w:adjustRightInd w:val="0"/>
        <w:jc w:val="center"/>
      </w:pPr>
      <w:r w:rsidRPr="00514B53">
        <w:t>ПРЕДСТАВЛЕННЫЕ ЛИЦАМИ, ЗАМЕЩАЮЩИМИ ДОЛЖНОСТИ МУНИЦИПАЛЬНОЙ СЛУЖБЫ, ОБ ИСТОЧНИКАХ</w:t>
      </w:r>
    </w:p>
    <w:p w:rsidR="00BE7863" w:rsidRPr="00514B53" w:rsidRDefault="00BE7863" w:rsidP="00514B5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514B53">
        <w:t>ПОЛУЧЕНИЯ СРЕДСТВ, ЗА СЧЕТ КОТОРЫХ СОВЕРШЕНА СДЕЛКА</w:t>
      </w:r>
    </w:p>
    <w:p w:rsidR="00BE7863" w:rsidRPr="00514B53" w:rsidRDefault="00BE7863" w:rsidP="00514B5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15900" w:type="dxa"/>
        <w:tblInd w:w="-20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83"/>
        <w:gridCol w:w="1417"/>
        <w:gridCol w:w="1133"/>
        <w:gridCol w:w="1133"/>
        <w:gridCol w:w="1133"/>
        <w:gridCol w:w="1276"/>
        <w:gridCol w:w="1134"/>
        <w:gridCol w:w="1304"/>
        <w:gridCol w:w="1041"/>
        <w:gridCol w:w="950"/>
        <w:gridCol w:w="985"/>
        <w:gridCol w:w="993"/>
        <w:gridCol w:w="1275"/>
        <w:gridCol w:w="850"/>
        <w:gridCol w:w="993"/>
      </w:tblGrid>
      <w:tr w:rsidR="00BE7863" w:rsidRPr="00514B53" w:rsidTr="00514B53">
        <w:trPr>
          <w:trHeight w:val="1120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Наименование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муниципального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образования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Фамилия,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имя,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отчество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hyperlink r:id="rId4" w:anchor="Par110" w:history="1">
              <w:r w:rsidRPr="00514B53">
                <w:rPr>
                  <w:color w:val="000000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Должно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сть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hyperlink r:id="rId5" w:anchor="Par111" w:history="1">
              <w:r w:rsidRPr="00514B53">
                <w:rPr>
                  <w:color w:val="000000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Годовой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доход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(руб.)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hyperlink r:id="rId6" w:anchor="Par112" w:history="1">
              <w:r w:rsidRPr="00514B53">
                <w:rPr>
                  <w:color w:val="000000"/>
                  <w:sz w:val="16"/>
                  <w:szCs w:val="16"/>
                  <w:lang w:eastAsia="en-US"/>
                </w:rPr>
                <w:t>&lt;3&gt;</w:t>
              </w:r>
            </w:hyperlink>
          </w:p>
        </w:tc>
        <w:tc>
          <w:tcPr>
            <w:tcW w:w="37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Перечень объектов недвижимого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имущества, принадлежащих на праве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       собственности         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Перечень объектов недвижимого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  имущества, находящихся в  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        пользовании           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Перечень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транспортных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средств,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принадлежащих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на праве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собственности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 Источники 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 получения 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средств, за счет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которых совершена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  сделка      </w:t>
            </w:r>
          </w:p>
        </w:tc>
      </w:tr>
      <w:tr w:rsidR="00BE7863" w:rsidRPr="00514B53" w:rsidTr="00514B53">
        <w:trPr>
          <w:trHeight w:val="64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863" w:rsidRPr="00514B53" w:rsidRDefault="00BE7863" w:rsidP="00514B53">
            <w:pPr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863" w:rsidRPr="00514B53" w:rsidRDefault="00BE7863" w:rsidP="00514B5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863" w:rsidRPr="00514B53" w:rsidRDefault="00BE7863" w:rsidP="00514B5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863" w:rsidRPr="00514B53" w:rsidRDefault="00BE7863" w:rsidP="00514B5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863" w:rsidRPr="00514B53" w:rsidRDefault="00BE7863" w:rsidP="00514B5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вид объектов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4" w:hanging="164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площадь,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4" w:hanging="164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кв. м  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страна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расположения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вид объектов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недвижимости</w:t>
            </w:r>
          </w:p>
        </w:tc>
        <w:tc>
          <w:tcPr>
            <w:tcW w:w="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площадь,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кв. м  </w:t>
            </w:r>
          </w:p>
        </w:tc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  страна  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вид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марка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предмет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сделки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hyperlink r:id="rId7" w:anchor="Par113" w:history="1">
              <w:r w:rsidRPr="00514B53">
                <w:rPr>
                  <w:color w:val="000000"/>
                  <w:sz w:val="16"/>
                  <w:szCs w:val="16"/>
                  <w:lang w:eastAsia="en-US"/>
                </w:rPr>
                <w:t>&lt;4&gt;</w:t>
              </w:r>
            </w:hyperlink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источники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>получения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514B53">
              <w:rPr>
                <w:sz w:val="16"/>
                <w:szCs w:val="16"/>
                <w:lang w:eastAsia="en-US"/>
              </w:rPr>
              <w:t xml:space="preserve"> средств </w:t>
            </w:r>
          </w:p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hyperlink r:id="rId8" w:anchor="Par114" w:history="1">
              <w:r w:rsidRPr="00514B53">
                <w:rPr>
                  <w:color w:val="000000"/>
                  <w:sz w:val="16"/>
                  <w:szCs w:val="16"/>
                  <w:lang w:eastAsia="en-US"/>
                </w:rPr>
                <w:t>&lt;5&gt;</w:t>
              </w:r>
            </w:hyperlink>
          </w:p>
        </w:tc>
      </w:tr>
      <w:tr w:rsidR="00BE7863" w:rsidRPr="00514B53" w:rsidTr="00514B53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   2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 3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5 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  6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7    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  8     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  9      </w:t>
            </w:r>
          </w:p>
        </w:tc>
        <w:tc>
          <w:tcPr>
            <w:tcW w:w="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10   </w:t>
            </w:r>
          </w:p>
        </w:tc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  11 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12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13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14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514B53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  15    </w:t>
            </w:r>
          </w:p>
        </w:tc>
      </w:tr>
      <w:tr w:rsidR="00BE7863" w:rsidRPr="00514B53" w:rsidTr="00514B53"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Манский район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Сидорова Алена Федоровна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14B53">
              <w:rPr>
                <w:sz w:val="18"/>
                <w:szCs w:val="18"/>
                <w:lang w:eastAsia="en-US"/>
              </w:rPr>
              <w:t>специалист 1 категории отдела имущественных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139538,16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14B53">
              <w:rPr>
                <w:sz w:val="18"/>
                <w:szCs w:val="18"/>
                <w:lang w:eastAsia="en-US"/>
              </w:rPr>
              <w:t>Квартира</w:t>
            </w:r>
          </w:p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14B53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70,6</w:t>
            </w: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Общая долевая (1/2)</w:t>
            </w: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962,0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Россия</w:t>
            </w: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514B53">
              <w:rPr>
                <w:sz w:val="18"/>
                <w:szCs w:val="18"/>
                <w:lang w:val="en-US" w:eastAsia="en-US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 w:rsidRPr="00514B53"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 w:rsidRPr="00514B53">
              <w:rPr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Легковой автомобиль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 w:rsidRPr="00514B53">
              <w:rPr>
                <w:sz w:val="20"/>
                <w:szCs w:val="20"/>
                <w:lang w:val="en-US" w:eastAsia="en-US"/>
              </w:rPr>
              <w:t>TOYTA SPRINTER MARINO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BE7863" w:rsidRPr="00514B53" w:rsidTr="00514B53"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74820,00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14B5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14B53">
              <w:rPr>
                <w:sz w:val="18"/>
                <w:szCs w:val="18"/>
                <w:lang w:eastAsia="en-US"/>
              </w:rPr>
              <w:t>Квартира</w:t>
            </w:r>
          </w:p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14B53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70,6</w:t>
            </w: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Общая долевая (1/2)</w:t>
            </w:r>
          </w:p>
          <w:p w:rsidR="00BE7863" w:rsidRPr="00514B53" w:rsidRDefault="00BE7863" w:rsidP="00514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962,0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Россия</w:t>
            </w: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863" w:rsidRPr="00514B53" w:rsidRDefault="00BE7863" w:rsidP="00514B53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14B53"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</w:tbl>
    <w:p w:rsidR="00BE7863" w:rsidRPr="00514B53" w:rsidRDefault="00BE7863" w:rsidP="00514B53"/>
    <w:p w:rsidR="00BE7863" w:rsidRPr="00514B53" w:rsidRDefault="00BE7863" w:rsidP="00514B53">
      <w:pPr>
        <w:jc w:val="both"/>
      </w:pPr>
      <w:r w:rsidRPr="00514B53">
        <w:t xml:space="preserve">   Я, </w:t>
      </w:r>
      <w:r w:rsidRPr="00514B53">
        <w:rPr>
          <w:b/>
          <w:bCs/>
        </w:rPr>
        <w:t>Сидорова Алена Федоровна</w:t>
      </w:r>
      <w:r w:rsidRPr="00514B53"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 имущественного характера  моих супруги (суруга) и несовершеннолетних детей за 2014 год.</w:t>
      </w:r>
    </w:p>
    <w:p w:rsidR="00BE7863" w:rsidRPr="00514B53" w:rsidRDefault="00BE7863" w:rsidP="0010744B">
      <w:pPr>
        <w:jc w:val="both"/>
      </w:pPr>
      <w:r>
        <w:t xml:space="preserve">Дата </w:t>
      </w:r>
      <w:r w:rsidRPr="0010744B">
        <w:rPr>
          <w:u w:val="single"/>
        </w:rPr>
        <w:t>06.05.2015 год</w:t>
      </w:r>
    </w:p>
    <w:p w:rsidR="00BE7863" w:rsidRPr="0010744B" w:rsidRDefault="00BE7863" w:rsidP="0010744B"/>
    <w:p w:rsidR="00BE7863" w:rsidRPr="0010744B" w:rsidRDefault="00BE7863" w:rsidP="0010744B"/>
    <w:p w:rsidR="00BE7863" w:rsidRPr="0010744B" w:rsidRDefault="00BE7863" w:rsidP="0010744B">
      <w:pPr>
        <w:tabs>
          <w:tab w:val="left" w:pos="1275"/>
        </w:tabs>
      </w:pPr>
      <w:r w:rsidRPr="0010744B">
        <w:tab/>
      </w:r>
    </w:p>
    <w:p w:rsidR="00BE7863" w:rsidRPr="00514B53" w:rsidRDefault="00BE7863" w:rsidP="0010744B"/>
    <w:sectPr w:rsidR="00BE7863" w:rsidRPr="00514B53" w:rsidSect="0053443F">
      <w:pgSz w:w="16838" w:h="11906" w:orient="landscape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AEF"/>
    <w:rsid w:val="000A0609"/>
    <w:rsid w:val="0010744B"/>
    <w:rsid w:val="002379B3"/>
    <w:rsid w:val="00273686"/>
    <w:rsid w:val="00343A88"/>
    <w:rsid w:val="00480E8B"/>
    <w:rsid w:val="00514B53"/>
    <w:rsid w:val="0053443F"/>
    <w:rsid w:val="006800E2"/>
    <w:rsid w:val="006C231A"/>
    <w:rsid w:val="006D2219"/>
    <w:rsid w:val="007129D9"/>
    <w:rsid w:val="007F0F10"/>
    <w:rsid w:val="009332C0"/>
    <w:rsid w:val="009A5654"/>
    <w:rsid w:val="00A63C5C"/>
    <w:rsid w:val="00A7351B"/>
    <w:rsid w:val="00BE7863"/>
    <w:rsid w:val="00D15230"/>
    <w:rsid w:val="00D64587"/>
    <w:rsid w:val="00DD10CA"/>
    <w:rsid w:val="00DE1AEF"/>
    <w:rsid w:val="00F2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31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9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Kumi-korotich\&#1086;&#1073;&#1084;&#1077;&#1085;\&#1057;&#1074;&#1077;&#1076;&#1077;&#1085;&#1080;&#1103;%20&#1086;%20&#1076;&#1086;&#1093;&#1086;&#1076;&#1086;&#1093;%20&#1079;&#1072;%202014%20&#1050;&#1059;&#1052;&#1048;\&#1089;&#1074;&#1077;&#1076;&#1077;&#1085;&#1080;&#1103;%20&#1086;%20&#1076;&#1086;&#1093;&#1086;&#1076;&#1072;&#1093;%20&#1085;&#1072;%20&#1089;&#1072;&#1081;&#1090;%20&#1057;&#1080;&#1076;&#1086;&#1088;&#1086;&#1074;&#1072;%20&#1040;.&#1060;.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Kumi-korotich\&#1086;&#1073;&#1084;&#1077;&#1085;\&#1057;&#1074;&#1077;&#1076;&#1077;&#1085;&#1080;&#1103;%20&#1086;%20&#1076;&#1086;&#1093;&#1086;&#1076;&#1086;&#1093;%20&#1079;&#1072;%202014%20&#1050;&#1059;&#1052;&#1048;\&#1089;&#1074;&#1077;&#1076;&#1077;&#1085;&#1080;&#1103;%20&#1086;%20&#1076;&#1086;&#1093;&#1086;&#1076;&#1072;&#1093;%20&#1085;&#1072;%20&#1089;&#1072;&#1081;&#1090;%20&#1057;&#1080;&#1076;&#1086;&#1088;&#1086;&#1074;&#1072;%20&#1040;.&#1060;.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Kumi-korotich\&#1086;&#1073;&#1084;&#1077;&#1085;\&#1057;&#1074;&#1077;&#1076;&#1077;&#1085;&#1080;&#1103;%20&#1086;%20&#1076;&#1086;&#1093;&#1086;&#1076;&#1086;&#1093;%20&#1079;&#1072;%202014%20&#1050;&#1059;&#1052;&#1048;\&#1089;&#1074;&#1077;&#1076;&#1077;&#1085;&#1080;&#1103;%20&#1086;%20&#1076;&#1086;&#1093;&#1086;&#1076;&#1072;&#1093;%20&#1085;&#1072;%20&#1089;&#1072;&#1081;&#1090;%20&#1057;&#1080;&#1076;&#1086;&#1088;&#1086;&#1074;&#1072;%20&#1040;.&#1060;..docx" TargetMode="External"/><Relationship Id="rId5" Type="http://schemas.openxmlformats.org/officeDocument/2006/relationships/hyperlink" Target="file:///\\Kumi-korotich\&#1086;&#1073;&#1084;&#1077;&#1085;\&#1057;&#1074;&#1077;&#1076;&#1077;&#1085;&#1080;&#1103;%20&#1086;%20&#1076;&#1086;&#1093;&#1086;&#1076;&#1086;&#1093;%20&#1079;&#1072;%202014%20&#1050;&#1059;&#1052;&#1048;\&#1089;&#1074;&#1077;&#1076;&#1077;&#1085;&#1080;&#1103;%20&#1086;%20&#1076;&#1086;&#1093;&#1086;&#1076;&#1072;&#1093;%20&#1085;&#1072;%20&#1089;&#1072;&#1081;&#1090;%20&#1057;&#1080;&#1076;&#1086;&#1088;&#1086;&#1074;&#1072;%20&#1040;.&#1060;.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\\Kumi-korotich\&#1086;&#1073;&#1084;&#1077;&#1085;\&#1057;&#1074;&#1077;&#1076;&#1077;&#1085;&#1080;&#1103;%20&#1086;%20&#1076;&#1086;&#1093;&#1086;&#1076;&#1086;&#1093;%20&#1079;&#1072;%202014%20&#1050;&#1059;&#1052;&#1048;\&#1089;&#1074;&#1077;&#1076;&#1077;&#1085;&#1080;&#1103;%20&#1086;%20&#1076;&#1086;&#1093;&#1086;&#1076;&#1072;&#1093;%20&#1085;&#1072;%20&#1089;&#1072;&#1081;&#1090;%20&#1057;&#1080;&#1076;&#1086;&#1088;&#1086;&#1074;&#1072;%20&#1040;.&#1060;.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</Pages>
  <Words>400</Words>
  <Characters>2285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Shahvorostova</dc:creator>
  <cp:keywords/>
  <dc:description/>
  <cp:lastModifiedBy>kruze</cp:lastModifiedBy>
  <cp:revision>21</cp:revision>
  <dcterms:created xsi:type="dcterms:W3CDTF">2015-04-20T02:54:00Z</dcterms:created>
  <dcterms:modified xsi:type="dcterms:W3CDTF">2015-05-08T02:35:00Z</dcterms:modified>
</cp:coreProperties>
</file>