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0B2" w:rsidRDefault="006450B2" w:rsidP="00693D74">
      <w:pPr>
        <w:pStyle w:val="Header"/>
        <w:jc w:val="right"/>
      </w:pPr>
      <w:r>
        <w:t>Приложение №1</w:t>
      </w:r>
    </w:p>
    <w:p w:rsidR="006450B2" w:rsidRDefault="006450B2" w:rsidP="00693D74">
      <w:pPr>
        <w:pStyle w:val="Header"/>
        <w:jc w:val="center"/>
      </w:pPr>
      <w:r>
        <w:t>Сведения</w:t>
      </w:r>
    </w:p>
    <w:p w:rsidR="006450B2" w:rsidRDefault="006450B2" w:rsidP="00693D74">
      <w:pPr>
        <w:pStyle w:val="Header"/>
        <w:jc w:val="center"/>
      </w:pPr>
      <w:r>
        <w:t>о доходах, об имуществе и обязательствах имущественного характера муниципальных служащих Администрации города Шахты и членов их семей за период с 01 января по 31 декабря 2014 года.</w:t>
      </w:r>
    </w:p>
    <w:p w:rsidR="006450B2" w:rsidRPr="00723859" w:rsidRDefault="006450B2" w:rsidP="00693D74">
      <w:pPr>
        <w:pStyle w:val="Header"/>
        <w:jc w:val="center"/>
      </w:pPr>
    </w:p>
    <w:tbl>
      <w:tblPr>
        <w:tblW w:w="1620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1984"/>
        <w:gridCol w:w="1276"/>
        <w:gridCol w:w="1134"/>
        <w:gridCol w:w="776"/>
        <w:gridCol w:w="933"/>
        <w:gridCol w:w="1162"/>
        <w:gridCol w:w="816"/>
        <w:gridCol w:w="933"/>
        <w:gridCol w:w="1759"/>
        <w:gridCol w:w="1752"/>
        <w:gridCol w:w="985"/>
      </w:tblGrid>
      <w:tr w:rsidR="006450B2" w:rsidTr="00FE444F">
        <w:trPr>
          <w:cantSplit/>
          <w:trHeight w:val="1408"/>
        </w:trPr>
        <w:tc>
          <w:tcPr>
            <w:tcW w:w="709" w:type="dxa"/>
            <w:vMerge w:val="restart"/>
            <w:vAlign w:val="center"/>
          </w:tcPr>
          <w:p w:rsidR="006450B2" w:rsidRPr="006923CF" w:rsidRDefault="006450B2" w:rsidP="00FE444F">
            <w:pPr>
              <w:jc w:val="center"/>
            </w:pPr>
          </w:p>
          <w:p w:rsidR="006450B2" w:rsidRDefault="006450B2" w:rsidP="00FE444F">
            <w:pPr>
              <w:jc w:val="center"/>
            </w:pPr>
            <w:r>
              <w:t>№</w:t>
            </w:r>
          </w:p>
          <w:p w:rsidR="006450B2" w:rsidRPr="00723859" w:rsidRDefault="006450B2" w:rsidP="00FE444F">
            <w:pPr>
              <w:jc w:val="center"/>
            </w:pPr>
            <w: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6450B2" w:rsidRDefault="006450B2" w:rsidP="00FE444F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6450B2" w:rsidRDefault="006450B2" w:rsidP="00FE444F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6450B2" w:rsidRDefault="006450B2" w:rsidP="00FE444F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6450B2" w:rsidRDefault="006450B2" w:rsidP="00FE444F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752" w:type="dxa"/>
            <w:vMerge w:val="restart"/>
            <w:textDirection w:val="btLr"/>
            <w:vAlign w:val="center"/>
          </w:tcPr>
          <w:p w:rsidR="006450B2" w:rsidRDefault="006450B2" w:rsidP="00FE444F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6450B2" w:rsidRPr="00C428D7" w:rsidRDefault="006450B2" w:rsidP="00FE444F">
            <w:pPr>
              <w:ind w:left="113" w:right="113"/>
              <w:jc w:val="center"/>
            </w:pPr>
            <w: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footnoteReference w:id="1"/>
            </w:r>
          </w:p>
        </w:tc>
      </w:tr>
      <w:tr w:rsidR="006450B2" w:rsidTr="00FE444F">
        <w:trPr>
          <w:cantSplit/>
          <w:trHeight w:val="1830"/>
        </w:trPr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  <w:vMerge/>
          </w:tcPr>
          <w:p w:rsidR="006450B2" w:rsidRDefault="006450B2" w:rsidP="00FE444F"/>
        </w:tc>
        <w:tc>
          <w:tcPr>
            <w:tcW w:w="1984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6450B2" w:rsidRDefault="006450B2" w:rsidP="00FE444F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450B2" w:rsidRDefault="006450B2" w:rsidP="00FE444F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6450B2" w:rsidRPr="00D76F9F" w:rsidRDefault="006450B2" w:rsidP="00FE444F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6450B2" w:rsidRDefault="006450B2" w:rsidP="00FE444F">
            <w:pPr>
              <w:jc w:val="center"/>
            </w:pPr>
            <w:r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6450B2" w:rsidRDefault="006450B2" w:rsidP="00FE444F">
            <w:pPr>
              <w:jc w:val="center"/>
            </w:pPr>
            <w:r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6450B2" w:rsidRDefault="006450B2" w:rsidP="00FE444F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6450B2" w:rsidRDefault="006450B2" w:rsidP="00FE444F">
            <w:pPr>
              <w:ind w:left="113" w:right="113"/>
              <w:jc w:val="center"/>
            </w:pPr>
            <w:r w:rsidRPr="000A5C00">
              <w:t>Площадь</w:t>
            </w:r>
          </w:p>
          <w:p w:rsidR="006450B2" w:rsidRDefault="006450B2" w:rsidP="00FE444F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6450B2" w:rsidRDefault="006450B2" w:rsidP="00FE444F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6450B2" w:rsidRDefault="006450B2" w:rsidP="00FE444F">
            <w:pPr>
              <w:ind w:left="113" w:right="113"/>
              <w:jc w:val="center"/>
            </w:pPr>
          </w:p>
        </w:tc>
        <w:tc>
          <w:tcPr>
            <w:tcW w:w="1759" w:type="dxa"/>
            <w:vMerge/>
          </w:tcPr>
          <w:p w:rsidR="006450B2" w:rsidRDefault="006450B2" w:rsidP="00FE444F"/>
        </w:tc>
        <w:tc>
          <w:tcPr>
            <w:tcW w:w="1752" w:type="dxa"/>
            <w:vMerge/>
          </w:tcPr>
          <w:p w:rsidR="006450B2" w:rsidRDefault="006450B2" w:rsidP="00FE444F"/>
        </w:tc>
        <w:tc>
          <w:tcPr>
            <w:tcW w:w="985" w:type="dxa"/>
            <w:vMerge/>
          </w:tcPr>
          <w:p w:rsidR="006450B2" w:rsidRDefault="006450B2" w:rsidP="00FE444F"/>
        </w:tc>
      </w:tr>
      <w:tr w:rsidR="006450B2" w:rsidTr="00FE444F">
        <w:tc>
          <w:tcPr>
            <w:tcW w:w="709" w:type="dxa"/>
            <w:vMerge w:val="restart"/>
          </w:tcPr>
          <w:p w:rsidR="006450B2" w:rsidRDefault="006450B2" w:rsidP="00FE444F">
            <w:r>
              <w:t>1.</w:t>
            </w:r>
          </w:p>
        </w:tc>
        <w:tc>
          <w:tcPr>
            <w:tcW w:w="1985" w:type="dxa"/>
            <w:vMerge w:val="restart"/>
          </w:tcPr>
          <w:p w:rsidR="006450B2" w:rsidRDefault="006450B2" w:rsidP="00FE444F">
            <w:pPr>
              <w:jc w:val="center"/>
            </w:pPr>
            <w:r>
              <w:t>Федосеев Сергей Владимирович</w:t>
            </w:r>
          </w:p>
        </w:tc>
        <w:tc>
          <w:tcPr>
            <w:tcW w:w="1984" w:type="dxa"/>
            <w:vMerge w:val="restart"/>
          </w:tcPr>
          <w:p w:rsidR="006450B2" w:rsidRDefault="006450B2" w:rsidP="00FE444F">
            <w:pPr>
              <w:jc w:val="center"/>
            </w:pPr>
            <w:r>
              <w:t xml:space="preserve">Директор </w:t>
            </w:r>
          </w:p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50,0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50,5</w:t>
            </w:r>
          </w:p>
        </w:tc>
        <w:tc>
          <w:tcPr>
            <w:tcW w:w="933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Россия</w:t>
            </w:r>
          </w:p>
          <w:p w:rsidR="006450B2" w:rsidRDefault="006450B2" w:rsidP="00AD3736"/>
        </w:tc>
        <w:tc>
          <w:tcPr>
            <w:tcW w:w="1759" w:type="dxa"/>
            <w:vMerge w:val="restart"/>
            <w:vAlign w:val="center"/>
          </w:tcPr>
          <w:p w:rsidR="006450B2" w:rsidRPr="000C23FA" w:rsidRDefault="006450B2" w:rsidP="00FE444F">
            <w:pPr>
              <w:jc w:val="center"/>
            </w:pPr>
            <w:r>
              <w:t xml:space="preserve">Автомобиль </w:t>
            </w:r>
          </w:p>
          <w:p w:rsidR="006450B2" w:rsidRDefault="006450B2" w:rsidP="00FE444F">
            <w:pPr>
              <w:jc w:val="center"/>
            </w:pPr>
            <w:r>
              <w:t>Ниссан Кашкай</w:t>
            </w:r>
          </w:p>
        </w:tc>
        <w:tc>
          <w:tcPr>
            <w:tcW w:w="1752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 w:rsidRPr="00A2422D">
              <w:t>939839,32</w:t>
            </w:r>
          </w:p>
        </w:tc>
        <w:tc>
          <w:tcPr>
            <w:tcW w:w="985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</w:tr>
      <w:tr w:rsidR="006450B2" w:rsidTr="00FE444F"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  <w:vMerge/>
          </w:tcPr>
          <w:p w:rsidR="006450B2" w:rsidRDefault="006450B2" w:rsidP="00FE444F"/>
        </w:tc>
        <w:tc>
          <w:tcPr>
            <w:tcW w:w="1984" w:type="dxa"/>
            <w:vMerge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Земель-ный участок под гаражом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24,0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  <w:vMerge/>
          </w:tcPr>
          <w:p w:rsidR="006450B2" w:rsidRDefault="006450B2" w:rsidP="00FE444F"/>
        </w:tc>
        <w:tc>
          <w:tcPr>
            <w:tcW w:w="1984" w:type="dxa"/>
            <w:vMerge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20,40</w:t>
            </w:r>
          </w:p>
        </w:tc>
        <w:tc>
          <w:tcPr>
            <w:tcW w:w="933" w:type="dxa"/>
            <w:vAlign w:val="center"/>
          </w:tcPr>
          <w:p w:rsidR="006450B2" w:rsidRPr="000F5E30" w:rsidRDefault="006450B2" w:rsidP="00FE444F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:rsidR="006450B2" w:rsidRPr="00AF2BC3" w:rsidRDefault="006450B2" w:rsidP="00FE444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6450B2" w:rsidRPr="000F5E30" w:rsidRDefault="006450B2" w:rsidP="00FE444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rPr>
          <w:trHeight w:val="550"/>
        </w:trPr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  <w:vMerge w:val="restart"/>
          </w:tcPr>
          <w:p w:rsidR="006450B2" w:rsidRDefault="006450B2" w:rsidP="00FE444F">
            <w:r>
              <w:t xml:space="preserve">Супруга </w:t>
            </w:r>
          </w:p>
          <w:p w:rsidR="006450B2" w:rsidRDefault="006450B2" w:rsidP="00FE444F"/>
        </w:tc>
        <w:tc>
          <w:tcPr>
            <w:tcW w:w="1984" w:type="dxa"/>
            <w:vMerge w:val="restart"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долевая</w:t>
            </w:r>
          </w:p>
          <w:p w:rsidR="006450B2" w:rsidRDefault="006450B2" w:rsidP="00FE444F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50,5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 w:rsidRPr="00AF2BC3">
              <w:t>квартира</w:t>
            </w:r>
          </w:p>
          <w:p w:rsidR="006450B2" w:rsidRDefault="006450B2" w:rsidP="00FE444F">
            <w:pPr>
              <w:jc w:val="center"/>
            </w:pPr>
            <w:r>
              <w:t>2/3</w:t>
            </w:r>
          </w:p>
        </w:tc>
        <w:tc>
          <w:tcPr>
            <w:tcW w:w="816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</w:p>
          <w:p w:rsidR="006450B2" w:rsidRDefault="006450B2" w:rsidP="00FE444F">
            <w:pPr>
              <w:jc w:val="center"/>
            </w:pPr>
            <w:r>
              <w:t>50,5</w:t>
            </w:r>
          </w:p>
          <w:p w:rsidR="006450B2" w:rsidRDefault="006450B2" w:rsidP="00FE444F">
            <w:pPr>
              <w:jc w:val="center"/>
            </w:pPr>
          </w:p>
          <w:p w:rsidR="006450B2" w:rsidRDefault="006450B2" w:rsidP="00FE444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 w:rsidRPr="00A2422D">
              <w:t>4416,09</w:t>
            </w:r>
          </w:p>
        </w:tc>
        <w:tc>
          <w:tcPr>
            <w:tcW w:w="985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</w:tr>
      <w:tr w:rsidR="006450B2" w:rsidTr="00FE444F"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  <w:vMerge/>
          </w:tcPr>
          <w:p w:rsidR="006450B2" w:rsidRDefault="006450B2" w:rsidP="00FE444F"/>
        </w:tc>
        <w:tc>
          <w:tcPr>
            <w:tcW w:w="1984" w:type="dxa"/>
            <w:vMerge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</w:p>
          <w:p w:rsidR="006450B2" w:rsidRDefault="006450B2" w:rsidP="00FE444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</w:tcPr>
          <w:p w:rsidR="006450B2" w:rsidRDefault="006450B2" w:rsidP="00FE444F">
            <w:r>
              <w:t>несовершеннолетний ребенок</w:t>
            </w:r>
          </w:p>
        </w:tc>
        <w:tc>
          <w:tcPr>
            <w:tcW w:w="1984" w:type="dxa"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6450B2" w:rsidRDefault="006450B2" w:rsidP="00FE444F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6450B2" w:rsidRDefault="006450B2" w:rsidP="00FE444F">
            <w:pPr>
              <w:jc w:val="center"/>
            </w:pPr>
            <w:r>
              <w:t>50,</w:t>
            </w:r>
            <w:bookmarkStart w:id="0" w:name="_GoBack"/>
            <w:bookmarkEnd w:id="0"/>
            <w:r>
              <w:t>5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6450B2" w:rsidRDefault="006450B2" w:rsidP="00FE444F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6450B2" w:rsidRDefault="006450B2" w:rsidP="00FE444F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</w:tr>
      <w:tr w:rsidR="006450B2" w:rsidTr="00FE444F">
        <w:tc>
          <w:tcPr>
            <w:tcW w:w="709" w:type="dxa"/>
            <w:vMerge w:val="restart"/>
          </w:tcPr>
          <w:p w:rsidR="006450B2" w:rsidRDefault="006450B2" w:rsidP="00FE444F">
            <w:r>
              <w:t>2.</w:t>
            </w:r>
          </w:p>
        </w:tc>
        <w:tc>
          <w:tcPr>
            <w:tcW w:w="1985" w:type="dxa"/>
          </w:tcPr>
          <w:p w:rsidR="006450B2" w:rsidRPr="00E37260" w:rsidRDefault="006450B2" w:rsidP="00FE444F">
            <w:pPr>
              <w:jc w:val="center"/>
            </w:pPr>
            <w:r>
              <w:t>Алексеенко Владлен Валерьевич</w:t>
            </w:r>
          </w:p>
        </w:tc>
        <w:tc>
          <w:tcPr>
            <w:tcW w:w="1984" w:type="dxa"/>
          </w:tcPr>
          <w:p w:rsidR="006450B2" w:rsidRDefault="006450B2" w:rsidP="00FE444F">
            <w:pPr>
              <w:jc w:val="center"/>
            </w:pPr>
          </w:p>
          <w:p w:rsidR="006450B2" w:rsidRPr="00E37260" w:rsidRDefault="006450B2" w:rsidP="00FE444F">
            <w:pPr>
              <w:jc w:val="center"/>
            </w:pPr>
            <w:r>
              <w:t>Заместитель директора</w:t>
            </w:r>
          </w:p>
        </w:tc>
        <w:tc>
          <w:tcPr>
            <w:tcW w:w="1276" w:type="dxa"/>
            <w:vAlign w:val="center"/>
          </w:tcPr>
          <w:p w:rsidR="006450B2" w:rsidRPr="00AF2BC3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6450B2" w:rsidRPr="00AF2BC3" w:rsidRDefault="006450B2" w:rsidP="00FE444F">
            <w:pPr>
              <w:jc w:val="center"/>
            </w:pPr>
            <w:r>
              <w:t xml:space="preserve">квартира  </w:t>
            </w:r>
          </w:p>
        </w:tc>
        <w:tc>
          <w:tcPr>
            <w:tcW w:w="816" w:type="dxa"/>
            <w:vAlign w:val="center"/>
          </w:tcPr>
          <w:p w:rsidR="006450B2" w:rsidRDefault="006450B2" w:rsidP="00FE444F">
            <w:pPr>
              <w:jc w:val="center"/>
            </w:pPr>
            <w:r>
              <w:t>46,47</w:t>
            </w:r>
          </w:p>
        </w:tc>
        <w:tc>
          <w:tcPr>
            <w:tcW w:w="933" w:type="dxa"/>
            <w:vAlign w:val="center"/>
          </w:tcPr>
          <w:p w:rsidR="006450B2" w:rsidRDefault="006450B2" w:rsidP="009C3E0A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</w:tcPr>
          <w:p w:rsidR="006450B2" w:rsidRDefault="006450B2" w:rsidP="00FE444F">
            <w:pPr>
              <w:jc w:val="center"/>
            </w:pPr>
          </w:p>
          <w:p w:rsidR="006450B2" w:rsidRPr="00E37260" w:rsidRDefault="006450B2" w:rsidP="00FE444F">
            <w:pPr>
              <w:jc w:val="center"/>
            </w:pPr>
            <w:r>
              <w:t>Автомобиль легковой Хендай Туссан</w:t>
            </w:r>
          </w:p>
        </w:tc>
        <w:tc>
          <w:tcPr>
            <w:tcW w:w="1752" w:type="dxa"/>
            <w:vAlign w:val="center"/>
          </w:tcPr>
          <w:p w:rsidR="006450B2" w:rsidRDefault="006450B2" w:rsidP="00FE444F">
            <w:pPr>
              <w:jc w:val="center"/>
            </w:pPr>
            <w:r>
              <w:t>719876,57</w:t>
            </w:r>
          </w:p>
        </w:tc>
        <w:tc>
          <w:tcPr>
            <w:tcW w:w="985" w:type="dxa"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  <w:vMerge w:val="restart"/>
          </w:tcPr>
          <w:p w:rsidR="006450B2" w:rsidRDefault="006450B2" w:rsidP="00FE444F">
            <w:r>
              <w:t xml:space="preserve">Супруга </w:t>
            </w:r>
          </w:p>
        </w:tc>
        <w:tc>
          <w:tcPr>
            <w:tcW w:w="1984" w:type="dxa"/>
            <w:vMerge w:val="restart"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Pr="00AF2BC3" w:rsidRDefault="006450B2" w:rsidP="00FE444F">
            <w:pPr>
              <w:jc w:val="center"/>
            </w:pPr>
            <w:r>
              <w:t xml:space="preserve">Квартира  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46,47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6450B2" w:rsidRPr="00AF2BC3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816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6450B2" w:rsidRPr="000F5E30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  <w:r>
              <w:t>677603,96</w:t>
            </w:r>
          </w:p>
        </w:tc>
        <w:tc>
          <w:tcPr>
            <w:tcW w:w="985" w:type="dxa"/>
            <w:vMerge w:val="restart"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  <w:vMerge/>
          </w:tcPr>
          <w:p w:rsidR="006450B2" w:rsidRDefault="006450B2" w:rsidP="00FE444F"/>
        </w:tc>
        <w:tc>
          <w:tcPr>
            <w:tcW w:w="1984" w:type="dxa"/>
            <w:vMerge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Долевая</w:t>
            </w:r>
          </w:p>
          <w:p w:rsidR="006450B2" w:rsidRDefault="006450B2" w:rsidP="00FE444F">
            <w:pPr>
              <w:jc w:val="center"/>
            </w:pPr>
            <w:r>
              <w:t>2,895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137990,0</w:t>
            </w:r>
          </w:p>
        </w:tc>
        <w:tc>
          <w:tcPr>
            <w:tcW w:w="933" w:type="dxa"/>
            <w:vAlign w:val="center"/>
          </w:tcPr>
          <w:p w:rsidR="006450B2" w:rsidRPr="000F5E30" w:rsidRDefault="006450B2" w:rsidP="00FE444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6450B2" w:rsidRPr="00AF2BC3" w:rsidRDefault="006450B2" w:rsidP="00FE444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6450B2" w:rsidRPr="000F5E30" w:rsidRDefault="006450B2" w:rsidP="00FE444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  <w:vMerge/>
          </w:tcPr>
          <w:p w:rsidR="006450B2" w:rsidRDefault="006450B2" w:rsidP="00FE444F"/>
        </w:tc>
        <w:tc>
          <w:tcPr>
            <w:tcW w:w="1984" w:type="dxa"/>
            <w:vMerge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Pr="00AF2BC3" w:rsidRDefault="006450B2" w:rsidP="00FE444F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6450B2" w:rsidRDefault="006450B2" w:rsidP="00153552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24,0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6450B2" w:rsidRPr="00AF2BC3" w:rsidRDefault="006450B2" w:rsidP="00FE444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6450B2" w:rsidRPr="000F5E30" w:rsidRDefault="006450B2" w:rsidP="00FE444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</w:tcPr>
          <w:p w:rsidR="006450B2" w:rsidRDefault="006450B2" w:rsidP="00FE444F">
            <w:r>
              <w:t>3.</w:t>
            </w:r>
          </w:p>
        </w:tc>
        <w:tc>
          <w:tcPr>
            <w:tcW w:w="1985" w:type="dxa"/>
          </w:tcPr>
          <w:p w:rsidR="006450B2" w:rsidRDefault="006450B2" w:rsidP="00FE444F">
            <w:r>
              <w:t>Баталина Ирина Николаевна</w:t>
            </w:r>
          </w:p>
        </w:tc>
        <w:tc>
          <w:tcPr>
            <w:tcW w:w="1984" w:type="dxa"/>
          </w:tcPr>
          <w:p w:rsidR="006450B2" w:rsidRDefault="006450B2" w:rsidP="00FE444F">
            <w:r>
              <w:t>Заместитель директора</w:t>
            </w:r>
          </w:p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6450B2" w:rsidRPr="00AF2BC3" w:rsidRDefault="006450B2" w:rsidP="00FE444F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6450B2" w:rsidRDefault="006450B2" w:rsidP="00FE444F">
            <w:pPr>
              <w:jc w:val="center"/>
            </w:pPr>
            <w:r>
              <w:t>29,2</w:t>
            </w:r>
          </w:p>
        </w:tc>
        <w:tc>
          <w:tcPr>
            <w:tcW w:w="933" w:type="dxa"/>
            <w:vAlign w:val="center"/>
          </w:tcPr>
          <w:p w:rsidR="006450B2" w:rsidRPr="000F5E30" w:rsidRDefault="006450B2" w:rsidP="00FE444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6450B2" w:rsidRDefault="006450B2" w:rsidP="00FE444F">
            <w:pPr>
              <w:jc w:val="center"/>
            </w:pPr>
            <w:r>
              <w:t>Автомобиль Пежо-308</w:t>
            </w:r>
          </w:p>
        </w:tc>
        <w:tc>
          <w:tcPr>
            <w:tcW w:w="1752" w:type="dxa"/>
            <w:vAlign w:val="center"/>
          </w:tcPr>
          <w:p w:rsidR="006450B2" w:rsidRDefault="006450B2" w:rsidP="00FE444F">
            <w:pPr>
              <w:jc w:val="center"/>
            </w:pPr>
            <w:r>
              <w:t>472750,0</w:t>
            </w:r>
          </w:p>
        </w:tc>
        <w:tc>
          <w:tcPr>
            <w:tcW w:w="985" w:type="dxa"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</w:tcPr>
          <w:p w:rsidR="006450B2" w:rsidRDefault="006450B2" w:rsidP="00FE444F">
            <w:r>
              <w:t xml:space="preserve">4. </w:t>
            </w:r>
          </w:p>
        </w:tc>
        <w:tc>
          <w:tcPr>
            <w:tcW w:w="1985" w:type="dxa"/>
          </w:tcPr>
          <w:p w:rsidR="006450B2" w:rsidRDefault="006450B2" w:rsidP="00FE444F">
            <w:r>
              <w:t>Семёнова Оксана Николаевна</w:t>
            </w:r>
          </w:p>
        </w:tc>
        <w:tc>
          <w:tcPr>
            <w:tcW w:w="1984" w:type="dxa"/>
          </w:tcPr>
          <w:p w:rsidR="006450B2" w:rsidRDefault="006450B2" w:rsidP="00FE444F">
            <w:r>
              <w:t>Главный специалист – бухгалтер</w:t>
            </w:r>
          </w:p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долевая</w:t>
            </w:r>
            <w:r w:rsidRPr="00A824D2">
              <w:rPr>
                <w:sz w:val="28"/>
                <w:szCs w:val="28"/>
              </w:rPr>
              <w:t xml:space="preserve">¼ 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55,7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6450B2" w:rsidRDefault="006450B2" w:rsidP="0053555F">
            <w:pPr>
              <w:jc w:val="center"/>
            </w:pPr>
            <w:r>
              <w:t>квартира</w:t>
            </w:r>
          </w:p>
          <w:p w:rsidR="006450B2" w:rsidRPr="00AF2BC3" w:rsidRDefault="006450B2" w:rsidP="0053555F">
            <w:pPr>
              <w:jc w:val="center"/>
            </w:pPr>
            <w:r>
              <w:t>3/4</w:t>
            </w:r>
          </w:p>
        </w:tc>
        <w:tc>
          <w:tcPr>
            <w:tcW w:w="816" w:type="dxa"/>
            <w:vAlign w:val="center"/>
          </w:tcPr>
          <w:p w:rsidR="006450B2" w:rsidRDefault="006450B2" w:rsidP="0053555F">
            <w:pPr>
              <w:jc w:val="center"/>
            </w:pPr>
            <w:r>
              <w:t>55,7</w:t>
            </w:r>
          </w:p>
        </w:tc>
        <w:tc>
          <w:tcPr>
            <w:tcW w:w="933" w:type="dxa"/>
            <w:vAlign w:val="center"/>
          </w:tcPr>
          <w:p w:rsidR="006450B2" w:rsidRDefault="006450B2" w:rsidP="0053555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6450B2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6450B2" w:rsidRDefault="006450B2" w:rsidP="00FE444F">
            <w:pPr>
              <w:jc w:val="center"/>
            </w:pPr>
            <w:r>
              <w:t>320615,17</w:t>
            </w:r>
          </w:p>
        </w:tc>
        <w:tc>
          <w:tcPr>
            <w:tcW w:w="985" w:type="dxa"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  <w:vMerge w:val="restart"/>
          </w:tcPr>
          <w:p w:rsidR="006450B2" w:rsidRDefault="006450B2" w:rsidP="00FE444F">
            <w:r>
              <w:t>5.</w:t>
            </w:r>
          </w:p>
          <w:p w:rsidR="006450B2" w:rsidRDefault="006450B2" w:rsidP="00FE444F"/>
        </w:tc>
        <w:tc>
          <w:tcPr>
            <w:tcW w:w="1985" w:type="dxa"/>
          </w:tcPr>
          <w:p w:rsidR="006450B2" w:rsidRDefault="006450B2" w:rsidP="00FE444F">
            <w:r>
              <w:t>Солянник Станислав Юрьевич</w:t>
            </w:r>
          </w:p>
        </w:tc>
        <w:tc>
          <w:tcPr>
            <w:tcW w:w="1984" w:type="dxa"/>
          </w:tcPr>
          <w:p w:rsidR="006450B2" w:rsidRDefault="006450B2" w:rsidP="00FE444F">
            <w: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6450B2" w:rsidRPr="00AF2BC3" w:rsidRDefault="006450B2" w:rsidP="00FE444F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6450B2" w:rsidRDefault="006450B2" w:rsidP="00FE444F">
            <w:pPr>
              <w:jc w:val="center"/>
            </w:pPr>
            <w:r>
              <w:t>67,0</w:t>
            </w:r>
          </w:p>
        </w:tc>
        <w:tc>
          <w:tcPr>
            <w:tcW w:w="933" w:type="dxa"/>
            <w:vAlign w:val="center"/>
          </w:tcPr>
          <w:p w:rsidR="006450B2" w:rsidRPr="000F5E30" w:rsidRDefault="006450B2" w:rsidP="00FE444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6450B2" w:rsidRDefault="006450B2" w:rsidP="00FE444F">
            <w:pPr>
              <w:jc w:val="center"/>
            </w:pPr>
            <w:r>
              <w:t>Автомобили:</w:t>
            </w:r>
          </w:p>
          <w:p w:rsidR="006450B2" w:rsidRDefault="006450B2" w:rsidP="00FE444F">
            <w:pPr>
              <w:jc w:val="center"/>
            </w:pPr>
            <w:r>
              <w:t>Дэу нексия,</w:t>
            </w:r>
          </w:p>
          <w:p w:rsidR="006450B2" w:rsidRDefault="006450B2" w:rsidP="00FE444F">
            <w:pPr>
              <w:jc w:val="center"/>
            </w:pPr>
            <w:r>
              <w:t>ВАЗ-2115</w:t>
            </w:r>
          </w:p>
        </w:tc>
        <w:tc>
          <w:tcPr>
            <w:tcW w:w="1752" w:type="dxa"/>
            <w:vAlign w:val="center"/>
          </w:tcPr>
          <w:p w:rsidR="006450B2" w:rsidRDefault="006450B2" w:rsidP="00FE444F">
            <w:pPr>
              <w:jc w:val="center"/>
            </w:pPr>
            <w:r>
              <w:t>245316,07</w:t>
            </w:r>
          </w:p>
        </w:tc>
        <w:tc>
          <w:tcPr>
            <w:tcW w:w="985" w:type="dxa"/>
            <w:vAlign w:val="center"/>
          </w:tcPr>
          <w:p w:rsidR="006450B2" w:rsidRDefault="006450B2" w:rsidP="00FE444F">
            <w:pPr>
              <w:jc w:val="center"/>
            </w:pPr>
          </w:p>
        </w:tc>
      </w:tr>
      <w:tr w:rsidR="006450B2" w:rsidTr="00FE444F">
        <w:tc>
          <w:tcPr>
            <w:tcW w:w="709" w:type="dxa"/>
            <w:vMerge/>
          </w:tcPr>
          <w:p w:rsidR="006450B2" w:rsidRDefault="006450B2" w:rsidP="00FE444F"/>
        </w:tc>
        <w:tc>
          <w:tcPr>
            <w:tcW w:w="1985" w:type="dxa"/>
          </w:tcPr>
          <w:p w:rsidR="006450B2" w:rsidRDefault="006450B2" w:rsidP="00EC2926">
            <w:r>
              <w:t>несовершеннолетний ребенок</w:t>
            </w:r>
          </w:p>
        </w:tc>
        <w:tc>
          <w:tcPr>
            <w:tcW w:w="1984" w:type="dxa"/>
          </w:tcPr>
          <w:p w:rsidR="006450B2" w:rsidRDefault="006450B2" w:rsidP="00FE444F"/>
        </w:tc>
        <w:tc>
          <w:tcPr>
            <w:tcW w:w="1276" w:type="dxa"/>
            <w:vAlign w:val="center"/>
          </w:tcPr>
          <w:p w:rsidR="006450B2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6450B2" w:rsidRDefault="006450B2" w:rsidP="00FE444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6450B2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6450B2" w:rsidRDefault="006450B2" w:rsidP="00FE444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6450B2" w:rsidRDefault="006450B2" w:rsidP="00FE444F">
            <w:pPr>
              <w:jc w:val="center"/>
            </w:pPr>
          </w:p>
        </w:tc>
      </w:tr>
    </w:tbl>
    <w:p w:rsidR="006450B2" w:rsidRDefault="006450B2" w:rsidP="00693D74"/>
    <w:p w:rsidR="006450B2" w:rsidRDefault="006450B2"/>
    <w:p w:rsidR="006450B2" w:rsidRDefault="006450B2"/>
    <w:p w:rsidR="006450B2" w:rsidRDefault="006450B2" w:rsidP="00A824D2">
      <w:pPr>
        <w:jc w:val="center"/>
      </w:pPr>
      <w:r>
        <w:t>Директор ДФРиС                                                                                      Федосеев С.В.</w:t>
      </w: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Pr="00493594" w:rsidRDefault="006450B2" w:rsidP="00493594">
      <w:pPr>
        <w:jc w:val="right"/>
      </w:pPr>
      <w:r w:rsidRPr="00493594">
        <w:t>Приложение №2</w:t>
      </w:r>
    </w:p>
    <w:p w:rsidR="006450B2" w:rsidRPr="00493594" w:rsidRDefault="006450B2" w:rsidP="00493594">
      <w:pPr>
        <w:jc w:val="center"/>
      </w:pPr>
      <w:r w:rsidRPr="00493594">
        <w:t>Сведения</w:t>
      </w:r>
    </w:p>
    <w:p w:rsidR="006450B2" w:rsidRPr="00493594" w:rsidRDefault="006450B2" w:rsidP="00493594">
      <w:pPr>
        <w:jc w:val="center"/>
      </w:pPr>
      <w:r w:rsidRPr="00493594">
        <w:t>о доходах, об имуществе и обязательствах имущественного характера директора МБУ ДО «Детско-юношеская спортивная школа №5»</w:t>
      </w:r>
    </w:p>
    <w:p w:rsidR="006450B2" w:rsidRPr="00493594" w:rsidRDefault="006450B2" w:rsidP="00493594">
      <w:pPr>
        <w:jc w:val="center"/>
      </w:pPr>
      <w:r w:rsidRPr="00493594">
        <w:t>г. Шахты Ростовской области и членов его семьи за период с 01 января по 31 декабря 2014 года.</w:t>
      </w:r>
    </w:p>
    <w:p w:rsidR="006450B2" w:rsidRPr="00493594" w:rsidRDefault="006450B2" w:rsidP="00493594"/>
    <w:tbl>
      <w:tblPr>
        <w:tblW w:w="1620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1984"/>
        <w:gridCol w:w="1276"/>
        <w:gridCol w:w="1134"/>
        <w:gridCol w:w="776"/>
        <w:gridCol w:w="933"/>
        <w:gridCol w:w="1162"/>
        <w:gridCol w:w="816"/>
        <w:gridCol w:w="933"/>
        <w:gridCol w:w="1759"/>
        <w:gridCol w:w="1752"/>
        <w:gridCol w:w="985"/>
      </w:tblGrid>
      <w:tr w:rsidR="006450B2" w:rsidRPr="00493594" w:rsidTr="00556B48">
        <w:trPr>
          <w:cantSplit/>
          <w:trHeight w:val="1408"/>
        </w:trPr>
        <w:tc>
          <w:tcPr>
            <w:tcW w:w="709" w:type="dxa"/>
            <w:vMerge w:val="restart"/>
            <w:vAlign w:val="center"/>
          </w:tcPr>
          <w:p w:rsidR="006450B2" w:rsidRPr="00493594" w:rsidRDefault="006450B2" w:rsidP="00493594"/>
          <w:p w:rsidR="006450B2" w:rsidRPr="00493594" w:rsidRDefault="006450B2" w:rsidP="00493594">
            <w:r w:rsidRPr="00493594">
              <w:t>№</w:t>
            </w:r>
          </w:p>
          <w:p w:rsidR="006450B2" w:rsidRPr="00493594" w:rsidRDefault="006450B2" w:rsidP="00493594">
            <w:r w:rsidRPr="00493594"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6450B2" w:rsidRPr="00493594" w:rsidRDefault="006450B2" w:rsidP="00493594">
            <w:r w:rsidRPr="00493594"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6450B2" w:rsidRPr="00493594" w:rsidRDefault="006450B2" w:rsidP="00493594">
            <w:r w:rsidRPr="00493594"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6450B2" w:rsidRPr="00493594" w:rsidRDefault="006450B2" w:rsidP="00493594">
            <w:r w:rsidRPr="00493594"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6450B2" w:rsidRPr="00493594" w:rsidRDefault="006450B2" w:rsidP="00493594">
            <w:r w:rsidRPr="00493594"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6450B2" w:rsidRPr="00493594" w:rsidRDefault="006450B2" w:rsidP="00493594">
            <w:r w:rsidRPr="00493594">
              <w:t>Транспортные средства (вид, марка)</w:t>
            </w:r>
          </w:p>
        </w:tc>
        <w:tc>
          <w:tcPr>
            <w:tcW w:w="1752" w:type="dxa"/>
            <w:vMerge w:val="restart"/>
            <w:textDirection w:val="btLr"/>
            <w:vAlign w:val="center"/>
          </w:tcPr>
          <w:p w:rsidR="006450B2" w:rsidRPr="00493594" w:rsidRDefault="006450B2" w:rsidP="00493594">
            <w:r w:rsidRPr="00493594">
              <w:t>Декларированный годовой доход (руб.)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6450B2" w:rsidRPr="00493594" w:rsidRDefault="006450B2" w:rsidP="00493594">
            <w:r w:rsidRPr="00493594">
              <w:t>Сведения об источниках получения средств, за счет которых совершена сделка</w:t>
            </w:r>
            <w:r w:rsidRPr="00493594">
              <w:rPr>
                <w:vertAlign w:val="superscript"/>
              </w:rPr>
              <w:footnoteReference w:id="2"/>
            </w:r>
          </w:p>
        </w:tc>
      </w:tr>
      <w:tr w:rsidR="006450B2" w:rsidRPr="00493594" w:rsidTr="00556B48">
        <w:trPr>
          <w:cantSplit/>
          <w:trHeight w:val="1830"/>
        </w:trPr>
        <w:tc>
          <w:tcPr>
            <w:tcW w:w="709" w:type="dxa"/>
            <w:vMerge/>
          </w:tcPr>
          <w:p w:rsidR="006450B2" w:rsidRPr="00493594" w:rsidRDefault="006450B2" w:rsidP="00493594"/>
        </w:tc>
        <w:tc>
          <w:tcPr>
            <w:tcW w:w="1985" w:type="dxa"/>
            <w:vMerge/>
          </w:tcPr>
          <w:p w:rsidR="006450B2" w:rsidRPr="00493594" w:rsidRDefault="006450B2" w:rsidP="00493594"/>
        </w:tc>
        <w:tc>
          <w:tcPr>
            <w:tcW w:w="1984" w:type="dxa"/>
            <w:vMerge/>
            <w:vAlign w:val="center"/>
          </w:tcPr>
          <w:p w:rsidR="006450B2" w:rsidRPr="00493594" w:rsidRDefault="006450B2" w:rsidP="00493594"/>
        </w:tc>
        <w:tc>
          <w:tcPr>
            <w:tcW w:w="1276" w:type="dxa"/>
            <w:textDirection w:val="btLr"/>
            <w:vAlign w:val="center"/>
          </w:tcPr>
          <w:p w:rsidR="006450B2" w:rsidRPr="00493594" w:rsidRDefault="006450B2" w:rsidP="00493594">
            <w:r w:rsidRPr="00493594"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450B2" w:rsidRPr="00493594" w:rsidRDefault="006450B2" w:rsidP="00493594">
            <w:r w:rsidRPr="00493594"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6450B2" w:rsidRPr="00493594" w:rsidRDefault="006450B2" w:rsidP="00493594">
            <w:pPr>
              <w:rPr>
                <w:lang w:val="en-US"/>
              </w:rPr>
            </w:pPr>
            <w:r w:rsidRPr="00493594">
              <w:t>Площадь</w:t>
            </w:r>
          </w:p>
          <w:p w:rsidR="006450B2" w:rsidRPr="00493594" w:rsidRDefault="006450B2" w:rsidP="00493594">
            <w:r w:rsidRPr="00493594"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6450B2" w:rsidRPr="00493594" w:rsidRDefault="006450B2" w:rsidP="00493594">
            <w:r w:rsidRPr="00493594"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6450B2" w:rsidRPr="00493594" w:rsidRDefault="006450B2" w:rsidP="00493594">
            <w:r w:rsidRPr="00493594"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6450B2" w:rsidRPr="00493594" w:rsidRDefault="006450B2" w:rsidP="00493594">
            <w:r w:rsidRPr="00493594">
              <w:t>Площадь</w:t>
            </w:r>
          </w:p>
          <w:p w:rsidR="006450B2" w:rsidRPr="00493594" w:rsidRDefault="006450B2" w:rsidP="00493594">
            <w:r w:rsidRPr="00493594"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6450B2" w:rsidRPr="00493594" w:rsidRDefault="006450B2" w:rsidP="00493594">
            <w:r w:rsidRPr="00493594">
              <w:t>Страна расположения</w:t>
            </w:r>
          </w:p>
          <w:p w:rsidR="006450B2" w:rsidRPr="00493594" w:rsidRDefault="006450B2" w:rsidP="00493594"/>
        </w:tc>
        <w:tc>
          <w:tcPr>
            <w:tcW w:w="1759" w:type="dxa"/>
            <w:vMerge/>
          </w:tcPr>
          <w:p w:rsidR="006450B2" w:rsidRPr="00493594" w:rsidRDefault="006450B2" w:rsidP="00493594"/>
        </w:tc>
        <w:tc>
          <w:tcPr>
            <w:tcW w:w="1752" w:type="dxa"/>
            <w:vMerge/>
          </w:tcPr>
          <w:p w:rsidR="006450B2" w:rsidRPr="00493594" w:rsidRDefault="006450B2" w:rsidP="00493594"/>
        </w:tc>
        <w:tc>
          <w:tcPr>
            <w:tcW w:w="985" w:type="dxa"/>
            <w:vMerge/>
          </w:tcPr>
          <w:p w:rsidR="006450B2" w:rsidRPr="00493594" w:rsidRDefault="006450B2" w:rsidP="00493594"/>
        </w:tc>
      </w:tr>
      <w:tr w:rsidR="006450B2" w:rsidRPr="00493594" w:rsidTr="00556B48">
        <w:trPr>
          <w:trHeight w:val="830"/>
        </w:trPr>
        <w:tc>
          <w:tcPr>
            <w:tcW w:w="709" w:type="dxa"/>
            <w:vMerge w:val="restart"/>
          </w:tcPr>
          <w:p w:rsidR="006450B2" w:rsidRPr="00493594" w:rsidRDefault="006450B2" w:rsidP="00493594">
            <w:r w:rsidRPr="00493594">
              <w:t>1.</w:t>
            </w:r>
          </w:p>
        </w:tc>
        <w:tc>
          <w:tcPr>
            <w:tcW w:w="1985" w:type="dxa"/>
          </w:tcPr>
          <w:p w:rsidR="006450B2" w:rsidRPr="00493594" w:rsidRDefault="006450B2" w:rsidP="00493594">
            <w:r w:rsidRPr="00493594">
              <w:t>Горский Юрий Юрьевич</w:t>
            </w:r>
          </w:p>
        </w:tc>
        <w:tc>
          <w:tcPr>
            <w:tcW w:w="1984" w:type="dxa"/>
          </w:tcPr>
          <w:p w:rsidR="006450B2" w:rsidRPr="00493594" w:rsidRDefault="006450B2" w:rsidP="00493594">
            <w:r w:rsidRPr="00493594">
              <w:t xml:space="preserve">Директор </w:t>
            </w:r>
          </w:p>
        </w:tc>
        <w:tc>
          <w:tcPr>
            <w:tcW w:w="1276" w:type="dxa"/>
            <w:vAlign w:val="center"/>
          </w:tcPr>
          <w:p w:rsidR="006450B2" w:rsidRPr="00493594" w:rsidRDefault="006450B2" w:rsidP="00493594">
            <w:r w:rsidRPr="00493594">
              <w:t>Жилой дом</w:t>
            </w:r>
          </w:p>
          <w:p w:rsidR="006450B2" w:rsidRPr="00493594" w:rsidRDefault="006450B2" w:rsidP="00493594"/>
        </w:tc>
        <w:tc>
          <w:tcPr>
            <w:tcW w:w="1134" w:type="dxa"/>
            <w:vAlign w:val="center"/>
          </w:tcPr>
          <w:p w:rsidR="006450B2" w:rsidRPr="00493594" w:rsidRDefault="006450B2" w:rsidP="00493594">
            <w:r w:rsidRPr="00493594">
              <w:t>долевая33,3%</w:t>
            </w:r>
          </w:p>
        </w:tc>
        <w:tc>
          <w:tcPr>
            <w:tcW w:w="776" w:type="dxa"/>
            <w:vAlign w:val="center"/>
          </w:tcPr>
          <w:p w:rsidR="006450B2" w:rsidRPr="00493594" w:rsidRDefault="006450B2" w:rsidP="00493594">
            <w:r w:rsidRPr="00493594">
              <w:t>55,8</w:t>
            </w:r>
          </w:p>
        </w:tc>
        <w:tc>
          <w:tcPr>
            <w:tcW w:w="933" w:type="dxa"/>
            <w:vAlign w:val="center"/>
          </w:tcPr>
          <w:p w:rsidR="006450B2" w:rsidRPr="00493594" w:rsidRDefault="006450B2" w:rsidP="00493594">
            <w:r w:rsidRPr="00493594">
              <w:t>Россия</w:t>
            </w:r>
          </w:p>
        </w:tc>
        <w:tc>
          <w:tcPr>
            <w:tcW w:w="1162" w:type="dxa"/>
            <w:vAlign w:val="center"/>
          </w:tcPr>
          <w:p w:rsidR="006450B2" w:rsidRPr="00493594" w:rsidRDefault="006450B2" w:rsidP="00493594">
            <w:r w:rsidRPr="00493594">
              <w:t>Жилой дом 66,7%</w:t>
            </w:r>
          </w:p>
        </w:tc>
        <w:tc>
          <w:tcPr>
            <w:tcW w:w="816" w:type="dxa"/>
            <w:vAlign w:val="center"/>
          </w:tcPr>
          <w:p w:rsidR="006450B2" w:rsidRPr="00493594" w:rsidRDefault="006450B2" w:rsidP="00493594">
            <w:r w:rsidRPr="00493594">
              <w:t>55,8</w:t>
            </w:r>
          </w:p>
        </w:tc>
        <w:tc>
          <w:tcPr>
            <w:tcW w:w="933" w:type="dxa"/>
            <w:vAlign w:val="center"/>
          </w:tcPr>
          <w:p w:rsidR="006450B2" w:rsidRPr="00493594" w:rsidRDefault="006450B2" w:rsidP="00493594">
            <w:r w:rsidRPr="00493594">
              <w:t>Россия</w:t>
            </w:r>
          </w:p>
          <w:p w:rsidR="006450B2" w:rsidRPr="00493594" w:rsidRDefault="006450B2" w:rsidP="00493594"/>
        </w:tc>
        <w:tc>
          <w:tcPr>
            <w:tcW w:w="1759" w:type="dxa"/>
            <w:vAlign w:val="center"/>
          </w:tcPr>
          <w:p w:rsidR="006450B2" w:rsidRPr="00493594" w:rsidRDefault="006450B2" w:rsidP="00493594">
            <w:r w:rsidRPr="00493594">
              <w:t>Автомобиль</w:t>
            </w:r>
          </w:p>
          <w:p w:rsidR="006450B2" w:rsidRPr="00493594" w:rsidRDefault="006450B2" w:rsidP="00493594">
            <w:r w:rsidRPr="00493594">
              <w:rPr>
                <w:lang w:val="en-US"/>
              </w:rPr>
              <w:t xml:space="preserve">Ford </w:t>
            </w:r>
            <w:r w:rsidRPr="00493594">
              <w:t xml:space="preserve"> </w:t>
            </w:r>
          </w:p>
          <w:p w:rsidR="006450B2" w:rsidRPr="00493594" w:rsidRDefault="006450B2" w:rsidP="00493594"/>
        </w:tc>
        <w:tc>
          <w:tcPr>
            <w:tcW w:w="1752" w:type="dxa"/>
            <w:vAlign w:val="center"/>
          </w:tcPr>
          <w:p w:rsidR="006450B2" w:rsidRPr="00493594" w:rsidRDefault="006450B2" w:rsidP="00493594">
            <w:r w:rsidRPr="00493594">
              <w:t>904583,31</w:t>
            </w:r>
          </w:p>
        </w:tc>
        <w:tc>
          <w:tcPr>
            <w:tcW w:w="985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</w:tr>
      <w:tr w:rsidR="006450B2" w:rsidRPr="00493594" w:rsidTr="00556B48">
        <w:trPr>
          <w:trHeight w:val="1105"/>
        </w:trPr>
        <w:tc>
          <w:tcPr>
            <w:tcW w:w="709" w:type="dxa"/>
            <w:vMerge/>
          </w:tcPr>
          <w:p w:rsidR="006450B2" w:rsidRPr="00493594" w:rsidRDefault="006450B2" w:rsidP="00493594"/>
        </w:tc>
        <w:tc>
          <w:tcPr>
            <w:tcW w:w="1985" w:type="dxa"/>
          </w:tcPr>
          <w:p w:rsidR="006450B2" w:rsidRPr="00493594" w:rsidRDefault="006450B2" w:rsidP="00493594">
            <w:r w:rsidRPr="00493594">
              <w:t xml:space="preserve">Супруга </w:t>
            </w:r>
          </w:p>
          <w:p w:rsidR="006450B2" w:rsidRPr="00493594" w:rsidRDefault="006450B2" w:rsidP="00493594"/>
        </w:tc>
        <w:tc>
          <w:tcPr>
            <w:tcW w:w="1984" w:type="dxa"/>
          </w:tcPr>
          <w:p w:rsidR="006450B2" w:rsidRPr="00493594" w:rsidRDefault="006450B2" w:rsidP="00493594"/>
        </w:tc>
        <w:tc>
          <w:tcPr>
            <w:tcW w:w="1276" w:type="dxa"/>
            <w:vAlign w:val="center"/>
          </w:tcPr>
          <w:p w:rsidR="006450B2" w:rsidRPr="00493594" w:rsidRDefault="006450B2" w:rsidP="00493594">
            <w:r w:rsidRPr="00493594">
              <w:t>Жилой дом</w:t>
            </w:r>
          </w:p>
          <w:p w:rsidR="006450B2" w:rsidRPr="00493594" w:rsidRDefault="006450B2" w:rsidP="00493594"/>
          <w:p w:rsidR="006450B2" w:rsidRPr="00493594" w:rsidRDefault="006450B2" w:rsidP="00493594"/>
        </w:tc>
        <w:tc>
          <w:tcPr>
            <w:tcW w:w="1134" w:type="dxa"/>
            <w:vAlign w:val="center"/>
          </w:tcPr>
          <w:p w:rsidR="006450B2" w:rsidRPr="00493594" w:rsidRDefault="006450B2" w:rsidP="00493594">
            <w:r w:rsidRPr="00493594">
              <w:t>долевая</w:t>
            </w:r>
          </w:p>
          <w:p w:rsidR="006450B2" w:rsidRPr="00493594" w:rsidRDefault="006450B2" w:rsidP="00493594">
            <w:r w:rsidRPr="00493594">
              <w:t>(1/3)</w:t>
            </w:r>
          </w:p>
        </w:tc>
        <w:tc>
          <w:tcPr>
            <w:tcW w:w="776" w:type="dxa"/>
            <w:vAlign w:val="center"/>
          </w:tcPr>
          <w:p w:rsidR="006450B2" w:rsidRPr="00493594" w:rsidRDefault="006450B2" w:rsidP="00493594">
            <w:r w:rsidRPr="00493594">
              <w:t>55,8</w:t>
            </w:r>
          </w:p>
        </w:tc>
        <w:tc>
          <w:tcPr>
            <w:tcW w:w="933" w:type="dxa"/>
            <w:vAlign w:val="center"/>
          </w:tcPr>
          <w:p w:rsidR="006450B2" w:rsidRPr="00493594" w:rsidRDefault="006450B2" w:rsidP="00493594">
            <w:r w:rsidRPr="00493594">
              <w:t>Россия</w:t>
            </w:r>
          </w:p>
        </w:tc>
        <w:tc>
          <w:tcPr>
            <w:tcW w:w="1162" w:type="dxa"/>
            <w:vAlign w:val="center"/>
          </w:tcPr>
          <w:p w:rsidR="006450B2" w:rsidRPr="00493594" w:rsidRDefault="006450B2" w:rsidP="00493594">
            <w:r w:rsidRPr="00493594">
              <w:t>Жилой дом</w:t>
            </w:r>
          </w:p>
          <w:p w:rsidR="006450B2" w:rsidRPr="00493594" w:rsidRDefault="006450B2" w:rsidP="00493594">
            <w:r w:rsidRPr="00493594">
              <w:t>2/3</w:t>
            </w:r>
          </w:p>
        </w:tc>
        <w:tc>
          <w:tcPr>
            <w:tcW w:w="816" w:type="dxa"/>
            <w:vAlign w:val="center"/>
          </w:tcPr>
          <w:p w:rsidR="006450B2" w:rsidRPr="00493594" w:rsidRDefault="006450B2" w:rsidP="00493594">
            <w:r w:rsidRPr="00493594">
              <w:t>55,8</w:t>
            </w:r>
          </w:p>
        </w:tc>
        <w:tc>
          <w:tcPr>
            <w:tcW w:w="933" w:type="dxa"/>
            <w:vAlign w:val="center"/>
          </w:tcPr>
          <w:p w:rsidR="006450B2" w:rsidRPr="00493594" w:rsidRDefault="006450B2" w:rsidP="00493594">
            <w:r w:rsidRPr="00493594">
              <w:t>Россия</w:t>
            </w:r>
          </w:p>
        </w:tc>
        <w:tc>
          <w:tcPr>
            <w:tcW w:w="1759" w:type="dxa"/>
            <w:vAlign w:val="center"/>
          </w:tcPr>
          <w:p w:rsidR="006450B2" w:rsidRPr="00493594" w:rsidRDefault="006450B2" w:rsidP="00493594">
            <w:r w:rsidRPr="00493594">
              <w:t>не имеет</w:t>
            </w:r>
          </w:p>
        </w:tc>
        <w:tc>
          <w:tcPr>
            <w:tcW w:w="1752" w:type="dxa"/>
            <w:vAlign w:val="center"/>
          </w:tcPr>
          <w:p w:rsidR="006450B2" w:rsidRPr="00493594" w:rsidRDefault="006450B2" w:rsidP="00493594">
            <w:r w:rsidRPr="00493594">
              <w:t>782045,15</w:t>
            </w:r>
          </w:p>
        </w:tc>
        <w:tc>
          <w:tcPr>
            <w:tcW w:w="985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</w:tr>
      <w:tr w:rsidR="006450B2" w:rsidRPr="00493594" w:rsidTr="00556B48">
        <w:tc>
          <w:tcPr>
            <w:tcW w:w="709" w:type="dxa"/>
            <w:vMerge/>
          </w:tcPr>
          <w:p w:rsidR="006450B2" w:rsidRPr="00493594" w:rsidRDefault="006450B2" w:rsidP="00493594"/>
        </w:tc>
        <w:tc>
          <w:tcPr>
            <w:tcW w:w="1985" w:type="dxa"/>
          </w:tcPr>
          <w:p w:rsidR="006450B2" w:rsidRPr="00493594" w:rsidRDefault="006450B2" w:rsidP="00493594">
            <w:r w:rsidRPr="00493594">
              <w:t>несовершеннолетний ребенок</w:t>
            </w:r>
          </w:p>
        </w:tc>
        <w:tc>
          <w:tcPr>
            <w:tcW w:w="1984" w:type="dxa"/>
          </w:tcPr>
          <w:p w:rsidR="006450B2" w:rsidRPr="00493594" w:rsidRDefault="006450B2" w:rsidP="00493594"/>
        </w:tc>
        <w:tc>
          <w:tcPr>
            <w:tcW w:w="1276" w:type="dxa"/>
            <w:vAlign w:val="center"/>
          </w:tcPr>
          <w:p w:rsidR="006450B2" w:rsidRPr="00493594" w:rsidRDefault="006450B2" w:rsidP="00493594">
            <w:r w:rsidRPr="00493594">
              <w:t>не имеет</w:t>
            </w:r>
          </w:p>
        </w:tc>
        <w:tc>
          <w:tcPr>
            <w:tcW w:w="1134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  <w:tc>
          <w:tcPr>
            <w:tcW w:w="776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  <w:tc>
          <w:tcPr>
            <w:tcW w:w="933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  <w:tc>
          <w:tcPr>
            <w:tcW w:w="1162" w:type="dxa"/>
            <w:vAlign w:val="center"/>
          </w:tcPr>
          <w:p w:rsidR="006450B2" w:rsidRPr="00493594" w:rsidRDefault="006450B2" w:rsidP="00493594">
            <w:r w:rsidRPr="00493594">
              <w:t>Жилой дом</w:t>
            </w:r>
          </w:p>
        </w:tc>
        <w:tc>
          <w:tcPr>
            <w:tcW w:w="816" w:type="dxa"/>
            <w:vAlign w:val="center"/>
          </w:tcPr>
          <w:p w:rsidR="006450B2" w:rsidRPr="00493594" w:rsidRDefault="006450B2" w:rsidP="00493594">
            <w:r w:rsidRPr="00493594">
              <w:t>55,8</w:t>
            </w:r>
          </w:p>
        </w:tc>
        <w:tc>
          <w:tcPr>
            <w:tcW w:w="933" w:type="dxa"/>
            <w:vAlign w:val="center"/>
          </w:tcPr>
          <w:p w:rsidR="006450B2" w:rsidRPr="00493594" w:rsidRDefault="006450B2" w:rsidP="00493594">
            <w:r w:rsidRPr="00493594">
              <w:t>Россия</w:t>
            </w:r>
          </w:p>
        </w:tc>
        <w:tc>
          <w:tcPr>
            <w:tcW w:w="1759" w:type="dxa"/>
            <w:vAlign w:val="center"/>
          </w:tcPr>
          <w:p w:rsidR="006450B2" w:rsidRPr="00493594" w:rsidRDefault="006450B2" w:rsidP="00493594">
            <w:r w:rsidRPr="00493594">
              <w:t>не имеет</w:t>
            </w:r>
          </w:p>
        </w:tc>
        <w:tc>
          <w:tcPr>
            <w:tcW w:w="1752" w:type="dxa"/>
            <w:vAlign w:val="center"/>
          </w:tcPr>
          <w:p w:rsidR="006450B2" w:rsidRPr="00493594" w:rsidRDefault="006450B2" w:rsidP="00493594">
            <w:r w:rsidRPr="00493594">
              <w:t>не имеет</w:t>
            </w:r>
          </w:p>
        </w:tc>
        <w:tc>
          <w:tcPr>
            <w:tcW w:w="985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</w:tr>
      <w:tr w:rsidR="006450B2" w:rsidRPr="00493594" w:rsidTr="00556B48">
        <w:tc>
          <w:tcPr>
            <w:tcW w:w="709" w:type="dxa"/>
            <w:vMerge/>
          </w:tcPr>
          <w:p w:rsidR="006450B2" w:rsidRPr="00493594" w:rsidRDefault="006450B2" w:rsidP="00493594"/>
        </w:tc>
        <w:tc>
          <w:tcPr>
            <w:tcW w:w="1985" w:type="dxa"/>
          </w:tcPr>
          <w:p w:rsidR="006450B2" w:rsidRPr="00493594" w:rsidRDefault="006450B2" w:rsidP="00493594">
            <w:r w:rsidRPr="00493594">
              <w:t>несовершеннолетний ребенок</w:t>
            </w:r>
          </w:p>
        </w:tc>
        <w:tc>
          <w:tcPr>
            <w:tcW w:w="1984" w:type="dxa"/>
          </w:tcPr>
          <w:p w:rsidR="006450B2" w:rsidRPr="00493594" w:rsidRDefault="006450B2" w:rsidP="00493594"/>
        </w:tc>
        <w:tc>
          <w:tcPr>
            <w:tcW w:w="1276" w:type="dxa"/>
            <w:vAlign w:val="center"/>
          </w:tcPr>
          <w:p w:rsidR="006450B2" w:rsidRPr="00493594" w:rsidRDefault="006450B2" w:rsidP="00493594">
            <w:r w:rsidRPr="00493594">
              <w:t>не имеет</w:t>
            </w:r>
          </w:p>
        </w:tc>
        <w:tc>
          <w:tcPr>
            <w:tcW w:w="1134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  <w:tc>
          <w:tcPr>
            <w:tcW w:w="776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  <w:tc>
          <w:tcPr>
            <w:tcW w:w="933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  <w:tc>
          <w:tcPr>
            <w:tcW w:w="1162" w:type="dxa"/>
            <w:vAlign w:val="center"/>
          </w:tcPr>
          <w:p w:rsidR="006450B2" w:rsidRPr="00493594" w:rsidRDefault="006450B2" w:rsidP="00493594">
            <w:r w:rsidRPr="00493594">
              <w:t>Жилой дом</w:t>
            </w:r>
          </w:p>
        </w:tc>
        <w:tc>
          <w:tcPr>
            <w:tcW w:w="816" w:type="dxa"/>
            <w:vAlign w:val="center"/>
          </w:tcPr>
          <w:p w:rsidR="006450B2" w:rsidRPr="00493594" w:rsidRDefault="006450B2" w:rsidP="00493594">
            <w:r w:rsidRPr="00493594">
              <w:t>55,8</w:t>
            </w:r>
          </w:p>
        </w:tc>
        <w:tc>
          <w:tcPr>
            <w:tcW w:w="933" w:type="dxa"/>
            <w:vAlign w:val="center"/>
          </w:tcPr>
          <w:p w:rsidR="006450B2" w:rsidRPr="00493594" w:rsidRDefault="006450B2" w:rsidP="00493594">
            <w:r w:rsidRPr="00493594">
              <w:t>Россия</w:t>
            </w:r>
          </w:p>
        </w:tc>
        <w:tc>
          <w:tcPr>
            <w:tcW w:w="1759" w:type="dxa"/>
            <w:vAlign w:val="center"/>
          </w:tcPr>
          <w:p w:rsidR="006450B2" w:rsidRPr="00493594" w:rsidRDefault="006450B2" w:rsidP="00493594">
            <w:r w:rsidRPr="00493594">
              <w:t>не имеет</w:t>
            </w:r>
          </w:p>
        </w:tc>
        <w:tc>
          <w:tcPr>
            <w:tcW w:w="1752" w:type="dxa"/>
            <w:vAlign w:val="center"/>
          </w:tcPr>
          <w:p w:rsidR="006450B2" w:rsidRPr="00493594" w:rsidRDefault="006450B2" w:rsidP="00493594">
            <w:r w:rsidRPr="00493594">
              <w:t>не имеет</w:t>
            </w:r>
          </w:p>
        </w:tc>
        <w:tc>
          <w:tcPr>
            <w:tcW w:w="985" w:type="dxa"/>
            <w:vAlign w:val="center"/>
          </w:tcPr>
          <w:p w:rsidR="006450B2" w:rsidRPr="00493594" w:rsidRDefault="006450B2" w:rsidP="00493594">
            <w:r w:rsidRPr="00493594">
              <w:t>-</w:t>
            </w:r>
          </w:p>
        </w:tc>
      </w:tr>
    </w:tbl>
    <w:p w:rsidR="006450B2" w:rsidRPr="00493594" w:rsidRDefault="006450B2" w:rsidP="00493594">
      <w:r w:rsidRPr="00493594">
        <w:tab/>
      </w:r>
    </w:p>
    <w:p w:rsidR="006450B2" w:rsidRPr="00493594" w:rsidRDefault="006450B2" w:rsidP="00493594"/>
    <w:p w:rsidR="006450B2" w:rsidRPr="00493594" w:rsidRDefault="006450B2" w:rsidP="00493594"/>
    <w:p w:rsidR="006450B2" w:rsidRPr="00493594" w:rsidRDefault="006450B2" w:rsidP="00493594"/>
    <w:p w:rsidR="006450B2" w:rsidRPr="00493594" w:rsidRDefault="006450B2" w:rsidP="00493594">
      <w:r w:rsidRPr="00493594">
        <w:t>Директор ДФРиС                                                                                      Федосеев С.В.</w:t>
      </w:r>
    </w:p>
    <w:p w:rsidR="006450B2" w:rsidRPr="00493594" w:rsidRDefault="006450B2" w:rsidP="00493594"/>
    <w:p w:rsidR="006450B2" w:rsidRDefault="006450B2"/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p w:rsidR="006450B2" w:rsidRDefault="006450B2" w:rsidP="00A824D2">
      <w:pPr>
        <w:jc w:val="center"/>
      </w:pPr>
    </w:p>
    <w:sectPr w:rsidR="006450B2" w:rsidSect="006217FF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0B2" w:rsidRDefault="006450B2">
      <w:r>
        <w:separator/>
      </w:r>
    </w:p>
  </w:endnote>
  <w:endnote w:type="continuationSeparator" w:id="0">
    <w:p w:rsidR="006450B2" w:rsidRDefault="00645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0B2" w:rsidRDefault="006450B2">
      <w:r>
        <w:separator/>
      </w:r>
    </w:p>
  </w:footnote>
  <w:footnote w:type="continuationSeparator" w:id="0">
    <w:p w:rsidR="006450B2" w:rsidRDefault="006450B2">
      <w:r>
        <w:continuationSeparator/>
      </w:r>
    </w:p>
  </w:footnote>
  <w:footnote w:id="1">
    <w:p w:rsidR="006450B2" w:rsidRDefault="006450B2" w:rsidP="00693D74">
      <w:pPr>
        <w:pStyle w:val="FootnoteText"/>
      </w:pPr>
      <w:r>
        <w:rPr>
          <w:rStyle w:val="FootnoteReference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  <w:footnote w:id="2">
    <w:p w:rsidR="006450B2" w:rsidRDefault="006450B2" w:rsidP="00493594">
      <w:pPr>
        <w:pStyle w:val="FootnoteText"/>
      </w:pPr>
      <w:r>
        <w:rPr>
          <w:rStyle w:val="FootnoteReference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D74"/>
    <w:rsid w:val="00000459"/>
    <w:rsid w:val="00001699"/>
    <w:rsid w:val="0000617B"/>
    <w:rsid w:val="000073AD"/>
    <w:rsid w:val="00010BA2"/>
    <w:rsid w:val="000132F3"/>
    <w:rsid w:val="00021657"/>
    <w:rsid w:val="00022402"/>
    <w:rsid w:val="000225FE"/>
    <w:rsid w:val="00022676"/>
    <w:rsid w:val="0002455E"/>
    <w:rsid w:val="00033440"/>
    <w:rsid w:val="000345CB"/>
    <w:rsid w:val="000402CD"/>
    <w:rsid w:val="00040687"/>
    <w:rsid w:val="00042A58"/>
    <w:rsid w:val="00042CC9"/>
    <w:rsid w:val="00043AD7"/>
    <w:rsid w:val="000460B7"/>
    <w:rsid w:val="00046404"/>
    <w:rsid w:val="00052360"/>
    <w:rsid w:val="000542C6"/>
    <w:rsid w:val="000613AF"/>
    <w:rsid w:val="00061B4A"/>
    <w:rsid w:val="00063315"/>
    <w:rsid w:val="00063DAF"/>
    <w:rsid w:val="00063FD5"/>
    <w:rsid w:val="00065A61"/>
    <w:rsid w:val="00065B6F"/>
    <w:rsid w:val="00065FE6"/>
    <w:rsid w:val="00067A2B"/>
    <w:rsid w:val="00075311"/>
    <w:rsid w:val="00075412"/>
    <w:rsid w:val="00077B30"/>
    <w:rsid w:val="000805A5"/>
    <w:rsid w:val="00084ABA"/>
    <w:rsid w:val="000901E0"/>
    <w:rsid w:val="00092156"/>
    <w:rsid w:val="00092825"/>
    <w:rsid w:val="00094875"/>
    <w:rsid w:val="00095A27"/>
    <w:rsid w:val="000974F5"/>
    <w:rsid w:val="00097748"/>
    <w:rsid w:val="000A01D7"/>
    <w:rsid w:val="000A0392"/>
    <w:rsid w:val="000A16F7"/>
    <w:rsid w:val="000A2E09"/>
    <w:rsid w:val="000A2EA5"/>
    <w:rsid w:val="000A5C00"/>
    <w:rsid w:val="000A650D"/>
    <w:rsid w:val="000A66FC"/>
    <w:rsid w:val="000B21F6"/>
    <w:rsid w:val="000B3537"/>
    <w:rsid w:val="000B493F"/>
    <w:rsid w:val="000B7799"/>
    <w:rsid w:val="000C0C9A"/>
    <w:rsid w:val="000C23FA"/>
    <w:rsid w:val="000C2469"/>
    <w:rsid w:val="000C2FA0"/>
    <w:rsid w:val="000C51D3"/>
    <w:rsid w:val="000D0478"/>
    <w:rsid w:val="000D1856"/>
    <w:rsid w:val="000D2236"/>
    <w:rsid w:val="000D3392"/>
    <w:rsid w:val="000D3AD4"/>
    <w:rsid w:val="000D401E"/>
    <w:rsid w:val="000D48EB"/>
    <w:rsid w:val="000D756D"/>
    <w:rsid w:val="000E0A46"/>
    <w:rsid w:val="000E163C"/>
    <w:rsid w:val="000E6C57"/>
    <w:rsid w:val="000F01A4"/>
    <w:rsid w:val="000F0955"/>
    <w:rsid w:val="000F2C4C"/>
    <w:rsid w:val="000F2FF4"/>
    <w:rsid w:val="000F44C2"/>
    <w:rsid w:val="000F5E30"/>
    <w:rsid w:val="001012BE"/>
    <w:rsid w:val="00101726"/>
    <w:rsid w:val="00101D6C"/>
    <w:rsid w:val="00104E60"/>
    <w:rsid w:val="00107E58"/>
    <w:rsid w:val="00110A6D"/>
    <w:rsid w:val="00114599"/>
    <w:rsid w:val="001153C2"/>
    <w:rsid w:val="00120C20"/>
    <w:rsid w:val="00121791"/>
    <w:rsid w:val="001221DE"/>
    <w:rsid w:val="00123844"/>
    <w:rsid w:val="00124D01"/>
    <w:rsid w:val="00127F05"/>
    <w:rsid w:val="00127F27"/>
    <w:rsid w:val="00130C1B"/>
    <w:rsid w:val="00132499"/>
    <w:rsid w:val="00132ED0"/>
    <w:rsid w:val="001353C4"/>
    <w:rsid w:val="0014191B"/>
    <w:rsid w:val="0014218B"/>
    <w:rsid w:val="001422CA"/>
    <w:rsid w:val="00144807"/>
    <w:rsid w:val="00144B32"/>
    <w:rsid w:val="0014524D"/>
    <w:rsid w:val="00145F62"/>
    <w:rsid w:val="00146065"/>
    <w:rsid w:val="001468FA"/>
    <w:rsid w:val="00150C26"/>
    <w:rsid w:val="00151A9F"/>
    <w:rsid w:val="00153552"/>
    <w:rsid w:val="00153E7A"/>
    <w:rsid w:val="001547B4"/>
    <w:rsid w:val="0016044C"/>
    <w:rsid w:val="001629D6"/>
    <w:rsid w:val="00163AD1"/>
    <w:rsid w:val="00164B75"/>
    <w:rsid w:val="00167019"/>
    <w:rsid w:val="001678BE"/>
    <w:rsid w:val="001721A3"/>
    <w:rsid w:val="001723B2"/>
    <w:rsid w:val="00173BB7"/>
    <w:rsid w:val="00180514"/>
    <w:rsid w:val="001806FF"/>
    <w:rsid w:val="00180C61"/>
    <w:rsid w:val="00181366"/>
    <w:rsid w:val="001839C3"/>
    <w:rsid w:val="00185D7E"/>
    <w:rsid w:val="00186E4E"/>
    <w:rsid w:val="0019149F"/>
    <w:rsid w:val="00193A56"/>
    <w:rsid w:val="001A03C2"/>
    <w:rsid w:val="001A0838"/>
    <w:rsid w:val="001A1003"/>
    <w:rsid w:val="001A251B"/>
    <w:rsid w:val="001A3855"/>
    <w:rsid w:val="001A458A"/>
    <w:rsid w:val="001A5170"/>
    <w:rsid w:val="001A60AD"/>
    <w:rsid w:val="001A7B28"/>
    <w:rsid w:val="001B1092"/>
    <w:rsid w:val="001B2E19"/>
    <w:rsid w:val="001B3C31"/>
    <w:rsid w:val="001B6E49"/>
    <w:rsid w:val="001B78EA"/>
    <w:rsid w:val="001C02EE"/>
    <w:rsid w:val="001C19C8"/>
    <w:rsid w:val="001C6481"/>
    <w:rsid w:val="001D1F22"/>
    <w:rsid w:val="001D4416"/>
    <w:rsid w:val="001D55C8"/>
    <w:rsid w:val="001E1DE3"/>
    <w:rsid w:val="001E5D3B"/>
    <w:rsid w:val="001F02A8"/>
    <w:rsid w:val="001F17C3"/>
    <w:rsid w:val="001F28CC"/>
    <w:rsid w:val="001F3294"/>
    <w:rsid w:val="001F4A41"/>
    <w:rsid w:val="0020152A"/>
    <w:rsid w:val="00207399"/>
    <w:rsid w:val="002114DE"/>
    <w:rsid w:val="00211D9B"/>
    <w:rsid w:val="00212E19"/>
    <w:rsid w:val="0021308B"/>
    <w:rsid w:val="00216338"/>
    <w:rsid w:val="00216E5C"/>
    <w:rsid w:val="00220F76"/>
    <w:rsid w:val="00222C10"/>
    <w:rsid w:val="0022592B"/>
    <w:rsid w:val="00227481"/>
    <w:rsid w:val="002318EC"/>
    <w:rsid w:val="00232228"/>
    <w:rsid w:val="00234126"/>
    <w:rsid w:val="002349A7"/>
    <w:rsid w:val="00234AEF"/>
    <w:rsid w:val="0023563B"/>
    <w:rsid w:val="00235943"/>
    <w:rsid w:val="002405E1"/>
    <w:rsid w:val="0024173E"/>
    <w:rsid w:val="002450D6"/>
    <w:rsid w:val="00247C23"/>
    <w:rsid w:val="002525F6"/>
    <w:rsid w:val="00262FAB"/>
    <w:rsid w:val="0026355C"/>
    <w:rsid w:val="00263C94"/>
    <w:rsid w:val="00264431"/>
    <w:rsid w:val="00265292"/>
    <w:rsid w:val="00267CC4"/>
    <w:rsid w:val="00270BB3"/>
    <w:rsid w:val="00271C9D"/>
    <w:rsid w:val="0027220B"/>
    <w:rsid w:val="00272D1F"/>
    <w:rsid w:val="00275BC9"/>
    <w:rsid w:val="002777D0"/>
    <w:rsid w:val="002811D2"/>
    <w:rsid w:val="00286A0C"/>
    <w:rsid w:val="00290D73"/>
    <w:rsid w:val="00291CFA"/>
    <w:rsid w:val="00291E03"/>
    <w:rsid w:val="00291EEA"/>
    <w:rsid w:val="00293DAE"/>
    <w:rsid w:val="0029437E"/>
    <w:rsid w:val="00295134"/>
    <w:rsid w:val="002A046D"/>
    <w:rsid w:val="002A2781"/>
    <w:rsid w:val="002A43F8"/>
    <w:rsid w:val="002A5598"/>
    <w:rsid w:val="002B2F56"/>
    <w:rsid w:val="002B439C"/>
    <w:rsid w:val="002B6635"/>
    <w:rsid w:val="002C0E79"/>
    <w:rsid w:val="002C28D4"/>
    <w:rsid w:val="002C3A72"/>
    <w:rsid w:val="002D10F2"/>
    <w:rsid w:val="002D34A7"/>
    <w:rsid w:val="002D6431"/>
    <w:rsid w:val="002D79CC"/>
    <w:rsid w:val="002E37E2"/>
    <w:rsid w:val="002E4276"/>
    <w:rsid w:val="002E5BD0"/>
    <w:rsid w:val="002E5EF3"/>
    <w:rsid w:val="002E622C"/>
    <w:rsid w:val="002E70D5"/>
    <w:rsid w:val="002F1464"/>
    <w:rsid w:val="002F187A"/>
    <w:rsid w:val="002F3601"/>
    <w:rsid w:val="002F3968"/>
    <w:rsid w:val="002F3AEC"/>
    <w:rsid w:val="002F6660"/>
    <w:rsid w:val="002F7102"/>
    <w:rsid w:val="002F7996"/>
    <w:rsid w:val="002F7C63"/>
    <w:rsid w:val="00301D29"/>
    <w:rsid w:val="00303526"/>
    <w:rsid w:val="00305FD1"/>
    <w:rsid w:val="00306493"/>
    <w:rsid w:val="00313B6F"/>
    <w:rsid w:val="00314C96"/>
    <w:rsid w:val="00316CEA"/>
    <w:rsid w:val="00316F4A"/>
    <w:rsid w:val="00317F73"/>
    <w:rsid w:val="00322019"/>
    <w:rsid w:val="00322214"/>
    <w:rsid w:val="003234A6"/>
    <w:rsid w:val="003246A3"/>
    <w:rsid w:val="00325DC4"/>
    <w:rsid w:val="00331AB2"/>
    <w:rsid w:val="00332EFB"/>
    <w:rsid w:val="00333100"/>
    <w:rsid w:val="003358C6"/>
    <w:rsid w:val="00335A73"/>
    <w:rsid w:val="00335C94"/>
    <w:rsid w:val="00335FF5"/>
    <w:rsid w:val="003368A0"/>
    <w:rsid w:val="003422D2"/>
    <w:rsid w:val="003428F4"/>
    <w:rsid w:val="0034410E"/>
    <w:rsid w:val="003441F4"/>
    <w:rsid w:val="003452A3"/>
    <w:rsid w:val="00345AF7"/>
    <w:rsid w:val="00345D58"/>
    <w:rsid w:val="0035265B"/>
    <w:rsid w:val="00353F12"/>
    <w:rsid w:val="00355D9A"/>
    <w:rsid w:val="00356027"/>
    <w:rsid w:val="003561A5"/>
    <w:rsid w:val="0036215D"/>
    <w:rsid w:val="00363473"/>
    <w:rsid w:val="00365E6E"/>
    <w:rsid w:val="0036699E"/>
    <w:rsid w:val="00366BB3"/>
    <w:rsid w:val="00370218"/>
    <w:rsid w:val="00370CCF"/>
    <w:rsid w:val="0038173D"/>
    <w:rsid w:val="0038739F"/>
    <w:rsid w:val="00387A13"/>
    <w:rsid w:val="0039215A"/>
    <w:rsid w:val="00392E21"/>
    <w:rsid w:val="0039341C"/>
    <w:rsid w:val="00393F38"/>
    <w:rsid w:val="00394AB7"/>
    <w:rsid w:val="003970EE"/>
    <w:rsid w:val="00397528"/>
    <w:rsid w:val="00397C05"/>
    <w:rsid w:val="00397DF1"/>
    <w:rsid w:val="00397F2F"/>
    <w:rsid w:val="003A2737"/>
    <w:rsid w:val="003A2822"/>
    <w:rsid w:val="003A28BA"/>
    <w:rsid w:val="003A68BA"/>
    <w:rsid w:val="003A70FF"/>
    <w:rsid w:val="003B2AC3"/>
    <w:rsid w:val="003B3492"/>
    <w:rsid w:val="003B3752"/>
    <w:rsid w:val="003B5F78"/>
    <w:rsid w:val="003B6C80"/>
    <w:rsid w:val="003B7388"/>
    <w:rsid w:val="003C3A8C"/>
    <w:rsid w:val="003D0087"/>
    <w:rsid w:val="003D00F8"/>
    <w:rsid w:val="003D0987"/>
    <w:rsid w:val="003D164F"/>
    <w:rsid w:val="003D2D6F"/>
    <w:rsid w:val="003D321D"/>
    <w:rsid w:val="003D346B"/>
    <w:rsid w:val="003D427E"/>
    <w:rsid w:val="003D634E"/>
    <w:rsid w:val="003E03D1"/>
    <w:rsid w:val="003E1205"/>
    <w:rsid w:val="003E2113"/>
    <w:rsid w:val="003E3413"/>
    <w:rsid w:val="003E4DC1"/>
    <w:rsid w:val="003F0581"/>
    <w:rsid w:val="003F3899"/>
    <w:rsid w:val="00402871"/>
    <w:rsid w:val="00402A0D"/>
    <w:rsid w:val="00406E95"/>
    <w:rsid w:val="00407DF3"/>
    <w:rsid w:val="00415304"/>
    <w:rsid w:val="00416267"/>
    <w:rsid w:val="00420448"/>
    <w:rsid w:val="004303D8"/>
    <w:rsid w:val="0043114F"/>
    <w:rsid w:val="00431A51"/>
    <w:rsid w:val="00432D5E"/>
    <w:rsid w:val="00433800"/>
    <w:rsid w:val="00433BE6"/>
    <w:rsid w:val="00434CF2"/>
    <w:rsid w:val="004365B6"/>
    <w:rsid w:val="00436859"/>
    <w:rsid w:val="00437DFA"/>
    <w:rsid w:val="004412C9"/>
    <w:rsid w:val="00444456"/>
    <w:rsid w:val="004459E8"/>
    <w:rsid w:val="00451B3A"/>
    <w:rsid w:val="0045220E"/>
    <w:rsid w:val="00457398"/>
    <w:rsid w:val="00457EC1"/>
    <w:rsid w:val="00460E40"/>
    <w:rsid w:val="004610F1"/>
    <w:rsid w:val="004625A9"/>
    <w:rsid w:val="00464400"/>
    <w:rsid w:val="00465B0E"/>
    <w:rsid w:val="00467290"/>
    <w:rsid w:val="004678F6"/>
    <w:rsid w:val="00467A23"/>
    <w:rsid w:val="00471484"/>
    <w:rsid w:val="00472F12"/>
    <w:rsid w:val="00473DD8"/>
    <w:rsid w:val="00476CA8"/>
    <w:rsid w:val="00477FCC"/>
    <w:rsid w:val="00481124"/>
    <w:rsid w:val="004811A2"/>
    <w:rsid w:val="004817B7"/>
    <w:rsid w:val="0048253C"/>
    <w:rsid w:val="00483A03"/>
    <w:rsid w:val="0048562B"/>
    <w:rsid w:val="00493594"/>
    <w:rsid w:val="004B2634"/>
    <w:rsid w:val="004B52F7"/>
    <w:rsid w:val="004B56B9"/>
    <w:rsid w:val="004C11AA"/>
    <w:rsid w:val="004C52E1"/>
    <w:rsid w:val="004C7335"/>
    <w:rsid w:val="004D1E00"/>
    <w:rsid w:val="004D5AE9"/>
    <w:rsid w:val="004D5B60"/>
    <w:rsid w:val="004D61A0"/>
    <w:rsid w:val="004E27D0"/>
    <w:rsid w:val="004E2E63"/>
    <w:rsid w:val="004E6558"/>
    <w:rsid w:val="004E659B"/>
    <w:rsid w:val="004E7A6B"/>
    <w:rsid w:val="004E7B5E"/>
    <w:rsid w:val="004F22EF"/>
    <w:rsid w:val="004F4690"/>
    <w:rsid w:val="004F6C76"/>
    <w:rsid w:val="0050691F"/>
    <w:rsid w:val="00506D3F"/>
    <w:rsid w:val="00507DDE"/>
    <w:rsid w:val="00511256"/>
    <w:rsid w:val="0051250D"/>
    <w:rsid w:val="00515E78"/>
    <w:rsid w:val="00517E01"/>
    <w:rsid w:val="005204B5"/>
    <w:rsid w:val="00520D20"/>
    <w:rsid w:val="00521FFB"/>
    <w:rsid w:val="00523AA5"/>
    <w:rsid w:val="0052431C"/>
    <w:rsid w:val="005243AD"/>
    <w:rsid w:val="00524852"/>
    <w:rsid w:val="00525198"/>
    <w:rsid w:val="00525EEA"/>
    <w:rsid w:val="005271B1"/>
    <w:rsid w:val="00531385"/>
    <w:rsid w:val="00532684"/>
    <w:rsid w:val="005333C3"/>
    <w:rsid w:val="0053555F"/>
    <w:rsid w:val="00537B1D"/>
    <w:rsid w:val="005425B5"/>
    <w:rsid w:val="00543645"/>
    <w:rsid w:val="00543696"/>
    <w:rsid w:val="00545172"/>
    <w:rsid w:val="00545BE8"/>
    <w:rsid w:val="005501CC"/>
    <w:rsid w:val="00551CC3"/>
    <w:rsid w:val="00551EC3"/>
    <w:rsid w:val="00554E57"/>
    <w:rsid w:val="0055549B"/>
    <w:rsid w:val="005558C0"/>
    <w:rsid w:val="00556B48"/>
    <w:rsid w:val="00556B9A"/>
    <w:rsid w:val="005571E9"/>
    <w:rsid w:val="00561C23"/>
    <w:rsid w:val="0056271C"/>
    <w:rsid w:val="00563078"/>
    <w:rsid w:val="0056495E"/>
    <w:rsid w:val="00566A6B"/>
    <w:rsid w:val="005677DB"/>
    <w:rsid w:val="00567C50"/>
    <w:rsid w:val="00570D87"/>
    <w:rsid w:val="00571B4A"/>
    <w:rsid w:val="0057516E"/>
    <w:rsid w:val="005760DE"/>
    <w:rsid w:val="00576CC4"/>
    <w:rsid w:val="00577473"/>
    <w:rsid w:val="00577DDE"/>
    <w:rsid w:val="00580B43"/>
    <w:rsid w:val="00580DF8"/>
    <w:rsid w:val="005818E8"/>
    <w:rsid w:val="00581EBA"/>
    <w:rsid w:val="00581F29"/>
    <w:rsid w:val="00582B74"/>
    <w:rsid w:val="00583F33"/>
    <w:rsid w:val="0058412F"/>
    <w:rsid w:val="005870EC"/>
    <w:rsid w:val="005878A4"/>
    <w:rsid w:val="0059064A"/>
    <w:rsid w:val="00593D37"/>
    <w:rsid w:val="0059459E"/>
    <w:rsid w:val="00595550"/>
    <w:rsid w:val="005A1287"/>
    <w:rsid w:val="005B1355"/>
    <w:rsid w:val="005B7E55"/>
    <w:rsid w:val="005C14D9"/>
    <w:rsid w:val="005C3EE4"/>
    <w:rsid w:val="005C74F4"/>
    <w:rsid w:val="005D1B62"/>
    <w:rsid w:val="005D37B1"/>
    <w:rsid w:val="005D4A6E"/>
    <w:rsid w:val="005D62A5"/>
    <w:rsid w:val="005D6DDD"/>
    <w:rsid w:val="005D7CD1"/>
    <w:rsid w:val="005E030A"/>
    <w:rsid w:val="005E2358"/>
    <w:rsid w:val="005E3C37"/>
    <w:rsid w:val="005F265C"/>
    <w:rsid w:val="005F27FB"/>
    <w:rsid w:val="005F5354"/>
    <w:rsid w:val="005F5F92"/>
    <w:rsid w:val="005F6C3F"/>
    <w:rsid w:val="006021DE"/>
    <w:rsid w:val="00602500"/>
    <w:rsid w:val="00602F57"/>
    <w:rsid w:val="00605531"/>
    <w:rsid w:val="0061068F"/>
    <w:rsid w:val="00610695"/>
    <w:rsid w:val="006112CD"/>
    <w:rsid w:val="00611BAD"/>
    <w:rsid w:val="00611C9B"/>
    <w:rsid w:val="00613CC9"/>
    <w:rsid w:val="00614206"/>
    <w:rsid w:val="00614E4F"/>
    <w:rsid w:val="00616273"/>
    <w:rsid w:val="00620218"/>
    <w:rsid w:val="00620D30"/>
    <w:rsid w:val="006217FF"/>
    <w:rsid w:val="00621E25"/>
    <w:rsid w:val="00622EAB"/>
    <w:rsid w:val="00623189"/>
    <w:rsid w:val="006256DF"/>
    <w:rsid w:val="00631D75"/>
    <w:rsid w:val="00632BFB"/>
    <w:rsid w:val="006332AC"/>
    <w:rsid w:val="00633E9B"/>
    <w:rsid w:val="00635E0A"/>
    <w:rsid w:val="00636601"/>
    <w:rsid w:val="00637D2F"/>
    <w:rsid w:val="00637EE8"/>
    <w:rsid w:val="00641194"/>
    <w:rsid w:val="00641A22"/>
    <w:rsid w:val="00642FBE"/>
    <w:rsid w:val="00643BC3"/>
    <w:rsid w:val="006450B2"/>
    <w:rsid w:val="00646293"/>
    <w:rsid w:val="00650259"/>
    <w:rsid w:val="006511B7"/>
    <w:rsid w:val="00651210"/>
    <w:rsid w:val="00653146"/>
    <w:rsid w:val="00657EEB"/>
    <w:rsid w:val="0066097C"/>
    <w:rsid w:val="00660DBE"/>
    <w:rsid w:val="00661735"/>
    <w:rsid w:val="006639E6"/>
    <w:rsid w:val="006662D1"/>
    <w:rsid w:val="00670298"/>
    <w:rsid w:val="006705C4"/>
    <w:rsid w:val="00675997"/>
    <w:rsid w:val="00680184"/>
    <w:rsid w:val="00683131"/>
    <w:rsid w:val="00683650"/>
    <w:rsid w:val="0068556D"/>
    <w:rsid w:val="006859BB"/>
    <w:rsid w:val="00691245"/>
    <w:rsid w:val="006923CF"/>
    <w:rsid w:val="006932B1"/>
    <w:rsid w:val="006933F7"/>
    <w:rsid w:val="00693D74"/>
    <w:rsid w:val="00695666"/>
    <w:rsid w:val="00695EC3"/>
    <w:rsid w:val="006A0B35"/>
    <w:rsid w:val="006A641A"/>
    <w:rsid w:val="006A67F4"/>
    <w:rsid w:val="006A7955"/>
    <w:rsid w:val="006B01D7"/>
    <w:rsid w:val="006B2A34"/>
    <w:rsid w:val="006B414C"/>
    <w:rsid w:val="006C1175"/>
    <w:rsid w:val="006C2107"/>
    <w:rsid w:val="006C6480"/>
    <w:rsid w:val="006C79F9"/>
    <w:rsid w:val="006C7A8D"/>
    <w:rsid w:val="006C7B6B"/>
    <w:rsid w:val="006D0F73"/>
    <w:rsid w:val="006D0FD4"/>
    <w:rsid w:val="006D13D4"/>
    <w:rsid w:val="006D546D"/>
    <w:rsid w:val="006D6F5C"/>
    <w:rsid w:val="006E064B"/>
    <w:rsid w:val="006E1F04"/>
    <w:rsid w:val="006E2227"/>
    <w:rsid w:val="006E33C8"/>
    <w:rsid w:val="006E432F"/>
    <w:rsid w:val="006F0569"/>
    <w:rsid w:val="006F3BD2"/>
    <w:rsid w:val="006F5921"/>
    <w:rsid w:val="006F7400"/>
    <w:rsid w:val="006F7B81"/>
    <w:rsid w:val="00700706"/>
    <w:rsid w:val="00704C4D"/>
    <w:rsid w:val="00706323"/>
    <w:rsid w:val="0071097F"/>
    <w:rsid w:val="0071131E"/>
    <w:rsid w:val="00720E3B"/>
    <w:rsid w:val="007210ED"/>
    <w:rsid w:val="00723859"/>
    <w:rsid w:val="00724372"/>
    <w:rsid w:val="0072530C"/>
    <w:rsid w:val="007301AA"/>
    <w:rsid w:val="007315EC"/>
    <w:rsid w:val="00732304"/>
    <w:rsid w:val="00736477"/>
    <w:rsid w:val="007428FC"/>
    <w:rsid w:val="00744EEE"/>
    <w:rsid w:val="00745019"/>
    <w:rsid w:val="007459B6"/>
    <w:rsid w:val="0074601A"/>
    <w:rsid w:val="0075118E"/>
    <w:rsid w:val="00751879"/>
    <w:rsid w:val="00753C1C"/>
    <w:rsid w:val="0075434D"/>
    <w:rsid w:val="0075435F"/>
    <w:rsid w:val="00756436"/>
    <w:rsid w:val="0076398A"/>
    <w:rsid w:val="007657A7"/>
    <w:rsid w:val="00766C69"/>
    <w:rsid w:val="007675A1"/>
    <w:rsid w:val="00771AB8"/>
    <w:rsid w:val="00771EBC"/>
    <w:rsid w:val="0077437D"/>
    <w:rsid w:val="007750B6"/>
    <w:rsid w:val="0077691F"/>
    <w:rsid w:val="00777728"/>
    <w:rsid w:val="00780242"/>
    <w:rsid w:val="00780FFA"/>
    <w:rsid w:val="00782EEA"/>
    <w:rsid w:val="00784100"/>
    <w:rsid w:val="00787266"/>
    <w:rsid w:val="00792739"/>
    <w:rsid w:val="00794790"/>
    <w:rsid w:val="00795C09"/>
    <w:rsid w:val="00795ECE"/>
    <w:rsid w:val="007A04C9"/>
    <w:rsid w:val="007A163F"/>
    <w:rsid w:val="007A6BB8"/>
    <w:rsid w:val="007B008D"/>
    <w:rsid w:val="007B0AD6"/>
    <w:rsid w:val="007B4B9D"/>
    <w:rsid w:val="007B50F8"/>
    <w:rsid w:val="007B5360"/>
    <w:rsid w:val="007B5638"/>
    <w:rsid w:val="007B57E5"/>
    <w:rsid w:val="007B7B4C"/>
    <w:rsid w:val="007C04DE"/>
    <w:rsid w:val="007C1FBC"/>
    <w:rsid w:val="007C6B2F"/>
    <w:rsid w:val="007D1F37"/>
    <w:rsid w:val="007D254F"/>
    <w:rsid w:val="007D2C88"/>
    <w:rsid w:val="007D3AA1"/>
    <w:rsid w:val="007D3AFF"/>
    <w:rsid w:val="007D4DCE"/>
    <w:rsid w:val="007D5A6E"/>
    <w:rsid w:val="007E178E"/>
    <w:rsid w:val="007E1A3E"/>
    <w:rsid w:val="007E5405"/>
    <w:rsid w:val="007E5659"/>
    <w:rsid w:val="007F0098"/>
    <w:rsid w:val="007F0748"/>
    <w:rsid w:val="007F1837"/>
    <w:rsid w:val="007F3200"/>
    <w:rsid w:val="007F406F"/>
    <w:rsid w:val="007F5208"/>
    <w:rsid w:val="007F5826"/>
    <w:rsid w:val="007F6670"/>
    <w:rsid w:val="008010E3"/>
    <w:rsid w:val="00801162"/>
    <w:rsid w:val="0080446A"/>
    <w:rsid w:val="00805BDF"/>
    <w:rsid w:val="008074C0"/>
    <w:rsid w:val="008102AD"/>
    <w:rsid w:val="0081297C"/>
    <w:rsid w:val="00814793"/>
    <w:rsid w:val="00814B09"/>
    <w:rsid w:val="00816F01"/>
    <w:rsid w:val="00817C88"/>
    <w:rsid w:val="00821DB8"/>
    <w:rsid w:val="00823E3E"/>
    <w:rsid w:val="00825E89"/>
    <w:rsid w:val="00826622"/>
    <w:rsid w:val="008328ED"/>
    <w:rsid w:val="008334E7"/>
    <w:rsid w:val="0083434F"/>
    <w:rsid w:val="008401DF"/>
    <w:rsid w:val="00840F4A"/>
    <w:rsid w:val="00841340"/>
    <w:rsid w:val="008414FA"/>
    <w:rsid w:val="0084163C"/>
    <w:rsid w:val="00841970"/>
    <w:rsid w:val="00842A01"/>
    <w:rsid w:val="00845630"/>
    <w:rsid w:val="008468DF"/>
    <w:rsid w:val="0084766E"/>
    <w:rsid w:val="0085030B"/>
    <w:rsid w:val="008508AB"/>
    <w:rsid w:val="00852095"/>
    <w:rsid w:val="00852127"/>
    <w:rsid w:val="008541B1"/>
    <w:rsid w:val="00855E0E"/>
    <w:rsid w:val="00856A04"/>
    <w:rsid w:val="008574B1"/>
    <w:rsid w:val="00860F9A"/>
    <w:rsid w:val="0086137C"/>
    <w:rsid w:val="0086289A"/>
    <w:rsid w:val="008658CF"/>
    <w:rsid w:val="00866F43"/>
    <w:rsid w:val="0087005E"/>
    <w:rsid w:val="00873466"/>
    <w:rsid w:val="00874A87"/>
    <w:rsid w:val="008755EE"/>
    <w:rsid w:val="008756A3"/>
    <w:rsid w:val="008758D4"/>
    <w:rsid w:val="008762B8"/>
    <w:rsid w:val="008779DA"/>
    <w:rsid w:val="00882748"/>
    <w:rsid w:val="00882E66"/>
    <w:rsid w:val="008833A2"/>
    <w:rsid w:val="00887651"/>
    <w:rsid w:val="00890D63"/>
    <w:rsid w:val="0089448D"/>
    <w:rsid w:val="008975AE"/>
    <w:rsid w:val="008A2A0A"/>
    <w:rsid w:val="008A2CD9"/>
    <w:rsid w:val="008A329F"/>
    <w:rsid w:val="008A448D"/>
    <w:rsid w:val="008A5888"/>
    <w:rsid w:val="008A6EBA"/>
    <w:rsid w:val="008B36DC"/>
    <w:rsid w:val="008B3E28"/>
    <w:rsid w:val="008B5AE5"/>
    <w:rsid w:val="008C0A04"/>
    <w:rsid w:val="008C1D83"/>
    <w:rsid w:val="008D0ACF"/>
    <w:rsid w:val="008D25D5"/>
    <w:rsid w:val="008D3DB4"/>
    <w:rsid w:val="008D6329"/>
    <w:rsid w:val="008E180D"/>
    <w:rsid w:val="008E4550"/>
    <w:rsid w:val="008E595A"/>
    <w:rsid w:val="008F3382"/>
    <w:rsid w:val="008F3A59"/>
    <w:rsid w:val="008F62B1"/>
    <w:rsid w:val="008F7FF7"/>
    <w:rsid w:val="00900F2C"/>
    <w:rsid w:val="00901BA5"/>
    <w:rsid w:val="0090228F"/>
    <w:rsid w:val="0090490A"/>
    <w:rsid w:val="00905102"/>
    <w:rsid w:val="0090647A"/>
    <w:rsid w:val="0090657F"/>
    <w:rsid w:val="0091090C"/>
    <w:rsid w:val="00911237"/>
    <w:rsid w:val="0091159C"/>
    <w:rsid w:val="00912938"/>
    <w:rsid w:val="00912FAF"/>
    <w:rsid w:val="00914C3F"/>
    <w:rsid w:val="00915C7D"/>
    <w:rsid w:val="00916025"/>
    <w:rsid w:val="00916320"/>
    <w:rsid w:val="00917435"/>
    <w:rsid w:val="009175FA"/>
    <w:rsid w:val="00920390"/>
    <w:rsid w:val="00920A10"/>
    <w:rsid w:val="0092262C"/>
    <w:rsid w:val="00924033"/>
    <w:rsid w:val="00927750"/>
    <w:rsid w:val="00930943"/>
    <w:rsid w:val="00946017"/>
    <w:rsid w:val="0094763E"/>
    <w:rsid w:val="00947FA2"/>
    <w:rsid w:val="009500DC"/>
    <w:rsid w:val="00953EC1"/>
    <w:rsid w:val="009553B5"/>
    <w:rsid w:val="009570E3"/>
    <w:rsid w:val="00957E7A"/>
    <w:rsid w:val="00960A62"/>
    <w:rsid w:val="009617E0"/>
    <w:rsid w:val="009627FC"/>
    <w:rsid w:val="009655FA"/>
    <w:rsid w:val="0096693C"/>
    <w:rsid w:val="00966FFF"/>
    <w:rsid w:val="00967A48"/>
    <w:rsid w:val="00967ADB"/>
    <w:rsid w:val="00970348"/>
    <w:rsid w:val="00970712"/>
    <w:rsid w:val="00972EE9"/>
    <w:rsid w:val="00972F49"/>
    <w:rsid w:val="00974296"/>
    <w:rsid w:val="00975B98"/>
    <w:rsid w:val="00982918"/>
    <w:rsid w:val="00982C5A"/>
    <w:rsid w:val="009859D0"/>
    <w:rsid w:val="009903CF"/>
    <w:rsid w:val="00997231"/>
    <w:rsid w:val="00997FF0"/>
    <w:rsid w:val="009A095A"/>
    <w:rsid w:val="009A1681"/>
    <w:rsid w:val="009A3DA8"/>
    <w:rsid w:val="009A4620"/>
    <w:rsid w:val="009A4C69"/>
    <w:rsid w:val="009A5F21"/>
    <w:rsid w:val="009A6AF3"/>
    <w:rsid w:val="009B0791"/>
    <w:rsid w:val="009B0A8D"/>
    <w:rsid w:val="009B0DDC"/>
    <w:rsid w:val="009B1674"/>
    <w:rsid w:val="009B35DD"/>
    <w:rsid w:val="009B457D"/>
    <w:rsid w:val="009B516B"/>
    <w:rsid w:val="009B598F"/>
    <w:rsid w:val="009B6994"/>
    <w:rsid w:val="009C3E0A"/>
    <w:rsid w:val="009C6386"/>
    <w:rsid w:val="009C7310"/>
    <w:rsid w:val="009D0999"/>
    <w:rsid w:val="009D1F7F"/>
    <w:rsid w:val="009D2637"/>
    <w:rsid w:val="009D3AFC"/>
    <w:rsid w:val="009D570F"/>
    <w:rsid w:val="009D57CF"/>
    <w:rsid w:val="009D595F"/>
    <w:rsid w:val="009E102B"/>
    <w:rsid w:val="009E3BA0"/>
    <w:rsid w:val="009E3E77"/>
    <w:rsid w:val="009E5821"/>
    <w:rsid w:val="009E7068"/>
    <w:rsid w:val="009F04A3"/>
    <w:rsid w:val="009F095F"/>
    <w:rsid w:val="009F2173"/>
    <w:rsid w:val="009F57FD"/>
    <w:rsid w:val="009F7145"/>
    <w:rsid w:val="009F71F9"/>
    <w:rsid w:val="009F7D14"/>
    <w:rsid w:val="00A0040A"/>
    <w:rsid w:val="00A00EAC"/>
    <w:rsid w:val="00A02377"/>
    <w:rsid w:val="00A0633A"/>
    <w:rsid w:val="00A07798"/>
    <w:rsid w:val="00A10F2A"/>
    <w:rsid w:val="00A11206"/>
    <w:rsid w:val="00A16F7D"/>
    <w:rsid w:val="00A211C1"/>
    <w:rsid w:val="00A23EC8"/>
    <w:rsid w:val="00A2422D"/>
    <w:rsid w:val="00A24487"/>
    <w:rsid w:val="00A2494C"/>
    <w:rsid w:val="00A250F3"/>
    <w:rsid w:val="00A27966"/>
    <w:rsid w:val="00A27BB8"/>
    <w:rsid w:val="00A27E0B"/>
    <w:rsid w:val="00A31AC0"/>
    <w:rsid w:val="00A32F12"/>
    <w:rsid w:val="00A343A3"/>
    <w:rsid w:val="00A362CC"/>
    <w:rsid w:val="00A3794B"/>
    <w:rsid w:val="00A402F2"/>
    <w:rsid w:val="00A422E7"/>
    <w:rsid w:val="00A423CA"/>
    <w:rsid w:val="00A451DE"/>
    <w:rsid w:val="00A468E2"/>
    <w:rsid w:val="00A51015"/>
    <w:rsid w:val="00A513C8"/>
    <w:rsid w:val="00A5195C"/>
    <w:rsid w:val="00A533E1"/>
    <w:rsid w:val="00A5459E"/>
    <w:rsid w:val="00A56FC2"/>
    <w:rsid w:val="00A60746"/>
    <w:rsid w:val="00A60913"/>
    <w:rsid w:val="00A630AD"/>
    <w:rsid w:val="00A64D2A"/>
    <w:rsid w:val="00A7099D"/>
    <w:rsid w:val="00A7160A"/>
    <w:rsid w:val="00A72008"/>
    <w:rsid w:val="00A749C1"/>
    <w:rsid w:val="00A75642"/>
    <w:rsid w:val="00A77E21"/>
    <w:rsid w:val="00A824D2"/>
    <w:rsid w:val="00A825DE"/>
    <w:rsid w:val="00A83D22"/>
    <w:rsid w:val="00A85047"/>
    <w:rsid w:val="00A8644B"/>
    <w:rsid w:val="00A86D9C"/>
    <w:rsid w:val="00A90364"/>
    <w:rsid w:val="00A9131C"/>
    <w:rsid w:val="00A935EB"/>
    <w:rsid w:val="00A93AF9"/>
    <w:rsid w:val="00A96184"/>
    <w:rsid w:val="00A965A0"/>
    <w:rsid w:val="00A97FF3"/>
    <w:rsid w:val="00AA18EC"/>
    <w:rsid w:val="00AA1AE4"/>
    <w:rsid w:val="00AA2499"/>
    <w:rsid w:val="00AA4C5D"/>
    <w:rsid w:val="00AA547C"/>
    <w:rsid w:val="00AB022B"/>
    <w:rsid w:val="00AB08E5"/>
    <w:rsid w:val="00AB1152"/>
    <w:rsid w:val="00AB5472"/>
    <w:rsid w:val="00AB581D"/>
    <w:rsid w:val="00AB7EB5"/>
    <w:rsid w:val="00AC0AA2"/>
    <w:rsid w:val="00AC1FB8"/>
    <w:rsid w:val="00AC5415"/>
    <w:rsid w:val="00AC6637"/>
    <w:rsid w:val="00AC6C98"/>
    <w:rsid w:val="00AD3736"/>
    <w:rsid w:val="00AD546A"/>
    <w:rsid w:val="00AE3A23"/>
    <w:rsid w:val="00AE4AFE"/>
    <w:rsid w:val="00AE6D21"/>
    <w:rsid w:val="00AF2BC3"/>
    <w:rsid w:val="00AF2C6C"/>
    <w:rsid w:val="00AF2D79"/>
    <w:rsid w:val="00AF5F76"/>
    <w:rsid w:val="00AF6C33"/>
    <w:rsid w:val="00B016B9"/>
    <w:rsid w:val="00B01F47"/>
    <w:rsid w:val="00B061D4"/>
    <w:rsid w:val="00B06A59"/>
    <w:rsid w:val="00B07543"/>
    <w:rsid w:val="00B07CC7"/>
    <w:rsid w:val="00B11F0B"/>
    <w:rsid w:val="00B12E4D"/>
    <w:rsid w:val="00B14875"/>
    <w:rsid w:val="00B23119"/>
    <w:rsid w:val="00B25D52"/>
    <w:rsid w:val="00B313C8"/>
    <w:rsid w:val="00B3195E"/>
    <w:rsid w:val="00B358EB"/>
    <w:rsid w:val="00B35D12"/>
    <w:rsid w:val="00B37F94"/>
    <w:rsid w:val="00B4291B"/>
    <w:rsid w:val="00B45870"/>
    <w:rsid w:val="00B459EE"/>
    <w:rsid w:val="00B45A3D"/>
    <w:rsid w:val="00B50123"/>
    <w:rsid w:val="00B5196D"/>
    <w:rsid w:val="00B51E5A"/>
    <w:rsid w:val="00B54948"/>
    <w:rsid w:val="00B5589C"/>
    <w:rsid w:val="00B55A1B"/>
    <w:rsid w:val="00B570E7"/>
    <w:rsid w:val="00B57354"/>
    <w:rsid w:val="00B57B2F"/>
    <w:rsid w:val="00B57FB2"/>
    <w:rsid w:val="00B6316B"/>
    <w:rsid w:val="00B63E89"/>
    <w:rsid w:val="00B64017"/>
    <w:rsid w:val="00B641DE"/>
    <w:rsid w:val="00B652D1"/>
    <w:rsid w:val="00B67176"/>
    <w:rsid w:val="00B675F0"/>
    <w:rsid w:val="00B70348"/>
    <w:rsid w:val="00B72025"/>
    <w:rsid w:val="00B76AE9"/>
    <w:rsid w:val="00B76C05"/>
    <w:rsid w:val="00B80DB5"/>
    <w:rsid w:val="00B84974"/>
    <w:rsid w:val="00B874EA"/>
    <w:rsid w:val="00B874FF"/>
    <w:rsid w:val="00B90ACA"/>
    <w:rsid w:val="00B91101"/>
    <w:rsid w:val="00B933E5"/>
    <w:rsid w:val="00B93E42"/>
    <w:rsid w:val="00B948DF"/>
    <w:rsid w:val="00B96DE3"/>
    <w:rsid w:val="00BA08D0"/>
    <w:rsid w:val="00BA28A4"/>
    <w:rsid w:val="00BA79BF"/>
    <w:rsid w:val="00BB2C5C"/>
    <w:rsid w:val="00BB3CBA"/>
    <w:rsid w:val="00BB4C08"/>
    <w:rsid w:val="00BB4C67"/>
    <w:rsid w:val="00BB5D76"/>
    <w:rsid w:val="00BB6948"/>
    <w:rsid w:val="00BC40A4"/>
    <w:rsid w:val="00BC4933"/>
    <w:rsid w:val="00BC6E87"/>
    <w:rsid w:val="00BC73C6"/>
    <w:rsid w:val="00BC7409"/>
    <w:rsid w:val="00BC75BF"/>
    <w:rsid w:val="00BD27C0"/>
    <w:rsid w:val="00BD35DD"/>
    <w:rsid w:val="00BD3905"/>
    <w:rsid w:val="00BD3EAC"/>
    <w:rsid w:val="00BD7994"/>
    <w:rsid w:val="00BD7F44"/>
    <w:rsid w:val="00BE221D"/>
    <w:rsid w:val="00BE2CF8"/>
    <w:rsid w:val="00BE6B0C"/>
    <w:rsid w:val="00BE7700"/>
    <w:rsid w:val="00BF02AF"/>
    <w:rsid w:val="00BF2E8A"/>
    <w:rsid w:val="00C028F7"/>
    <w:rsid w:val="00C04E63"/>
    <w:rsid w:val="00C077BC"/>
    <w:rsid w:val="00C10027"/>
    <w:rsid w:val="00C11BC9"/>
    <w:rsid w:val="00C13EEE"/>
    <w:rsid w:val="00C15057"/>
    <w:rsid w:val="00C156AF"/>
    <w:rsid w:val="00C15835"/>
    <w:rsid w:val="00C1631F"/>
    <w:rsid w:val="00C16A12"/>
    <w:rsid w:val="00C17246"/>
    <w:rsid w:val="00C21E08"/>
    <w:rsid w:val="00C22922"/>
    <w:rsid w:val="00C22D21"/>
    <w:rsid w:val="00C2639E"/>
    <w:rsid w:val="00C30A24"/>
    <w:rsid w:val="00C33DF9"/>
    <w:rsid w:val="00C36B47"/>
    <w:rsid w:val="00C428D7"/>
    <w:rsid w:val="00C42E34"/>
    <w:rsid w:val="00C45AC6"/>
    <w:rsid w:val="00C46A96"/>
    <w:rsid w:val="00C47097"/>
    <w:rsid w:val="00C50891"/>
    <w:rsid w:val="00C50896"/>
    <w:rsid w:val="00C50D35"/>
    <w:rsid w:val="00C51433"/>
    <w:rsid w:val="00C527BB"/>
    <w:rsid w:val="00C52B26"/>
    <w:rsid w:val="00C5456A"/>
    <w:rsid w:val="00C560C2"/>
    <w:rsid w:val="00C66E03"/>
    <w:rsid w:val="00C675FB"/>
    <w:rsid w:val="00C712B0"/>
    <w:rsid w:val="00C752AF"/>
    <w:rsid w:val="00C804B2"/>
    <w:rsid w:val="00C81394"/>
    <w:rsid w:val="00C8160E"/>
    <w:rsid w:val="00C81D11"/>
    <w:rsid w:val="00C82729"/>
    <w:rsid w:val="00C82C14"/>
    <w:rsid w:val="00C82D39"/>
    <w:rsid w:val="00C83F71"/>
    <w:rsid w:val="00C85D21"/>
    <w:rsid w:val="00C873F9"/>
    <w:rsid w:val="00C8790B"/>
    <w:rsid w:val="00C917A1"/>
    <w:rsid w:val="00C91CAF"/>
    <w:rsid w:val="00C922F4"/>
    <w:rsid w:val="00C9623A"/>
    <w:rsid w:val="00C96663"/>
    <w:rsid w:val="00C97BF5"/>
    <w:rsid w:val="00CA083E"/>
    <w:rsid w:val="00CA237E"/>
    <w:rsid w:val="00CA3465"/>
    <w:rsid w:val="00CA5F2E"/>
    <w:rsid w:val="00CA6AAE"/>
    <w:rsid w:val="00CA765F"/>
    <w:rsid w:val="00CA794A"/>
    <w:rsid w:val="00CB04CD"/>
    <w:rsid w:val="00CB15D5"/>
    <w:rsid w:val="00CB1641"/>
    <w:rsid w:val="00CB3A4E"/>
    <w:rsid w:val="00CC2F34"/>
    <w:rsid w:val="00CC6C76"/>
    <w:rsid w:val="00CD0AB5"/>
    <w:rsid w:val="00CD4289"/>
    <w:rsid w:val="00CD53DE"/>
    <w:rsid w:val="00CD7CD8"/>
    <w:rsid w:val="00CE008B"/>
    <w:rsid w:val="00CE0761"/>
    <w:rsid w:val="00CE1DEA"/>
    <w:rsid w:val="00CE2831"/>
    <w:rsid w:val="00CE373D"/>
    <w:rsid w:val="00CE4193"/>
    <w:rsid w:val="00CE6163"/>
    <w:rsid w:val="00CE7F18"/>
    <w:rsid w:val="00CF1FAC"/>
    <w:rsid w:val="00CF2EBB"/>
    <w:rsid w:val="00CF301E"/>
    <w:rsid w:val="00CF78B3"/>
    <w:rsid w:val="00CF7EAE"/>
    <w:rsid w:val="00D01D71"/>
    <w:rsid w:val="00D036D6"/>
    <w:rsid w:val="00D04F19"/>
    <w:rsid w:val="00D064C0"/>
    <w:rsid w:val="00D06F2F"/>
    <w:rsid w:val="00D07B8D"/>
    <w:rsid w:val="00D1257C"/>
    <w:rsid w:val="00D12842"/>
    <w:rsid w:val="00D13E5A"/>
    <w:rsid w:val="00D145A4"/>
    <w:rsid w:val="00D2189B"/>
    <w:rsid w:val="00D221CC"/>
    <w:rsid w:val="00D223F3"/>
    <w:rsid w:val="00D22F9C"/>
    <w:rsid w:val="00D24365"/>
    <w:rsid w:val="00D24C82"/>
    <w:rsid w:val="00D25C7A"/>
    <w:rsid w:val="00D25D70"/>
    <w:rsid w:val="00D26229"/>
    <w:rsid w:val="00D26C41"/>
    <w:rsid w:val="00D26F3B"/>
    <w:rsid w:val="00D355C9"/>
    <w:rsid w:val="00D440C3"/>
    <w:rsid w:val="00D454D5"/>
    <w:rsid w:val="00D46397"/>
    <w:rsid w:val="00D46AAF"/>
    <w:rsid w:val="00D50D50"/>
    <w:rsid w:val="00D52AD3"/>
    <w:rsid w:val="00D54ED7"/>
    <w:rsid w:val="00D5563C"/>
    <w:rsid w:val="00D562F9"/>
    <w:rsid w:val="00D57933"/>
    <w:rsid w:val="00D600B3"/>
    <w:rsid w:val="00D60854"/>
    <w:rsid w:val="00D63DA8"/>
    <w:rsid w:val="00D66B21"/>
    <w:rsid w:val="00D71965"/>
    <w:rsid w:val="00D72DF1"/>
    <w:rsid w:val="00D7687E"/>
    <w:rsid w:val="00D76F9F"/>
    <w:rsid w:val="00D77C93"/>
    <w:rsid w:val="00D80436"/>
    <w:rsid w:val="00D818A9"/>
    <w:rsid w:val="00D81C91"/>
    <w:rsid w:val="00D83F43"/>
    <w:rsid w:val="00D86495"/>
    <w:rsid w:val="00D864A7"/>
    <w:rsid w:val="00D87030"/>
    <w:rsid w:val="00D91A3A"/>
    <w:rsid w:val="00D95DDF"/>
    <w:rsid w:val="00D97DBE"/>
    <w:rsid w:val="00DA0198"/>
    <w:rsid w:val="00DA1184"/>
    <w:rsid w:val="00DA1D8D"/>
    <w:rsid w:val="00DA48AA"/>
    <w:rsid w:val="00DA6AD6"/>
    <w:rsid w:val="00DB153C"/>
    <w:rsid w:val="00DB1A27"/>
    <w:rsid w:val="00DB5068"/>
    <w:rsid w:val="00DB5509"/>
    <w:rsid w:val="00DB5898"/>
    <w:rsid w:val="00DB77D1"/>
    <w:rsid w:val="00DB7F3D"/>
    <w:rsid w:val="00DC2D28"/>
    <w:rsid w:val="00DC2E95"/>
    <w:rsid w:val="00DC53C6"/>
    <w:rsid w:val="00DC5F9D"/>
    <w:rsid w:val="00DC77C8"/>
    <w:rsid w:val="00DD07C4"/>
    <w:rsid w:val="00DD1360"/>
    <w:rsid w:val="00DD16B9"/>
    <w:rsid w:val="00DE4C9F"/>
    <w:rsid w:val="00DF5324"/>
    <w:rsid w:val="00DF77BB"/>
    <w:rsid w:val="00E00518"/>
    <w:rsid w:val="00E0197D"/>
    <w:rsid w:val="00E04691"/>
    <w:rsid w:val="00E04728"/>
    <w:rsid w:val="00E1046F"/>
    <w:rsid w:val="00E12484"/>
    <w:rsid w:val="00E147FE"/>
    <w:rsid w:val="00E148EF"/>
    <w:rsid w:val="00E14BD3"/>
    <w:rsid w:val="00E14E58"/>
    <w:rsid w:val="00E21E16"/>
    <w:rsid w:val="00E2228F"/>
    <w:rsid w:val="00E24D7C"/>
    <w:rsid w:val="00E30AAA"/>
    <w:rsid w:val="00E31369"/>
    <w:rsid w:val="00E32D95"/>
    <w:rsid w:val="00E33F7D"/>
    <w:rsid w:val="00E3416E"/>
    <w:rsid w:val="00E34856"/>
    <w:rsid w:val="00E34DEC"/>
    <w:rsid w:val="00E358C7"/>
    <w:rsid w:val="00E37260"/>
    <w:rsid w:val="00E37271"/>
    <w:rsid w:val="00E37D97"/>
    <w:rsid w:val="00E427B9"/>
    <w:rsid w:val="00E4480A"/>
    <w:rsid w:val="00E475B9"/>
    <w:rsid w:val="00E47BFE"/>
    <w:rsid w:val="00E47D22"/>
    <w:rsid w:val="00E522AE"/>
    <w:rsid w:val="00E5254C"/>
    <w:rsid w:val="00E560F3"/>
    <w:rsid w:val="00E60AAE"/>
    <w:rsid w:val="00E63617"/>
    <w:rsid w:val="00E65E7C"/>
    <w:rsid w:val="00E66033"/>
    <w:rsid w:val="00E7037E"/>
    <w:rsid w:val="00E707FB"/>
    <w:rsid w:val="00E73683"/>
    <w:rsid w:val="00E757E9"/>
    <w:rsid w:val="00E7668E"/>
    <w:rsid w:val="00E82C5C"/>
    <w:rsid w:val="00E85617"/>
    <w:rsid w:val="00E90E88"/>
    <w:rsid w:val="00E931D0"/>
    <w:rsid w:val="00E9338F"/>
    <w:rsid w:val="00E937DB"/>
    <w:rsid w:val="00E94730"/>
    <w:rsid w:val="00E957FD"/>
    <w:rsid w:val="00EA010E"/>
    <w:rsid w:val="00EA6F1C"/>
    <w:rsid w:val="00EA74B7"/>
    <w:rsid w:val="00EB0241"/>
    <w:rsid w:val="00EB384A"/>
    <w:rsid w:val="00EB3B6B"/>
    <w:rsid w:val="00EB490F"/>
    <w:rsid w:val="00EB6E00"/>
    <w:rsid w:val="00EC2926"/>
    <w:rsid w:val="00EC3B1A"/>
    <w:rsid w:val="00EC62E7"/>
    <w:rsid w:val="00EE16A0"/>
    <w:rsid w:val="00EE16B1"/>
    <w:rsid w:val="00EE237D"/>
    <w:rsid w:val="00EE27D1"/>
    <w:rsid w:val="00EF07D8"/>
    <w:rsid w:val="00EF141F"/>
    <w:rsid w:val="00EF199C"/>
    <w:rsid w:val="00EF570D"/>
    <w:rsid w:val="00EF5DB6"/>
    <w:rsid w:val="00EF78AC"/>
    <w:rsid w:val="00EF7E19"/>
    <w:rsid w:val="00F011AF"/>
    <w:rsid w:val="00F025FD"/>
    <w:rsid w:val="00F03781"/>
    <w:rsid w:val="00F04939"/>
    <w:rsid w:val="00F0777C"/>
    <w:rsid w:val="00F1058F"/>
    <w:rsid w:val="00F11487"/>
    <w:rsid w:val="00F11C0F"/>
    <w:rsid w:val="00F121A3"/>
    <w:rsid w:val="00F12868"/>
    <w:rsid w:val="00F12F05"/>
    <w:rsid w:val="00F12F6C"/>
    <w:rsid w:val="00F171E6"/>
    <w:rsid w:val="00F209C4"/>
    <w:rsid w:val="00F21153"/>
    <w:rsid w:val="00F21F4E"/>
    <w:rsid w:val="00F24364"/>
    <w:rsid w:val="00F24E71"/>
    <w:rsid w:val="00F278B1"/>
    <w:rsid w:val="00F27C79"/>
    <w:rsid w:val="00F3506A"/>
    <w:rsid w:val="00F37ADE"/>
    <w:rsid w:val="00F44121"/>
    <w:rsid w:val="00F442E1"/>
    <w:rsid w:val="00F46967"/>
    <w:rsid w:val="00F47ECA"/>
    <w:rsid w:val="00F50071"/>
    <w:rsid w:val="00F50461"/>
    <w:rsid w:val="00F51098"/>
    <w:rsid w:val="00F52252"/>
    <w:rsid w:val="00F53081"/>
    <w:rsid w:val="00F53920"/>
    <w:rsid w:val="00F5721B"/>
    <w:rsid w:val="00F710CE"/>
    <w:rsid w:val="00F74C0C"/>
    <w:rsid w:val="00F768E5"/>
    <w:rsid w:val="00F82226"/>
    <w:rsid w:val="00F8252B"/>
    <w:rsid w:val="00F827ED"/>
    <w:rsid w:val="00F85AEF"/>
    <w:rsid w:val="00F85FB4"/>
    <w:rsid w:val="00F869E4"/>
    <w:rsid w:val="00F86F01"/>
    <w:rsid w:val="00F875AF"/>
    <w:rsid w:val="00F87CE2"/>
    <w:rsid w:val="00F94F44"/>
    <w:rsid w:val="00FA0344"/>
    <w:rsid w:val="00FA3300"/>
    <w:rsid w:val="00FA5FF8"/>
    <w:rsid w:val="00FB1160"/>
    <w:rsid w:val="00FB2214"/>
    <w:rsid w:val="00FB73F5"/>
    <w:rsid w:val="00FB7AEA"/>
    <w:rsid w:val="00FC1274"/>
    <w:rsid w:val="00FC78FF"/>
    <w:rsid w:val="00FD0CAE"/>
    <w:rsid w:val="00FD0FFC"/>
    <w:rsid w:val="00FD20E9"/>
    <w:rsid w:val="00FD2F04"/>
    <w:rsid w:val="00FD4358"/>
    <w:rsid w:val="00FD6B60"/>
    <w:rsid w:val="00FD7093"/>
    <w:rsid w:val="00FD7AD2"/>
    <w:rsid w:val="00FD7E47"/>
    <w:rsid w:val="00FE1EB3"/>
    <w:rsid w:val="00FE211A"/>
    <w:rsid w:val="00FE2A67"/>
    <w:rsid w:val="00FE4242"/>
    <w:rsid w:val="00FE444F"/>
    <w:rsid w:val="00FE467D"/>
    <w:rsid w:val="00FE517B"/>
    <w:rsid w:val="00FE6DB9"/>
    <w:rsid w:val="00FE745D"/>
    <w:rsid w:val="00FF2E87"/>
    <w:rsid w:val="00FF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1A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693D74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customStyle="1" w:styleId="HeaderChar1">
    <w:name w:val="Header Char1"/>
    <w:link w:val="Header"/>
    <w:uiPriority w:val="99"/>
    <w:locked/>
    <w:rsid w:val="00693D74"/>
    <w:rPr>
      <w:sz w:val="24"/>
      <w:lang w:val="ru-RU" w:eastAsia="ru-RU"/>
    </w:rPr>
  </w:style>
  <w:style w:type="paragraph" w:styleId="FootnoteText">
    <w:name w:val="footnote text"/>
    <w:basedOn w:val="Normal"/>
    <w:link w:val="FootnoteTextChar1"/>
    <w:uiPriority w:val="99"/>
    <w:rsid w:val="00693D7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customStyle="1" w:styleId="FootnoteTextChar1">
    <w:name w:val="Footnote Text Char1"/>
    <w:link w:val="FootnoteText"/>
    <w:uiPriority w:val="99"/>
    <w:locked/>
    <w:rsid w:val="00693D74"/>
    <w:rPr>
      <w:lang w:val="ru-RU" w:eastAsia="ru-RU"/>
    </w:rPr>
  </w:style>
  <w:style w:type="character" w:styleId="FootnoteReference">
    <w:name w:val="footnote reference"/>
    <w:basedOn w:val="DefaultParagraphFont"/>
    <w:uiPriority w:val="99"/>
    <w:rsid w:val="00693D74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63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478</Words>
  <Characters>2727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subject/>
  <dc:creator>Инна</dc:creator>
  <cp:keywords/>
  <dc:description/>
  <cp:lastModifiedBy>111</cp:lastModifiedBy>
  <cp:revision>3</cp:revision>
  <cp:lastPrinted>2015-04-16T13:22:00Z</cp:lastPrinted>
  <dcterms:created xsi:type="dcterms:W3CDTF">2015-05-13T12:37:00Z</dcterms:created>
  <dcterms:modified xsi:type="dcterms:W3CDTF">2015-05-13T12:46:00Z</dcterms:modified>
</cp:coreProperties>
</file>