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273" w:rsidRDefault="001E6273" w:rsidP="00526BC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</w:t>
      </w:r>
    </w:p>
    <w:p w:rsidR="001E6273" w:rsidRDefault="001E6273" w:rsidP="00526BC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</w:t>
      </w:r>
      <w:r w:rsidRPr="00526BC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Приложение  № 2</w:t>
      </w:r>
    </w:p>
    <w:p w:rsidR="001E6273" w:rsidRDefault="001E6273" w:rsidP="00526BCF">
      <w:pPr>
        <w:ind w:left="4956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к постановлению администрации</w:t>
      </w:r>
    </w:p>
    <w:p w:rsidR="001E6273" w:rsidRDefault="001E6273" w:rsidP="00526BCF">
      <w:pPr>
        <w:ind w:left="495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Булатовского сельского поселения </w:t>
      </w:r>
    </w:p>
    <w:p w:rsidR="001E6273" w:rsidRDefault="001E6273" w:rsidP="00526BC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от 13.08.2013г.  №20 </w:t>
      </w:r>
    </w:p>
    <w:p w:rsidR="001E6273" w:rsidRDefault="001E6273" w:rsidP="00526BCF">
      <w:pPr>
        <w:ind w:left="6480"/>
        <w:rPr>
          <w:sz w:val="28"/>
          <w:szCs w:val="28"/>
        </w:rPr>
      </w:pPr>
    </w:p>
    <w:p w:rsidR="001E6273" w:rsidRPr="00C75A7F" w:rsidRDefault="001E6273" w:rsidP="00C75A7F">
      <w:pPr>
        <w:ind w:left="648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</w:t>
      </w:r>
    </w:p>
    <w:p w:rsidR="001E6273" w:rsidRDefault="001E6273" w:rsidP="00526BCF">
      <w:pPr>
        <w:autoSpaceDE w:val="0"/>
        <w:autoSpaceDN w:val="0"/>
        <w:adjustRightInd w:val="0"/>
        <w:ind w:firstLine="720"/>
        <w:jc w:val="center"/>
        <w:rPr>
          <w:bCs/>
          <w:color w:val="26282F"/>
          <w:sz w:val="28"/>
          <w:szCs w:val="28"/>
        </w:rPr>
      </w:pPr>
      <w:r>
        <w:rPr>
          <w:bCs/>
          <w:color w:val="26282F"/>
          <w:sz w:val="28"/>
          <w:szCs w:val="28"/>
        </w:rPr>
        <w:t>Сведения</w:t>
      </w:r>
    </w:p>
    <w:p w:rsidR="001E6273" w:rsidRDefault="001E6273" w:rsidP="00526BCF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о доходах, об имуществе и обязательствах имущественного характера муниципальных служащих администрации Булатовского сельского поселения и членов их семей</w:t>
      </w:r>
    </w:p>
    <w:p w:rsidR="001E6273" w:rsidRDefault="001E6273" w:rsidP="00526BCF">
      <w:pPr>
        <w:autoSpaceDE w:val="0"/>
        <w:autoSpaceDN w:val="0"/>
        <w:adjustRightInd w:val="0"/>
        <w:ind w:firstLine="720"/>
        <w:jc w:val="center"/>
        <w:rPr>
          <w:bCs/>
          <w:color w:val="26282F"/>
          <w:sz w:val="28"/>
          <w:szCs w:val="28"/>
        </w:rPr>
      </w:pPr>
      <w:r>
        <w:rPr>
          <w:bCs/>
          <w:color w:val="26282F"/>
          <w:sz w:val="28"/>
          <w:szCs w:val="28"/>
        </w:rPr>
        <w:t>за период с 01 января 2014 года по 31 января 2014 года</w:t>
      </w:r>
    </w:p>
    <w:p w:rsidR="001E6273" w:rsidRDefault="001E6273" w:rsidP="00526BCF">
      <w:pPr>
        <w:autoSpaceDE w:val="0"/>
        <w:autoSpaceDN w:val="0"/>
        <w:adjustRightInd w:val="0"/>
        <w:ind w:firstLine="720"/>
        <w:jc w:val="center"/>
        <w:rPr>
          <w:rFonts w:ascii="Arial" w:hAnsi="Arial"/>
          <w:b/>
          <w:bCs/>
          <w:color w:val="26282F"/>
          <w:sz w:val="26"/>
          <w:szCs w:val="26"/>
        </w:rPr>
      </w:pPr>
    </w:p>
    <w:p w:rsidR="001E6273" w:rsidRDefault="001E6273" w:rsidP="00526BCF">
      <w:pPr>
        <w:autoSpaceDE w:val="0"/>
        <w:autoSpaceDN w:val="0"/>
        <w:adjustRightInd w:val="0"/>
        <w:ind w:firstLine="720"/>
        <w:jc w:val="center"/>
        <w:rPr>
          <w:rFonts w:ascii="Arial" w:hAnsi="Arial"/>
          <w:b/>
          <w:bCs/>
          <w:color w:val="26282F"/>
          <w:sz w:val="26"/>
          <w:szCs w:val="26"/>
        </w:rPr>
      </w:pPr>
    </w:p>
    <w:tbl>
      <w:tblPr>
        <w:tblW w:w="15285" w:type="dxa"/>
        <w:tblInd w:w="-5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/>
      </w:tblPr>
      <w:tblGrid>
        <w:gridCol w:w="2702"/>
        <w:gridCol w:w="1331"/>
        <w:gridCol w:w="1585"/>
        <w:gridCol w:w="1564"/>
        <w:gridCol w:w="1620"/>
        <w:gridCol w:w="1666"/>
        <w:gridCol w:w="1596"/>
        <w:gridCol w:w="1581"/>
        <w:gridCol w:w="1640"/>
      </w:tblGrid>
      <w:tr w:rsidR="001E6273" w:rsidTr="00526BCF">
        <w:tc>
          <w:tcPr>
            <w:tcW w:w="270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73" w:rsidRDefault="001E6273">
            <w:pPr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>
              <w:rPr>
                <w:sz w:val="22"/>
                <w:szCs w:val="22"/>
              </w:rPr>
              <w:t xml:space="preserve">Сведения о </w:t>
            </w:r>
            <w:r>
              <w:rPr>
                <w:bCs/>
                <w:color w:val="26282F"/>
                <w:sz w:val="22"/>
                <w:szCs w:val="22"/>
              </w:rPr>
              <w:t>муниципальных служащих</w:t>
            </w:r>
          </w:p>
          <w:p w:rsidR="001E6273" w:rsidRDefault="001E6273">
            <w:pPr>
              <w:autoSpaceDE w:val="0"/>
              <w:autoSpaceDN w:val="0"/>
              <w:adjustRightInd w:val="0"/>
              <w:jc w:val="center"/>
            </w:pPr>
            <w:r>
              <w:rPr>
                <w:bCs/>
                <w:color w:val="26282F"/>
                <w:sz w:val="22"/>
                <w:szCs w:val="22"/>
              </w:rPr>
              <w:t>администрации Булатовского сельского поселения</w:t>
            </w:r>
          </w:p>
          <w:p w:rsidR="001E6273" w:rsidRDefault="001E6273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и членах их семей</w:t>
            </w:r>
          </w:p>
        </w:tc>
        <w:tc>
          <w:tcPr>
            <w:tcW w:w="1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73" w:rsidRDefault="001E6273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 xml:space="preserve">Общая  </w:t>
            </w:r>
          </w:p>
          <w:p w:rsidR="001E6273" w:rsidRDefault="001E6273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 xml:space="preserve">сумма  </w:t>
            </w:r>
          </w:p>
          <w:p w:rsidR="001E6273" w:rsidRDefault="001E6273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 xml:space="preserve">дохода </w:t>
            </w:r>
          </w:p>
          <w:p w:rsidR="001E6273" w:rsidRDefault="001E6273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 xml:space="preserve">за отчетный </w:t>
            </w:r>
          </w:p>
          <w:p w:rsidR="001E6273" w:rsidRDefault="001E6273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 xml:space="preserve">период </w:t>
            </w:r>
          </w:p>
          <w:p w:rsidR="001E6273" w:rsidRDefault="001E6273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 xml:space="preserve">(руб.) </w:t>
            </w:r>
          </w:p>
        </w:tc>
        <w:tc>
          <w:tcPr>
            <w:tcW w:w="64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73" w:rsidRDefault="001E6273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Перечень объектов недвижимого имущества</w:t>
            </w:r>
          </w:p>
          <w:p w:rsidR="001E6273" w:rsidRDefault="001E6273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 xml:space="preserve">и транспортных средств, принадлежащих </w:t>
            </w:r>
          </w:p>
          <w:p w:rsidR="001E6273" w:rsidRDefault="001E6273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на праве собственности</w:t>
            </w:r>
          </w:p>
        </w:tc>
        <w:tc>
          <w:tcPr>
            <w:tcW w:w="4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E6273" w:rsidRDefault="001E6273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Перечень объектов недвижимого имущества, находящегося в пользовании</w:t>
            </w:r>
          </w:p>
        </w:tc>
      </w:tr>
      <w:tr w:rsidR="001E6273" w:rsidTr="00526BCF">
        <w:tc>
          <w:tcPr>
            <w:tcW w:w="270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73" w:rsidRDefault="001E6273"/>
        </w:tc>
        <w:tc>
          <w:tcPr>
            <w:tcW w:w="1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73" w:rsidRDefault="001E6273"/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73" w:rsidRDefault="001E6273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Вид</w:t>
            </w:r>
          </w:p>
          <w:p w:rsidR="001E6273" w:rsidRDefault="001E6273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объекта</w:t>
            </w:r>
          </w:p>
          <w:p w:rsidR="001E6273" w:rsidRDefault="001E6273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недвижимого</w:t>
            </w:r>
          </w:p>
          <w:p w:rsidR="001E6273" w:rsidRDefault="001E6273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имущества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73" w:rsidRDefault="001E6273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Площадь</w:t>
            </w:r>
          </w:p>
          <w:p w:rsidR="001E6273" w:rsidRDefault="001E6273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объекта</w:t>
            </w:r>
          </w:p>
          <w:p w:rsidR="001E6273" w:rsidRDefault="001E6273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недвижимого имущества</w:t>
            </w:r>
          </w:p>
          <w:p w:rsidR="001E6273" w:rsidRDefault="001E6273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(кв. м)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73" w:rsidRDefault="001E6273">
            <w:pPr>
              <w:jc w:val="center"/>
            </w:pPr>
            <w:r>
              <w:rPr>
                <w:sz w:val="22"/>
                <w:szCs w:val="22"/>
              </w:rPr>
              <w:t>Страна</w:t>
            </w:r>
          </w:p>
          <w:p w:rsidR="001E6273" w:rsidRDefault="001E6273">
            <w:pPr>
              <w:jc w:val="center"/>
            </w:pPr>
            <w:r>
              <w:rPr>
                <w:sz w:val="22"/>
                <w:szCs w:val="22"/>
              </w:rPr>
              <w:t>расположения объекта недвижимого</w:t>
            </w:r>
          </w:p>
          <w:p w:rsidR="001E6273" w:rsidRDefault="001E6273">
            <w:pPr>
              <w:jc w:val="center"/>
            </w:pPr>
            <w:r>
              <w:rPr>
                <w:sz w:val="22"/>
                <w:szCs w:val="22"/>
              </w:rPr>
              <w:t>имущества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73" w:rsidRDefault="001E6273">
            <w:pPr>
              <w:jc w:val="center"/>
            </w:pPr>
            <w:r>
              <w:rPr>
                <w:sz w:val="22"/>
                <w:szCs w:val="22"/>
              </w:rPr>
              <w:t>Вид и</w:t>
            </w:r>
          </w:p>
          <w:p w:rsidR="001E6273" w:rsidRDefault="001E6273">
            <w:pPr>
              <w:jc w:val="center"/>
            </w:pPr>
            <w:r>
              <w:rPr>
                <w:sz w:val="22"/>
                <w:szCs w:val="22"/>
              </w:rPr>
              <w:t>марка</w:t>
            </w:r>
          </w:p>
          <w:p w:rsidR="001E6273" w:rsidRDefault="001E6273">
            <w:pPr>
              <w:jc w:val="center"/>
            </w:pPr>
            <w:r>
              <w:rPr>
                <w:sz w:val="22"/>
                <w:szCs w:val="22"/>
              </w:rPr>
              <w:t>транспортного</w:t>
            </w:r>
          </w:p>
          <w:p w:rsidR="001E6273" w:rsidRDefault="001E6273">
            <w:pPr>
              <w:jc w:val="center"/>
            </w:pPr>
            <w:r>
              <w:rPr>
                <w:sz w:val="22"/>
                <w:szCs w:val="22"/>
              </w:rPr>
              <w:t>средства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73" w:rsidRDefault="001E6273">
            <w:pPr>
              <w:jc w:val="center"/>
            </w:pPr>
            <w:r>
              <w:rPr>
                <w:sz w:val="22"/>
                <w:szCs w:val="22"/>
              </w:rPr>
              <w:t>Вид</w:t>
            </w:r>
          </w:p>
          <w:p w:rsidR="001E6273" w:rsidRDefault="001E6273">
            <w:pPr>
              <w:jc w:val="center"/>
            </w:pPr>
            <w:r>
              <w:rPr>
                <w:sz w:val="22"/>
                <w:szCs w:val="22"/>
              </w:rPr>
              <w:t>объекта</w:t>
            </w:r>
          </w:p>
          <w:p w:rsidR="001E6273" w:rsidRDefault="001E6273">
            <w:pPr>
              <w:jc w:val="center"/>
            </w:pPr>
            <w:r>
              <w:rPr>
                <w:sz w:val="22"/>
                <w:szCs w:val="22"/>
              </w:rPr>
              <w:t>недвижимого</w:t>
            </w:r>
          </w:p>
          <w:p w:rsidR="001E6273" w:rsidRDefault="001E6273">
            <w:pPr>
              <w:jc w:val="center"/>
            </w:pPr>
            <w:r>
              <w:rPr>
                <w:sz w:val="22"/>
                <w:szCs w:val="22"/>
              </w:rPr>
              <w:t>имущества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73" w:rsidRDefault="001E6273">
            <w:pPr>
              <w:jc w:val="center"/>
            </w:pPr>
            <w:r>
              <w:rPr>
                <w:sz w:val="22"/>
                <w:szCs w:val="22"/>
              </w:rPr>
              <w:t>Площадь</w:t>
            </w:r>
          </w:p>
          <w:p w:rsidR="001E6273" w:rsidRDefault="001E6273">
            <w:pPr>
              <w:jc w:val="center"/>
            </w:pPr>
            <w:r>
              <w:rPr>
                <w:sz w:val="22"/>
                <w:szCs w:val="22"/>
              </w:rPr>
              <w:t>объекта</w:t>
            </w:r>
          </w:p>
          <w:p w:rsidR="001E6273" w:rsidRDefault="001E6273">
            <w:pPr>
              <w:jc w:val="center"/>
            </w:pPr>
            <w:r>
              <w:rPr>
                <w:sz w:val="22"/>
                <w:szCs w:val="22"/>
              </w:rPr>
              <w:t>недвижимого имущества</w:t>
            </w:r>
          </w:p>
          <w:p w:rsidR="001E6273" w:rsidRDefault="001E6273">
            <w:pPr>
              <w:jc w:val="center"/>
            </w:pPr>
            <w:r>
              <w:rPr>
                <w:sz w:val="22"/>
                <w:szCs w:val="22"/>
              </w:rPr>
              <w:t>(кв. м)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6273" w:rsidRDefault="001E6273">
            <w:pPr>
              <w:jc w:val="center"/>
            </w:pPr>
            <w:r>
              <w:rPr>
                <w:sz w:val="22"/>
                <w:szCs w:val="22"/>
              </w:rPr>
              <w:t>Страна</w:t>
            </w:r>
          </w:p>
          <w:p w:rsidR="001E6273" w:rsidRDefault="001E6273">
            <w:pPr>
              <w:jc w:val="center"/>
            </w:pPr>
            <w:r>
              <w:rPr>
                <w:sz w:val="22"/>
                <w:szCs w:val="22"/>
              </w:rPr>
              <w:t>расположения объекта недвижимого</w:t>
            </w:r>
          </w:p>
          <w:p w:rsidR="001E6273" w:rsidRDefault="001E6273">
            <w:pPr>
              <w:jc w:val="center"/>
            </w:pPr>
            <w:r>
              <w:rPr>
                <w:sz w:val="22"/>
                <w:szCs w:val="22"/>
              </w:rPr>
              <w:t>имущества</w:t>
            </w:r>
          </w:p>
        </w:tc>
      </w:tr>
      <w:tr w:rsidR="001E6273" w:rsidTr="00C75A7F">
        <w:tc>
          <w:tcPr>
            <w:tcW w:w="2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73" w:rsidRDefault="001E6273" w:rsidP="00C75A7F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Глава администрации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73" w:rsidRPr="00D2409D" w:rsidRDefault="001E6273" w:rsidP="00C75A7F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512995.5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73" w:rsidRDefault="001E6273" w:rsidP="00C75A7F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Жилой дом (1/2)</w:t>
            </w:r>
          </w:p>
          <w:p w:rsidR="001E6273" w:rsidRDefault="001E6273" w:rsidP="00C75A7F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Земельный участок (1/2)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73" w:rsidRDefault="001E6273" w:rsidP="00C75A7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</w:p>
          <w:p w:rsidR="001E6273" w:rsidRDefault="001E6273" w:rsidP="00C75A7F">
            <w:pPr>
              <w:autoSpaceDE w:val="0"/>
              <w:autoSpaceDN w:val="0"/>
              <w:adjustRightInd w:val="0"/>
              <w:jc w:val="center"/>
            </w:pPr>
          </w:p>
          <w:p w:rsidR="001E6273" w:rsidRDefault="001E6273" w:rsidP="00C75A7F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2500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73" w:rsidRDefault="001E6273" w:rsidP="00C75A7F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1E6273" w:rsidRDefault="001E6273" w:rsidP="00C75A7F">
            <w:pPr>
              <w:jc w:val="center"/>
              <w:rPr>
                <w:sz w:val="22"/>
                <w:szCs w:val="22"/>
              </w:rPr>
            </w:pPr>
          </w:p>
          <w:p w:rsidR="001E6273" w:rsidRDefault="001E6273" w:rsidP="00C75A7F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73" w:rsidRDefault="001E6273" w:rsidP="00C75A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легковой</w:t>
            </w:r>
          </w:p>
          <w:p w:rsidR="001E6273" w:rsidRPr="00C75A7F" w:rsidRDefault="001E6273" w:rsidP="00C75A7F">
            <w:pPr>
              <w:jc w:val="center"/>
            </w:pPr>
            <w:r>
              <w:rPr>
                <w:sz w:val="22"/>
                <w:szCs w:val="22"/>
                <w:lang w:val="en-US"/>
              </w:rPr>
              <w:t>HYUNDAI SOLARIS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73" w:rsidRDefault="001E6273" w:rsidP="00C75A7F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73" w:rsidRDefault="001E6273" w:rsidP="00C75A7F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6273" w:rsidRDefault="001E6273" w:rsidP="00C75A7F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</w:tr>
      <w:tr w:rsidR="001E6273" w:rsidTr="00C75A7F">
        <w:tc>
          <w:tcPr>
            <w:tcW w:w="2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73" w:rsidRDefault="001E6273" w:rsidP="00C75A7F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Заместитель Главы администрации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73" w:rsidRDefault="001E6273" w:rsidP="00C75A7F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308324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73" w:rsidRDefault="001E6273" w:rsidP="00C75A7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73" w:rsidRDefault="001E6273" w:rsidP="00C75A7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73" w:rsidRDefault="001E6273" w:rsidP="00C75A7F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73" w:rsidRDefault="001E6273" w:rsidP="00C75A7F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73" w:rsidRDefault="001E6273" w:rsidP="00C75A7F">
            <w:pPr>
              <w:jc w:val="center"/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73" w:rsidRDefault="001E6273" w:rsidP="00C75A7F">
            <w:pPr>
              <w:jc w:val="center"/>
            </w:pPr>
            <w:r>
              <w:rPr>
                <w:sz w:val="22"/>
                <w:szCs w:val="22"/>
              </w:rPr>
              <w:t>106,7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6273" w:rsidRDefault="001E6273" w:rsidP="00C75A7F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1E6273" w:rsidTr="00C75A7F">
        <w:tc>
          <w:tcPr>
            <w:tcW w:w="2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73" w:rsidRDefault="001E6273" w:rsidP="00C75A7F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73" w:rsidRDefault="001E6273" w:rsidP="00C75A7F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13500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73" w:rsidRDefault="001E6273" w:rsidP="00C75A7F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73" w:rsidRDefault="001E6273" w:rsidP="00C75A7F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73" w:rsidRDefault="001E6273" w:rsidP="00C75A7F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73" w:rsidRDefault="001E6273" w:rsidP="00C75A7F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73" w:rsidRDefault="001E6273" w:rsidP="00C75A7F">
            <w:pPr>
              <w:jc w:val="center"/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73" w:rsidRDefault="001E6273" w:rsidP="00C75A7F">
            <w:pPr>
              <w:jc w:val="center"/>
            </w:pPr>
            <w:r>
              <w:rPr>
                <w:sz w:val="22"/>
                <w:szCs w:val="22"/>
              </w:rPr>
              <w:t>106,7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6273" w:rsidRDefault="001E6273" w:rsidP="00C75A7F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1E6273" w:rsidTr="00C75A7F">
        <w:tc>
          <w:tcPr>
            <w:tcW w:w="2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73" w:rsidRDefault="001E6273" w:rsidP="00C75A7F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73" w:rsidRDefault="001E6273" w:rsidP="00C75A7F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109690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73" w:rsidRDefault="001E6273" w:rsidP="00C75A7F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Жилой дом (1/2)</w:t>
            </w:r>
          </w:p>
          <w:p w:rsidR="001E6273" w:rsidRDefault="001E6273" w:rsidP="00C75A7F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Земельный  участок (47/100)</w:t>
            </w:r>
          </w:p>
          <w:p w:rsidR="001E6273" w:rsidRDefault="001E6273" w:rsidP="00C75A7F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73" w:rsidRDefault="001E6273" w:rsidP="00C75A7F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106,7</w:t>
            </w:r>
          </w:p>
          <w:p w:rsidR="001E6273" w:rsidRDefault="001E6273" w:rsidP="00C75A7F">
            <w:pPr>
              <w:autoSpaceDE w:val="0"/>
              <w:autoSpaceDN w:val="0"/>
              <w:adjustRightInd w:val="0"/>
              <w:jc w:val="center"/>
            </w:pPr>
          </w:p>
          <w:p w:rsidR="001E6273" w:rsidRDefault="001E6273" w:rsidP="00C75A7F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4235</w:t>
            </w:r>
          </w:p>
          <w:p w:rsidR="001E6273" w:rsidRDefault="001E6273" w:rsidP="00C75A7F">
            <w:pPr>
              <w:autoSpaceDE w:val="0"/>
              <w:autoSpaceDN w:val="0"/>
              <w:adjustRightInd w:val="0"/>
              <w:jc w:val="center"/>
            </w:pPr>
          </w:p>
          <w:p w:rsidR="001E6273" w:rsidRDefault="001E6273" w:rsidP="00C75A7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1E6273" w:rsidRDefault="001E6273" w:rsidP="00C75A7F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2200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73" w:rsidRDefault="001E6273" w:rsidP="00C75A7F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1E6273" w:rsidRDefault="001E6273" w:rsidP="00C75A7F">
            <w:pPr>
              <w:jc w:val="center"/>
            </w:pPr>
          </w:p>
          <w:p w:rsidR="001E6273" w:rsidRDefault="001E6273" w:rsidP="00C75A7F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  <w:p w:rsidR="001E6273" w:rsidRDefault="001E6273" w:rsidP="00C75A7F">
            <w:pPr>
              <w:jc w:val="center"/>
            </w:pPr>
          </w:p>
          <w:p w:rsidR="001E6273" w:rsidRDefault="001E6273" w:rsidP="00C75A7F">
            <w:pPr>
              <w:jc w:val="center"/>
              <w:rPr>
                <w:sz w:val="22"/>
                <w:szCs w:val="22"/>
              </w:rPr>
            </w:pPr>
          </w:p>
          <w:p w:rsidR="001E6273" w:rsidRDefault="001E6273" w:rsidP="00C75A7F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73" w:rsidRPr="00D2409D" w:rsidRDefault="001E6273" w:rsidP="00C75A7F">
            <w:pPr>
              <w:jc w:val="center"/>
            </w:pPr>
            <w:r>
              <w:rPr>
                <w:sz w:val="22"/>
                <w:szCs w:val="22"/>
              </w:rPr>
              <w:t xml:space="preserve">Автомобиль легковой </w:t>
            </w:r>
            <w:r>
              <w:rPr>
                <w:sz w:val="22"/>
                <w:szCs w:val="22"/>
                <w:lang w:val="en-US"/>
              </w:rPr>
              <w:t>RENAULT</w:t>
            </w:r>
            <w:r w:rsidRPr="00526BC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LOGAN</w:t>
            </w:r>
            <w:r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  <w:lang w:val="en-US"/>
              </w:rPr>
              <w:t>SR</w:t>
            </w:r>
            <w:r>
              <w:rPr>
                <w:sz w:val="22"/>
                <w:szCs w:val="22"/>
              </w:rPr>
              <w:t>)</w:t>
            </w:r>
            <w:r w:rsidRPr="00D2409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73" w:rsidRDefault="001E6273" w:rsidP="00C75A7F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73" w:rsidRDefault="001E6273" w:rsidP="00C75A7F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6273" w:rsidRDefault="001E6273" w:rsidP="00C75A7F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</w:tr>
      <w:tr w:rsidR="001E6273" w:rsidTr="00526BCF">
        <w:tc>
          <w:tcPr>
            <w:tcW w:w="2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73" w:rsidRDefault="001E6273">
            <w:pPr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Главный специалист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73" w:rsidRDefault="001E6273">
            <w:pPr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197633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73" w:rsidRDefault="001E6273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73" w:rsidRDefault="001E6273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48,6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73" w:rsidRDefault="001E6273">
            <w:pPr>
              <w:jc w:val="center"/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73" w:rsidRDefault="001E6273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73" w:rsidRDefault="001E6273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273" w:rsidRDefault="001E6273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6273" w:rsidRDefault="001E6273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1E6273" w:rsidRDefault="001E6273" w:rsidP="00526BCF"/>
    <w:p w:rsidR="001E6273" w:rsidRDefault="001E6273" w:rsidP="00526BCF"/>
    <w:p w:rsidR="001E6273" w:rsidRDefault="001E6273" w:rsidP="00526BCF"/>
    <w:p w:rsidR="001E6273" w:rsidRDefault="001E6273" w:rsidP="00526BCF"/>
    <w:p w:rsidR="001E6273" w:rsidRDefault="001E6273" w:rsidP="00526BCF"/>
    <w:p w:rsidR="001E6273" w:rsidRDefault="001E6273" w:rsidP="00526BCF">
      <w:pPr>
        <w:rPr>
          <w:sz w:val="28"/>
          <w:szCs w:val="28"/>
        </w:rPr>
      </w:pPr>
    </w:p>
    <w:p w:rsidR="001E6273" w:rsidRDefault="001E6273" w:rsidP="00526BCF">
      <w:pPr>
        <w:ind w:left="6372"/>
        <w:rPr>
          <w:sz w:val="28"/>
          <w:szCs w:val="28"/>
        </w:rPr>
      </w:pPr>
    </w:p>
    <w:p w:rsidR="001E6273" w:rsidRDefault="001E6273" w:rsidP="00526BCF">
      <w:pPr>
        <w:rPr>
          <w:sz w:val="28"/>
          <w:szCs w:val="28"/>
        </w:rPr>
      </w:pPr>
    </w:p>
    <w:p w:rsidR="001E6273" w:rsidRDefault="001E6273" w:rsidP="00526BCF">
      <w:pPr>
        <w:ind w:left="6372"/>
        <w:rPr>
          <w:sz w:val="28"/>
          <w:szCs w:val="28"/>
        </w:rPr>
      </w:pPr>
    </w:p>
    <w:p w:rsidR="001E6273" w:rsidRDefault="001E6273" w:rsidP="00526BCF">
      <w:pPr>
        <w:ind w:left="6372"/>
        <w:rPr>
          <w:sz w:val="28"/>
          <w:szCs w:val="28"/>
        </w:rPr>
      </w:pPr>
    </w:p>
    <w:p w:rsidR="001E6273" w:rsidRDefault="001E6273" w:rsidP="00526BCF">
      <w:pPr>
        <w:ind w:left="6372"/>
        <w:rPr>
          <w:sz w:val="28"/>
          <w:szCs w:val="28"/>
        </w:rPr>
      </w:pPr>
    </w:p>
    <w:p w:rsidR="001E6273" w:rsidRDefault="001E6273" w:rsidP="00526BCF">
      <w:pPr>
        <w:ind w:left="6372"/>
        <w:rPr>
          <w:sz w:val="28"/>
          <w:szCs w:val="28"/>
        </w:rPr>
      </w:pPr>
    </w:p>
    <w:p w:rsidR="001E6273" w:rsidRDefault="001E6273" w:rsidP="00526BCF">
      <w:pPr>
        <w:ind w:left="637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</w:t>
      </w:r>
    </w:p>
    <w:p w:rsidR="001E6273" w:rsidRDefault="001E6273" w:rsidP="00526BCF">
      <w:pPr>
        <w:ind w:left="6372"/>
        <w:rPr>
          <w:sz w:val="28"/>
          <w:szCs w:val="28"/>
        </w:rPr>
      </w:pPr>
    </w:p>
    <w:p w:rsidR="001E6273" w:rsidRDefault="001E6273" w:rsidP="00526BCF">
      <w:pPr>
        <w:ind w:left="6372"/>
        <w:rPr>
          <w:sz w:val="28"/>
          <w:szCs w:val="28"/>
        </w:rPr>
      </w:pPr>
    </w:p>
    <w:p w:rsidR="001E6273" w:rsidRDefault="001E6273" w:rsidP="00526BCF">
      <w:pPr>
        <w:ind w:left="6372"/>
        <w:rPr>
          <w:sz w:val="28"/>
          <w:szCs w:val="28"/>
        </w:rPr>
      </w:pPr>
    </w:p>
    <w:p w:rsidR="001E6273" w:rsidRDefault="001E6273" w:rsidP="00526BCF">
      <w:pPr>
        <w:ind w:left="6372"/>
        <w:rPr>
          <w:sz w:val="28"/>
          <w:szCs w:val="28"/>
        </w:rPr>
      </w:pPr>
    </w:p>
    <w:p w:rsidR="001E6273" w:rsidRDefault="001E6273" w:rsidP="00526BCF">
      <w:pPr>
        <w:ind w:left="6372"/>
        <w:rPr>
          <w:sz w:val="28"/>
          <w:szCs w:val="28"/>
        </w:rPr>
      </w:pPr>
    </w:p>
    <w:p w:rsidR="001E6273" w:rsidRDefault="001E6273" w:rsidP="00526BCF">
      <w:pPr>
        <w:ind w:left="6372"/>
        <w:rPr>
          <w:sz w:val="28"/>
          <w:szCs w:val="28"/>
        </w:rPr>
      </w:pPr>
    </w:p>
    <w:p w:rsidR="001E6273" w:rsidRDefault="001E6273" w:rsidP="00526BCF">
      <w:pPr>
        <w:ind w:left="6372"/>
        <w:rPr>
          <w:sz w:val="28"/>
          <w:szCs w:val="28"/>
        </w:rPr>
      </w:pPr>
    </w:p>
    <w:p w:rsidR="001E6273" w:rsidRDefault="001E6273" w:rsidP="00526BCF">
      <w:pPr>
        <w:ind w:left="6372"/>
        <w:rPr>
          <w:sz w:val="28"/>
          <w:szCs w:val="28"/>
        </w:rPr>
      </w:pPr>
    </w:p>
    <w:p w:rsidR="001E6273" w:rsidRDefault="001E6273" w:rsidP="00526BCF">
      <w:pPr>
        <w:ind w:left="6372"/>
        <w:rPr>
          <w:sz w:val="28"/>
          <w:szCs w:val="28"/>
        </w:rPr>
      </w:pPr>
    </w:p>
    <w:p w:rsidR="001E6273" w:rsidRDefault="001E6273" w:rsidP="00526BCF">
      <w:pPr>
        <w:ind w:left="6372"/>
        <w:rPr>
          <w:sz w:val="28"/>
          <w:szCs w:val="28"/>
        </w:rPr>
      </w:pPr>
    </w:p>
    <w:p w:rsidR="001E6273" w:rsidRDefault="001E6273" w:rsidP="00526BCF">
      <w:pPr>
        <w:ind w:left="6372"/>
        <w:rPr>
          <w:sz w:val="28"/>
          <w:szCs w:val="28"/>
        </w:rPr>
      </w:pPr>
    </w:p>
    <w:p w:rsidR="001E6273" w:rsidRDefault="001E6273" w:rsidP="00526BCF">
      <w:pPr>
        <w:ind w:left="6372"/>
        <w:rPr>
          <w:sz w:val="28"/>
          <w:szCs w:val="28"/>
        </w:rPr>
      </w:pPr>
    </w:p>
    <w:p w:rsidR="001E6273" w:rsidRDefault="001E6273" w:rsidP="00526BCF">
      <w:pPr>
        <w:ind w:left="6372"/>
        <w:rPr>
          <w:sz w:val="28"/>
          <w:szCs w:val="28"/>
        </w:rPr>
      </w:pPr>
    </w:p>
    <w:p w:rsidR="001E6273" w:rsidRDefault="001E6273" w:rsidP="00526BCF">
      <w:pPr>
        <w:ind w:left="6372"/>
        <w:rPr>
          <w:sz w:val="28"/>
          <w:szCs w:val="28"/>
        </w:rPr>
      </w:pPr>
    </w:p>
    <w:p w:rsidR="001E6273" w:rsidRDefault="001E6273" w:rsidP="00526BCF">
      <w:pPr>
        <w:ind w:left="6372"/>
        <w:rPr>
          <w:sz w:val="28"/>
          <w:szCs w:val="28"/>
        </w:rPr>
      </w:pPr>
      <w:r>
        <w:rPr>
          <w:sz w:val="28"/>
          <w:szCs w:val="28"/>
        </w:rPr>
        <w:t xml:space="preserve">                    Приложение  № 2</w:t>
      </w:r>
    </w:p>
    <w:p w:rsidR="001E6273" w:rsidRDefault="001E6273" w:rsidP="00526BC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к постановлению администрации</w:t>
      </w:r>
    </w:p>
    <w:p w:rsidR="001E6273" w:rsidRDefault="001E6273" w:rsidP="00526BCF">
      <w:pPr>
        <w:ind w:left="495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Булатовского сельского поселения </w:t>
      </w:r>
    </w:p>
    <w:p w:rsidR="001E6273" w:rsidRDefault="001E6273" w:rsidP="00526BC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от 13.08.2013г.  №20 </w:t>
      </w:r>
    </w:p>
    <w:p w:rsidR="001E6273" w:rsidRDefault="001E6273" w:rsidP="00526BCF">
      <w:pPr>
        <w:ind w:left="6480"/>
        <w:rPr>
          <w:sz w:val="28"/>
          <w:szCs w:val="28"/>
        </w:rPr>
      </w:pPr>
    </w:p>
    <w:p w:rsidR="001E6273" w:rsidRDefault="001E6273" w:rsidP="00526BCF">
      <w:pPr>
        <w:ind w:left="6480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</w:p>
    <w:p w:rsidR="001E6273" w:rsidRPr="00526BCF" w:rsidRDefault="001E6273" w:rsidP="00526BCF">
      <w:pPr>
        <w:rPr>
          <w:sz w:val="28"/>
          <w:szCs w:val="28"/>
        </w:rPr>
      </w:pPr>
    </w:p>
    <w:p w:rsidR="001E6273" w:rsidRDefault="001E6273" w:rsidP="00526BCF">
      <w:pPr>
        <w:autoSpaceDE w:val="0"/>
        <w:autoSpaceDN w:val="0"/>
        <w:adjustRightInd w:val="0"/>
        <w:ind w:firstLine="720"/>
        <w:jc w:val="center"/>
        <w:rPr>
          <w:bCs/>
          <w:color w:val="26282F"/>
          <w:sz w:val="28"/>
          <w:szCs w:val="28"/>
        </w:rPr>
      </w:pPr>
      <w:r>
        <w:rPr>
          <w:bCs/>
          <w:color w:val="26282F"/>
          <w:sz w:val="28"/>
          <w:szCs w:val="28"/>
        </w:rPr>
        <w:t>Сведения</w:t>
      </w:r>
    </w:p>
    <w:p w:rsidR="001E6273" w:rsidRDefault="001E6273" w:rsidP="00526BC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расходах муниципальных служащих администрации  Булатовского сельского поселения Кашинского района и членов их семей </w:t>
      </w:r>
    </w:p>
    <w:p w:rsidR="001E6273" w:rsidRDefault="001E6273" w:rsidP="00526BCF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приобретению земельного участка, другого объекта недвижимости, транспортного средства, </w:t>
      </w:r>
    </w:p>
    <w:p w:rsidR="001E6273" w:rsidRDefault="001E6273" w:rsidP="00526BCF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ценных бумаг, акций (долей участия, паев в уставных (складочных) капиталах организаций) </w:t>
      </w:r>
    </w:p>
    <w:p w:rsidR="001E6273" w:rsidRDefault="001E6273" w:rsidP="00526BCF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и об источниках получения средств, за счет которых совершена указанная сделка</w:t>
      </w:r>
    </w:p>
    <w:p w:rsidR="001E6273" w:rsidRDefault="001E6273" w:rsidP="00526BCF">
      <w:pPr>
        <w:autoSpaceDE w:val="0"/>
        <w:autoSpaceDN w:val="0"/>
        <w:adjustRightInd w:val="0"/>
        <w:ind w:firstLine="720"/>
        <w:jc w:val="center"/>
        <w:rPr>
          <w:bCs/>
          <w:color w:val="26282F"/>
          <w:sz w:val="28"/>
          <w:szCs w:val="28"/>
        </w:rPr>
      </w:pPr>
      <w:r>
        <w:rPr>
          <w:bCs/>
          <w:color w:val="26282F"/>
          <w:sz w:val="28"/>
          <w:szCs w:val="28"/>
        </w:rPr>
        <w:t>за период с 1января 2014 года по  31 декабря  2014 года</w:t>
      </w:r>
    </w:p>
    <w:p w:rsidR="001E6273" w:rsidRDefault="001E6273" w:rsidP="00526BCF">
      <w:pPr>
        <w:autoSpaceDE w:val="0"/>
        <w:autoSpaceDN w:val="0"/>
        <w:adjustRightInd w:val="0"/>
        <w:ind w:firstLine="720"/>
        <w:jc w:val="center"/>
        <w:rPr>
          <w:b/>
          <w:bCs/>
          <w:color w:val="26282F"/>
          <w:sz w:val="28"/>
          <w:szCs w:val="28"/>
        </w:rPr>
      </w:pPr>
    </w:p>
    <w:tbl>
      <w:tblPr>
        <w:tblW w:w="15285" w:type="dxa"/>
        <w:tblInd w:w="-5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/>
      </w:tblPr>
      <w:tblGrid>
        <w:gridCol w:w="2323"/>
        <w:gridCol w:w="1505"/>
        <w:gridCol w:w="1584"/>
        <w:gridCol w:w="1591"/>
        <w:gridCol w:w="1593"/>
        <w:gridCol w:w="1647"/>
        <w:gridCol w:w="2161"/>
        <w:gridCol w:w="2881"/>
      </w:tblGrid>
      <w:tr w:rsidR="001E6273" w:rsidTr="00526BCF">
        <w:tc>
          <w:tcPr>
            <w:tcW w:w="232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73" w:rsidRDefault="001E6273">
            <w:pPr>
              <w:autoSpaceDE w:val="0"/>
              <w:autoSpaceDN w:val="0"/>
              <w:adjustRightInd w:val="0"/>
              <w:jc w:val="center"/>
              <w:rPr>
                <w:bCs/>
                <w:color w:val="26282F"/>
              </w:rPr>
            </w:pPr>
            <w:r>
              <w:rPr>
                <w:sz w:val="22"/>
                <w:szCs w:val="22"/>
              </w:rPr>
              <w:t xml:space="preserve">Сведения о </w:t>
            </w:r>
            <w:r>
              <w:rPr>
                <w:bCs/>
                <w:color w:val="26282F"/>
                <w:sz w:val="22"/>
                <w:szCs w:val="22"/>
              </w:rPr>
              <w:t>муниципальных служащих</w:t>
            </w:r>
          </w:p>
          <w:p w:rsidR="001E6273" w:rsidRDefault="001E6273">
            <w:pPr>
              <w:autoSpaceDE w:val="0"/>
              <w:autoSpaceDN w:val="0"/>
              <w:adjustRightInd w:val="0"/>
              <w:jc w:val="center"/>
            </w:pPr>
            <w:r>
              <w:rPr>
                <w:bCs/>
                <w:color w:val="26282F"/>
                <w:sz w:val="22"/>
                <w:szCs w:val="22"/>
              </w:rPr>
              <w:t>администрации Булатовского сельского поселения</w:t>
            </w:r>
          </w:p>
          <w:p w:rsidR="001E6273" w:rsidRDefault="001E6273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и членах их семей</w:t>
            </w:r>
          </w:p>
          <w:p w:rsidR="001E6273" w:rsidRDefault="001E6273"/>
          <w:p w:rsidR="001E6273" w:rsidRDefault="001E6273"/>
          <w:p w:rsidR="001E6273" w:rsidRDefault="001E6273"/>
        </w:tc>
        <w:tc>
          <w:tcPr>
            <w:tcW w:w="1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73" w:rsidRDefault="001E6273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 xml:space="preserve">Общая  </w:t>
            </w:r>
          </w:p>
          <w:p w:rsidR="001E6273" w:rsidRDefault="001E6273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 xml:space="preserve">сумма  </w:t>
            </w:r>
          </w:p>
          <w:p w:rsidR="001E6273" w:rsidRDefault="001E6273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 xml:space="preserve">дохода </w:t>
            </w:r>
          </w:p>
          <w:p w:rsidR="001E6273" w:rsidRDefault="001E6273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 xml:space="preserve">за отчетный </w:t>
            </w:r>
          </w:p>
          <w:p w:rsidR="001E6273" w:rsidRDefault="001E6273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 xml:space="preserve">период </w:t>
            </w:r>
          </w:p>
          <w:p w:rsidR="001E6273" w:rsidRDefault="001E6273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 xml:space="preserve">(руб.) </w:t>
            </w:r>
          </w:p>
        </w:tc>
        <w:tc>
          <w:tcPr>
            <w:tcW w:w="85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73" w:rsidRDefault="001E6273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Перечень приобретенных объектов недвижимого имущества,</w:t>
            </w:r>
          </w:p>
          <w:p w:rsidR="001E6273" w:rsidRDefault="001E6273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 xml:space="preserve">транспортных средств, ценных бумаг, </w:t>
            </w:r>
          </w:p>
          <w:p w:rsidR="001E6273" w:rsidRDefault="001E6273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акций (долей участия, паев в уставных (складочных) капиталах организаций)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1E6273" w:rsidRDefault="001E6273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Источники получения средств, за счет  которых  приобретено  имущество, транспортные средства, ценные бумаги,</w:t>
            </w:r>
          </w:p>
          <w:p w:rsidR="001E6273" w:rsidRDefault="001E6273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акции (доли участия, паи в уставных (складочных) капиталах организаций)</w:t>
            </w:r>
          </w:p>
          <w:p w:rsidR="001E6273" w:rsidRDefault="001E6273">
            <w:pPr>
              <w:autoSpaceDE w:val="0"/>
              <w:autoSpaceDN w:val="0"/>
              <w:adjustRightInd w:val="0"/>
              <w:jc w:val="center"/>
            </w:pPr>
          </w:p>
        </w:tc>
      </w:tr>
      <w:tr w:rsidR="001E6273" w:rsidTr="00526BCF">
        <w:tc>
          <w:tcPr>
            <w:tcW w:w="232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73" w:rsidRDefault="001E6273"/>
        </w:tc>
        <w:tc>
          <w:tcPr>
            <w:tcW w:w="1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73" w:rsidRDefault="001E6273"/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73" w:rsidRDefault="001E6273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Вид</w:t>
            </w:r>
          </w:p>
          <w:p w:rsidR="001E6273" w:rsidRDefault="001E6273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объекта</w:t>
            </w:r>
          </w:p>
          <w:p w:rsidR="001E6273" w:rsidRDefault="001E6273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недвижимого</w:t>
            </w:r>
          </w:p>
          <w:p w:rsidR="001E6273" w:rsidRDefault="001E6273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имущества</w:t>
            </w:r>
          </w:p>
          <w:p w:rsidR="001E6273" w:rsidRDefault="001E627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73" w:rsidRDefault="001E6273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Площадь</w:t>
            </w:r>
          </w:p>
          <w:p w:rsidR="001E6273" w:rsidRDefault="001E6273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объекта</w:t>
            </w:r>
          </w:p>
          <w:p w:rsidR="001E6273" w:rsidRDefault="001E6273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недвижимого имущества</w:t>
            </w:r>
          </w:p>
          <w:p w:rsidR="001E6273" w:rsidRDefault="001E6273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(кв. м)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73" w:rsidRDefault="001E6273">
            <w:pPr>
              <w:jc w:val="center"/>
            </w:pPr>
            <w:r>
              <w:rPr>
                <w:sz w:val="22"/>
                <w:szCs w:val="22"/>
              </w:rPr>
              <w:t>Страна</w:t>
            </w:r>
          </w:p>
          <w:p w:rsidR="001E6273" w:rsidRDefault="001E6273">
            <w:pPr>
              <w:jc w:val="center"/>
            </w:pPr>
            <w:r>
              <w:rPr>
                <w:sz w:val="22"/>
                <w:szCs w:val="22"/>
              </w:rPr>
              <w:t>расположения объекта недвижимого</w:t>
            </w:r>
          </w:p>
          <w:p w:rsidR="001E6273" w:rsidRDefault="001E6273">
            <w:pPr>
              <w:jc w:val="center"/>
            </w:pPr>
            <w:r>
              <w:rPr>
                <w:sz w:val="22"/>
                <w:szCs w:val="22"/>
              </w:rPr>
              <w:t>имущества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73" w:rsidRDefault="001E6273">
            <w:pPr>
              <w:jc w:val="center"/>
            </w:pPr>
            <w:r>
              <w:rPr>
                <w:sz w:val="22"/>
                <w:szCs w:val="22"/>
              </w:rPr>
              <w:t>Вид и</w:t>
            </w:r>
          </w:p>
          <w:p w:rsidR="001E6273" w:rsidRDefault="001E6273">
            <w:pPr>
              <w:jc w:val="center"/>
            </w:pPr>
            <w:r>
              <w:rPr>
                <w:sz w:val="22"/>
                <w:szCs w:val="22"/>
              </w:rPr>
              <w:t>марка транспортного</w:t>
            </w:r>
          </w:p>
          <w:p w:rsidR="001E6273" w:rsidRDefault="001E6273">
            <w:pPr>
              <w:jc w:val="center"/>
            </w:pPr>
            <w:r>
              <w:rPr>
                <w:sz w:val="22"/>
                <w:szCs w:val="22"/>
              </w:rPr>
              <w:t>средства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73" w:rsidRDefault="001E6273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Информация о ценных бумагах,</w:t>
            </w:r>
          </w:p>
          <w:p w:rsidR="001E6273" w:rsidRDefault="001E6273">
            <w:pPr>
              <w:jc w:val="center"/>
            </w:pPr>
            <w:r>
              <w:rPr>
                <w:sz w:val="22"/>
                <w:szCs w:val="22"/>
              </w:rPr>
              <w:t>акциях (долях участия, паях в уставных (складочных) капиталах организаций)</w:t>
            </w: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1E6273" w:rsidRDefault="001E6273"/>
        </w:tc>
      </w:tr>
      <w:tr w:rsidR="001E6273" w:rsidTr="00526BCF">
        <w:tc>
          <w:tcPr>
            <w:tcW w:w="23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73" w:rsidRDefault="001E6273">
            <w:pPr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Русова Л.Н.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73" w:rsidRDefault="001E6273">
            <w:pPr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73" w:rsidRDefault="001E6273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73" w:rsidRDefault="001E6273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73" w:rsidRDefault="001E6273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73" w:rsidRDefault="001E6273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73" w:rsidRDefault="001E6273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</w:tcBorders>
          </w:tcPr>
          <w:p w:rsidR="001E6273" w:rsidRDefault="001E6273">
            <w:pPr>
              <w:jc w:val="center"/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1E6273" w:rsidTr="00526BCF">
        <w:tc>
          <w:tcPr>
            <w:tcW w:w="23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73" w:rsidRDefault="001E6273">
            <w:pPr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Зареева  М.В.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73" w:rsidRDefault="001E6273">
            <w:pPr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73" w:rsidRDefault="001E6273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73" w:rsidRDefault="001E6273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73" w:rsidRDefault="001E6273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73" w:rsidRDefault="001E6273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73" w:rsidRDefault="001E6273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nil"/>
            </w:tcBorders>
          </w:tcPr>
          <w:p w:rsidR="001E6273" w:rsidRDefault="001E6273">
            <w:pPr>
              <w:jc w:val="center"/>
            </w:pPr>
          </w:p>
        </w:tc>
      </w:tr>
      <w:tr w:rsidR="001E6273" w:rsidTr="00526BCF">
        <w:tc>
          <w:tcPr>
            <w:tcW w:w="23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73" w:rsidRDefault="001E6273">
            <w:pPr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Иванова С.А.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73" w:rsidRDefault="001E6273">
            <w:pPr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73" w:rsidRDefault="001E6273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73" w:rsidRDefault="001E6273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73" w:rsidRDefault="001E6273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73" w:rsidRDefault="001E6273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6273" w:rsidRDefault="001E6273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1E6273" w:rsidRDefault="001E6273">
            <w:pPr>
              <w:jc w:val="center"/>
            </w:pPr>
          </w:p>
        </w:tc>
      </w:tr>
    </w:tbl>
    <w:p w:rsidR="001E6273" w:rsidRDefault="001E6273" w:rsidP="00526BCF">
      <w:r>
        <w:t xml:space="preserve">  </w:t>
      </w:r>
    </w:p>
    <w:p w:rsidR="001E6273" w:rsidRDefault="001E6273" w:rsidP="00526BCF"/>
    <w:p w:rsidR="001E6273" w:rsidRDefault="001E6273" w:rsidP="00526BCF">
      <w:pPr>
        <w:autoSpaceDE w:val="0"/>
        <w:autoSpaceDN w:val="0"/>
        <w:adjustRightInd w:val="0"/>
        <w:ind w:firstLine="720"/>
        <w:jc w:val="center"/>
        <w:rPr>
          <w:rFonts w:ascii="Arial" w:hAnsi="Arial"/>
          <w:b/>
          <w:bCs/>
          <w:color w:val="26282F"/>
          <w:sz w:val="26"/>
          <w:szCs w:val="26"/>
        </w:rPr>
      </w:pPr>
    </w:p>
    <w:p w:rsidR="001E6273" w:rsidRDefault="001E6273"/>
    <w:sectPr w:rsidR="001E6273" w:rsidSect="00526BC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26BCF"/>
    <w:rsid w:val="001E6273"/>
    <w:rsid w:val="00274572"/>
    <w:rsid w:val="00517558"/>
    <w:rsid w:val="00526BCF"/>
    <w:rsid w:val="005A2435"/>
    <w:rsid w:val="005C5280"/>
    <w:rsid w:val="00C75A7F"/>
    <w:rsid w:val="00D2409D"/>
    <w:rsid w:val="00DA2BE9"/>
    <w:rsid w:val="00F9388D"/>
    <w:rsid w:val="00FC04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6BCF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3461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24</TotalTime>
  <Pages>4</Pages>
  <Words>530</Words>
  <Characters>3026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Большакова Олеся</cp:lastModifiedBy>
  <cp:revision>4</cp:revision>
  <dcterms:created xsi:type="dcterms:W3CDTF">2015-05-15T05:00:00Z</dcterms:created>
  <dcterms:modified xsi:type="dcterms:W3CDTF">2015-05-18T12:45:00Z</dcterms:modified>
</cp:coreProperties>
</file>