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16" w:rsidRPr="00605982" w:rsidRDefault="008A2A16" w:rsidP="008A2A16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A2A16" w:rsidRDefault="008A2A16" w:rsidP="008A2A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194B16" w:rsidRDefault="008A2A16" w:rsidP="008A2A1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p w:rsidR="00194B16" w:rsidRPr="00194B16" w:rsidRDefault="00194B16" w:rsidP="00194B16">
      <w:pPr>
        <w:rPr>
          <w:rFonts w:ascii="Times New Roman" w:hAnsi="Times New Roman"/>
          <w:lang w:val="en-US"/>
        </w:rPr>
      </w:pPr>
    </w:p>
    <w:p w:rsidR="00194B16" w:rsidRDefault="00194B16" w:rsidP="00194B16">
      <w:pPr>
        <w:rPr>
          <w:rFonts w:ascii="Times New Roman" w:hAnsi="Times New Roman"/>
        </w:rPr>
      </w:pPr>
    </w:p>
    <w:p w:rsidR="00194B16" w:rsidRDefault="00194B16" w:rsidP="00194B16">
      <w:pPr>
        <w:rPr>
          <w:rFonts w:ascii="Times New Roman" w:hAnsi="Times New Roman"/>
        </w:rPr>
      </w:pPr>
    </w:p>
    <w:tbl>
      <w:tblPr>
        <w:tblW w:w="15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558"/>
        <w:gridCol w:w="1133"/>
        <w:gridCol w:w="1418"/>
        <w:gridCol w:w="1417"/>
        <w:gridCol w:w="1276"/>
        <w:gridCol w:w="1795"/>
        <w:gridCol w:w="2316"/>
        <w:gridCol w:w="1072"/>
        <w:gridCol w:w="1039"/>
      </w:tblGrid>
      <w:tr w:rsidR="00194B16" w:rsidRPr="008F60B6" w:rsidTr="003E0978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4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94B16" w:rsidRPr="008F60B6" w:rsidTr="003E0978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16" w:rsidRPr="008F60B6" w:rsidRDefault="00194B16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16" w:rsidRPr="008F60B6" w:rsidRDefault="00194B16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16" w:rsidRPr="008F60B6" w:rsidRDefault="00194B16" w:rsidP="003E097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194B16" w:rsidRPr="008F60B6" w:rsidTr="003E09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Илюхина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Светлана Валентиновна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363748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B16" w:rsidRPr="008F60B6" w:rsidTr="003E09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126,6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B16" w:rsidRPr="008F60B6" w:rsidTr="003E09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311945,30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супругой,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ВАЗ -21061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Грузовой автомобиль УАЗ – 3303.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B16" w:rsidRPr="008F60B6" w:rsidTr="003E09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 дочерью, сыном 126,6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4B16" w:rsidRDefault="00194B16" w:rsidP="00194B16">
      <w:pPr>
        <w:ind w:firstLine="0"/>
        <w:rPr>
          <w:rFonts w:ascii="Times New Roman" w:hAnsi="Times New Roman"/>
        </w:rPr>
      </w:pPr>
    </w:p>
    <w:p w:rsidR="00194B16" w:rsidRDefault="00194B16" w:rsidP="00194B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Сведения о расходах за 2014 отчетный финансовый год</w:t>
      </w:r>
    </w:p>
    <w:p w:rsidR="00194B16" w:rsidRDefault="00194B16" w:rsidP="00194B16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194B16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194B16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Илюхина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Светлана Валентиновна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8F60B6" w:rsidRDefault="00194B16" w:rsidP="003E09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94B16" w:rsidRPr="003E046B" w:rsidTr="003E09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16" w:rsidRPr="009A3151" w:rsidRDefault="00194B16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9A3151" w:rsidRDefault="00194B16" w:rsidP="003E0978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6" w:rsidRPr="003E046B" w:rsidRDefault="00194B16" w:rsidP="003E097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194B16" w:rsidRDefault="00194B16" w:rsidP="00194B16">
      <w:pPr>
        <w:rPr>
          <w:rFonts w:ascii="Times New Roman" w:hAnsi="Times New Roman"/>
          <w:lang w:val="en-US"/>
        </w:rPr>
      </w:pPr>
    </w:p>
    <w:p w:rsidR="008A2A16" w:rsidRPr="00194B16" w:rsidRDefault="008A2A16" w:rsidP="00194B16">
      <w:pPr>
        <w:rPr>
          <w:rFonts w:ascii="Times New Roman" w:hAnsi="Times New Roman"/>
          <w:lang w:val="en-US"/>
        </w:rPr>
      </w:pPr>
    </w:p>
    <w:sectPr w:rsidR="008A2A16" w:rsidRPr="00194B16" w:rsidSect="008A2A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A16"/>
    <w:rsid w:val="000C3F86"/>
    <w:rsid w:val="00121E83"/>
    <w:rsid w:val="00194B16"/>
    <w:rsid w:val="002757B6"/>
    <w:rsid w:val="003C2859"/>
    <w:rsid w:val="008A2A16"/>
    <w:rsid w:val="008E0368"/>
    <w:rsid w:val="00EF7059"/>
    <w:rsid w:val="00F73872"/>
    <w:rsid w:val="00FE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A2A1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2A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2015-05-14T10:06:00Z</dcterms:created>
  <dcterms:modified xsi:type="dcterms:W3CDTF">2015-05-14T10:06:00Z</dcterms:modified>
</cp:coreProperties>
</file>