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C6" w:rsidRDefault="009475C6" w:rsidP="00E5174B">
      <w:pPr>
        <w:jc w:val="center"/>
      </w:pPr>
    </w:p>
    <w:p w:rsidR="009475C6" w:rsidRPr="00356CC7" w:rsidRDefault="009475C6" w:rsidP="00582AA9">
      <w:pPr>
        <w:jc w:val="center"/>
      </w:pPr>
      <w:r w:rsidRPr="00356CC7">
        <w:t>СВЕДЕНИЯ</w:t>
      </w:r>
    </w:p>
    <w:p w:rsidR="009475C6" w:rsidRDefault="009475C6" w:rsidP="00582AA9">
      <w:pPr>
        <w:jc w:val="center"/>
      </w:pPr>
      <w:r w:rsidRPr="00356CC7">
        <w:t xml:space="preserve">о доходах, имуществе и обязательствах имущественного характера </w:t>
      </w:r>
    </w:p>
    <w:p w:rsidR="009475C6" w:rsidRPr="00356CC7" w:rsidRDefault="009475C6" w:rsidP="00582AA9">
      <w:pPr>
        <w:jc w:val="center"/>
      </w:pPr>
      <w:r w:rsidRPr="00356CC7">
        <w:t xml:space="preserve">муниципальных служащих </w:t>
      </w:r>
      <w:r>
        <w:t xml:space="preserve">отдела культуры и туризма </w:t>
      </w:r>
      <w:r w:rsidRPr="00356CC7">
        <w:t>администрации</w:t>
      </w:r>
      <w:r>
        <w:t xml:space="preserve"> </w:t>
      </w:r>
      <w:r w:rsidRPr="00356CC7">
        <w:t>Ермишинского муниципального района</w:t>
      </w:r>
      <w:r>
        <w:t xml:space="preserve"> и членов их семей </w:t>
      </w:r>
    </w:p>
    <w:p w:rsidR="009475C6" w:rsidRPr="00356CC7" w:rsidRDefault="009475C6" w:rsidP="00582AA9">
      <w:pPr>
        <w:jc w:val="center"/>
      </w:pPr>
      <w:r w:rsidRPr="00356CC7">
        <w:t>за период с 1 января</w:t>
      </w:r>
      <w:r>
        <w:t xml:space="preserve"> 2014 года </w:t>
      </w:r>
      <w:r w:rsidRPr="00356CC7">
        <w:t xml:space="preserve"> по 31 декабря 201</w:t>
      </w:r>
      <w:r>
        <w:t>4</w:t>
      </w:r>
      <w:r w:rsidRPr="00356CC7">
        <w:t xml:space="preserve"> года</w:t>
      </w:r>
    </w:p>
    <w:p w:rsidR="009475C6" w:rsidRPr="002D2FAC" w:rsidRDefault="009475C6" w:rsidP="00582AA9">
      <w:pPr>
        <w:jc w:val="center"/>
        <w:rPr>
          <w:sz w:val="18"/>
          <w:szCs w:val="1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7"/>
        <w:gridCol w:w="1481"/>
        <w:gridCol w:w="1440"/>
        <w:gridCol w:w="1260"/>
        <w:gridCol w:w="1620"/>
        <w:gridCol w:w="955"/>
        <w:gridCol w:w="955"/>
        <w:gridCol w:w="1468"/>
        <w:gridCol w:w="983"/>
        <w:gridCol w:w="887"/>
        <w:gridCol w:w="1390"/>
        <w:gridCol w:w="1417"/>
        <w:gridCol w:w="1418"/>
      </w:tblGrid>
      <w:tr w:rsidR="009475C6" w:rsidRPr="002D2FAC" w:rsidTr="0061223F">
        <w:trPr>
          <w:trHeight w:val="255"/>
        </w:trPr>
        <w:tc>
          <w:tcPr>
            <w:tcW w:w="427" w:type="dxa"/>
            <w:vMerge w:val="restart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№ п/п</w:t>
            </w:r>
          </w:p>
        </w:tc>
        <w:tc>
          <w:tcPr>
            <w:tcW w:w="1481" w:type="dxa"/>
            <w:vMerge w:val="restart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Должность</w:t>
            </w:r>
          </w:p>
        </w:tc>
        <w:tc>
          <w:tcPr>
            <w:tcW w:w="4790" w:type="dxa"/>
            <w:gridSpan w:val="4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38" w:type="dxa"/>
            <w:gridSpan w:val="3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90" w:type="dxa"/>
            <w:vMerge w:val="restart"/>
            <w:textDirection w:val="btLr"/>
          </w:tcPr>
          <w:p w:rsidR="009475C6" w:rsidRPr="0061223F" w:rsidRDefault="009475C6" w:rsidP="006122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Транспортные средства</w:t>
            </w:r>
          </w:p>
        </w:tc>
        <w:tc>
          <w:tcPr>
            <w:tcW w:w="1417" w:type="dxa"/>
            <w:vMerge w:val="restart"/>
            <w:textDirection w:val="btLr"/>
          </w:tcPr>
          <w:p w:rsidR="009475C6" w:rsidRPr="0061223F" w:rsidRDefault="009475C6" w:rsidP="006122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Декларированный  годовой доход (руб)</w:t>
            </w:r>
          </w:p>
        </w:tc>
        <w:tc>
          <w:tcPr>
            <w:tcW w:w="1418" w:type="dxa"/>
            <w:vMerge w:val="restart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Сведения об источниках получения средств за счет которых совершена сделка &lt;2&gt; (вид приобретенного имущества, источники)</w:t>
            </w:r>
          </w:p>
        </w:tc>
      </w:tr>
      <w:tr w:rsidR="009475C6" w:rsidRPr="002D2FAC" w:rsidTr="0061223F">
        <w:trPr>
          <w:trHeight w:val="570"/>
        </w:trPr>
        <w:tc>
          <w:tcPr>
            <w:tcW w:w="427" w:type="dxa"/>
            <w:vMerge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1" w:type="dxa"/>
            <w:vMerge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 xml:space="preserve">вид объекта </w:t>
            </w:r>
          </w:p>
        </w:tc>
        <w:tc>
          <w:tcPr>
            <w:tcW w:w="1620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68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83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Площадь (кв.м .)</w:t>
            </w:r>
          </w:p>
        </w:tc>
        <w:tc>
          <w:tcPr>
            <w:tcW w:w="887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390" w:type="dxa"/>
            <w:vMerge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</w:p>
        </w:tc>
      </w:tr>
      <w:tr w:rsidR="009475C6" w:rsidRPr="002D2FAC" w:rsidTr="0061223F">
        <w:trPr>
          <w:trHeight w:val="291"/>
        </w:trPr>
        <w:tc>
          <w:tcPr>
            <w:tcW w:w="427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1</w:t>
            </w:r>
          </w:p>
        </w:tc>
        <w:tc>
          <w:tcPr>
            <w:tcW w:w="1481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4</w:t>
            </w:r>
          </w:p>
        </w:tc>
        <w:tc>
          <w:tcPr>
            <w:tcW w:w="1620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5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6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7</w:t>
            </w:r>
          </w:p>
        </w:tc>
        <w:tc>
          <w:tcPr>
            <w:tcW w:w="1468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8</w:t>
            </w:r>
          </w:p>
        </w:tc>
        <w:tc>
          <w:tcPr>
            <w:tcW w:w="983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9</w:t>
            </w:r>
          </w:p>
        </w:tc>
        <w:tc>
          <w:tcPr>
            <w:tcW w:w="887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10</w:t>
            </w:r>
          </w:p>
        </w:tc>
        <w:tc>
          <w:tcPr>
            <w:tcW w:w="1390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</w:tcPr>
          <w:p w:rsidR="009475C6" w:rsidRPr="0061223F" w:rsidRDefault="009475C6" w:rsidP="0061223F">
            <w:pPr>
              <w:jc w:val="center"/>
              <w:rPr>
                <w:sz w:val="18"/>
                <w:szCs w:val="18"/>
              </w:rPr>
            </w:pPr>
            <w:r w:rsidRPr="0061223F">
              <w:rPr>
                <w:sz w:val="18"/>
                <w:szCs w:val="18"/>
              </w:rPr>
              <w:t>13</w:t>
            </w:r>
          </w:p>
        </w:tc>
      </w:tr>
      <w:tr w:rsidR="009475C6" w:rsidRPr="00DD5B46" w:rsidTr="0061223F">
        <w:trPr>
          <w:trHeight w:val="291"/>
        </w:trPr>
        <w:tc>
          <w:tcPr>
            <w:tcW w:w="42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Каторова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Светлана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Явдатовна</w:t>
            </w:r>
          </w:p>
        </w:tc>
        <w:tc>
          <w:tcPr>
            <w:tcW w:w="1440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sz w:val="20"/>
                <w:szCs w:val="20"/>
              </w:rPr>
              <w:t>главный специалист отдела культуры и туризма администрации МО – Ермишинский муниципальный район Рязанской области</w:t>
            </w:r>
          </w:p>
        </w:tc>
        <w:tc>
          <w:tcPr>
            <w:tcW w:w="1260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68" w:type="dxa"/>
          </w:tcPr>
          <w:p w:rsidR="009475C6" w:rsidRPr="0061223F" w:rsidRDefault="009475C6" w:rsidP="00582AA9">
            <w:pPr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 xml:space="preserve">- земельный участок </w:t>
            </w:r>
          </w:p>
          <w:p w:rsidR="009475C6" w:rsidRPr="0061223F" w:rsidRDefault="009475C6" w:rsidP="00582AA9">
            <w:pPr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 xml:space="preserve">- квартира </w:t>
            </w:r>
          </w:p>
          <w:p w:rsidR="009475C6" w:rsidRPr="0061223F" w:rsidRDefault="009475C6" w:rsidP="00582AA9">
            <w:pPr>
              <w:rPr>
                <w:sz w:val="20"/>
                <w:szCs w:val="20"/>
              </w:rPr>
            </w:pPr>
          </w:p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3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 xml:space="preserve">24,0 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</w:p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sz w:val="20"/>
                <w:szCs w:val="20"/>
              </w:rPr>
              <w:t xml:space="preserve"> 51,9</w:t>
            </w:r>
          </w:p>
        </w:tc>
        <w:tc>
          <w:tcPr>
            <w:tcW w:w="88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Россия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</w:p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sz w:val="20"/>
                <w:szCs w:val="20"/>
              </w:rPr>
              <w:t>Россия</w:t>
            </w:r>
          </w:p>
        </w:tc>
        <w:tc>
          <w:tcPr>
            <w:tcW w:w="1390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 xml:space="preserve">автомобиль </w:t>
            </w:r>
            <w:r w:rsidRPr="0061223F">
              <w:rPr>
                <w:sz w:val="20"/>
                <w:szCs w:val="20"/>
                <w:lang w:val="en-US"/>
              </w:rPr>
              <w:t>CHERY</w:t>
            </w:r>
            <w:r w:rsidRPr="0061223F">
              <w:rPr>
                <w:sz w:val="20"/>
                <w:szCs w:val="20"/>
              </w:rPr>
              <w:t xml:space="preserve"> 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  <w:lang w:val="en-US"/>
              </w:rPr>
              <w:t>SUV</w:t>
            </w:r>
            <w:r w:rsidRPr="0061223F">
              <w:rPr>
                <w:sz w:val="20"/>
                <w:szCs w:val="20"/>
              </w:rPr>
              <w:t xml:space="preserve"> </w:t>
            </w:r>
            <w:r w:rsidRPr="0061223F">
              <w:rPr>
                <w:sz w:val="20"/>
                <w:szCs w:val="20"/>
                <w:lang w:val="en-US"/>
              </w:rPr>
              <w:t>T</w:t>
            </w:r>
            <w:r w:rsidRPr="0061223F">
              <w:rPr>
                <w:sz w:val="20"/>
                <w:szCs w:val="20"/>
              </w:rPr>
              <w:t xml:space="preserve">11 </w:t>
            </w:r>
          </w:p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sz w:val="20"/>
                <w:szCs w:val="20"/>
              </w:rPr>
              <w:t>(</w:t>
            </w:r>
            <w:r w:rsidRPr="0061223F">
              <w:rPr>
                <w:sz w:val="20"/>
                <w:szCs w:val="20"/>
                <w:lang w:val="en-US"/>
              </w:rPr>
              <w:t>SQR</w:t>
            </w:r>
            <w:r w:rsidRPr="0061223F">
              <w:rPr>
                <w:sz w:val="20"/>
                <w:szCs w:val="20"/>
              </w:rPr>
              <w:t xml:space="preserve"> 7247)</w:t>
            </w:r>
          </w:p>
        </w:tc>
        <w:tc>
          <w:tcPr>
            <w:tcW w:w="1417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sz w:val="20"/>
                <w:szCs w:val="20"/>
              </w:rPr>
              <w:t>232 055-12</w:t>
            </w:r>
          </w:p>
        </w:tc>
        <w:tc>
          <w:tcPr>
            <w:tcW w:w="1418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</w:tr>
      <w:tr w:rsidR="009475C6" w:rsidRPr="00DD5B46" w:rsidTr="0061223F">
        <w:trPr>
          <w:trHeight w:val="291"/>
        </w:trPr>
        <w:tc>
          <w:tcPr>
            <w:tcW w:w="42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475C6" w:rsidRPr="0061223F" w:rsidRDefault="009475C6" w:rsidP="00582AA9">
            <w:pPr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 xml:space="preserve">- земельный участок </w:t>
            </w:r>
          </w:p>
          <w:p w:rsidR="009475C6" w:rsidRPr="0061223F" w:rsidRDefault="009475C6" w:rsidP="00582AA9">
            <w:pPr>
              <w:rPr>
                <w:b/>
                <w:sz w:val="18"/>
                <w:szCs w:val="18"/>
              </w:rPr>
            </w:pPr>
            <w:r w:rsidRPr="0061223F">
              <w:rPr>
                <w:sz w:val="20"/>
                <w:szCs w:val="20"/>
              </w:rPr>
              <w:t xml:space="preserve">- квартира  - дом (инд.) </w:t>
            </w:r>
          </w:p>
        </w:tc>
        <w:tc>
          <w:tcPr>
            <w:tcW w:w="1620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индивидуальная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индивидуальная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1500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</w:p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sz w:val="20"/>
                <w:szCs w:val="20"/>
              </w:rPr>
              <w:t>51,9  41,2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Россия</w:t>
            </w: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</w:p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Россия</w:t>
            </w:r>
          </w:p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</w:tcPr>
          <w:p w:rsidR="009475C6" w:rsidRPr="0061223F" w:rsidRDefault="009475C6" w:rsidP="00582AA9">
            <w:pPr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83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1432</w:t>
            </w:r>
          </w:p>
        </w:tc>
        <w:tc>
          <w:tcPr>
            <w:tcW w:w="88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Россия</w:t>
            </w:r>
          </w:p>
        </w:tc>
        <w:tc>
          <w:tcPr>
            <w:tcW w:w="1390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252 000-00</w:t>
            </w:r>
          </w:p>
        </w:tc>
        <w:tc>
          <w:tcPr>
            <w:tcW w:w="1418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</w:tr>
      <w:tr w:rsidR="009475C6" w:rsidRPr="00DD5B46" w:rsidTr="0061223F">
        <w:trPr>
          <w:trHeight w:val="291"/>
        </w:trPr>
        <w:tc>
          <w:tcPr>
            <w:tcW w:w="42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3</w:t>
            </w:r>
          </w:p>
        </w:tc>
        <w:tc>
          <w:tcPr>
            <w:tcW w:w="1481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68" w:type="dxa"/>
          </w:tcPr>
          <w:p w:rsidR="009475C6" w:rsidRPr="0061223F" w:rsidRDefault="009475C6" w:rsidP="00582AA9">
            <w:pPr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-квартира</w:t>
            </w:r>
          </w:p>
        </w:tc>
        <w:tc>
          <w:tcPr>
            <w:tcW w:w="983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51,9</w:t>
            </w:r>
          </w:p>
        </w:tc>
        <w:tc>
          <w:tcPr>
            <w:tcW w:w="88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Россия</w:t>
            </w:r>
          </w:p>
        </w:tc>
        <w:tc>
          <w:tcPr>
            <w:tcW w:w="1390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</w:tr>
      <w:tr w:rsidR="009475C6" w:rsidRPr="00DD5B46" w:rsidTr="0061223F">
        <w:trPr>
          <w:trHeight w:val="291"/>
        </w:trPr>
        <w:tc>
          <w:tcPr>
            <w:tcW w:w="42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55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68" w:type="dxa"/>
          </w:tcPr>
          <w:p w:rsidR="009475C6" w:rsidRPr="0061223F" w:rsidRDefault="009475C6" w:rsidP="00582AA9">
            <w:pPr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-квартира</w:t>
            </w:r>
          </w:p>
        </w:tc>
        <w:tc>
          <w:tcPr>
            <w:tcW w:w="983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51,9</w:t>
            </w:r>
          </w:p>
        </w:tc>
        <w:tc>
          <w:tcPr>
            <w:tcW w:w="88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Россия</w:t>
            </w:r>
          </w:p>
        </w:tc>
        <w:tc>
          <w:tcPr>
            <w:tcW w:w="1390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475C6" w:rsidRPr="0061223F" w:rsidRDefault="009475C6" w:rsidP="0061223F">
            <w:pPr>
              <w:jc w:val="both"/>
              <w:rPr>
                <w:sz w:val="20"/>
                <w:szCs w:val="20"/>
              </w:rPr>
            </w:pPr>
            <w:r w:rsidRPr="0061223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475C6" w:rsidRPr="0061223F" w:rsidRDefault="009475C6" w:rsidP="0061223F">
            <w:pPr>
              <w:jc w:val="both"/>
              <w:rPr>
                <w:b/>
                <w:sz w:val="18"/>
                <w:szCs w:val="18"/>
              </w:rPr>
            </w:pPr>
            <w:r w:rsidRPr="0061223F">
              <w:rPr>
                <w:b/>
                <w:sz w:val="18"/>
                <w:szCs w:val="18"/>
              </w:rPr>
              <w:t>-</w:t>
            </w:r>
          </w:p>
        </w:tc>
      </w:tr>
    </w:tbl>
    <w:p w:rsidR="009475C6" w:rsidRDefault="009475C6" w:rsidP="00E5174B"/>
    <w:p w:rsidR="009475C6" w:rsidRDefault="009475C6" w:rsidP="00E5174B"/>
    <w:p w:rsidR="009475C6" w:rsidRDefault="009475C6" w:rsidP="00E5174B">
      <w:r>
        <w:t xml:space="preserve">  </w:t>
      </w:r>
    </w:p>
    <w:p w:rsidR="009475C6" w:rsidRPr="00E5174B" w:rsidRDefault="009475C6">
      <w:r>
        <w:t xml:space="preserve">  </w:t>
      </w:r>
    </w:p>
    <w:sectPr w:rsidR="009475C6" w:rsidRPr="00E5174B" w:rsidSect="00E8199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0C1"/>
    <w:rsid w:val="00050A8E"/>
    <w:rsid w:val="00073FEB"/>
    <w:rsid w:val="00096A7F"/>
    <w:rsid w:val="001164DB"/>
    <w:rsid w:val="001709A5"/>
    <w:rsid w:val="001728CB"/>
    <w:rsid w:val="001C1923"/>
    <w:rsid w:val="001D2316"/>
    <w:rsid w:val="001D2ACD"/>
    <w:rsid w:val="001F106F"/>
    <w:rsid w:val="001F30CA"/>
    <w:rsid w:val="00224DCF"/>
    <w:rsid w:val="0026189E"/>
    <w:rsid w:val="002817F5"/>
    <w:rsid w:val="00292A15"/>
    <w:rsid w:val="002D2FAC"/>
    <w:rsid w:val="003423C2"/>
    <w:rsid w:val="00356CC7"/>
    <w:rsid w:val="00415498"/>
    <w:rsid w:val="00482DD2"/>
    <w:rsid w:val="00502E30"/>
    <w:rsid w:val="0051102B"/>
    <w:rsid w:val="005406D6"/>
    <w:rsid w:val="00542384"/>
    <w:rsid w:val="00544F45"/>
    <w:rsid w:val="0054567A"/>
    <w:rsid w:val="00545AE3"/>
    <w:rsid w:val="00582AA9"/>
    <w:rsid w:val="00590E7A"/>
    <w:rsid w:val="005A26E4"/>
    <w:rsid w:val="0060748C"/>
    <w:rsid w:val="0061223F"/>
    <w:rsid w:val="0066025A"/>
    <w:rsid w:val="006852BC"/>
    <w:rsid w:val="00686CF5"/>
    <w:rsid w:val="006D5EFA"/>
    <w:rsid w:val="006E19E3"/>
    <w:rsid w:val="007010C4"/>
    <w:rsid w:val="0071268F"/>
    <w:rsid w:val="007436DD"/>
    <w:rsid w:val="0075211F"/>
    <w:rsid w:val="007700F1"/>
    <w:rsid w:val="007832B1"/>
    <w:rsid w:val="00803DF7"/>
    <w:rsid w:val="00822A00"/>
    <w:rsid w:val="00841A8B"/>
    <w:rsid w:val="00873458"/>
    <w:rsid w:val="00892F74"/>
    <w:rsid w:val="008B3907"/>
    <w:rsid w:val="009475C6"/>
    <w:rsid w:val="00960185"/>
    <w:rsid w:val="00985546"/>
    <w:rsid w:val="0099603A"/>
    <w:rsid w:val="009C3C74"/>
    <w:rsid w:val="009D77D0"/>
    <w:rsid w:val="009E3D07"/>
    <w:rsid w:val="00A051BF"/>
    <w:rsid w:val="00A320E7"/>
    <w:rsid w:val="00A376ED"/>
    <w:rsid w:val="00A83CE5"/>
    <w:rsid w:val="00A95964"/>
    <w:rsid w:val="00AA3BFD"/>
    <w:rsid w:val="00AD3596"/>
    <w:rsid w:val="00B21B3C"/>
    <w:rsid w:val="00B30512"/>
    <w:rsid w:val="00B444AD"/>
    <w:rsid w:val="00BD2CC6"/>
    <w:rsid w:val="00C01DED"/>
    <w:rsid w:val="00C520D7"/>
    <w:rsid w:val="00C9280C"/>
    <w:rsid w:val="00CC6CBA"/>
    <w:rsid w:val="00D078DE"/>
    <w:rsid w:val="00D500C1"/>
    <w:rsid w:val="00D633FA"/>
    <w:rsid w:val="00D73604"/>
    <w:rsid w:val="00D94103"/>
    <w:rsid w:val="00DA5FB7"/>
    <w:rsid w:val="00DC5243"/>
    <w:rsid w:val="00DD5B46"/>
    <w:rsid w:val="00E10991"/>
    <w:rsid w:val="00E2138E"/>
    <w:rsid w:val="00E22FDD"/>
    <w:rsid w:val="00E33787"/>
    <w:rsid w:val="00E5174B"/>
    <w:rsid w:val="00E81990"/>
    <w:rsid w:val="00E82395"/>
    <w:rsid w:val="00E8659A"/>
    <w:rsid w:val="00F12FB1"/>
    <w:rsid w:val="00F26B3F"/>
    <w:rsid w:val="00F332A1"/>
    <w:rsid w:val="00F81BAE"/>
    <w:rsid w:val="00FA1F06"/>
    <w:rsid w:val="00FB2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C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00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A05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5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74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202</Words>
  <Characters>1155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2</cp:revision>
  <cp:lastPrinted>2015-05-07T21:43:00Z</cp:lastPrinted>
  <dcterms:created xsi:type="dcterms:W3CDTF">2015-05-07T09:42:00Z</dcterms:created>
  <dcterms:modified xsi:type="dcterms:W3CDTF">2015-05-07T09:42:00Z</dcterms:modified>
</cp:coreProperties>
</file>