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служащих администрации муниципального образования – </w:t>
      </w:r>
      <w:r w:rsidR="004C6871">
        <w:rPr>
          <w:rFonts w:ascii="Times New Roman" w:hAnsi="Times New Roman" w:cs="Times New Roman"/>
          <w:sz w:val="28"/>
          <w:szCs w:val="28"/>
        </w:rPr>
        <w:t xml:space="preserve">Павелецкое городское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4C687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C687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68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01 января 201</w:t>
      </w:r>
      <w:r w:rsidR="004C68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4C68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C6871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71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71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71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71" w:rsidRPr="009476F4" w:rsidRDefault="004C6871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052C">
              <w:rPr>
                <w:rFonts w:ascii="Times New Roman" w:hAnsi="Times New Roman" w:cs="Times New Roman"/>
              </w:rPr>
              <w:t>Авдохин</w:t>
            </w:r>
            <w:proofErr w:type="spellEnd"/>
            <w:r w:rsidRPr="009F052C">
              <w:rPr>
                <w:rFonts w:ascii="Times New Roman" w:hAnsi="Times New Roman" w:cs="Times New Roman"/>
              </w:rPr>
              <w:t xml:space="preserve"> А.Н.</w:t>
            </w: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5A7B6D" w:rsidRPr="009F052C" w:rsidRDefault="005A7B6D" w:rsidP="004C6871">
            <w:pPr>
              <w:rPr>
                <w:rFonts w:ascii="Times New Roman" w:hAnsi="Times New Roman" w:cs="Times New Roman"/>
              </w:rPr>
            </w:pPr>
          </w:p>
          <w:p w:rsidR="004C6871" w:rsidRPr="009F052C" w:rsidRDefault="005A7B6D" w:rsidP="004C6871">
            <w:pPr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супруга</w:t>
            </w:r>
            <w:proofErr w:type="gramEnd"/>
          </w:p>
        </w:tc>
        <w:tc>
          <w:tcPr>
            <w:tcW w:w="1222" w:type="dxa"/>
          </w:tcPr>
          <w:p w:rsidR="006D45B3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  <w:r w:rsidRPr="009F052C">
              <w:rPr>
                <w:rFonts w:ascii="Times New Roman" w:hAnsi="Times New Roman" w:cs="Times New Roman"/>
              </w:rPr>
              <w:t>Глава администрации</w:t>
            </w: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BA235B" w:rsidP="004C6871">
            <w:pPr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домохозяйка</w:t>
            </w:r>
            <w:proofErr w:type="gramEnd"/>
          </w:p>
        </w:tc>
        <w:tc>
          <w:tcPr>
            <w:tcW w:w="923" w:type="dxa"/>
          </w:tcPr>
          <w:p w:rsidR="006D45B3" w:rsidRPr="009F052C" w:rsidRDefault="00BA235B" w:rsidP="00BA235B">
            <w:pPr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4C6871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квартира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квартира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9F052C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6D45B3" w:rsidRPr="009F052C" w:rsidRDefault="00BA235B" w:rsidP="00BA235B">
            <w:pPr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и</w:t>
            </w:r>
            <w:r w:rsidR="00B0057F">
              <w:rPr>
                <w:rFonts w:ascii="Times New Roman" w:hAnsi="Times New Roman" w:cs="Times New Roman"/>
              </w:rPr>
              <w:t>ндивид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B0057F" w:rsidRDefault="00B0057F" w:rsidP="00B0057F">
            <w:pPr>
              <w:jc w:val="center"/>
              <w:rPr>
                <w:rFonts w:ascii="Times New Roman" w:hAnsi="Times New Roman" w:cs="Times New Roman"/>
              </w:rPr>
            </w:pPr>
          </w:p>
          <w:p w:rsidR="00B0057F" w:rsidRDefault="00B0057F" w:rsidP="00B0057F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B005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ндивид</w:t>
            </w:r>
            <w:proofErr w:type="spellEnd"/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B0057F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B0057F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</w:t>
            </w:r>
            <w:proofErr w:type="gramEnd"/>
          </w:p>
        </w:tc>
        <w:tc>
          <w:tcPr>
            <w:tcW w:w="1134" w:type="dxa"/>
          </w:tcPr>
          <w:p w:rsidR="006D45B3" w:rsidRPr="009F052C" w:rsidRDefault="00BA235B" w:rsidP="00BA235B">
            <w:pPr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r w:rsidRPr="009F052C">
              <w:rPr>
                <w:rFonts w:ascii="Times New Roman" w:hAnsi="Times New Roman" w:cs="Times New Roman"/>
              </w:rPr>
              <w:t>53,0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  <w:r w:rsidRPr="009F052C">
              <w:rPr>
                <w:rFonts w:ascii="Times New Roman" w:hAnsi="Times New Roman" w:cs="Times New Roman"/>
              </w:rPr>
              <w:t>33,3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E703DE">
            <w:pPr>
              <w:jc w:val="center"/>
              <w:rPr>
                <w:rFonts w:ascii="Times New Roman" w:hAnsi="Times New Roman" w:cs="Times New Roman"/>
              </w:rPr>
            </w:pPr>
            <w:r w:rsidRPr="009F052C">
              <w:rPr>
                <w:rFonts w:ascii="Times New Roman" w:hAnsi="Times New Roman" w:cs="Times New Roman"/>
              </w:rPr>
              <w:t>3300,0</w:t>
            </w:r>
          </w:p>
        </w:tc>
        <w:tc>
          <w:tcPr>
            <w:tcW w:w="1134" w:type="dxa"/>
          </w:tcPr>
          <w:p w:rsidR="006D45B3" w:rsidRPr="009F052C" w:rsidRDefault="00BA235B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052C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</w:tcPr>
          <w:p w:rsidR="006D45B3" w:rsidRPr="009F052C" w:rsidRDefault="009F052C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4C6871" w:rsidRPr="009F052C">
              <w:rPr>
                <w:rFonts w:ascii="Times New Roman" w:hAnsi="Times New Roman" w:cs="Times New Roman"/>
              </w:rPr>
              <w:t>вартира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0A46EB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5B3" w:rsidRPr="009F052C" w:rsidRDefault="004C6871" w:rsidP="009476F4">
            <w:pPr>
              <w:jc w:val="center"/>
              <w:rPr>
                <w:rFonts w:ascii="Times New Roman" w:hAnsi="Times New Roman" w:cs="Times New Roman"/>
              </w:rPr>
            </w:pPr>
            <w:r w:rsidRPr="009F052C">
              <w:rPr>
                <w:rFonts w:ascii="Times New Roman" w:hAnsi="Times New Roman" w:cs="Times New Roman"/>
              </w:rPr>
              <w:t>33,3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B0057F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5B3" w:rsidRPr="009F052C" w:rsidRDefault="009F052C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E70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E703DE" w:rsidRPr="009F052C" w:rsidRDefault="00E703DE" w:rsidP="00E703DE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E703DE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E703DE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E703DE">
            <w:pPr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E70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D45B3" w:rsidRPr="009F052C" w:rsidRDefault="004C6871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F052C">
              <w:rPr>
                <w:rFonts w:ascii="Times New Roman" w:hAnsi="Times New Roman" w:cs="Times New Roman"/>
                <w:lang w:val="en-US"/>
              </w:rPr>
              <w:t>LADA PRIORA 21723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B0057F" w:rsidP="00B00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B0057F" w:rsidP="00B00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E703DE" w:rsidRPr="009F052C" w:rsidRDefault="00E703DE" w:rsidP="00B00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D45B3" w:rsidRPr="009F052C" w:rsidRDefault="004C6871" w:rsidP="004C68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F052C">
              <w:rPr>
                <w:rFonts w:ascii="Times New Roman" w:hAnsi="Times New Roman" w:cs="Times New Roman"/>
              </w:rPr>
              <w:t>418</w:t>
            </w:r>
            <w:r w:rsidRPr="009F052C">
              <w:rPr>
                <w:rFonts w:ascii="Times New Roman" w:hAnsi="Times New Roman" w:cs="Times New Roman"/>
                <w:lang w:val="en-US"/>
              </w:rPr>
              <w:t> </w:t>
            </w:r>
            <w:r w:rsidRPr="009F052C">
              <w:rPr>
                <w:rFonts w:ascii="Times New Roman" w:hAnsi="Times New Roman" w:cs="Times New Roman"/>
              </w:rPr>
              <w:t>250</w:t>
            </w:r>
            <w:r w:rsidRPr="009F052C">
              <w:rPr>
                <w:rFonts w:ascii="Times New Roman" w:hAnsi="Times New Roman" w:cs="Times New Roman"/>
                <w:lang w:val="en-US"/>
              </w:rPr>
              <w:t>,</w:t>
            </w:r>
            <w:r w:rsidRPr="009F052C">
              <w:rPr>
                <w:rFonts w:ascii="Times New Roman" w:hAnsi="Times New Roman" w:cs="Times New Roman"/>
              </w:rPr>
              <w:t>9</w:t>
            </w:r>
            <w:r w:rsidR="009F052C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E703DE" w:rsidRPr="009F052C" w:rsidRDefault="00E703DE" w:rsidP="004C68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E703DE" w:rsidP="004C68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E703DE" w:rsidP="004C68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E703DE" w:rsidP="004C68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03DE" w:rsidRPr="009F052C" w:rsidRDefault="00B0057F" w:rsidP="004C68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4611,84</w:t>
            </w:r>
          </w:p>
        </w:tc>
        <w:tc>
          <w:tcPr>
            <w:tcW w:w="1701" w:type="dxa"/>
          </w:tcPr>
          <w:p w:rsidR="006D45B3" w:rsidRPr="00B0057F" w:rsidRDefault="00B0057F" w:rsidP="00B0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E703DE" w:rsidRDefault="00E703D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703DE" w:rsidRDefault="00E703D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703DE" w:rsidRDefault="00E703D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057F" w:rsidRDefault="00B0057F" w:rsidP="00B005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E703DE" w:rsidRPr="00E703DE" w:rsidRDefault="00B0057F" w:rsidP="00B0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1A0334" w:rsidRPr="009476F4" w:rsidTr="00B04BB4">
        <w:trPr>
          <w:trHeight w:val="416"/>
        </w:trPr>
        <w:tc>
          <w:tcPr>
            <w:tcW w:w="503" w:type="dxa"/>
          </w:tcPr>
          <w:p w:rsidR="006D45B3" w:rsidRPr="009476F4" w:rsidRDefault="00E703D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0" w:type="dxa"/>
          </w:tcPr>
          <w:p w:rsidR="006D45B3" w:rsidRDefault="00E703D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М.В.</w:t>
            </w: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Pr="009476F4" w:rsidRDefault="005A7B6D" w:rsidP="004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  <w:proofErr w:type="gramEnd"/>
          </w:p>
        </w:tc>
        <w:tc>
          <w:tcPr>
            <w:tcW w:w="1222" w:type="dxa"/>
          </w:tcPr>
          <w:p w:rsidR="006D45B3" w:rsidRPr="00366CA4" w:rsidRDefault="00E703D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специалист</w:t>
            </w:r>
          </w:p>
          <w:p w:rsidR="00981912" w:rsidRPr="00366CA4" w:rsidRDefault="009819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912" w:rsidRPr="00366CA4" w:rsidRDefault="009819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912" w:rsidRPr="00366CA4" w:rsidRDefault="009819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912" w:rsidRPr="00366CA4" w:rsidRDefault="009819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912" w:rsidRPr="00366CA4" w:rsidRDefault="009819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912" w:rsidRPr="00366CA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студент</w:t>
            </w:r>
            <w:proofErr w:type="gramEnd"/>
          </w:p>
        </w:tc>
        <w:tc>
          <w:tcPr>
            <w:tcW w:w="923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82E0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proofErr w:type="gramEnd"/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Pr="009476F4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  <w:proofErr w:type="gramEnd"/>
          </w:p>
        </w:tc>
        <w:tc>
          <w:tcPr>
            <w:tcW w:w="1025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482E02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proofErr w:type="gramEnd"/>
          </w:p>
          <w:p w:rsidR="00B0057F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(1\2)</w:t>
            </w: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Pr="00EA7913" w:rsidRDefault="00EA7913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A7913">
              <w:rPr>
                <w:rFonts w:ascii="Times New Roman" w:hAnsi="Times New Roman" w:cs="Times New Roman"/>
              </w:rPr>
              <w:lastRenderedPageBreak/>
              <w:t>индивид</w:t>
            </w:r>
            <w:proofErr w:type="gramEnd"/>
          </w:p>
        </w:tc>
        <w:tc>
          <w:tcPr>
            <w:tcW w:w="1134" w:type="dxa"/>
          </w:tcPr>
          <w:p w:rsidR="006D45B3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36,8</w:t>
            </w: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Default="0098191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912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62,0</w:t>
            </w:r>
          </w:p>
        </w:tc>
        <w:tc>
          <w:tcPr>
            <w:tcW w:w="1134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134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482E0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gramEnd"/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62,0</w:t>
            </w: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6D45B3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E02" w:rsidRDefault="00482E0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proofErr w:type="gramEnd"/>
          </w:p>
        </w:tc>
        <w:tc>
          <w:tcPr>
            <w:tcW w:w="1842" w:type="dxa"/>
          </w:tcPr>
          <w:p w:rsidR="006D45B3" w:rsidRDefault="00B0057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184138,33</w:t>
            </w: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36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5320,0</w:t>
            </w:r>
          </w:p>
        </w:tc>
        <w:tc>
          <w:tcPr>
            <w:tcW w:w="1701" w:type="dxa"/>
          </w:tcPr>
          <w:p w:rsidR="006D45B3" w:rsidRPr="00B04BB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17423D" w:rsidRPr="00B04BB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A4" w:rsidRPr="009476F4" w:rsidRDefault="00366CA4" w:rsidP="0036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430" w:type="dxa"/>
          </w:tcPr>
          <w:p w:rsidR="006D45B3" w:rsidRDefault="00366CA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Генкель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E2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91CE2">
              <w:rPr>
                <w:rFonts w:ascii="Times New Roman" w:hAnsi="Times New Roman" w:cs="Times New Roman"/>
                <w:sz w:val="24"/>
                <w:szCs w:val="24"/>
              </w:rPr>
              <w:t>уж</w:t>
            </w:r>
            <w:proofErr w:type="gramEnd"/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Pr="009476F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proofErr w:type="gramEnd"/>
          </w:p>
        </w:tc>
        <w:tc>
          <w:tcPr>
            <w:tcW w:w="1222" w:type="dxa"/>
          </w:tcPr>
          <w:p w:rsidR="006D45B3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CA4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Полицейский ЛО МВД РФ на ст. Москва- Павелецкая</w:t>
            </w: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Pr="00366CA4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  <w:proofErr w:type="gramEnd"/>
          </w:p>
        </w:tc>
        <w:tc>
          <w:tcPr>
            <w:tcW w:w="923" w:type="dxa"/>
          </w:tcPr>
          <w:p w:rsidR="006D45B3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66CA4" w:rsidRPr="000207E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FFE" w:rsidRPr="000207E5" w:rsidRDefault="00445FF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025" w:type="dxa"/>
          </w:tcPr>
          <w:p w:rsidR="006D45B3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66CA4" w:rsidRPr="000207E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FFE" w:rsidRPr="000207E5" w:rsidRDefault="00445FF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proofErr w:type="gramEnd"/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66CA4" w:rsidRPr="000207E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FFE" w:rsidRPr="000207E5" w:rsidRDefault="00445FF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Pr="000207E5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0207E5" w:rsidRDefault="000207E5" w:rsidP="00020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P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66CA4" w:rsidRPr="00491CE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FFE" w:rsidRDefault="00445FFE" w:rsidP="0044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91CE2" w:rsidRPr="00445FFE" w:rsidRDefault="00445FFE" w:rsidP="00445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91CE2" w:rsidRPr="00445F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Pr="000207E5" w:rsidRDefault="000207E5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07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6CA4" w:rsidRPr="00491CE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proofErr w:type="gramEnd"/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CE2" w:rsidRPr="00491CE2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E2" w:rsidRDefault="00491CE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7E5" w:rsidRPr="000207E5" w:rsidRDefault="0044539E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6D45B3" w:rsidRPr="00B04BB4" w:rsidRDefault="00366C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B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B4" w:rsidRDefault="00B04BB4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B04BB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39E" w:rsidRDefault="0044539E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B04BB4" w:rsidRDefault="0044539E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134" w:type="dxa"/>
          </w:tcPr>
          <w:p w:rsidR="006D45B3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B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РФ</w:t>
            </w: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B04BB4" w:rsidRDefault="0044539E" w:rsidP="00B04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6D45B3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91CE2" w:rsidRPr="00B04BB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445FF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КИА СПОРТАЖ </w:t>
            </w: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B04BB4" w:rsidRDefault="000207E5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842" w:type="dxa"/>
          </w:tcPr>
          <w:p w:rsidR="006D45B3" w:rsidRDefault="00491CE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B4">
              <w:rPr>
                <w:rFonts w:ascii="Times New Roman" w:hAnsi="Times New Roman" w:cs="Times New Roman"/>
                <w:sz w:val="20"/>
                <w:szCs w:val="20"/>
              </w:rPr>
              <w:t>168 249,06</w:t>
            </w: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541 366,01</w:t>
            </w: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B04BB4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701" w:type="dxa"/>
          </w:tcPr>
          <w:p w:rsidR="006D45B3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91CE2" w:rsidRPr="00B04BB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B04BB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BB4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04BB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E5" w:rsidRPr="00B04BB4" w:rsidRDefault="000207E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0207E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0" w:type="dxa"/>
          </w:tcPr>
          <w:p w:rsidR="006D45B3" w:rsidRDefault="00AF171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71C">
              <w:rPr>
                <w:rFonts w:ascii="Times New Roman" w:hAnsi="Times New Roman" w:cs="Times New Roman"/>
                <w:sz w:val="20"/>
                <w:szCs w:val="20"/>
              </w:rPr>
              <w:t>Посашкова</w:t>
            </w:r>
            <w:proofErr w:type="spellEnd"/>
            <w:r w:rsidRPr="00AF171C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  <w:p w:rsidR="004B6FD8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FD8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44539E" w:rsidP="00445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55EC5"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  <w:proofErr w:type="gramEnd"/>
          </w:p>
          <w:p w:rsidR="004B6FD8" w:rsidRPr="00AF171C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6D45B3" w:rsidRDefault="00AF171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366CA4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proofErr w:type="gramEnd"/>
          </w:p>
        </w:tc>
        <w:tc>
          <w:tcPr>
            <w:tcW w:w="923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6FD8" w:rsidRPr="004B6FD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025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6FD8" w:rsidRPr="004B6FD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6FD8" w:rsidRPr="004B6FD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6FD8" w:rsidRPr="004B6FD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555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  <w:p w:rsidR="00555EC5" w:rsidRDefault="00555EC5" w:rsidP="00555E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555E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555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B6FD8" w:rsidRPr="004B6FD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6D45B3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D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</w:tcPr>
          <w:p w:rsidR="006D45B3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D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6FD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EC5" w:rsidRDefault="00555EC5" w:rsidP="0055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555EC5" w:rsidRDefault="00555EC5" w:rsidP="00555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EC5" w:rsidRDefault="00555EC5" w:rsidP="0055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55EC5" w:rsidRDefault="00555EC5" w:rsidP="0055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EC5" w:rsidRPr="009476F4" w:rsidRDefault="00555EC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Default="004B6F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D8">
              <w:rPr>
                <w:rFonts w:ascii="Times New Roman" w:hAnsi="Times New Roman" w:cs="Times New Roman"/>
                <w:sz w:val="20"/>
                <w:szCs w:val="20"/>
              </w:rPr>
              <w:t>190 929,84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4B6FD8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701" w:type="dxa"/>
          </w:tcPr>
          <w:p w:rsidR="006D45B3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6FD8" w:rsidRPr="00555EC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EC5" w:rsidRPr="00555EC5" w:rsidRDefault="00555EC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555EC5" w:rsidRPr="009476F4" w:rsidTr="001A0334">
        <w:tc>
          <w:tcPr>
            <w:tcW w:w="503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0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Капитошина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Pr="00AF171C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proofErr w:type="gramEnd"/>
          </w:p>
        </w:tc>
        <w:tc>
          <w:tcPr>
            <w:tcW w:w="1222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  <w:proofErr w:type="gramEnd"/>
          </w:p>
        </w:tc>
        <w:tc>
          <w:tcPr>
            <w:tcW w:w="923" w:type="dxa"/>
          </w:tcPr>
          <w:p w:rsidR="00555EC5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414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E689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44539E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39E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39E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Pr="004B6FD8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55EC5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414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4539E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39E" w:rsidRDefault="0044539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39E" w:rsidRPr="004B6FD8" w:rsidRDefault="00F9282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proofErr w:type="gramEnd"/>
          </w:p>
        </w:tc>
        <w:tc>
          <w:tcPr>
            <w:tcW w:w="1134" w:type="dxa"/>
          </w:tcPr>
          <w:p w:rsidR="00555EC5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414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  <w:p w:rsidR="00F92824" w:rsidRDefault="00F9282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824" w:rsidRDefault="00F9282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824" w:rsidRPr="004B6FD8" w:rsidRDefault="00F9282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134" w:type="dxa"/>
          </w:tcPr>
          <w:p w:rsidR="00555EC5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414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92824" w:rsidRDefault="00F92824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824" w:rsidRDefault="00F92824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824" w:rsidRDefault="00F92824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89B" w:rsidRPr="004B6FD8" w:rsidRDefault="007E689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Pr="004B6FD8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E03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Pr="004B6FD8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Pr="004B6FD8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560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5572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469</w:t>
            </w:r>
          </w:p>
        </w:tc>
        <w:tc>
          <w:tcPr>
            <w:tcW w:w="1842" w:type="dxa"/>
          </w:tcPr>
          <w:p w:rsidR="00555EC5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213 011,75</w:t>
            </w: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255 147,77</w:t>
            </w: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14D" w:rsidRPr="004B6FD8" w:rsidRDefault="00F5414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55EC5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5414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gramEnd"/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4E03B6" w:rsidRPr="009476F4" w:rsidTr="001A0334">
        <w:tc>
          <w:tcPr>
            <w:tcW w:w="503" w:type="dxa"/>
          </w:tcPr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430" w:type="dxa"/>
          </w:tcPr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89D">
              <w:rPr>
                <w:rFonts w:ascii="Times New Roman" w:hAnsi="Times New Roman" w:cs="Times New Roman"/>
                <w:sz w:val="20"/>
                <w:szCs w:val="20"/>
              </w:rPr>
              <w:t>Дроздова Г.В.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Pr="00A8789D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proofErr w:type="gramEnd"/>
          </w:p>
        </w:tc>
        <w:tc>
          <w:tcPr>
            <w:tcW w:w="1222" w:type="dxa"/>
          </w:tcPr>
          <w:p w:rsidR="004E03B6" w:rsidRDefault="004E03B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</w:t>
            </w:r>
            <w:r w:rsidRPr="00A87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Pr="00A8789D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923" w:type="dxa"/>
          </w:tcPr>
          <w:p w:rsidR="004E03B6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A8789D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789D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789D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789D" w:rsidRDefault="00A8789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4B5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8789D" w:rsidRDefault="00A8789D" w:rsidP="00A8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  <w:proofErr w:type="gramEnd"/>
          </w:p>
          <w:p w:rsidR="004E03B6" w:rsidRDefault="00A8789D" w:rsidP="00A8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(1\4)</w:t>
            </w:r>
          </w:p>
          <w:p w:rsidR="00A8789D" w:rsidRDefault="00A8789D" w:rsidP="00A8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89D" w:rsidRDefault="00A8789D" w:rsidP="00A87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89D" w:rsidRDefault="004B5138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8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789D" w:rsidRPr="00A8789D">
              <w:rPr>
                <w:rFonts w:ascii="Times New Roman" w:hAnsi="Times New Roman" w:cs="Times New Roman"/>
                <w:sz w:val="20"/>
                <w:szCs w:val="20"/>
              </w:rPr>
              <w:t>ндивид</w:t>
            </w:r>
          </w:p>
          <w:p w:rsidR="004B5138" w:rsidRDefault="004B5138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4B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</w:p>
          <w:p w:rsidR="004B5138" w:rsidRDefault="004B5138" w:rsidP="004B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(1\4)</w:t>
            </w:r>
          </w:p>
          <w:p w:rsidR="000A46EB" w:rsidRDefault="000A46EB" w:rsidP="004B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EB" w:rsidRDefault="000A46EB" w:rsidP="004B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B5138" w:rsidRPr="00A8789D" w:rsidRDefault="004B5138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789D" w:rsidRDefault="00A8789D" w:rsidP="00A87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3B6" w:rsidRDefault="00A8789D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131,3</w:t>
            </w: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  <w:p w:rsidR="000A46EB" w:rsidRDefault="000A46EB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3B6" w:rsidRDefault="00A8789D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A46EB" w:rsidRDefault="000A46E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6EB" w:rsidRDefault="000A46EB" w:rsidP="007E6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E03B6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4E03B6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34" w:type="dxa"/>
          </w:tcPr>
          <w:p w:rsidR="004E03B6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560" w:type="dxa"/>
          </w:tcPr>
          <w:p w:rsidR="004E03B6" w:rsidRP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  <w:bookmarkStart w:id="0" w:name="_GoBack"/>
            <w:bookmarkEnd w:id="0"/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8" w:rsidRPr="004B5138" w:rsidRDefault="004B5138" w:rsidP="004B5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0A46EB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- 3110</w:t>
            </w:r>
          </w:p>
        </w:tc>
        <w:tc>
          <w:tcPr>
            <w:tcW w:w="1842" w:type="dxa"/>
          </w:tcPr>
          <w:p w:rsidR="004E03B6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D25075">
              <w:rPr>
                <w:rFonts w:ascii="Times New Roman" w:hAnsi="Times New Roman" w:cs="Times New Roman"/>
                <w:sz w:val="20"/>
                <w:szCs w:val="20"/>
              </w:rPr>
              <w:t>5 873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,65</w:t>
            </w:r>
            <w:r w:rsidR="00D250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075" w:rsidRDefault="00D25075" w:rsidP="00D25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52 273,75</w:t>
            </w: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38" w:rsidRDefault="004B513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3B6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B513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075" w:rsidRDefault="00D25075" w:rsidP="00D2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7E5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E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23D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CA4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39E"/>
    <w:rsid w:val="004456D4"/>
    <w:rsid w:val="00445802"/>
    <w:rsid w:val="00445FFE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72B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E02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CE2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138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6FD8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871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3B6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5EC5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B6D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6C8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6C6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89B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912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52C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89D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71C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57F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BB4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B9A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5B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075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3D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913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14D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824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CD924-E145-4927-9296-BA1CAB4C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5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User</cp:lastModifiedBy>
  <cp:revision>12</cp:revision>
  <cp:lastPrinted>2015-04-21T09:09:00Z</cp:lastPrinted>
  <dcterms:created xsi:type="dcterms:W3CDTF">2014-04-01T07:18:00Z</dcterms:created>
  <dcterms:modified xsi:type="dcterms:W3CDTF">2015-04-24T05:39:00Z</dcterms:modified>
</cp:coreProperties>
</file>