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br/>
        <w:t>об источниках получения средств, за счет 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оторых в период  с 1 января </w:t>
      </w:r>
      <w:smartTag w:uri="urn:schemas-microsoft-com:office:smarttags" w:element="metricconverter">
        <w:smartTagPr>
          <w:attr w:name="ProductID" w:val="2014 г"/>
        </w:smartTagPr>
        <w:r>
          <w:rPr>
            <w:rFonts w:ascii="Times New Roman" w:hAnsi="Times New Roman"/>
            <w:b/>
            <w:bCs/>
            <w:sz w:val="28"/>
            <w:szCs w:val="28"/>
            <w:lang w:eastAsia="ru-RU"/>
          </w:rPr>
          <w:t>2014 г</w:t>
        </w:r>
      </w:smartTag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по 31 декабря </w:t>
      </w:r>
      <w:smartTag w:uri="urn:schemas-microsoft-com:office:smarttags" w:element="metricconverter">
        <w:smartTagPr>
          <w:attr w:name="ProductID" w:val="2014 г"/>
        </w:smartTagPr>
        <w:r>
          <w:rPr>
            <w:rFonts w:ascii="Times New Roman" w:hAnsi="Times New Roman"/>
            <w:b/>
            <w:bCs/>
            <w:sz w:val="28"/>
            <w:szCs w:val="28"/>
            <w:lang w:eastAsia="ru-RU"/>
          </w:rPr>
          <w:t>2014</w:t>
        </w:r>
        <w:r w:rsidRPr="00AE63C8">
          <w:rPr>
            <w:rFonts w:ascii="Times New Roman" w:hAnsi="Times New Roman"/>
            <w:b/>
            <w:bCs/>
            <w:sz w:val="28"/>
            <w:szCs w:val="28"/>
            <w:lang w:eastAsia="ru-RU"/>
          </w:rPr>
          <w:t> г</w:t>
        </w:r>
      </w:smartTag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  <w:r w:rsidRPr="00AE63C8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footnoteReference w:id="2"/>
      </w:r>
    </w:p>
    <w:p w:rsidR="00B45239" w:rsidRPr="00AE63C8" w:rsidRDefault="00B45239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Pr="00AE63C8" w:rsidRDefault="00B45239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Pr="00AE63C8" w:rsidRDefault="00B45239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Spec="outside"/>
        <w:tblOverlap w:val="never"/>
        <w:tblW w:w="14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3500"/>
        <w:gridCol w:w="1500"/>
        <w:gridCol w:w="1100"/>
        <w:gridCol w:w="1600"/>
        <w:gridCol w:w="1613"/>
        <w:gridCol w:w="2487"/>
        <w:gridCol w:w="2000"/>
      </w:tblGrid>
      <w:tr w:rsidR="00B45239" w:rsidRPr="006719A7" w:rsidTr="00A97BB1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0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300" w:type="dxa"/>
            <w:gridSpan w:val="5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B45239" w:rsidRPr="006719A7" w:rsidTr="00A97BB1">
        <w:trPr>
          <w:trHeight w:val="428"/>
        </w:trPr>
        <w:tc>
          <w:tcPr>
            <w:tcW w:w="508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</w:tcPr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</w:p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rPr>
          <w:trHeight w:val="1392"/>
        </w:trPr>
        <w:tc>
          <w:tcPr>
            <w:tcW w:w="508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rPr>
          <w:trHeight w:val="178"/>
        </w:trPr>
        <w:tc>
          <w:tcPr>
            <w:tcW w:w="508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45239" w:rsidRPr="006719A7" w:rsidTr="00A97BB1">
        <w:tc>
          <w:tcPr>
            <w:tcW w:w="508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B45239" w:rsidRPr="006719A7" w:rsidTr="007E39F1">
        <w:trPr>
          <w:trHeight w:val="113"/>
        </w:trPr>
        <w:tc>
          <w:tcPr>
            <w:tcW w:w="508" w:type="dxa"/>
            <w:vMerge w:val="restart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  <w:vMerge w:val="restart"/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E39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Степанова Е.А.</w:t>
            </w: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старший инспектор  контрольно-счётного отдела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муниципального образования «Можгинский район»</w:t>
            </w:r>
          </w:p>
        </w:tc>
        <w:tc>
          <w:tcPr>
            <w:tcW w:w="1500" w:type="dxa"/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0" w:type="dxa"/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680,0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C71ED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DC71E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00" w:type="dxa"/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  <w:vMerge w:val="restart"/>
          </w:tcPr>
          <w:p w:rsidR="00B45239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vMerge w:val="restart"/>
          </w:tcPr>
          <w:p w:rsidR="00B45239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  <w:vMerge w:val="restart"/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Наследство, ипотека</w:t>
            </w:r>
          </w:p>
        </w:tc>
      </w:tr>
      <w:tr w:rsidR="00B45239" w:rsidRPr="006719A7" w:rsidTr="00A97BB1">
        <w:trPr>
          <w:trHeight w:val="112"/>
        </w:trPr>
        <w:tc>
          <w:tcPr>
            <w:tcW w:w="508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44,5 м2"/>
              </w:smartTagPr>
              <w:r w:rsidRPr="00E45FF8">
                <w:rPr>
                  <w:rFonts w:ascii="Times New Roman" w:hAnsi="Times New Roman"/>
                  <w:bCs/>
                  <w:sz w:val="20"/>
                  <w:szCs w:val="20"/>
                  <w:lang w:eastAsia="ru-RU"/>
                </w:rPr>
                <w:t>44,5</w:t>
              </w:r>
              <w:r w:rsidRPr="00DC71ED">
                <w:rPr>
                  <w:rFonts w:ascii="Times New Roman" w:hAnsi="Times New Roman"/>
                  <w:sz w:val="20"/>
                  <w:szCs w:val="20"/>
                </w:rPr>
                <w:t xml:space="preserve"> м</w:t>
              </w:r>
              <w:r w:rsidRPr="00DC71ED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6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c>
          <w:tcPr>
            <w:tcW w:w="508" w:type="dxa"/>
            <w:vMerge w:val="restart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Королькова Г. П., </w:t>
            </w:r>
            <w:r w:rsidRPr="008D3A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руководитель аппарата Главы МО, Совета депутатов и Администрации района</w:t>
            </w:r>
          </w:p>
        </w:tc>
        <w:tc>
          <w:tcPr>
            <w:tcW w:w="1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B45239" w:rsidRPr="006719A7" w:rsidTr="00A97BB1">
        <w:tc>
          <w:tcPr>
            <w:tcW w:w="508" w:type="dxa"/>
            <w:vMerge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00" w:type="dxa"/>
          </w:tcPr>
          <w:p w:rsidR="00B45239" w:rsidRPr="008D3AC0" w:rsidRDefault="00B45239" w:rsidP="008D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D3A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00" w:type="dxa"/>
          </w:tcPr>
          <w:p w:rsidR="00B45239" w:rsidRPr="008D3AC0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43,6 м2"/>
              </w:smartTagPr>
              <w:r w:rsidRPr="008D3AC0">
                <w:rPr>
                  <w:rFonts w:ascii="Times New Roman" w:hAnsi="Times New Roman"/>
                  <w:bCs/>
                  <w:sz w:val="20"/>
                  <w:szCs w:val="20"/>
                  <w:lang w:eastAsia="ru-RU"/>
                </w:rPr>
                <w:t>43,6</w:t>
              </w:r>
              <w:r w:rsidRPr="008D3AC0">
                <w:rPr>
                  <w:rFonts w:ascii="Times New Roman" w:hAnsi="Times New Roman"/>
                  <w:sz w:val="20"/>
                  <w:szCs w:val="20"/>
                </w:rPr>
                <w:t xml:space="preserve"> м</w:t>
              </w:r>
              <w:r w:rsidRPr="008D3AC0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600" w:type="dxa"/>
          </w:tcPr>
          <w:p w:rsidR="00B45239" w:rsidRPr="00AE63C8" w:rsidRDefault="00B45239" w:rsidP="008D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B45239" w:rsidRPr="008D3AC0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D3A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от продажи имущества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 доход по основному месту работы.</w:t>
            </w:r>
          </w:p>
        </w:tc>
      </w:tr>
      <w:tr w:rsidR="00B45239" w:rsidRPr="006719A7" w:rsidTr="00A97BB1">
        <w:tc>
          <w:tcPr>
            <w:tcW w:w="508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c>
          <w:tcPr>
            <w:tcW w:w="508" w:type="dxa"/>
            <w:tcBorders>
              <w:bottom w:val="single" w:sz="12" w:space="0" w:color="000000"/>
            </w:tcBorders>
          </w:tcPr>
          <w:p w:rsidR="00B45239" w:rsidRPr="00AE63C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B45239" w:rsidRPr="00E45FF8" w:rsidRDefault="00B45239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</w:tr>
    </w:tbl>
    <w:p w:rsidR="00B45239" w:rsidRDefault="00B45239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Default="00B45239"/>
    <w:sectPr w:rsidR="00B45239" w:rsidSect="007E39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239" w:rsidRDefault="00B45239" w:rsidP="007E39F1">
      <w:pPr>
        <w:spacing w:after="0" w:line="240" w:lineRule="auto"/>
      </w:pPr>
      <w:r>
        <w:separator/>
      </w:r>
    </w:p>
  </w:endnote>
  <w:endnote w:type="continuationSeparator" w:id="1">
    <w:p w:rsidR="00B45239" w:rsidRDefault="00B45239" w:rsidP="007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239" w:rsidRDefault="00B45239" w:rsidP="007E39F1">
      <w:pPr>
        <w:spacing w:after="0" w:line="240" w:lineRule="auto"/>
      </w:pPr>
      <w:r>
        <w:separator/>
      </w:r>
    </w:p>
  </w:footnote>
  <w:footnote w:type="continuationSeparator" w:id="1">
    <w:p w:rsidR="00B45239" w:rsidRDefault="00B45239" w:rsidP="007E39F1">
      <w:pPr>
        <w:spacing w:after="0" w:line="240" w:lineRule="auto"/>
      </w:pPr>
      <w:r>
        <w:continuationSeparator/>
      </w:r>
    </w:p>
  </w:footnote>
  <w:footnote w:id="2">
    <w:p w:rsidR="00B45239" w:rsidRDefault="00B45239" w:rsidP="007E39F1">
      <w:r w:rsidRPr="00AE63C8">
        <w:rPr>
          <w:rStyle w:val="FootnoteReference"/>
          <w:sz w:val="20"/>
          <w:szCs w:val="20"/>
        </w:rPr>
        <w:footnoteRef/>
      </w:r>
      <w:r w:rsidRPr="00AE63C8">
        <w:rPr>
          <w:sz w:val="20"/>
          <w:szCs w:val="20"/>
        </w:rPr>
        <w:t xml:space="preserve"> Сведения указываются отдельно по каждой сделке, сумма которой превышает общий доход л</w:t>
      </w:r>
      <w:r>
        <w:rPr>
          <w:sz w:val="20"/>
          <w:szCs w:val="20"/>
        </w:rPr>
        <w:t xml:space="preserve">ица, замещающего муниципальную должность  </w:t>
      </w:r>
      <w:r w:rsidRPr="00AE63C8">
        <w:rPr>
          <w:sz w:val="20"/>
          <w:szCs w:val="20"/>
        </w:rPr>
        <w:t>и его супруги (супруга) за три последних 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F1"/>
    <w:rsid w:val="002B3F93"/>
    <w:rsid w:val="002B70F3"/>
    <w:rsid w:val="00312D05"/>
    <w:rsid w:val="006719A7"/>
    <w:rsid w:val="007E39F1"/>
    <w:rsid w:val="008576EF"/>
    <w:rsid w:val="008D3AC0"/>
    <w:rsid w:val="00A07BFD"/>
    <w:rsid w:val="00A97BB1"/>
    <w:rsid w:val="00AE63C8"/>
    <w:rsid w:val="00B45239"/>
    <w:rsid w:val="00D51176"/>
    <w:rsid w:val="00DC71ED"/>
    <w:rsid w:val="00DF2C97"/>
    <w:rsid w:val="00E45FF8"/>
    <w:rsid w:val="00F2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9F1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7E39F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178</Words>
  <Characters>1018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Городилова</cp:lastModifiedBy>
  <cp:revision>4</cp:revision>
  <dcterms:created xsi:type="dcterms:W3CDTF">2015-04-11T08:49:00Z</dcterms:created>
  <dcterms:modified xsi:type="dcterms:W3CDTF">2015-04-21T08:57:00Z</dcterms:modified>
</cp:coreProperties>
</file>