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43" w:rsidRPr="00C84EC9" w:rsidRDefault="00106B43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106B43" w:rsidRDefault="00106B43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06B43" w:rsidRPr="00BB51B5" w:rsidRDefault="00106B43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>замещающим муниципальную должность, должность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аппарате Совета депутатов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муниципального района, </w:t>
      </w:r>
      <w:r w:rsidRPr="00BB51B5">
        <w:rPr>
          <w:rFonts w:ascii="Times New Roman" w:hAnsi="Times New Roman"/>
          <w:sz w:val="28"/>
          <w:szCs w:val="28"/>
          <w:lang w:eastAsia="ru-RU"/>
        </w:rPr>
        <w:t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</w:t>
      </w:r>
      <w:proofErr w:type="gramEnd"/>
      <w:r w:rsidRPr="00BB51B5">
        <w:rPr>
          <w:rFonts w:ascii="Times New Roman" w:hAnsi="Times New Roman"/>
          <w:sz w:val="28"/>
          <w:szCs w:val="28"/>
          <w:lang w:eastAsia="ru-RU"/>
        </w:rPr>
        <w:t xml:space="preserve">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 должность, должность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 w:rsidRPr="00BB51B5">
        <w:rPr>
          <w:rFonts w:ascii="Times New Roman" w:hAnsi="Times New Roman"/>
          <w:bCs/>
          <w:sz w:val="28"/>
          <w:szCs w:val="28"/>
        </w:rPr>
        <w:t xml:space="preserve"> аппарате Совета депутатов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106B43" w:rsidRPr="008B5387" w:rsidRDefault="00106B43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68"/>
        <w:gridCol w:w="2302"/>
        <w:gridCol w:w="3544"/>
        <w:gridCol w:w="5103"/>
      </w:tblGrid>
      <w:tr w:rsidR="00106B43" w:rsidRPr="00281544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Ф.И.О. лица   </w:t>
            </w:r>
          </w:p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замещающего муниципальную должность, должность муниципальной службы в администрации </w:t>
            </w:r>
            <w:proofErr w:type="spellStart"/>
            <w:r w:rsidRPr="00281544">
              <w:rPr>
                <w:rFonts w:ascii="Times New Roman" w:hAnsi="Times New Roman"/>
                <w:sz w:val="24"/>
                <w:szCs w:val="24"/>
              </w:rPr>
              <w:t>Воловского</w:t>
            </w:r>
            <w:proofErr w:type="spell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  <w:r w:rsidRPr="00281544">
              <w:rPr>
                <w:rFonts w:ascii="Times New Roman" w:hAnsi="Times New Roman"/>
                <w:bCs/>
                <w:sz w:val="24"/>
                <w:szCs w:val="24"/>
              </w:rPr>
              <w:t xml:space="preserve"> аппарате Совета депутатов </w:t>
            </w:r>
            <w:proofErr w:type="spellStart"/>
            <w:r w:rsidRPr="00281544">
              <w:rPr>
                <w:rFonts w:ascii="Times New Roman" w:hAnsi="Times New Roman"/>
                <w:bCs/>
                <w:sz w:val="24"/>
                <w:szCs w:val="24"/>
              </w:rPr>
              <w:t>Воловского</w:t>
            </w:r>
            <w:proofErr w:type="spellEnd"/>
            <w:r w:rsidRPr="00281544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Источники получения средств, за счет которых приобретено имущество* </w:t>
            </w:r>
          </w:p>
        </w:tc>
      </w:tr>
      <w:tr w:rsidR="00281544" w:rsidRPr="00281544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281544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Самохина Зоя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281544" w:rsidP="0028154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281544" w:rsidP="0028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995928" w:rsidP="0028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281544">
        <w:trPr>
          <w:trHeight w:val="390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544">
              <w:rPr>
                <w:rFonts w:ascii="Times New Roman" w:hAnsi="Times New Roman"/>
                <w:sz w:val="24"/>
                <w:szCs w:val="24"/>
              </w:rPr>
              <w:t>Галицын</w:t>
            </w:r>
            <w:proofErr w:type="spell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544">
              <w:rPr>
                <w:rFonts w:ascii="Times New Roman" w:hAnsi="Times New Roman"/>
                <w:sz w:val="24"/>
                <w:szCs w:val="24"/>
              </w:rPr>
              <w:lastRenderedPageBreak/>
              <w:t>Кладова</w:t>
            </w:r>
            <w:proofErr w:type="spell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Марина Федоровна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>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Солдатова Надежда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Багрова Нелли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Черкасова Любовь Сергеевна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1544">
              <w:rPr>
                <w:rFonts w:ascii="Times New Roman" w:hAnsi="Times New Roman"/>
                <w:sz w:val="24"/>
                <w:szCs w:val="24"/>
              </w:rPr>
              <w:t>Сырых</w:t>
            </w:r>
            <w:proofErr w:type="gram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Плешакова Надежда Владимировна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Сухарева Надежда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Веретенникова Нинель Петровна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Сдобников Михаил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Ватутин Роман Васильевич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106B43" w:rsidRPr="00C147F0" w:rsidRDefault="00106B43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106B43" w:rsidRPr="00C147F0" w:rsidRDefault="00106B43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281544" w:rsidRDefault="00281544" w:rsidP="00281544">
      <w:pPr>
        <w:pStyle w:val="ConsPlusNormal"/>
        <w:ind w:firstLine="709"/>
      </w:pPr>
    </w:p>
    <w:p w:rsidR="00106B43" w:rsidRDefault="00106B43"/>
    <w:sectPr w:rsidR="00106B43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E478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BC210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0C27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561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394C7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DE1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FCEF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6C76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225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5D8E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8F5"/>
    <w:rsid w:val="0004303A"/>
    <w:rsid w:val="000B0DD5"/>
    <w:rsid w:val="00103CC1"/>
    <w:rsid w:val="00106B43"/>
    <w:rsid w:val="00281544"/>
    <w:rsid w:val="0029754A"/>
    <w:rsid w:val="0032464A"/>
    <w:rsid w:val="00383B3D"/>
    <w:rsid w:val="003D48F5"/>
    <w:rsid w:val="003F2D51"/>
    <w:rsid w:val="00493231"/>
    <w:rsid w:val="004C460D"/>
    <w:rsid w:val="0054540A"/>
    <w:rsid w:val="005A19A3"/>
    <w:rsid w:val="008B5387"/>
    <w:rsid w:val="00995928"/>
    <w:rsid w:val="00BB51B5"/>
    <w:rsid w:val="00BE46FD"/>
    <w:rsid w:val="00C147F0"/>
    <w:rsid w:val="00C84EC9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445</Words>
  <Characters>2537</Characters>
  <Application>Microsoft Office Word</Application>
  <DocSecurity>0</DocSecurity>
  <Lines>21</Lines>
  <Paragraphs>5</Paragraphs>
  <ScaleCrop>false</ScaleCrop>
  <Company>Microsoft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parchina</dc:creator>
  <cp:keywords/>
  <dc:description/>
  <cp:lastModifiedBy>parchina</cp:lastModifiedBy>
  <cp:revision>4</cp:revision>
  <cp:lastPrinted>2015-05-19T04:49:00Z</cp:lastPrinted>
  <dcterms:created xsi:type="dcterms:W3CDTF">2015-05-27T10:46:00Z</dcterms:created>
  <dcterms:modified xsi:type="dcterms:W3CDTF">2015-05-27T10:50:00Z</dcterms:modified>
</cp:coreProperties>
</file>