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D64507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D64507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Чайковский Станислав Александрович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507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C9265C" w:rsidRPr="001706A1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507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D64507" w:rsidRDefault="00D6450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Тойота Хайлендер, 2011 года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D6450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779031.65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507" w:rsidRDefault="00D6450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64507" w:rsidRDefault="00D6450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D64507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64507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ROCH~1\AppData\Local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931AE-D764-4052-B403-5AF25CD2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Kurochkina</cp:lastModifiedBy>
  <cp:revision>1</cp:revision>
  <dcterms:created xsi:type="dcterms:W3CDTF">2015-04-30T09:08:00Z</dcterms:created>
  <dcterms:modified xsi:type="dcterms:W3CDTF">2015-04-30T09:09:00Z</dcterms:modified>
</cp:coreProperties>
</file>