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7C3" w:rsidRPr="00F946DA" w:rsidRDefault="001C57C3" w:rsidP="003E68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hAnsi="Times New Roman" w:cs="Times New Roman"/>
          <w:sz w:val="28"/>
          <w:szCs w:val="28"/>
          <w:lang w:eastAsia="ru-RU"/>
        </w:rPr>
        <w:t>Сведения</w:t>
      </w:r>
    </w:p>
    <w:p w:rsidR="001C57C3" w:rsidRPr="00F946DA" w:rsidRDefault="001C57C3" w:rsidP="003E684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hAnsi="Times New Roman" w:cs="Times New Roman"/>
          <w:sz w:val="28"/>
          <w:szCs w:val="28"/>
          <w:lang w:eastAsia="ru-RU"/>
        </w:rPr>
        <w:t xml:space="preserve">о доходах,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расходах, </w:t>
      </w:r>
      <w:r w:rsidRPr="00F946DA">
        <w:rPr>
          <w:rFonts w:ascii="Times New Roman" w:hAnsi="Times New Roman" w:cs="Times New Roman"/>
          <w:sz w:val="28"/>
          <w:szCs w:val="28"/>
          <w:lang w:eastAsia="ru-RU"/>
        </w:rPr>
        <w:t xml:space="preserve">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  <w:lang w:eastAsia="ru-RU"/>
        </w:rPr>
        <w:t>руководителей муниципальных учреждений</w:t>
      </w:r>
      <w:r w:rsidRPr="00985CB9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 округа «Александровск-Сахалинский район»</w:t>
      </w:r>
      <w:r w:rsidRPr="00F946DA">
        <w:rPr>
          <w:rFonts w:ascii="Times New Roman" w:hAnsi="Times New Roman" w:cs="Times New Roman"/>
          <w:sz w:val="28"/>
          <w:szCs w:val="28"/>
          <w:lang w:eastAsia="ru-RU"/>
        </w:rPr>
        <w:t xml:space="preserve">, размещаемые на официальном сайте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администрации городского округа</w:t>
      </w:r>
      <w:r w:rsidRPr="00F946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«Александровск-Сахалинский район» </w:t>
      </w:r>
      <w:r w:rsidRPr="00F946DA">
        <w:rPr>
          <w:rFonts w:ascii="Times New Roman" w:hAnsi="Times New Roman" w:cs="Times New Roman"/>
          <w:sz w:val="28"/>
          <w:szCs w:val="28"/>
          <w:lang w:eastAsia="ru-RU"/>
        </w:rPr>
        <w:t xml:space="preserve">в порядке, установленном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городского округа</w:t>
      </w:r>
      <w:r w:rsidRPr="00F946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«Александровск-Сахалинский район» от 08.05.2015 г. № 230</w:t>
      </w:r>
    </w:p>
    <w:p w:rsidR="001C57C3" w:rsidRDefault="001C57C3" w:rsidP="00DD09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tbl>
      <w:tblPr>
        <w:tblW w:w="16184" w:type="dxa"/>
        <w:tblCellSpacing w:w="5" w:type="nil"/>
        <w:tblInd w:w="-53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1915"/>
        <w:gridCol w:w="1795"/>
        <w:gridCol w:w="1701"/>
        <w:gridCol w:w="1560"/>
        <w:gridCol w:w="846"/>
        <w:gridCol w:w="850"/>
        <w:gridCol w:w="1701"/>
        <w:gridCol w:w="850"/>
        <w:gridCol w:w="851"/>
        <w:gridCol w:w="1356"/>
        <w:gridCol w:w="1195"/>
        <w:gridCol w:w="1139"/>
      </w:tblGrid>
      <w:tr w:rsidR="001C57C3" w:rsidRPr="00D15A29" w:rsidTr="00A60332">
        <w:trPr>
          <w:tblHeader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 w:rsidP="00DD0938">
            <w:pPr>
              <w:autoSpaceDE w:val="0"/>
              <w:autoSpaceDN w:val="0"/>
              <w:adjustRightInd w:val="0"/>
              <w:spacing w:after="0" w:line="240" w:lineRule="auto"/>
              <w:ind w:left="-316" w:firstLine="3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 w:rsidP="00DD0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 w:rsidP="00C2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сделка, подлежащая контролю (вид приобретенного имущества, источники)</w:t>
            </w:r>
          </w:p>
        </w:tc>
      </w:tr>
      <w:tr w:rsidR="001C57C3" w:rsidRPr="00D15A29" w:rsidTr="00A60332">
        <w:trPr>
          <w:tblHeader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5A29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7C3" w:rsidRPr="00D15A29" w:rsidTr="00A60332">
        <w:trPr>
          <w:trHeight w:val="765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Default="001C57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57C3" w:rsidRDefault="001C57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60332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Бутузов С.В.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МКУ «Хозяйственное управление»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E97D49" w:rsidRDefault="001C57C3" w:rsidP="00566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Тойота Лэнд Крузер Прадо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888 739,64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7C3" w:rsidRPr="00D15A29" w:rsidRDefault="001C57C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7C3" w:rsidRPr="00D15A29" w:rsidTr="00A60332">
        <w:trPr>
          <w:trHeight w:val="119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B61166" w:rsidRDefault="001C57C3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57C3" w:rsidRDefault="001C57C3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1C57C3" w:rsidRPr="00D15A29" w:rsidRDefault="001C57C3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566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8A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½ доли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566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682 783,70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7C3" w:rsidRPr="00D15A29" w:rsidTr="00A6033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7C3" w:rsidRDefault="001C57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9A400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Андрейченко Н.Н.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МКУ «Централизованная бухгалтерия»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566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1C57C3" w:rsidRDefault="001C57C3" w:rsidP="00566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C57C3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B61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71,8</w:t>
            </w:r>
          </w:p>
          <w:p w:rsidR="001C57C3" w:rsidRDefault="001C57C3" w:rsidP="00B61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3E68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1 104 363,84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7C3" w:rsidRPr="00D15A29" w:rsidRDefault="001C57C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7C3" w:rsidRPr="00D15A29" w:rsidTr="00A60332">
        <w:trPr>
          <w:trHeight w:val="191"/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Default="001C57C3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7C3" w:rsidRPr="00D15A29" w:rsidTr="00A60332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985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985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985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566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C57C3" w:rsidRPr="00D15A29" w:rsidRDefault="001C57C3" w:rsidP="00566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Нисан АД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1 564 461,47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7C3" w:rsidRPr="00D15A29" w:rsidRDefault="001C57C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7C3" w:rsidRPr="00D15A29" w:rsidTr="00A60332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Default="001C57C3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7C3" w:rsidRPr="00D15A29" w:rsidTr="00A6033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7C3" w:rsidRDefault="001C57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57C3" w:rsidRDefault="001C57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57C3" w:rsidRPr="00D15A29" w:rsidRDefault="001C57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Левченко Л.А.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редактор МУП «Редакция газеты «Красное Знамя»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A603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½ доли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789 095,24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7C3" w:rsidRPr="00D15A29" w:rsidTr="00A60332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C57C3" w:rsidRDefault="001C57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A60332" w:rsidRDefault="001C57C3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57C3" w:rsidRDefault="001C57C3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1C57C3" w:rsidRDefault="001C57C3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A603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 доли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A603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140 546,91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7C3" w:rsidRPr="00D15A29" w:rsidTr="00A60332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Default="001C57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115DDD" w:rsidRDefault="001C57C3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57C3" w:rsidRDefault="001C57C3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  <w:p w:rsidR="001C57C3" w:rsidRPr="00115DDD" w:rsidRDefault="001C57C3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794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½ доли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7C3" w:rsidRPr="00D15A29" w:rsidTr="00A6033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7C3" w:rsidRDefault="001C57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57C3" w:rsidRDefault="001C57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Музыченко И.А.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МКУ «Служба «Заказчик»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794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1C57C3" w:rsidRDefault="001C57C3" w:rsidP="00794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C57C3" w:rsidRDefault="001C57C3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Долевая, ½ доли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  <w:p w:rsidR="001C57C3" w:rsidRDefault="001C57C3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C57C3" w:rsidRDefault="001C57C3" w:rsidP="00115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1 294 437,09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7C3" w:rsidRPr="00D15A29" w:rsidTr="00A60332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C57C3" w:rsidRDefault="001C57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57C3" w:rsidRDefault="001C57C3" w:rsidP="008A0D3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794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  <w:p w:rsidR="001C57C3" w:rsidRDefault="001C57C3" w:rsidP="00794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C57C3" w:rsidRDefault="001C57C3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Долевая, ½ доли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1C57C3" w:rsidRDefault="001C57C3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Default="001C57C3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C57C3" w:rsidRDefault="001C57C3" w:rsidP="0079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Тойота Лэнд Крузер Прадо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C3" w:rsidRPr="00D15A29" w:rsidRDefault="001C57C3" w:rsidP="0098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374 146,32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C3" w:rsidRPr="00D15A29" w:rsidRDefault="001C57C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C57C3" w:rsidRPr="00232EB2" w:rsidRDefault="001C57C3" w:rsidP="006978CD">
      <w:pPr>
        <w:rPr>
          <w:sz w:val="18"/>
          <w:szCs w:val="18"/>
        </w:rPr>
      </w:pPr>
    </w:p>
    <w:sectPr w:rsidR="001C57C3" w:rsidRPr="00232EB2" w:rsidSect="00115DDD">
      <w:pgSz w:w="16838" w:h="11906" w:orient="landscape"/>
      <w:pgMar w:top="709" w:right="1134" w:bottom="1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F2F65"/>
    <w:multiLevelType w:val="hybridMultilevel"/>
    <w:tmpl w:val="05226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0938"/>
    <w:rsid w:val="000224E3"/>
    <w:rsid w:val="00036800"/>
    <w:rsid w:val="000F7E3E"/>
    <w:rsid w:val="00110208"/>
    <w:rsid w:val="00115DDD"/>
    <w:rsid w:val="00124CBC"/>
    <w:rsid w:val="00154527"/>
    <w:rsid w:val="00190163"/>
    <w:rsid w:val="001A4CE1"/>
    <w:rsid w:val="001C57C3"/>
    <w:rsid w:val="00201455"/>
    <w:rsid w:val="00232EB2"/>
    <w:rsid w:val="002471C3"/>
    <w:rsid w:val="00247CE9"/>
    <w:rsid w:val="002A45BF"/>
    <w:rsid w:val="003579AF"/>
    <w:rsid w:val="00360451"/>
    <w:rsid w:val="00393948"/>
    <w:rsid w:val="003E684B"/>
    <w:rsid w:val="003F33EA"/>
    <w:rsid w:val="00441CF6"/>
    <w:rsid w:val="004434E6"/>
    <w:rsid w:val="00485C7F"/>
    <w:rsid w:val="004F1633"/>
    <w:rsid w:val="00566603"/>
    <w:rsid w:val="00581378"/>
    <w:rsid w:val="0058371E"/>
    <w:rsid w:val="005B366C"/>
    <w:rsid w:val="005B4428"/>
    <w:rsid w:val="005E160C"/>
    <w:rsid w:val="005E67CD"/>
    <w:rsid w:val="006978CD"/>
    <w:rsid w:val="006D2FF8"/>
    <w:rsid w:val="00711B20"/>
    <w:rsid w:val="00713F94"/>
    <w:rsid w:val="0073741E"/>
    <w:rsid w:val="007853D8"/>
    <w:rsid w:val="007929C2"/>
    <w:rsid w:val="00794C25"/>
    <w:rsid w:val="007B2CBC"/>
    <w:rsid w:val="007D255B"/>
    <w:rsid w:val="00810E92"/>
    <w:rsid w:val="00832D64"/>
    <w:rsid w:val="00846517"/>
    <w:rsid w:val="00860B00"/>
    <w:rsid w:val="00874227"/>
    <w:rsid w:val="008A0D31"/>
    <w:rsid w:val="008D3377"/>
    <w:rsid w:val="00916D04"/>
    <w:rsid w:val="00963EE4"/>
    <w:rsid w:val="00985CB9"/>
    <w:rsid w:val="009A400A"/>
    <w:rsid w:val="009B0818"/>
    <w:rsid w:val="009E1255"/>
    <w:rsid w:val="009E5D57"/>
    <w:rsid w:val="00A25CC9"/>
    <w:rsid w:val="00A41188"/>
    <w:rsid w:val="00A60332"/>
    <w:rsid w:val="00A75B42"/>
    <w:rsid w:val="00AB6399"/>
    <w:rsid w:val="00AB6C23"/>
    <w:rsid w:val="00AC3B16"/>
    <w:rsid w:val="00AD5A6C"/>
    <w:rsid w:val="00AE16A3"/>
    <w:rsid w:val="00AF5EBA"/>
    <w:rsid w:val="00B3533C"/>
    <w:rsid w:val="00B549EE"/>
    <w:rsid w:val="00B61166"/>
    <w:rsid w:val="00B90777"/>
    <w:rsid w:val="00B95F91"/>
    <w:rsid w:val="00BB05DD"/>
    <w:rsid w:val="00BB4256"/>
    <w:rsid w:val="00BE2E82"/>
    <w:rsid w:val="00C00C32"/>
    <w:rsid w:val="00C11AA1"/>
    <w:rsid w:val="00C23274"/>
    <w:rsid w:val="00C421E5"/>
    <w:rsid w:val="00C556FB"/>
    <w:rsid w:val="00CF0DDA"/>
    <w:rsid w:val="00CF7088"/>
    <w:rsid w:val="00D15A29"/>
    <w:rsid w:val="00D322CE"/>
    <w:rsid w:val="00D3667B"/>
    <w:rsid w:val="00D4666D"/>
    <w:rsid w:val="00D80766"/>
    <w:rsid w:val="00DB3521"/>
    <w:rsid w:val="00DC01BD"/>
    <w:rsid w:val="00DD0938"/>
    <w:rsid w:val="00DE7042"/>
    <w:rsid w:val="00E1374F"/>
    <w:rsid w:val="00E702A2"/>
    <w:rsid w:val="00E87353"/>
    <w:rsid w:val="00E97D49"/>
    <w:rsid w:val="00EB4FCE"/>
    <w:rsid w:val="00ED74BA"/>
    <w:rsid w:val="00EE105A"/>
    <w:rsid w:val="00F15D29"/>
    <w:rsid w:val="00F50AEE"/>
    <w:rsid w:val="00F728ED"/>
    <w:rsid w:val="00F833CA"/>
    <w:rsid w:val="00F946DA"/>
    <w:rsid w:val="00FA3627"/>
    <w:rsid w:val="00FA7BBE"/>
    <w:rsid w:val="00FE6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227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85C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ListParagraph">
    <w:name w:val="List Paragraph"/>
    <w:basedOn w:val="Normal"/>
    <w:uiPriority w:val="99"/>
    <w:qFormat/>
    <w:rsid w:val="00581378"/>
    <w:pPr>
      <w:ind w:left="720"/>
    </w:pPr>
  </w:style>
  <w:style w:type="paragraph" w:customStyle="1" w:styleId="2">
    <w:name w:val="Знак2"/>
    <w:basedOn w:val="Normal"/>
    <w:next w:val="Heading2"/>
    <w:autoRedefine/>
    <w:uiPriority w:val="99"/>
    <w:rsid w:val="00985CB9"/>
    <w:pPr>
      <w:spacing w:after="0" w:line="240" w:lineRule="exact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84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299</TotalTime>
  <Pages>1</Pages>
  <Words>292</Words>
  <Characters>1665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Валентина Владимировна</dc:creator>
  <cp:keywords/>
  <dc:description/>
  <cp:lastModifiedBy>1</cp:lastModifiedBy>
  <cp:revision>11</cp:revision>
  <cp:lastPrinted>2015-04-03T06:21:00Z</cp:lastPrinted>
  <dcterms:created xsi:type="dcterms:W3CDTF">2014-08-03T22:55:00Z</dcterms:created>
  <dcterms:modified xsi:type="dcterms:W3CDTF">2015-05-18T06:31:00Z</dcterms:modified>
</cp:coreProperties>
</file>