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0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4503AE" w:rsidRPr="003A1524" w:rsidTr="00386233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Московской области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за отчетны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2012 года по 31 декабря 2012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Московской области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4503AE" w:rsidRPr="003A1524" w:rsidRDefault="004503AE" w:rsidP="0038623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2009 г. № 561</w:t>
            </w:r>
          </w:p>
        </w:tc>
      </w:tr>
      <w:tr w:rsidR="004503AE" w:rsidRPr="003A1524" w:rsidTr="00386233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03AE" w:rsidRPr="003A1524" w:rsidRDefault="004503AE" w:rsidP="00386233">
            <w:pPr>
              <w:spacing w:after="0" w:line="240" w:lineRule="auto"/>
              <w:rPr>
                <w:color w:val="000000"/>
              </w:rPr>
            </w:pPr>
          </w:p>
        </w:tc>
      </w:tr>
      <w:tr w:rsidR="004503AE" w:rsidRPr="003A1524" w:rsidTr="00386233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503AE" w:rsidRPr="003A1524" w:rsidTr="0038623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Земельные участки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Жилые дома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Квартиры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Дачи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Гаражи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Иное недвижимое имущество (вид)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03AE" w:rsidRPr="003A1524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3AE" w:rsidRPr="00260460" w:rsidTr="0038623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0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4503AE" w:rsidRPr="003A1524" w:rsidTr="00386233">
        <w:trPr>
          <w:trHeight w:val="12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Панкратов Владимир Владимирович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инспекции </w:t>
            </w: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</w:t>
            </w: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(приватизация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),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14/18 доли  52,4 </w:t>
            </w: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(наследование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765 164</w:t>
            </w:r>
          </w:p>
        </w:tc>
      </w:tr>
      <w:tr w:rsidR="004503AE" w:rsidRPr="003A1524" w:rsidTr="00386233">
        <w:trPr>
          <w:trHeight w:val="1800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503AE" w:rsidRPr="00260460" w:rsidRDefault="004503AE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2604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доли 2 400</w:t>
            </w:r>
          </w:p>
          <w:p w:rsidR="004503AE" w:rsidRPr="007D2EB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(наследование)</w:t>
            </w: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 доли 60 Россия (наследование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2/3 доли 94        Россия (приватизация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 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Россия</w:t>
            </w: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(членство ГСК)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right w:val="single" w:sz="8" w:space="0" w:color="auto"/>
            </w:tcBorders>
          </w:tcPr>
          <w:p w:rsidR="004503AE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Ниссан ноут  </w:t>
            </w:r>
          </w:p>
        </w:tc>
        <w:tc>
          <w:tcPr>
            <w:tcW w:w="2126" w:type="dxa"/>
            <w:tcBorders>
              <w:top w:val="nil"/>
              <w:left w:val="nil"/>
              <w:right w:val="single" w:sz="8" w:space="0" w:color="auto"/>
            </w:tcBorders>
          </w:tcPr>
          <w:p w:rsidR="004503AE" w:rsidRPr="00414B05" w:rsidRDefault="004503AE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503AE" w:rsidRPr="00414B05" w:rsidRDefault="004503AE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471 213</w:t>
            </w:r>
            <w:bookmarkStart w:id="0" w:name="_GoBack"/>
            <w:bookmarkEnd w:id="0"/>
          </w:p>
        </w:tc>
      </w:tr>
      <w:tr w:rsidR="004503AE" w:rsidRPr="003A1524" w:rsidTr="00386233">
        <w:trPr>
          <w:trHeight w:val="12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3AE" w:rsidRPr="00260460" w:rsidRDefault="004503AE" w:rsidP="003862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503AE" w:rsidRPr="00260460" w:rsidRDefault="004503AE" w:rsidP="003862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D847F5" w:rsidRDefault="004503AE" w:rsidP="003862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03AE" w:rsidRPr="00414B05" w:rsidRDefault="004503AE" w:rsidP="003862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03AE" w:rsidRPr="00D847F5" w:rsidRDefault="004503AE" w:rsidP="00132818">
      <w:pPr>
        <w:rPr>
          <w:rFonts w:ascii="Times New Roman" w:hAnsi="Times New Roman"/>
          <w:b/>
          <w:sz w:val="28"/>
          <w:szCs w:val="28"/>
        </w:rPr>
      </w:pPr>
    </w:p>
    <w:p w:rsidR="004503AE" w:rsidRDefault="004503AE" w:rsidP="00132818"/>
    <w:p w:rsidR="004503AE" w:rsidRDefault="004503AE" w:rsidP="00132818"/>
    <w:p w:rsidR="004503AE" w:rsidRDefault="004503AE" w:rsidP="00132818"/>
    <w:p w:rsidR="004503AE" w:rsidRDefault="004503AE" w:rsidP="00132818"/>
    <w:p w:rsidR="004503AE" w:rsidRDefault="004503AE"/>
    <w:sectPr w:rsidR="004503AE" w:rsidSect="00714749">
      <w:pgSz w:w="16838" w:h="11906" w:orient="landscape"/>
      <w:pgMar w:top="1440" w:right="108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818"/>
    <w:rsid w:val="00132818"/>
    <w:rsid w:val="00260460"/>
    <w:rsid w:val="00386233"/>
    <w:rsid w:val="003A1524"/>
    <w:rsid w:val="00414B05"/>
    <w:rsid w:val="004503AE"/>
    <w:rsid w:val="004B300B"/>
    <w:rsid w:val="004F5801"/>
    <w:rsid w:val="00567468"/>
    <w:rsid w:val="00714749"/>
    <w:rsid w:val="007A25E9"/>
    <w:rsid w:val="007D2EB5"/>
    <w:rsid w:val="009A0F6B"/>
    <w:rsid w:val="00D8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81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265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Московской области за отчетный финансовый год с 1 января 2012 года по 31 декабря 2012 го</dc:title>
  <dc:subject/>
  <dc:creator>Владимир в</dc:creator>
  <cp:keywords/>
  <dc:description/>
  <cp:lastModifiedBy>pankratov_v</cp:lastModifiedBy>
  <cp:revision>2</cp:revision>
  <dcterms:created xsi:type="dcterms:W3CDTF">2014-05-12T12:42:00Z</dcterms:created>
  <dcterms:modified xsi:type="dcterms:W3CDTF">2014-05-12T12:42:00Z</dcterms:modified>
</cp:coreProperties>
</file>