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A0" w:rsidRDefault="00B818A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Сведения</w:t>
      </w:r>
      <w:r>
        <w:rPr>
          <w:sz w:val="32"/>
          <w:szCs w:val="32"/>
        </w:rPr>
        <w:br/>
        <w:t>о доходах, об имуществе и обязательствах имущественного характера лиц, замещающих государственные должности в Аркадакском районном отделе судебных приставов в УФССП России по Саратовской области, и членов их семей за период с 1 января 2012 года по 31 декабря 2012 года</w:t>
      </w:r>
    </w:p>
    <w:p w:rsidR="00B818A0" w:rsidRDefault="00B818A0">
      <w:pPr>
        <w:rPr>
          <w:sz w:val="32"/>
          <w:szCs w:val="32"/>
        </w:rPr>
      </w:pPr>
    </w:p>
    <w:p w:rsidR="00B818A0" w:rsidRDefault="00B818A0"/>
    <w:tbl>
      <w:tblPr>
        <w:tblW w:w="0" w:type="auto"/>
        <w:tblInd w:w="-5" w:type="dxa"/>
        <w:tblLayout w:type="fixed"/>
        <w:tblLook w:val="0000"/>
      </w:tblPr>
      <w:tblGrid>
        <w:gridCol w:w="2421"/>
        <w:gridCol w:w="2049"/>
        <w:gridCol w:w="2112"/>
        <w:gridCol w:w="2346"/>
        <w:gridCol w:w="2015"/>
        <w:gridCol w:w="1677"/>
        <w:gridCol w:w="2961"/>
      </w:tblGrid>
      <w:tr w:rsidR="00B818A0" w:rsidTr="00E13E5E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Фамилия, инициалы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Должность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9A13CD">
            <w:pPr>
              <w:snapToGrid w:val="0"/>
              <w:jc w:val="center"/>
            </w:pPr>
            <w: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(руб.)</w:t>
            </w:r>
          </w:p>
        </w:tc>
        <w:tc>
          <w:tcPr>
            <w:tcW w:w="6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B818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/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/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/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Площадь</w:t>
            </w:r>
            <w:r>
              <w:br/>
              <w:t>(кв.м.)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Default="00B818A0"/>
        </w:tc>
      </w:tr>
      <w:tr w:rsidR="00B818A0" w:rsidTr="00613C66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>Рамазанов А.Г.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818A0" w:rsidRPr="00D231BA" w:rsidRDefault="00B818A0" w:rsidP="001A2460">
            <w:pPr>
              <w:snapToGrid w:val="0"/>
            </w:pPr>
            <w:r w:rsidRPr="00D231BA">
              <w:t xml:space="preserve">И.о. начальника отдела — старшего судебного пристава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  <w:jc w:val="center"/>
            </w:pPr>
            <w:r w:rsidRPr="00D231BA">
              <w:t>486 477, 35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52F49">
            <w:pPr>
              <w:snapToGrid w:val="0"/>
            </w:pPr>
            <w:r>
              <w:t>Земельный участок (долевая 1/5)</w:t>
            </w:r>
          </w:p>
          <w:p w:rsidR="00B818A0" w:rsidRDefault="00B818A0" w:rsidP="00B52F49">
            <w:pPr>
              <w:snapToGrid w:val="0"/>
            </w:pPr>
          </w:p>
          <w:p w:rsidR="00B818A0" w:rsidRDefault="00B818A0" w:rsidP="00B52F49">
            <w:pPr>
              <w:snapToGrid w:val="0"/>
            </w:pPr>
            <w:r>
              <w:t xml:space="preserve">Жилой дом </w:t>
            </w:r>
          </w:p>
          <w:p w:rsidR="00B818A0" w:rsidRPr="00D231BA" w:rsidRDefault="00B818A0" w:rsidP="00B52F49">
            <w:pPr>
              <w:snapToGrid w:val="0"/>
              <w:rPr>
                <w:color w:val="7F7F7F"/>
              </w:rPr>
            </w:pPr>
            <w:r>
              <w:t>(долевая 1/5)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>1441 – общая</w:t>
            </w:r>
          </w:p>
          <w:p w:rsidR="00B818A0" w:rsidRPr="00D231BA" w:rsidRDefault="00B818A0">
            <w:pPr>
              <w:snapToGrid w:val="0"/>
            </w:pPr>
            <w:r w:rsidRPr="00D231BA">
              <w:t>288,2 – доля</w:t>
            </w:r>
          </w:p>
          <w:p w:rsidR="00B818A0" w:rsidRPr="00D231BA" w:rsidRDefault="00B818A0">
            <w:pPr>
              <w:snapToGrid w:val="0"/>
            </w:pPr>
          </w:p>
          <w:p w:rsidR="00B818A0" w:rsidRPr="00D231BA" w:rsidRDefault="00B818A0">
            <w:pPr>
              <w:snapToGrid w:val="0"/>
            </w:pPr>
            <w:r w:rsidRPr="00D231BA">
              <w:t>104,7 – общая</w:t>
            </w:r>
          </w:p>
          <w:p w:rsidR="00B818A0" w:rsidRPr="00D231BA" w:rsidRDefault="00B818A0">
            <w:pPr>
              <w:snapToGrid w:val="0"/>
            </w:pPr>
            <w:r w:rsidRPr="00D231BA">
              <w:t>20,94 -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>Россия</w:t>
            </w:r>
          </w:p>
          <w:p w:rsidR="00B818A0" w:rsidRPr="00D231BA" w:rsidRDefault="00B818A0">
            <w:pPr>
              <w:snapToGrid w:val="0"/>
            </w:pPr>
          </w:p>
          <w:p w:rsidR="00B818A0" w:rsidRPr="00D231BA" w:rsidRDefault="00B818A0">
            <w:pPr>
              <w:snapToGrid w:val="0"/>
            </w:pPr>
          </w:p>
          <w:p w:rsidR="00B818A0" w:rsidRPr="00D231BA" w:rsidRDefault="00B818A0">
            <w:pPr>
              <w:snapToGrid w:val="0"/>
            </w:pPr>
            <w:r w:rsidRPr="00D231B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D231BA" w:rsidRDefault="00B818A0" w:rsidP="007540C5">
            <w:pPr>
              <w:snapToGrid w:val="0"/>
            </w:pPr>
            <w:r w:rsidRPr="00D231BA">
              <w:t>-</w:t>
            </w:r>
          </w:p>
        </w:tc>
      </w:tr>
      <w:tr w:rsidR="00B818A0" w:rsidTr="00613C66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 xml:space="preserve">Супруга 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D231BA" w:rsidRDefault="00B818A0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  <w:jc w:val="center"/>
            </w:pPr>
            <w:r w:rsidRPr="00D231BA">
              <w:t>25 479, 34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485EFD">
            <w:pPr>
              <w:snapToGrid w:val="0"/>
            </w:pPr>
            <w:r>
              <w:t>Земельный участок (долевая 1/5)</w:t>
            </w:r>
          </w:p>
          <w:p w:rsidR="00B818A0" w:rsidRDefault="00B818A0" w:rsidP="00485EFD">
            <w:pPr>
              <w:snapToGrid w:val="0"/>
            </w:pPr>
          </w:p>
          <w:p w:rsidR="00B818A0" w:rsidRDefault="00B818A0" w:rsidP="00485EFD">
            <w:pPr>
              <w:snapToGrid w:val="0"/>
            </w:pPr>
            <w:r>
              <w:t xml:space="preserve">Жилой дом </w:t>
            </w:r>
          </w:p>
          <w:p w:rsidR="00B818A0" w:rsidRPr="00D231BA" w:rsidRDefault="00B818A0" w:rsidP="00485EFD">
            <w:pPr>
              <w:snapToGrid w:val="0"/>
              <w:rPr>
                <w:color w:val="7F7F7F"/>
              </w:rPr>
            </w:pPr>
            <w:r>
              <w:t>(долевая 1/5)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1441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288,2 – доля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104,7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20,94 -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D231BA" w:rsidRDefault="00B818A0" w:rsidP="007540C5">
            <w:pPr>
              <w:snapToGrid w:val="0"/>
            </w:pPr>
            <w:r w:rsidRPr="00D231BA">
              <w:t>-</w:t>
            </w:r>
          </w:p>
        </w:tc>
      </w:tr>
      <w:tr w:rsidR="00B818A0" w:rsidTr="00613C66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D231BA" w:rsidRDefault="00B818A0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  <w:jc w:val="center"/>
              <w:rPr>
                <w:color w:val="7F7F7F"/>
              </w:rPr>
            </w:pPr>
            <w:r w:rsidRPr="00D231BA">
              <w:rPr>
                <w:color w:val="7F7F7F"/>
              </w:rPr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485EFD">
            <w:pPr>
              <w:snapToGrid w:val="0"/>
            </w:pPr>
            <w:r>
              <w:t>Земельный участок (долевая 1/5)</w:t>
            </w:r>
          </w:p>
          <w:p w:rsidR="00B818A0" w:rsidRDefault="00B818A0" w:rsidP="00485EFD">
            <w:pPr>
              <w:snapToGrid w:val="0"/>
            </w:pPr>
          </w:p>
          <w:p w:rsidR="00B818A0" w:rsidRDefault="00B818A0" w:rsidP="00485EFD">
            <w:pPr>
              <w:snapToGrid w:val="0"/>
            </w:pPr>
            <w:r>
              <w:t xml:space="preserve">Жилой дом </w:t>
            </w:r>
          </w:p>
          <w:p w:rsidR="00B818A0" w:rsidRPr="00D231BA" w:rsidRDefault="00B818A0" w:rsidP="00485EFD">
            <w:pPr>
              <w:snapToGrid w:val="0"/>
              <w:rPr>
                <w:color w:val="7F7F7F"/>
              </w:rPr>
            </w:pPr>
            <w:r>
              <w:t>(долевая 1/5)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1441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288,2 – доля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104,7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20,94 -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-</w:t>
            </w:r>
          </w:p>
        </w:tc>
      </w:tr>
      <w:tr w:rsidR="00B818A0" w:rsidTr="00613C66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>Дочь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D231BA" w:rsidRDefault="00B818A0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  <w:jc w:val="center"/>
              <w:rPr>
                <w:color w:val="7F7F7F"/>
              </w:rPr>
            </w:pPr>
            <w:r w:rsidRPr="00D231BA">
              <w:rPr>
                <w:color w:val="7F7F7F"/>
              </w:rPr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485EFD">
            <w:pPr>
              <w:snapToGrid w:val="0"/>
            </w:pPr>
            <w:r>
              <w:t>Земельный участок (долевая 1/5)</w:t>
            </w:r>
          </w:p>
          <w:p w:rsidR="00B818A0" w:rsidRDefault="00B818A0" w:rsidP="00485EFD">
            <w:pPr>
              <w:snapToGrid w:val="0"/>
            </w:pPr>
          </w:p>
          <w:p w:rsidR="00B818A0" w:rsidRDefault="00B818A0" w:rsidP="00485EFD">
            <w:pPr>
              <w:snapToGrid w:val="0"/>
            </w:pPr>
            <w:r>
              <w:t xml:space="preserve">Жилой дом </w:t>
            </w:r>
          </w:p>
          <w:p w:rsidR="00B818A0" w:rsidRPr="00D231BA" w:rsidRDefault="00B818A0" w:rsidP="00485EFD">
            <w:pPr>
              <w:snapToGrid w:val="0"/>
              <w:rPr>
                <w:color w:val="7F7F7F"/>
              </w:rPr>
            </w:pPr>
            <w:r>
              <w:t>(долевая 1/5)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1441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288,2 – доля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104,7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20,94 -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-</w:t>
            </w:r>
          </w:p>
        </w:tc>
      </w:tr>
      <w:tr w:rsidR="00B818A0" w:rsidTr="00613C66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</w:pPr>
            <w:r w:rsidRPr="00D231BA">
              <w:t>Дочь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snapToGrid w:val="0"/>
              <w:jc w:val="center"/>
              <w:rPr>
                <w:color w:val="7F7F7F"/>
              </w:rPr>
            </w:pPr>
            <w:r w:rsidRPr="00D231BA">
              <w:rPr>
                <w:color w:val="7F7F7F"/>
              </w:rPr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485EFD">
            <w:pPr>
              <w:snapToGrid w:val="0"/>
            </w:pPr>
            <w:r>
              <w:t>Земельный участок (долевая 1/5)</w:t>
            </w:r>
          </w:p>
          <w:p w:rsidR="00B818A0" w:rsidRDefault="00B818A0" w:rsidP="00485EFD">
            <w:pPr>
              <w:snapToGrid w:val="0"/>
            </w:pPr>
          </w:p>
          <w:p w:rsidR="00B818A0" w:rsidRDefault="00B818A0" w:rsidP="00485EFD">
            <w:pPr>
              <w:snapToGrid w:val="0"/>
            </w:pPr>
            <w:r>
              <w:t xml:space="preserve">Жилой дом </w:t>
            </w:r>
          </w:p>
          <w:p w:rsidR="00B818A0" w:rsidRPr="00D231BA" w:rsidRDefault="00B818A0" w:rsidP="00485EFD">
            <w:pPr>
              <w:snapToGrid w:val="0"/>
              <w:rPr>
                <w:color w:val="7F7F7F"/>
              </w:rPr>
            </w:pPr>
            <w:r>
              <w:t>(долевая 1/5)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1441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288,2 – доля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104,7 – общая</w:t>
            </w:r>
          </w:p>
          <w:p w:rsidR="00B818A0" w:rsidRPr="00D231BA" w:rsidRDefault="00B818A0" w:rsidP="00485EFD">
            <w:pPr>
              <w:snapToGrid w:val="0"/>
            </w:pPr>
            <w:r w:rsidRPr="00D231BA">
              <w:t>20,94 -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</w:p>
          <w:p w:rsidR="00B818A0" w:rsidRPr="00D231BA" w:rsidRDefault="00B818A0" w:rsidP="00485EFD">
            <w:pPr>
              <w:snapToGrid w:val="0"/>
            </w:pPr>
            <w:r w:rsidRPr="00D231B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D231BA" w:rsidRDefault="00B818A0" w:rsidP="00485EFD">
            <w:pPr>
              <w:snapToGrid w:val="0"/>
            </w:pPr>
            <w:r w:rsidRPr="00D231BA">
              <w:t>-</w:t>
            </w:r>
          </w:p>
        </w:tc>
      </w:tr>
      <w:tr w:rsidR="00B818A0"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7430CE" w:rsidRDefault="00B818A0">
            <w:pPr>
              <w:snapToGrid w:val="0"/>
            </w:pPr>
            <w:r w:rsidRPr="007430CE">
              <w:t>Коробейников С.А.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1A2460">
            <w:pPr>
              <w:snapToGrid w:val="0"/>
            </w:pPr>
            <w:r w:rsidRPr="004563D3"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E741A4">
            <w:pPr>
              <w:snapToGrid w:val="0"/>
              <w:jc w:val="center"/>
            </w:pPr>
            <w:r w:rsidRPr="004563D3">
              <w:t>228 752, 90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1A2460">
            <w:r w:rsidRPr="004563D3">
              <w:t xml:space="preserve">Жилой дом </w:t>
            </w:r>
          </w:p>
          <w:p w:rsidR="00B818A0" w:rsidRPr="004563D3" w:rsidRDefault="00B818A0" w:rsidP="001A2460">
            <w:r w:rsidRPr="004563D3">
              <w:t>(в совместном пользовании)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r w:rsidRPr="004563D3">
              <w:t>25,5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Россия</w:t>
            </w:r>
          </w:p>
          <w:p w:rsidR="00B818A0" w:rsidRPr="004563D3" w:rsidRDefault="00B818A0"/>
          <w:p w:rsidR="00B818A0" w:rsidRPr="004563D3" w:rsidRDefault="00B818A0" w:rsidP="00E741A4"/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7540C5">
            <w:pPr>
              <w:snapToGrid w:val="0"/>
            </w:pPr>
            <w:r w:rsidRPr="004563D3">
              <w:t>-</w:t>
            </w:r>
          </w:p>
        </w:tc>
      </w:tr>
      <w:tr w:rsidR="00B818A0" w:rsidTr="008F0E95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Никитин А.В.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818A0" w:rsidRPr="004563D3" w:rsidRDefault="00B818A0" w:rsidP="001A2460">
            <w:pPr>
              <w:snapToGrid w:val="0"/>
            </w:pPr>
            <w:r w:rsidRPr="004563D3"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221BA">
            <w:pPr>
              <w:snapToGrid w:val="0"/>
              <w:jc w:val="center"/>
            </w:pPr>
            <w:r w:rsidRPr="004563D3">
              <w:t>252 712, 88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221BA">
            <w:pPr>
              <w:snapToGrid w:val="0"/>
            </w:pPr>
            <w:r w:rsidRPr="004563D3">
              <w:t>Жилой дом (индивидуальная)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221BA">
            <w:pPr>
              <w:snapToGrid w:val="0"/>
            </w:pPr>
            <w:r w:rsidRPr="004563D3">
              <w:t>57,5</w:t>
            </w:r>
          </w:p>
          <w:p w:rsidR="00B818A0" w:rsidRPr="004563D3" w:rsidRDefault="00B818A0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221BA">
            <w:pPr>
              <w:snapToGrid w:val="0"/>
            </w:pPr>
            <w:r w:rsidRPr="004563D3">
              <w:t>Россия</w:t>
            </w:r>
          </w:p>
          <w:p w:rsidR="00B818A0" w:rsidRPr="004563D3" w:rsidRDefault="00B818A0" w:rsidP="004221BA"/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7540C5">
            <w:pPr>
              <w:snapToGrid w:val="0"/>
            </w:pPr>
            <w:r w:rsidRPr="004563D3">
              <w:t>-</w:t>
            </w:r>
          </w:p>
        </w:tc>
      </w:tr>
      <w:tr w:rsidR="00B818A0" w:rsidTr="008F0E95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Супруга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D231BA" w:rsidRDefault="00B818A0">
            <w:pPr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221BA">
            <w:pPr>
              <w:snapToGrid w:val="0"/>
              <w:jc w:val="center"/>
            </w:pPr>
            <w:r w:rsidRPr="004563D3">
              <w:t>8 210, 53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 xml:space="preserve">Жилой дом </w:t>
            </w:r>
          </w:p>
          <w:p w:rsidR="00B818A0" w:rsidRPr="004563D3" w:rsidRDefault="00B818A0">
            <w:pPr>
              <w:snapToGrid w:val="0"/>
            </w:pPr>
            <w:r w:rsidRPr="004563D3">
              <w:t>(в совместном пользовании)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221BA">
            <w:pPr>
              <w:snapToGrid w:val="0"/>
            </w:pPr>
            <w:r w:rsidRPr="004563D3">
              <w:t>57,5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Россия</w:t>
            </w:r>
          </w:p>
          <w:p w:rsidR="00B818A0" w:rsidRPr="004563D3" w:rsidRDefault="00B818A0"/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1A2460">
            <w:pPr>
              <w:snapToGrid w:val="0"/>
            </w:pPr>
            <w:r w:rsidRPr="004563D3">
              <w:t>-</w:t>
            </w:r>
          </w:p>
        </w:tc>
      </w:tr>
      <w:tr w:rsidR="00B818A0" w:rsidTr="008F0E95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Дочь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652D57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  <w:jc w:val="center"/>
            </w:pPr>
            <w:r w:rsidRPr="00652D57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652D57" w:rsidRDefault="00B818A0" w:rsidP="0000269C">
            <w:pPr>
              <w:snapToGrid w:val="0"/>
            </w:pPr>
            <w:r w:rsidRPr="00652D57">
              <w:t>-</w:t>
            </w:r>
          </w:p>
        </w:tc>
      </w:tr>
      <w:tr w:rsidR="00B818A0" w:rsidTr="008F0E95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652D57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  <w:jc w:val="center"/>
            </w:pPr>
            <w:r w:rsidRPr="00652D57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652D57" w:rsidRDefault="00B818A0" w:rsidP="0000269C">
            <w:pPr>
              <w:snapToGrid w:val="0"/>
            </w:pPr>
            <w:r w:rsidRPr="00652D57">
              <w:t>-</w:t>
            </w:r>
          </w:p>
        </w:tc>
      </w:tr>
      <w:tr w:rsidR="00B818A0" w:rsidTr="008F0E95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 xml:space="preserve">Сын 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  <w:jc w:val="center"/>
            </w:pPr>
            <w:r w:rsidRPr="00652D57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E13E5E">
            <w:pPr>
              <w:snapToGrid w:val="0"/>
            </w:pPr>
            <w:r w:rsidRPr="00652D57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652D57" w:rsidRDefault="00B818A0" w:rsidP="0000269C">
            <w:pPr>
              <w:snapToGrid w:val="0"/>
            </w:pPr>
            <w:r w:rsidRPr="00652D57">
              <w:t>-</w:t>
            </w:r>
          </w:p>
        </w:tc>
      </w:tr>
      <w:tr w:rsidR="00B818A0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>Сухорылов Д.А.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 w:rsidP="001A2460">
            <w:pPr>
              <w:snapToGrid w:val="0"/>
            </w:pPr>
            <w:r w:rsidRPr="00261D39"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 w:rsidP="003C34F2">
            <w:pPr>
              <w:snapToGrid w:val="0"/>
              <w:jc w:val="center"/>
            </w:pPr>
            <w:r w:rsidRPr="00261D39">
              <w:t>259 461, 25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 xml:space="preserve">Жилой дом </w:t>
            </w:r>
          </w:p>
          <w:p w:rsidR="00B818A0" w:rsidRPr="00261D39" w:rsidRDefault="00B818A0">
            <w:pPr>
              <w:snapToGrid w:val="0"/>
            </w:pPr>
            <w:r w:rsidRPr="00261D39">
              <w:t xml:space="preserve">(в совместном пользовании)        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 xml:space="preserve">72        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>Россия</w:t>
            </w:r>
          </w:p>
          <w:p w:rsidR="00B818A0" w:rsidRPr="00261D39" w:rsidRDefault="00B818A0">
            <w:r w:rsidRPr="00261D39">
              <w:t xml:space="preserve">            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261D39" w:rsidRDefault="00B818A0" w:rsidP="007540C5">
            <w:pPr>
              <w:snapToGrid w:val="0"/>
            </w:pPr>
            <w:r w:rsidRPr="00261D39">
              <w:t>ВАЗ - 21093</w:t>
            </w:r>
          </w:p>
        </w:tc>
      </w:tr>
      <w:tr w:rsidR="00B818A0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>Супруга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  <w:jc w:val="center"/>
            </w:pPr>
            <w:r w:rsidRPr="00261D39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 xml:space="preserve">Жилой дом </w:t>
            </w:r>
          </w:p>
          <w:p w:rsidR="00B818A0" w:rsidRPr="00261D39" w:rsidRDefault="00B818A0">
            <w:pPr>
              <w:snapToGrid w:val="0"/>
            </w:pPr>
            <w:r w:rsidRPr="00261D39">
              <w:t xml:space="preserve">(в совместном пользовании)        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 xml:space="preserve">72        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261D39" w:rsidRDefault="00B818A0">
            <w:pPr>
              <w:snapToGrid w:val="0"/>
            </w:pPr>
            <w:r w:rsidRPr="00261D39">
              <w:t>Россия</w:t>
            </w:r>
          </w:p>
          <w:p w:rsidR="00B818A0" w:rsidRPr="00261D39" w:rsidRDefault="00B818A0"/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261D39" w:rsidRDefault="00B818A0" w:rsidP="003C34F2">
            <w:pPr>
              <w:snapToGrid w:val="0"/>
            </w:pPr>
            <w:r w:rsidRPr="00261D39">
              <w:t>-</w:t>
            </w:r>
          </w:p>
        </w:tc>
      </w:tr>
      <w:tr w:rsidR="00B818A0" w:rsidTr="004221BA">
        <w:trPr>
          <w:trHeight w:val="884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Булаткин А.В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1A2460">
            <w:pPr>
              <w:snapToGrid w:val="0"/>
            </w:pPr>
            <w:r w:rsidRPr="004563D3">
              <w:t xml:space="preserve">Судебный пристав по обеспечению установленного порядка деятельности судов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  <w:jc w:val="center"/>
            </w:pPr>
            <w:r w:rsidRPr="004563D3">
              <w:t>199 659, 62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 xml:space="preserve">Жилой дом </w:t>
            </w:r>
          </w:p>
          <w:p w:rsidR="00B818A0" w:rsidRPr="004563D3" w:rsidRDefault="00B818A0" w:rsidP="004221BA">
            <w:pPr>
              <w:snapToGrid w:val="0"/>
            </w:pPr>
            <w:r w:rsidRPr="004563D3">
              <w:t xml:space="preserve">(в совместном пользовании)   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46,3</w:t>
            </w: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Россия</w:t>
            </w:r>
          </w:p>
          <w:p w:rsidR="00B818A0" w:rsidRPr="004563D3" w:rsidRDefault="00B818A0">
            <w:r w:rsidRPr="004563D3">
              <w:t xml:space="preserve">          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7540C5">
            <w:pPr>
              <w:snapToGrid w:val="0"/>
            </w:pPr>
            <w:r w:rsidRPr="004563D3">
              <w:t>ВАЗ - 21093</w:t>
            </w:r>
          </w:p>
        </w:tc>
      </w:tr>
      <w:tr w:rsidR="00B818A0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Сын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  <w:jc w:val="center"/>
            </w:pPr>
            <w:r w:rsidRPr="004563D3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4221BA">
            <w:pPr>
              <w:snapToGrid w:val="0"/>
            </w:pPr>
            <w:r w:rsidRPr="004563D3">
              <w:t>-</w:t>
            </w:r>
          </w:p>
        </w:tc>
      </w:tr>
      <w:tr w:rsidR="00B818A0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BE3046" w:rsidRDefault="00B818A0">
            <w:pPr>
              <w:snapToGrid w:val="0"/>
            </w:pPr>
            <w:r w:rsidRPr="00BE3046">
              <w:t>Пономарева Е.Ю.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BE3046" w:rsidRDefault="00B818A0" w:rsidP="001A2460">
            <w:pPr>
              <w:snapToGrid w:val="0"/>
            </w:pPr>
            <w:r w:rsidRPr="00BE3046">
              <w:t xml:space="preserve">Судебный пристав – исполнитель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  <w:jc w:val="center"/>
            </w:pPr>
            <w:r w:rsidRPr="00AC2CE0">
              <w:t>266 743, 95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Земельный участок</w:t>
            </w:r>
          </w:p>
          <w:p w:rsidR="00B818A0" w:rsidRPr="00AC2CE0" w:rsidRDefault="00B818A0">
            <w:pPr>
              <w:snapToGrid w:val="0"/>
            </w:pPr>
            <w:r w:rsidRPr="00AC2CE0">
              <w:t>(индивидуальная)</w:t>
            </w:r>
          </w:p>
          <w:p w:rsidR="00B818A0" w:rsidRPr="00AC2CE0" w:rsidRDefault="00B818A0"/>
          <w:p w:rsidR="00B818A0" w:rsidRPr="00AC2CE0" w:rsidRDefault="00B818A0" w:rsidP="0070243F">
            <w:r w:rsidRPr="00AC2CE0">
              <w:t>Жилой дом (индивидуальная)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629</w:t>
            </w:r>
          </w:p>
          <w:p w:rsidR="00B818A0" w:rsidRPr="00AC2CE0" w:rsidRDefault="00B818A0"/>
          <w:p w:rsidR="00B818A0" w:rsidRPr="00AC2CE0" w:rsidRDefault="00B818A0"/>
          <w:p w:rsidR="00B818A0" w:rsidRPr="00AC2CE0" w:rsidRDefault="00B818A0">
            <w:r w:rsidRPr="00AC2CE0">
              <w:t>63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Россия</w:t>
            </w:r>
          </w:p>
          <w:p w:rsidR="00B818A0" w:rsidRPr="00AC2CE0" w:rsidRDefault="00B818A0"/>
          <w:p w:rsidR="00B818A0" w:rsidRPr="00AC2CE0" w:rsidRDefault="00B818A0"/>
          <w:p w:rsidR="00B818A0" w:rsidRPr="00AC2CE0" w:rsidRDefault="00B818A0">
            <w:r w:rsidRPr="00AC2CE0">
              <w:t>Россия</w:t>
            </w:r>
          </w:p>
          <w:p w:rsidR="00B818A0" w:rsidRPr="00AC2CE0" w:rsidRDefault="00B818A0"/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AC2CE0" w:rsidRDefault="00B818A0" w:rsidP="007540C5">
            <w:pPr>
              <w:snapToGrid w:val="0"/>
            </w:pPr>
            <w:r w:rsidRPr="00AC2CE0">
              <w:t>-</w:t>
            </w:r>
          </w:p>
        </w:tc>
      </w:tr>
      <w:tr w:rsidR="00B818A0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Дочь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  <w:jc w:val="center"/>
            </w:pPr>
            <w:r w:rsidRPr="00AC2CE0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 w:rsidRPr="00AC2CE0"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AC2CE0" w:rsidRDefault="00B818A0" w:rsidP="007540C5">
            <w:pPr>
              <w:snapToGrid w:val="0"/>
            </w:pPr>
            <w:r w:rsidRPr="00AC2CE0">
              <w:t>-</w:t>
            </w:r>
          </w:p>
        </w:tc>
      </w:tr>
      <w:tr w:rsidR="00B818A0">
        <w:trPr>
          <w:trHeight w:val="3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 w:rsidRPr="00AC2CE0">
              <w:t>Сын</w:t>
            </w:r>
          </w:p>
          <w:p w:rsidR="00B818A0" w:rsidRPr="00AC2CE0" w:rsidRDefault="00B818A0"/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  <w:jc w:val="center"/>
            </w:pPr>
            <w:r w:rsidRPr="00AC2CE0"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 w:rsidRPr="00AC2CE0"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 w:rsidRPr="00AC2CE0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 w:rsidRPr="00AC2CE0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AC2CE0" w:rsidRDefault="00B818A0" w:rsidP="007540C5">
            <w:pPr>
              <w:snapToGrid w:val="0"/>
            </w:pPr>
            <w:r w:rsidRPr="00AC2CE0">
              <w:t>-</w:t>
            </w:r>
          </w:p>
        </w:tc>
      </w:tr>
      <w:tr w:rsidR="00B818A0" w:rsidTr="00D92F5B">
        <w:trPr>
          <w:trHeight w:val="3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>
            <w:pPr>
              <w:snapToGrid w:val="0"/>
            </w:pPr>
            <w:r>
              <w:t>Фролова Е.Ю.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818A0" w:rsidRPr="00F56CB1" w:rsidRDefault="00B818A0">
            <w:r w:rsidRPr="00F56CB1">
              <w:t>Судебный пристав – исполнитель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F56CB1">
            <w:pPr>
              <w:snapToGrid w:val="0"/>
              <w:jc w:val="center"/>
            </w:pPr>
            <w:r>
              <w:t>131 303, 16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>
              <w:t>Жилой дом (индивидуальная)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>
              <w:t>70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AC2CE0" w:rsidRDefault="00B818A0" w:rsidP="00B60CA8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AC2CE0" w:rsidRDefault="00B818A0" w:rsidP="007540C5">
            <w:pPr>
              <w:snapToGrid w:val="0"/>
            </w:pPr>
            <w:r>
              <w:t>-</w:t>
            </w:r>
          </w:p>
        </w:tc>
      </w:tr>
      <w:tr w:rsidR="00B818A0" w:rsidTr="00D92F5B">
        <w:trPr>
          <w:trHeight w:val="3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</w:pPr>
            <w:r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18A0" w:rsidRPr="00D231BA" w:rsidRDefault="00B818A0">
            <w:pPr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F56CB1">
            <w:pPr>
              <w:snapToGrid w:val="0"/>
              <w:jc w:val="center"/>
            </w:pPr>
            <w:r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Default="00B818A0" w:rsidP="007540C5">
            <w:pPr>
              <w:snapToGrid w:val="0"/>
            </w:pPr>
            <w:r>
              <w:t>-</w:t>
            </w:r>
          </w:p>
        </w:tc>
      </w:tr>
      <w:tr w:rsidR="00B818A0" w:rsidTr="005856C1">
        <w:trPr>
          <w:trHeight w:val="3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</w:pPr>
            <w:r>
              <w:t>Еланская Е.А.</w:t>
            </w:r>
          </w:p>
        </w:tc>
        <w:tc>
          <w:tcPr>
            <w:tcW w:w="2049" w:type="dxa"/>
            <w:vMerge w:val="restart"/>
            <w:tcBorders>
              <w:left w:val="single" w:sz="4" w:space="0" w:color="000000"/>
            </w:tcBorders>
          </w:tcPr>
          <w:p w:rsidR="00B818A0" w:rsidRPr="00D231BA" w:rsidRDefault="00B818A0">
            <w:pPr>
              <w:rPr>
                <w:color w:val="7F7F7F"/>
              </w:rPr>
            </w:pPr>
            <w:r w:rsidRPr="00F56CB1">
              <w:t>Судебный пристав – исполнитель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F56CB1">
            <w:pPr>
              <w:snapToGrid w:val="0"/>
              <w:jc w:val="center"/>
            </w:pPr>
            <w:r>
              <w:t>51 325, 31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C3555D">
            <w:pPr>
              <w:snapToGrid w:val="0"/>
            </w:pPr>
            <w:r w:rsidRPr="00652D57">
              <w:t>Жилой дом</w:t>
            </w:r>
          </w:p>
          <w:p w:rsidR="00B818A0" w:rsidRDefault="00B818A0" w:rsidP="00C3555D">
            <w:pPr>
              <w:snapToGrid w:val="0"/>
            </w:pPr>
            <w:r w:rsidRPr="00652D57">
              <w:t>(в совместном пользовании)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62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Default="00B818A0" w:rsidP="007540C5">
            <w:pPr>
              <w:snapToGrid w:val="0"/>
            </w:pPr>
            <w:r>
              <w:t>-</w:t>
            </w:r>
          </w:p>
        </w:tc>
      </w:tr>
      <w:tr w:rsidR="00B818A0" w:rsidTr="00AB63B7">
        <w:trPr>
          <w:trHeight w:val="3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</w:pPr>
            <w:r>
              <w:t>Супруг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F56CB1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F56CB1">
            <w:pPr>
              <w:snapToGrid w:val="0"/>
              <w:jc w:val="center"/>
            </w:pPr>
            <w:r>
              <w:t>225 077, 54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C3555D">
            <w:pPr>
              <w:snapToGrid w:val="0"/>
            </w:pPr>
            <w:r>
              <w:t xml:space="preserve">Квартира </w:t>
            </w:r>
          </w:p>
          <w:p w:rsidR="00B818A0" w:rsidRPr="00652D57" w:rsidRDefault="00B818A0" w:rsidP="00C3555D">
            <w:pPr>
              <w:snapToGrid w:val="0"/>
            </w:pPr>
            <w:r w:rsidRPr="00652D57">
              <w:t>(в совместном пользовании)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42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Default="00B818A0" w:rsidP="007540C5">
            <w:pPr>
              <w:snapToGrid w:val="0"/>
            </w:pPr>
            <w:r>
              <w:t>-</w:t>
            </w:r>
          </w:p>
        </w:tc>
      </w:tr>
      <w:tr w:rsidR="00B818A0" w:rsidTr="00D92F5B">
        <w:trPr>
          <w:trHeight w:val="3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>
            <w:pPr>
              <w:snapToGrid w:val="0"/>
            </w:pPr>
            <w:r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18A0" w:rsidRPr="00F56CB1" w:rsidRDefault="00B818A0"/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F56CB1">
            <w:pPr>
              <w:snapToGrid w:val="0"/>
              <w:jc w:val="center"/>
            </w:pPr>
            <w:r>
              <w:t>-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C3555D">
            <w:pPr>
              <w:snapToGrid w:val="0"/>
            </w:pPr>
            <w:r>
              <w:t>-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Default="00B818A0" w:rsidP="00B60CA8">
            <w:pPr>
              <w:snapToGrid w:val="0"/>
            </w:pPr>
            <w:r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Default="00B818A0" w:rsidP="007540C5">
            <w:pPr>
              <w:snapToGrid w:val="0"/>
            </w:pPr>
            <w:r>
              <w:t>-</w:t>
            </w:r>
          </w:p>
        </w:tc>
      </w:tr>
      <w:tr w:rsidR="00B818A0" w:rsidTr="00B063B2"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Подорожников А.П.</w:t>
            </w:r>
          </w:p>
        </w:tc>
        <w:tc>
          <w:tcPr>
            <w:tcW w:w="2049" w:type="dxa"/>
            <w:vMerge w:val="restart"/>
            <w:tcBorders>
              <w:left w:val="single" w:sz="4" w:space="0" w:color="000000"/>
            </w:tcBorders>
          </w:tcPr>
          <w:p w:rsidR="00B818A0" w:rsidRPr="00652D57" w:rsidRDefault="00B818A0" w:rsidP="001A2460">
            <w:pPr>
              <w:snapToGrid w:val="0"/>
            </w:pPr>
            <w:r w:rsidRPr="00652D57">
              <w:t xml:space="preserve">Судебный пристав – исполнитель 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  <w:jc w:val="center"/>
            </w:pPr>
            <w:r w:rsidRPr="00652D57">
              <w:t>165 507, 68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 w:rsidP="00652D57">
            <w:pPr>
              <w:snapToGrid w:val="0"/>
            </w:pPr>
            <w:r w:rsidRPr="00652D57">
              <w:t>Жилой дом</w:t>
            </w:r>
          </w:p>
          <w:p w:rsidR="00B818A0" w:rsidRPr="00652D57" w:rsidRDefault="00B818A0" w:rsidP="00652D57">
            <w:pPr>
              <w:snapToGrid w:val="0"/>
            </w:pPr>
            <w:r w:rsidRPr="00652D57">
              <w:t>(в совместном пользовании)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54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652D57" w:rsidRDefault="00B818A0">
            <w:pPr>
              <w:snapToGrid w:val="0"/>
            </w:pPr>
            <w:r w:rsidRPr="00652D57"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652D57" w:rsidRDefault="00B818A0" w:rsidP="007540C5">
            <w:pPr>
              <w:snapToGrid w:val="0"/>
            </w:pPr>
            <w:r w:rsidRPr="00652D57">
              <w:t>-</w:t>
            </w:r>
          </w:p>
        </w:tc>
      </w:tr>
      <w:tr w:rsidR="00B818A0" w:rsidTr="00B063B2"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>
              <w:t>Супруга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B818A0" w:rsidRPr="004563D3" w:rsidRDefault="00B818A0" w:rsidP="001A2460">
            <w:pPr>
              <w:snapToGrid w:val="0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  <w:jc w:val="center"/>
            </w:pPr>
            <w:r w:rsidRPr="004563D3">
              <w:t>27 436, 45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4563D3">
            <w:pPr>
              <w:snapToGrid w:val="0"/>
            </w:pPr>
            <w:r w:rsidRPr="004563D3">
              <w:t>Жилой дом</w:t>
            </w:r>
          </w:p>
          <w:p w:rsidR="00B818A0" w:rsidRPr="004563D3" w:rsidRDefault="00B818A0" w:rsidP="004563D3">
            <w:pPr>
              <w:snapToGrid w:val="0"/>
            </w:pPr>
            <w:r w:rsidRPr="004563D3">
              <w:t>(в совместном пользовании)</w:t>
            </w:r>
          </w:p>
          <w:p w:rsidR="00B818A0" w:rsidRPr="004563D3" w:rsidRDefault="00B818A0" w:rsidP="004563D3">
            <w:pPr>
              <w:snapToGrid w:val="0"/>
            </w:pPr>
          </w:p>
          <w:p w:rsidR="00B818A0" w:rsidRPr="004563D3" w:rsidRDefault="00B818A0" w:rsidP="004563D3">
            <w:pPr>
              <w:snapToGrid w:val="0"/>
            </w:pPr>
            <w:r w:rsidRPr="004563D3">
              <w:t>Жилой дом</w:t>
            </w:r>
          </w:p>
          <w:p w:rsidR="00B818A0" w:rsidRPr="004563D3" w:rsidRDefault="00B818A0" w:rsidP="004563D3">
            <w:pPr>
              <w:snapToGrid w:val="0"/>
            </w:pPr>
            <w:r w:rsidRPr="004563D3">
              <w:t>(в совместном пользовании)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70</w:t>
            </w: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  <w:r w:rsidRPr="004563D3">
              <w:t>54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Россия</w:t>
            </w: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</w:p>
          <w:p w:rsidR="00B818A0" w:rsidRPr="004563D3" w:rsidRDefault="00B818A0">
            <w:pPr>
              <w:snapToGrid w:val="0"/>
            </w:pPr>
            <w:r w:rsidRPr="004563D3"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7540C5">
            <w:pPr>
              <w:snapToGrid w:val="0"/>
            </w:pPr>
            <w:r w:rsidRPr="004563D3">
              <w:t>-</w:t>
            </w:r>
          </w:p>
        </w:tc>
      </w:tr>
      <w:tr w:rsidR="00B818A0"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 w:rsidP="001A2460">
            <w:pPr>
              <w:snapToGrid w:val="0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  <w:jc w:val="center"/>
            </w:pPr>
            <w:r w:rsidRPr="004563D3">
              <w:t>-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-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-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4563D3" w:rsidRDefault="00B818A0">
            <w:pPr>
              <w:snapToGrid w:val="0"/>
            </w:pPr>
            <w:r w:rsidRPr="004563D3">
              <w:t>-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4563D3" w:rsidRDefault="00B818A0" w:rsidP="007540C5">
            <w:pPr>
              <w:snapToGrid w:val="0"/>
            </w:pPr>
            <w:r w:rsidRPr="004563D3">
              <w:t>-</w:t>
            </w:r>
          </w:p>
        </w:tc>
      </w:tr>
      <w:tr w:rsidR="00B818A0" w:rsidTr="006F6593"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AF3578" w:rsidRDefault="00B818A0">
            <w:pPr>
              <w:snapToGrid w:val="0"/>
            </w:pPr>
            <w:r w:rsidRPr="00AF3578">
              <w:t>Грешнов В.М.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AF3578" w:rsidRDefault="00B818A0">
            <w:pPr>
              <w:snapToGrid w:val="0"/>
            </w:pPr>
            <w:r w:rsidRPr="00AF3578">
              <w:t>Ведущий специалист-эксперт (дознаватель)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AF3578" w:rsidRDefault="00B818A0">
            <w:pPr>
              <w:snapToGrid w:val="0"/>
              <w:jc w:val="center"/>
            </w:pPr>
            <w:r w:rsidRPr="00AF3578">
              <w:t>177 736, 93</w:t>
            </w:r>
          </w:p>
        </w:tc>
        <w:tc>
          <w:tcPr>
            <w:tcW w:w="2346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AF3578" w:rsidRDefault="00B818A0" w:rsidP="00CA0D12">
            <w:pPr>
              <w:snapToGrid w:val="0"/>
            </w:pPr>
            <w:r w:rsidRPr="00AF3578">
              <w:t>Квартира</w:t>
            </w:r>
          </w:p>
          <w:p w:rsidR="00B818A0" w:rsidRPr="00D231BA" w:rsidRDefault="00B818A0" w:rsidP="00CA0D12">
            <w:pPr>
              <w:snapToGrid w:val="0"/>
              <w:rPr>
                <w:color w:val="7F7F7F"/>
              </w:rPr>
            </w:pPr>
            <w:r w:rsidRPr="00AF3578">
              <w:t>(в совместном пользовании)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AF3578" w:rsidRDefault="00B818A0">
            <w:pPr>
              <w:snapToGrid w:val="0"/>
            </w:pPr>
            <w:r w:rsidRPr="00AF3578">
              <w:t>51,63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B818A0" w:rsidRPr="00AF3578" w:rsidRDefault="00B818A0">
            <w:pPr>
              <w:snapToGrid w:val="0"/>
            </w:pPr>
            <w:r w:rsidRPr="00AF3578"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AF3578" w:rsidRDefault="00B818A0" w:rsidP="007540C5">
            <w:pPr>
              <w:snapToGrid w:val="0"/>
            </w:pPr>
            <w:r w:rsidRPr="00AF3578">
              <w:rPr>
                <w:lang w:val="en-US"/>
              </w:rPr>
              <w:t>LADA</w:t>
            </w:r>
            <w:r w:rsidRPr="00AF3578">
              <w:t xml:space="preserve"> 219010</w:t>
            </w:r>
          </w:p>
        </w:tc>
      </w:tr>
      <w:tr w:rsidR="00B818A0" w:rsidTr="006F6593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FA0031" w:rsidRDefault="00B818A0">
            <w:pPr>
              <w:snapToGrid w:val="0"/>
            </w:pPr>
            <w:r w:rsidRPr="00FA0031">
              <w:t>Черный В.Н.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FA0031" w:rsidRDefault="00B818A0">
            <w:pPr>
              <w:snapToGrid w:val="0"/>
            </w:pPr>
            <w:r w:rsidRPr="00FA0031">
              <w:t>Судебный пристав по обеспечению установленного порядка деятельности судов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FA0031" w:rsidRDefault="00B818A0">
            <w:pPr>
              <w:snapToGrid w:val="0"/>
              <w:jc w:val="center"/>
            </w:pPr>
            <w:r w:rsidRPr="00FA0031">
              <w:t>232 180, 97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81EC4" w:rsidRDefault="00B818A0" w:rsidP="00E741A4">
            <w:pPr>
              <w:snapToGrid w:val="0"/>
            </w:pPr>
            <w:r w:rsidRPr="00D81EC4">
              <w:t>Жилой дом</w:t>
            </w:r>
          </w:p>
          <w:p w:rsidR="00B818A0" w:rsidRPr="00D81EC4" w:rsidRDefault="00B818A0" w:rsidP="00E741A4">
            <w:pPr>
              <w:snapToGrid w:val="0"/>
            </w:pPr>
            <w:r w:rsidRPr="00D81EC4">
              <w:t>(в совместном пользовании)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81EC4" w:rsidRDefault="00B818A0">
            <w:pPr>
              <w:snapToGrid w:val="0"/>
            </w:pPr>
            <w:r w:rsidRPr="00D81EC4">
              <w:t>64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18A0" w:rsidRPr="00D81EC4" w:rsidRDefault="00B818A0">
            <w:pPr>
              <w:snapToGrid w:val="0"/>
            </w:pPr>
            <w:r w:rsidRPr="00D81EC4">
              <w:t xml:space="preserve">Россия 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8A0" w:rsidRPr="00D81EC4" w:rsidRDefault="00B818A0" w:rsidP="007540C5">
            <w:pPr>
              <w:snapToGrid w:val="0"/>
            </w:pPr>
            <w:r w:rsidRPr="00D81EC4">
              <w:t>Рено логан</w:t>
            </w:r>
          </w:p>
        </w:tc>
      </w:tr>
    </w:tbl>
    <w:p w:rsidR="00B818A0" w:rsidRDefault="00B818A0"/>
    <w:sectPr w:rsidR="00B818A0" w:rsidSect="007C5D2F">
      <w:headerReference w:type="default" r:id="rId6"/>
      <w:footerReference w:type="default" r:id="rId7"/>
      <w:headerReference w:type="first" r:id="rId8"/>
      <w:footerReference w:type="first" r:id="rId9"/>
      <w:pgSz w:w="16837" w:h="11905" w:orient="landscape"/>
      <w:pgMar w:top="1127" w:right="567" w:bottom="1127" w:left="851" w:header="851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8A0" w:rsidRDefault="00B818A0">
      <w:r>
        <w:separator/>
      </w:r>
    </w:p>
  </w:endnote>
  <w:endnote w:type="continuationSeparator" w:id="1">
    <w:p w:rsidR="00B818A0" w:rsidRDefault="00B81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0" w:rsidRDefault="00B818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0" w:rsidRDefault="00B818A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8A0" w:rsidRDefault="00B818A0">
      <w:r>
        <w:separator/>
      </w:r>
    </w:p>
  </w:footnote>
  <w:footnote w:type="continuationSeparator" w:id="1">
    <w:p w:rsidR="00B818A0" w:rsidRDefault="00B81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0" w:rsidRDefault="00B818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A0" w:rsidRDefault="00B818A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F49"/>
    <w:rsid w:val="0000269C"/>
    <w:rsid w:val="0007566E"/>
    <w:rsid w:val="000C120B"/>
    <w:rsid w:val="001A2460"/>
    <w:rsid w:val="001E290B"/>
    <w:rsid w:val="00220881"/>
    <w:rsid w:val="00261D39"/>
    <w:rsid w:val="002921FC"/>
    <w:rsid w:val="0029466A"/>
    <w:rsid w:val="002C28B4"/>
    <w:rsid w:val="002D435A"/>
    <w:rsid w:val="003A761E"/>
    <w:rsid w:val="003C34F2"/>
    <w:rsid w:val="004221BA"/>
    <w:rsid w:val="0043009B"/>
    <w:rsid w:val="004563D3"/>
    <w:rsid w:val="00485EFD"/>
    <w:rsid w:val="004B3E4B"/>
    <w:rsid w:val="004B7FBF"/>
    <w:rsid w:val="005856C1"/>
    <w:rsid w:val="00591701"/>
    <w:rsid w:val="00613C66"/>
    <w:rsid w:val="00652D57"/>
    <w:rsid w:val="006B4159"/>
    <w:rsid w:val="006F6593"/>
    <w:rsid w:val="0070243F"/>
    <w:rsid w:val="007430CE"/>
    <w:rsid w:val="007540C5"/>
    <w:rsid w:val="007C5D2F"/>
    <w:rsid w:val="008A0485"/>
    <w:rsid w:val="008F0E95"/>
    <w:rsid w:val="009A13CD"/>
    <w:rsid w:val="00AB63B7"/>
    <w:rsid w:val="00AC2CE0"/>
    <w:rsid w:val="00AF3578"/>
    <w:rsid w:val="00B063B2"/>
    <w:rsid w:val="00B52F49"/>
    <w:rsid w:val="00B60CA8"/>
    <w:rsid w:val="00B818A0"/>
    <w:rsid w:val="00BE3046"/>
    <w:rsid w:val="00C3555D"/>
    <w:rsid w:val="00C37A79"/>
    <w:rsid w:val="00C572ED"/>
    <w:rsid w:val="00CA0D12"/>
    <w:rsid w:val="00D231BA"/>
    <w:rsid w:val="00D30E69"/>
    <w:rsid w:val="00D51F70"/>
    <w:rsid w:val="00D81EC4"/>
    <w:rsid w:val="00D92F5B"/>
    <w:rsid w:val="00E0724D"/>
    <w:rsid w:val="00E13E5E"/>
    <w:rsid w:val="00E6350F"/>
    <w:rsid w:val="00E741A4"/>
    <w:rsid w:val="00F56CB1"/>
    <w:rsid w:val="00FA0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D2F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7C5D2F"/>
  </w:style>
  <w:style w:type="character" w:styleId="PageNumber">
    <w:name w:val="page number"/>
    <w:basedOn w:val="1"/>
    <w:uiPriority w:val="99"/>
    <w:rsid w:val="007C5D2F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C5D2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C5D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67D63"/>
    <w:rPr>
      <w:sz w:val="24"/>
      <w:szCs w:val="24"/>
      <w:lang w:eastAsia="ar-SA"/>
    </w:rPr>
  </w:style>
  <w:style w:type="paragraph" w:styleId="Title">
    <w:name w:val="Title"/>
    <w:basedOn w:val="a"/>
    <w:next w:val="Subtitle"/>
    <w:link w:val="TitleChar"/>
    <w:uiPriority w:val="99"/>
    <w:qFormat/>
    <w:rsid w:val="007C5D2F"/>
  </w:style>
  <w:style w:type="character" w:customStyle="1" w:styleId="TitleChar">
    <w:name w:val="Title Char"/>
    <w:basedOn w:val="DefaultParagraphFont"/>
    <w:link w:val="Title"/>
    <w:uiPriority w:val="10"/>
    <w:rsid w:val="00967D63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a"/>
    <w:next w:val="BodyText"/>
    <w:link w:val="SubtitleChar"/>
    <w:uiPriority w:val="99"/>
    <w:qFormat/>
    <w:rsid w:val="007C5D2F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967D63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List">
    <w:name w:val="List"/>
    <w:basedOn w:val="BodyText"/>
    <w:uiPriority w:val="99"/>
    <w:rsid w:val="007C5D2F"/>
    <w:rPr>
      <w:rFonts w:ascii="Arial" w:hAnsi="Arial" w:cs="Tahoma"/>
    </w:rPr>
  </w:style>
  <w:style w:type="paragraph" w:customStyle="1" w:styleId="10">
    <w:name w:val="Название1"/>
    <w:basedOn w:val="Normal"/>
    <w:uiPriority w:val="99"/>
    <w:rsid w:val="007C5D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uiPriority w:val="99"/>
    <w:rsid w:val="007C5D2F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rsid w:val="007C5D2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7D63"/>
    <w:rPr>
      <w:sz w:val="24"/>
      <w:szCs w:val="24"/>
      <w:lang w:eastAsia="ar-SA"/>
    </w:rPr>
  </w:style>
  <w:style w:type="paragraph" w:customStyle="1" w:styleId="a0">
    <w:name w:val="Содержимое таблицы"/>
    <w:basedOn w:val="Normal"/>
    <w:uiPriority w:val="99"/>
    <w:rsid w:val="007C5D2F"/>
    <w:pPr>
      <w:suppressLineNumbers/>
    </w:pPr>
  </w:style>
  <w:style w:type="paragraph" w:customStyle="1" w:styleId="a1">
    <w:name w:val="Заголовок таблицы"/>
    <w:basedOn w:val="a0"/>
    <w:uiPriority w:val="99"/>
    <w:rsid w:val="007C5D2F"/>
    <w:pPr>
      <w:jc w:val="center"/>
    </w:pPr>
    <w:rPr>
      <w:b/>
      <w:bCs/>
    </w:rPr>
  </w:style>
  <w:style w:type="paragraph" w:customStyle="1" w:styleId="a2">
    <w:name w:val="Содержимое врезки"/>
    <w:basedOn w:val="BodyText"/>
    <w:uiPriority w:val="99"/>
    <w:rsid w:val="007C5D2F"/>
  </w:style>
  <w:style w:type="paragraph" w:styleId="Footer">
    <w:name w:val="footer"/>
    <w:basedOn w:val="Normal"/>
    <w:link w:val="FooterChar"/>
    <w:uiPriority w:val="99"/>
    <w:rsid w:val="007C5D2F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D6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4</Pages>
  <Words>497</Words>
  <Characters>2839</Characters>
  <Application>Microsoft Office Outlook</Application>
  <DocSecurity>0</DocSecurity>
  <Lines>0</Lines>
  <Paragraphs>0</Paragraphs>
  <ScaleCrop>false</ScaleCrop>
  <Company>УФССП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Боков Денис</dc:creator>
  <cp:keywords/>
  <dc:description/>
  <cp:lastModifiedBy>tiyshenko</cp:lastModifiedBy>
  <cp:revision>21</cp:revision>
  <cp:lastPrinted>2010-04-15T10:57:00Z</cp:lastPrinted>
  <dcterms:created xsi:type="dcterms:W3CDTF">2013-05-14T01:38:00Z</dcterms:created>
  <dcterms:modified xsi:type="dcterms:W3CDTF">2013-05-14T10:01:00Z</dcterms:modified>
</cp:coreProperties>
</file>