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AF4" w:rsidRDefault="001C1AF4" w:rsidP="00820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1C1AF4" w:rsidRPr="00F63068" w:rsidRDefault="001C1AF4" w:rsidP="00820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63068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1C1AF4" w:rsidRPr="00F63068" w:rsidRDefault="001C1AF4" w:rsidP="00820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63068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1C1AF4" w:rsidRPr="00F63068" w:rsidRDefault="001C1AF4" w:rsidP="008201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2015г. по 31 декабря 2015</w:t>
      </w:r>
      <w:r w:rsidRPr="00F6306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1C1AF4" w:rsidRPr="00F63068" w:rsidRDefault="001C1AF4" w:rsidP="00820178">
      <w:pPr>
        <w:widowControl w:val="0"/>
        <w:autoSpaceDE w:val="0"/>
        <w:autoSpaceDN w:val="0"/>
        <w:adjustRightInd w:val="0"/>
        <w:jc w:val="center"/>
      </w:pPr>
    </w:p>
    <w:tbl>
      <w:tblPr>
        <w:tblW w:w="15877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6"/>
        <w:gridCol w:w="1418"/>
        <w:gridCol w:w="1701"/>
        <w:gridCol w:w="1417"/>
        <w:gridCol w:w="1276"/>
        <w:gridCol w:w="1091"/>
        <w:gridCol w:w="1178"/>
        <w:gridCol w:w="1417"/>
        <w:gridCol w:w="992"/>
        <w:gridCol w:w="1176"/>
        <w:gridCol w:w="1234"/>
        <w:gridCol w:w="1134"/>
        <w:gridCol w:w="1417"/>
      </w:tblGrid>
      <w:tr w:rsidR="001C1AF4" w:rsidRPr="00106AE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 xml:space="preserve">Фамилия и инициалы лица, замещающего муниципальную должность, чьи сведения размещаются 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9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5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  <w:spacing w:val="-5"/>
              </w:rPr>
              <w:t>Объекты недвижимости, находящиеся в пользовании</w:t>
            </w:r>
          </w:p>
        </w:tc>
        <w:tc>
          <w:tcPr>
            <w:tcW w:w="12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106AE1">
              <w:rPr>
                <w:rFonts w:ascii="Times New Roman" w:hAnsi="Times New Roman" w:cs="Times New Roman"/>
                <w:spacing w:val="-5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ind w:right="-40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  <w:spacing w:val="-3"/>
              </w:rPr>
              <w:t>Деклариро-</w:t>
            </w:r>
            <w:r w:rsidRPr="00106AE1">
              <w:rPr>
                <w:rFonts w:ascii="Times New Roman" w:hAnsi="Times New Roman" w:cs="Times New Roman"/>
              </w:rPr>
              <w:t xml:space="preserve">ванный годовой 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ind w:right="-40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 xml:space="preserve">доход 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5"/>
              </w:rPr>
            </w:pPr>
            <w:r w:rsidRPr="00106AE1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</w:rPr>
            </w:pPr>
            <w:r w:rsidRPr="00106AE1">
              <w:rPr>
                <w:rFonts w:ascii="Times New Roman" w:hAnsi="Times New Roman" w:cs="Times New Roman"/>
                <w:spacing w:val="-3"/>
              </w:rPr>
              <w:t>Сведения об источниках получения средств, за счет которых совершены сделки (вид приобретенного имущества, источники)</w:t>
            </w:r>
          </w:p>
        </w:tc>
      </w:tr>
      <w:tr w:rsidR="001C1AF4" w:rsidRPr="00106AE1">
        <w:trPr>
          <w:trHeight w:val="1816"/>
        </w:trPr>
        <w:tc>
          <w:tcPr>
            <w:tcW w:w="42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Площадь (кв.м)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Страна р</w:t>
            </w:r>
            <w:r w:rsidRPr="00106AE1">
              <w:rPr>
                <w:rFonts w:ascii="Times New Roman" w:hAnsi="Times New Roman" w:cs="Times New Roman"/>
                <w:spacing w:val="-5"/>
              </w:rPr>
              <w:t>асположе</w:t>
            </w:r>
            <w:r w:rsidRPr="00106AE1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 xml:space="preserve">Площадь 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(кв.м)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Страна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располо-жения</w:t>
            </w:r>
          </w:p>
        </w:tc>
        <w:tc>
          <w:tcPr>
            <w:tcW w:w="12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C1AF4" w:rsidRPr="00106AE1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Горбоконь Сергей Николаевич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 xml:space="preserve">Депутат земского собрания Борисовского с/п, </w:t>
            </w:r>
            <w:r w:rsidRPr="00106AE1">
              <w:rPr>
                <w:rFonts w:ascii="Times New Roman" w:hAnsi="Times New Roman" w:cs="Times New Roman"/>
                <w:spacing w:val="-7"/>
              </w:rPr>
              <w:t>тренер-преподаватель МБОУ ДОД «Детско-юношеская спортивная школа п.Пятницкое Волоконовского района Белгородской области»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ind w:left="-39" w:right="-41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индивидуальная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Легковой автомобиль  ВАЗ 21150</w:t>
            </w: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298 197,56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Общая долевая 1/200</w:t>
            </w: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11460000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44,58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 xml:space="preserve">Супруга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ind w:left="-40" w:right="-40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  <w:spacing w:val="-1"/>
                <w:w w:val="83"/>
              </w:rPr>
              <w:t>учитель МБОУ «Борисовская ООШ»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44,58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ind w:right="-40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174 412,</w:t>
            </w: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 xml:space="preserve">Несовершен-нолетний ребенок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ind w:right="-40"/>
              <w:jc w:val="both"/>
              <w:rPr>
                <w:rFonts w:ascii="Times New Roman" w:hAnsi="Times New Roman" w:cs="Times New Roman"/>
                <w:spacing w:val="-7"/>
              </w:rPr>
            </w:pPr>
            <w:r w:rsidRPr="00106AE1">
              <w:rPr>
                <w:rFonts w:ascii="Times New Roman" w:hAnsi="Times New Roman" w:cs="Times New Roman"/>
                <w:spacing w:val="-1"/>
                <w:w w:val="83"/>
              </w:rPr>
              <w:t>учащаяся 2 класса  МБОУ «Борисовская ООШ»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44,58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Галунько Валентина Алексеевна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Депутат земского собрания Борисовского с/п, пенсионер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индивидуальная</w:t>
            </w: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1400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63,3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ind w:right="-40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  <w:b/>
                <w:bCs/>
              </w:rPr>
              <w:t xml:space="preserve">    </w:t>
            </w:r>
            <w:r w:rsidRPr="00106AE1">
              <w:rPr>
                <w:rFonts w:ascii="Times New Roman" w:hAnsi="Times New Roman" w:cs="Times New Roman"/>
              </w:rPr>
              <w:t>160 249,33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индивидуальная</w:t>
            </w: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8200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безработный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63,3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Горбик Надежда Ивановна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Депутат земского собрания Борисовского с/п,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Общая долевая 1/200</w:t>
            </w: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11460000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63,3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ind w:left="-40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167941 ,53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Оператор котельной</w:t>
            </w:r>
            <w:r w:rsidRPr="00106AE1">
              <w:rPr>
                <w:rFonts w:ascii="Times New Roman" w:hAnsi="Times New Roman" w:cs="Times New Roman"/>
                <w:spacing w:val="-1"/>
                <w:w w:val="83"/>
              </w:rPr>
              <w:t xml:space="preserve"> МБОУ «Борисовская ООШ»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57,88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63,3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Грузовой автомобиль Газель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57 125,10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индивидуальная</w:t>
            </w: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5100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AF4" w:rsidRPr="00106AE1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Желунина Светлана Петровна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7"/>
              </w:rPr>
            </w:pPr>
            <w:r w:rsidRPr="00106AE1">
              <w:rPr>
                <w:rFonts w:ascii="Times New Roman" w:hAnsi="Times New Roman" w:cs="Times New Roman"/>
              </w:rPr>
              <w:t>Депутат земского собрания Борисовского с/п,</w:t>
            </w:r>
            <w:r w:rsidRPr="00106AE1">
              <w:rPr>
                <w:rFonts w:ascii="Times New Roman" w:hAnsi="Times New Roman" w:cs="Times New Roman"/>
                <w:spacing w:val="-7"/>
              </w:rPr>
              <w:t>продавец магазина «Продукты» ИП Спильник И.Н.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Общая долевая 1/150</w:t>
            </w: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8595000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63,93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73 221, 17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Водитель ИП Солопова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Общая долевая 1/150</w:t>
            </w: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8595000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Легковой автомобиль  ФАВ В-5, легковой автомобиль  ВАЗ 21115,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грузовой автомобиль ГАЗ 52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138268,97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63,93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ind w:left="-39" w:right="-41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индивидуальная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AF4" w:rsidRPr="00106AE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Коваленко Елена Анатольевна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Депутат земского собрания Борисовского с/п, домохозяйка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E071F9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71F9">
              <w:rPr>
                <w:rFonts w:ascii="Times New Roman" w:hAnsi="Times New Roman" w:cs="Times New Roman"/>
              </w:rPr>
              <w:t>63,93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70 000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Куруц Евгений Ладиславович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Депутат земского собрания Борисовского с/п,</w:t>
            </w:r>
            <w:r w:rsidRPr="00106AE1">
              <w:rPr>
                <w:rFonts w:ascii="Times New Roman" w:hAnsi="Times New Roman" w:cs="Times New Roman"/>
                <w:b/>
                <w:bCs/>
                <w:spacing w:val="-7"/>
              </w:rPr>
              <w:t xml:space="preserve"> </w:t>
            </w:r>
            <w:r w:rsidRPr="00106AE1">
              <w:rPr>
                <w:rFonts w:ascii="Times New Roman" w:hAnsi="Times New Roman" w:cs="Times New Roman"/>
                <w:spacing w:val="-7"/>
              </w:rPr>
              <w:t>охранник ООО «ЧОО «Авангард»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ind w:left="-39" w:right="-41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индивидуальная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Легковой автомобиль  ВАЗ 2109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174 484,34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Общая долевая 1/200</w:t>
            </w: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11460000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Общая долевая 1/200</w:t>
            </w: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11460000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AF4" w:rsidRPr="00106AE1">
        <w:trPr>
          <w:trHeight w:val="20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59,8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AF4" w:rsidRPr="00106AE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  <w:spacing w:val="-1"/>
                <w:w w:val="83"/>
              </w:rPr>
              <w:t>Повар  МБОУ «Борисовская ООШ»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Общая долевая 1/200</w:t>
            </w:r>
          </w:p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11460000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59,8</w:t>
            </w:r>
          </w:p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06AE1">
              <w:rPr>
                <w:rFonts w:ascii="Times New Roman" w:hAnsi="Times New Roman" w:cs="Times New Roman"/>
              </w:rPr>
              <w:t>140 101,51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106AE1" w:rsidRDefault="001C1AF4" w:rsidP="0082017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Сафонова Людмила Викторовна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w w:val="83"/>
              </w:rPr>
            </w:pPr>
            <w:r w:rsidRPr="002B18A4">
              <w:rPr>
                <w:rFonts w:ascii="Times New Roman" w:hAnsi="Times New Roman" w:cs="Times New Roman"/>
                <w:spacing w:val="-1"/>
                <w:w w:val="83"/>
              </w:rPr>
              <w:t xml:space="preserve">Член Муниципального совета </w:t>
            </w:r>
            <w:r>
              <w:rPr>
                <w:rFonts w:ascii="Times New Roman" w:hAnsi="Times New Roman" w:cs="Times New Roman"/>
                <w:spacing w:val="-1"/>
                <w:w w:val="83"/>
              </w:rPr>
              <w:t xml:space="preserve">, </w:t>
            </w:r>
            <w:r w:rsidRPr="00106AE1">
              <w:rPr>
                <w:rFonts w:ascii="Times New Roman" w:hAnsi="Times New Roman" w:cs="Times New Roman"/>
              </w:rPr>
              <w:t>Депутат земского собрания Борисовского с/п,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индивидуальная</w:t>
            </w: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7300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95,4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 xml:space="preserve">          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203839.53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C1AF4" w:rsidRPr="00106AE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w w:val="83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земельный участок для сельскохозяйственного производства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Общая долевая 1/200</w:t>
            </w: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11460000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1AF4" w:rsidRPr="00106AE1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w w:val="83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земельный участок для сельскохозяйственного производства</w:t>
            </w: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земельный участок для ведения личного подсобного хозяйства</w:t>
            </w: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Жилой дом</w:t>
            </w: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Жилое помещение (комната)</w:t>
            </w: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Общая долевая 1/200</w:t>
            </w: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индивидуальная</w:t>
            </w: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индивидуальная</w:t>
            </w: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индивидуальная</w:t>
            </w: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1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11460000</w:t>
            </w: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120000</w:t>
            </w: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8100</w:t>
            </w: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95,4</w:t>
            </w: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17,8</w:t>
            </w: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Россия</w:t>
            </w: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Россия</w:t>
            </w: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Россия</w:t>
            </w: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Россия</w:t>
            </w: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Россия</w:t>
            </w: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Легковой автомобиль  ВАЗ 21074</w:t>
            </w: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КIA Spectra</w:t>
            </w:r>
          </w:p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Мотоцикл Восход 3М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18A4">
              <w:rPr>
                <w:rFonts w:ascii="Times New Roman" w:hAnsi="Times New Roman" w:cs="Times New Roman"/>
              </w:rPr>
              <w:t>406701,65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1AF4" w:rsidRPr="002B18A4" w:rsidRDefault="001C1AF4" w:rsidP="002B18A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1C1AF4" w:rsidRDefault="001C1AF4"/>
    <w:sectPr w:rsidR="001C1AF4" w:rsidSect="008201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178"/>
    <w:rsid w:val="00106AE1"/>
    <w:rsid w:val="001A158F"/>
    <w:rsid w:val="001A4298"/>
    <w:rsid w:val="001C1AF4"/>
    <w:rsid w:val="002B18A4"/>
    <w:rsid w:val="002C4F49"/>
    <w:rsid w:val="003F42DD"/>
    <w:rsid w:val="00406E0E"/>
    <w:rsid w:val="004D0119"/>
    <w:rsid w:val="004D7005"/>
    <w:rsid w:val="007157D2"/>
    <w:rsid w:val="00744F9A"/>
    <w:rsid w:val="00820178"/>
    <w:rsid w:val="00821EFD"/>
    <w:rsid w:val="00A11488"/>
    <w:rsid w:val="00AF0383"/>
    <w:rsid w:val="00C024E3"/>
    <w:rsid w:val="00E071F9"/>
    <w:rsid w:val="00E90542"/>
    <w:rsid w:val="00E94DA1"/>
    <w:rsid w:val="00F63068"/>
    <w:rsid w:val="00F63E99"/>
    <w:rsid w:val="00F6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4E3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2017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2017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 Знак Знак"/>
    <w:basedOn w:val="Normal"/>
    <w:uiPriority w:val="99"/>
    <w:rsid w:val="002B18A4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</TotalTime>
  <Pages>5</Pages>
  <Words>680</Words>
  <Characters>3879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ROOT</cp:lastModifiedBy>
  <cp:revision>6</cp:revision>
  <dcterms:created xsi:type="dcterms:W3CDTF">2016-03-31T12:11:00Z</dcterms:created>
  <dcterms:modified xsi:type="dcterms:W3CDTF">2016-04-13T13:27:00Z</dcterms:modified>
</cp:coreProperties>
</file>