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C07" w:rsidRPr="004B0C07" w:rsidRDefault="004B0C07" w:rsidP="00EC186F">
      <w:pPr>
        <w:jc w:val="center"/>
        <w:rPr>
          <w:b/>
          <w:u w:val="single"/>
        </w:rPr>
      </w:pPr>
      <w:r w:rsidRPr="004B0C07">
        <w:rPr>
          <w:b/>
          <w:u w:val="single"/>
        </w:rPr>
        <w:t>АДМИНИСТРАЦИЯ ЗАТО ПЕРВОМАЙСКИЙ КИРОВСКОЙ ОБЛАСТИ</w:t>
      </w:r>
    </w:p>
    <w:p w:rsidR="004B0C07" w:rsidRDefault="004B0C07" w:rsidP="00EC186F">
      <w:pPr>
        <w:jc w:val="center"/>
      </w:pPr>
    </w:p>
    <w:p w:rsidR="00EC186F" w:rsidRPr="00D30E2F" w:rsidRDefault="00EC186F" w:rsidP="00EC186F">
      <w:pPr>
        <w:jc w:val="center"/>
      </w:pPr>
      <w:r w:rsidRPr="00D30E2F">
        <w:t>ИНФОРМАЦИЯ</w:t>
      </w:r>
    </w:p>
    <w:p w:rsidR="00EC186F" w:rsidRPr="00D30E2F" w:rsidRDefault="00EC186F" w:rsidP="00EC186F">
      <w:pPr>
        <w:jc w:val="center"/>
      </w:pPr>
      <w:r w:rsidRPr="00D30E2F">
        <w:t xml:space="preserve">        </w:t>
      </w:r>
      <w:r w:rsidR="008B2248">
        <w:t>о</w:t>
      </w:r>
      <w:r w:rsidRPr="00D30E2F">
        <w:t xml:space="preserve"> доходах, </w:t>
      </w:r>
      <w:r w:rsidR="00274E94">
        <w:t>расхода</w:t>
      </w:r>
      <w:r w:rsidR="008B2248">
        <w:t>х</w:t>
      </w:r>
      <w:r w:rsidR="00274E94">
        <w:t xml:space="preserve">, </w:t>
      </w:r>
      <w:r w:rsidRPr="00D30E2F">
        <w:t xml:space="preserve">имуществе и обязательствах имущественного характера          </w:t>
      </w:r>
    </w:p>
    <w:p w:rsidR="009E583E" w:rsidRPr="008B2248" w:rsidRDefault="003E1C1D" w:rsidP="00EC186F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заместителя главы администрации</w:t>
      </w:r>
    </w:p>
    <w:p w:rsidR="00EC186F" w:rsidRPr="00A73631" w:rsidRDefault="00EC186F" w:rsidP="00EC186F">
      <w:pPr>
        <w:jc w:val="center"/>
      </w:pPr>
      <w:r w:rsidRPr="00A73631">
        <w:t xml:space="preserve">за период с </w:t>
      </w:r>
      <w:r w:rsidR="00E153D2">
        <w:fldChar w:fldCharType="begin"/>
      </w:r>
      <w:r w:rsidR="00E153D2">
        <w:instrText xml:space="preserve"> QUOTE  поле2  \* MERGEFORMAT </w:instrText>
      </w:r>
      <w:r w:rsidR="00E153D2">
        <w:fldChar w:fldCharType="separate"/>
      </w:r>
      <w:r w:rsidR="00B418EF">
        <w:t>01 января</w:t>
      </w:r>
      <w:r w:rsidR="00E153D2">
        <w:fldChar w:fldCharType="end"/>
      </w:r>
      <w:r w:rsidRPr="00A73631">
        <w:t xml:space="preserve"> по </w:t>
      </w:r>
      <w:r w:rsidR="00E153D2">
        <w:fldChar w:fldCharType="begin"/>
      </w:r>
      <w:r w:rsidR="00E153D2">
        <w:instrText xml:space="preserve"> QUOTE  поле3  \* MERGEFORMAT </w:instrText>
      </w:r>
      <w:r w:rsidR="00E153D2">
        <w:fldChar w:fldCharType="separate"/>
      </w:r>
      <w:r w:rsidR="00B418EF">
        <w:t>31 декабря 201</w:t>
      </w:r>
      <w:r w:rsidR="00E153D2">
        <w:fldChar w:fldCharType="end"/>
      </w:r>
      <w:r w:rsidR="008B2248">
        <w:t>5</w:t>
      </w:r>
      <w:r w:rsidRPr="00A73631">
        <w:t xml:space="preserve"> года</w:t>
      </w:r>
    </w:p>
    <w:p w:rsidR="00EC186F" w:rsidRDefault="00EC186F" w:rsidP="00EC18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134"/>
        <w:gridCol w:w="1984"/>
        <w:gridCol w:w="1276"/>
        <w:gridCol w:w="992"/>
        <w:gridCol w:w="1701"/>
        <w:gridCol w:w="1985"/>
        <w:gridCol w:w="1275"/>
        <w:gridCol w:w="1418"/>
      </w:tblGrid>
      <w:tr w:rsidR="000F75ED" w:rsidRPr="00DD7E81" w:rsidTr="00154978">
        <w:tc>
          <w:tcPr>
            <w:tcW w:w="2093" w:type="dxa"/>
            <w:vMerge w:val="restart"/>
          </w:tcPr>
          <w:p w:rsidR="000F75ED" w:rsidRPr="00DD7E81" w:rsidRDefault="000F75ED" w:rsidP="00935E1F">
            <w:pPr>
              <w:jc w:val="center"/>
            </w:pPr>
            <w:r w:rsidRPr="00DD7E81">
              <w:t xml:space="preserve">Фамилия, имя, отчество </w:t>
            </w:r>
          </w:p>
        </w:tc>
        <w:tc>
          <w:tcPr>
            <w:tcW w:w="1843" w:type="dxa"/>
            <w:vMerge w:val="restart"/>
          </w:tcPr>
          <w:p w:rsidR="000F75ED" w:rsidRPr="00DD7E81" w:rsidRDefault="000F75ED" w:rsidP="008B2248">
            <w:pPr>
              <w:jc w:val="center"/>
            </w:pPr>
            <w:r w:rsidRPr="00DD7E81">
              <w:t>Декларирован</w:t>
            </w:r>
            <w:r w:rsidR="00F2474D">
              <w:t>-</w:t>
            </w:r>
            <w:r w:rsidRPr="00DD7E81">
              <w:t>ный годовой доход за 201</w:t>
            </w:r>
            <w:r w:rsidR="008B2248">
              <w:t>5</w:t>
            </w:r>
            <w:r w:rsidRPr="00DD7E81">
              <w:t xml:space="preserve"> год</w:t>
            </w:r>
            <w:r w:rsidR="00F2474D">
              <w:t xml:space="preserve"> </w:t>
            </w:r>
            <w:r w:rsidRPr="00DD7E81">
              <w:t>(руб.)</w:t>
            </w:r>
          </w:p>
        </w:tc>
        <w:tc>
          <w:tcPr>
            <w:tcW w:w="1134" w:type="dxa"/>
            <w:vMerge w:val="restart"/>
          </w:tcPr>
          <w:p w:rsidR="000F75ED" w:rsidRPr="00DD7E81" w:rsidRDefault="000F75ED" w:rsidP="00F2474D">
            <w:pPr>
              <w:jc w:val="center"/>
            </w:pPr>
            <w:r w:rsidRPr="00935E1F">
              <w:rPr>
                <w:sz w:val="20"/>
                <w:szCs w:val="20"/>
              </w:rPr>
              <w:t>Сведения об источ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никах получения средств, за счет кото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рых со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вершена сделка по приобре</w:t>
            </w:r>
            <w:r w:rsidR="00F2474D" w:rsidRP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 xml:space="preserve">тению </w:t>
            </w:r>
            <w:r w:rsidR="00F2474D">
              <w:rPr>
                <w:sz w:val="20"/>
                <w:szCs w:val="20"/>
              </w:rPr>
              <w:t>зе-</w:t>
            </w:r>
            <w:r w:rsidRPr="00935E1F">
              <w:rPr>
                <w:sz w:val="20"/>
                <w:szCs w:val="20"/>
              </w:rPr>
              <w:t>мельного участка, другого объекта недвижи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мого иму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щества, транс</w:t>
            </w:r>
            <w:r w:rsidR="00F2474D">
              <w:rPr>
                <w:sz w:val="20"/>
                <w:szCs w:val="20"/>
              </w:rPr>
              <w:t>-</w:t>
            </w:r>
            <w:r w:rsidRPr="00935E1F">
              <w:rPr>
                <w:sz w:val="20"/>
                <w:szCs w:val="20"/>
              </w:rPr>
              <w:t>портного средства, ценных бумаг, акций и др.</w:t>
            </w:r>
          </w:p>
        </w:tc>
        <w:tc>
          <w:tcPr>
            <w:tcW w:w="5953" w:type="dxa"/>
            <w:gridSpan w:val="4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0F75ED" w:rsidRPr="00DD7E81" w:rsidRDefault="000F75ED" w:rsidP="00935E1F">
            <w:pPr>
              <w:jc w:val="center"/>
            </w:pPr>
            <w:r w:rsidRPr="00DD7E81">
              <w:t>Перечень объектов недвижимого имущества, находящихся в пользовании</w:t>
            </w:r>
          </w:p>
        </w:tc>
      </w:tr>
      <w:tr w:rsidR="000F75ED" w:rsidRPr="00DD7E81" w:rsidTr="00B418EF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7C20A8">
            <w:pPr>
              <w:jc w:val="center"/>
            </w:pPr>
            <w:r w:rsidRPr="00DD7E81">
              <w:t>Страна распо</w:t>
            </w:r>
            <w:r w:rsidR="007C20A8">
              <w:t>-</w:t>
            </w:r>
            <w:r w:rsidRPr="00DD7E81">
              <w:t>ложе</w:t>
            </w:r>
            <w:r w:rsidR="007C20A8">
              <w:t>-</w:t>
            </w:r>
            <w:r w:rsidRPr="00DD7E81">
              <w:t>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F75ED" w:rsidRPr="00DD7E81" w:rsidRDefault="000F75ED" w:rsidP="00935E1F">
            <w:pPr>
              <w:jc w:val="center"/>
            </w:pPr>
            <w:r w:rsidRPr="00DD7E81">
              <w:t>Транспортные средства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Вид объектов недвижимости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Площадь</w:t>
            </w:r>
          </w:p>
          <w:p w:rsidR="000F75ED" w:rsidRPr="00DD7E81" w:rsidRDefault="000F75ED" w:rsidP="00935E1F">
            <w:pPr>
              <w:jc w:val="center"/>
            </w:pPr>
            <w:r w:rsidRPr="00DD7E81">
              <w:t>(кв.м.)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F75ED" w:rsidRPr="00DD7E81" w:rsidRDefault="000F75ED" w:rsidP="00935E1F">
            <w:pPr>
              <w:jc w:val="center"/>
            </w:pPr>
            <w:r w:rsidRPr="00DD7E81">
              <w:t>Страна располо</w:t>
            </w:r>
            <w:r w:rsidR="00B43834">
              <w:rPr>
                <w:lang w:val="en-US"/>
              </w:rPr>
              <w:t>-</w:t>
            </w:r>
            <w:r w:rsidRPr="00DD7E81">
              <w:t>жения</w:t>
            </w:r>
          </w:p>
        </w:tc>
      </w:tr>
      <w:tr w:rsidR="00B418EF" w:rsidRPr="00DD7E81" w:rsidTr="00B418EF">
        <w:tc>
          <w:tcPr>
            <w:tcW w:w="2093" w:type="dxa"/>
            <w:tcBorders>
              <w:bottom w:val="nil"/>
            </w:tcBorders>
            <w:shd w:val="clear" w:color="auto" w:fill="auto"/>
          </w:tcPr>
          <w:p w:rsidR="008B2248" w:rsidRPr="00DD7E81" w:rsidRDefault="003E1C1D" w:rsidP="00935E1F">
            <w:pPr>
              <w:jc w:val="center"/>
            </w:pPr>
            <w:r>
              <w:t>Измайлович Светлана Юрьевна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B418EF" w:rsidRPr="00DD7E81" w:rsidRDefault="003E1C1D" w:rsidP="004B0C07">
            <w:pPr>
              <w:jc w:val="center"/>
            </w:pPr>
            <w:r>
              <w:t>559 598,06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418EF" w:rsidRPr="00DD7E81" w:rsidRDefault="00B418EF" w:rsidP="00935E1F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:rsidR="005B5443" w:rsidRPr="00DD7E81" w:rsidRDefault="003E1C1D" w:rsidP="00935E1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5B5443" w:rsidRPr="00DD7E81" w:rsidRDefault="003E1C1D" w:rsidP="00935E1F">
            <w:pPr>
              <w:jc w:val="center"/>
            </w:pPr>
            <w:r>
              <w:t>60,7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B5443" w:rsidRPr="00DD7E81" w:rsidRDefault="003E1C1D" w:rsidP="005B5443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418EF" w:rsidRPr="004B0C07" w:rsidRDefault="000617BB" w:rsidP="00935E1F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</w:tcPr>
          <w:p w:rsidR="00B418EF" w:rsidRPr="00DD7E81" w:rsidRDefault="003E1C1D" w:rsidP="00935E1F">
            <w:pPr>
              <w:jc w:val="center"/>
            </w:pPr>
            <w:r>
              <w:t>47,5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B418EF" w:rsidRPr="00DD7E81" w:rsidRDefault="008B2248" w:rsidP="00935E1F">
            <w:pPr>
              <w:jc w:val="center"/>
            </w:pPr>
            <w:r>
              <w:t>Россия</w:t>
            </w: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B418EF" w:rsidRPr="00DD7E81" w:rsidTr="00B418EF">
        <w:tc>
          <w:tcPr>
            <w:tcW w:w="20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7C20A8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18EF" w:rsidRDefault="00B418EF" w:rsidP="00935E1F">
            <w:pPr>
              <w:jc w:val="center"/>
            </w:pPr>
          </w:p>
        </w:tc>
      </w:tr>
      <w:tr w:rsidR="004B0C07" w:rsidRPr="00DD7E81" w:rsidTr="00B418EF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супруги (супруга)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3E1C1D" w:rsidP="004B0C07">
            <w:pPr>
              <w:jc w:val="center"/>
            </w:pPr>
            <w:r>
              <w:t>745 783,90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3E1C1D" w:rsidP="004B0C0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3E1C1D" w:rsidP="004B0C07">
            <w:pPr>
              <w:jc w:val="center"/>
            </w:pPr>
            <w:r>
              <w:t>60,7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DD7E81" w:rsidRDefault="003E1C1D" w:rsidP="004B0C0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Pr="0065445A" w:rsidRDefault="005B5443" w:rsidP="0065445A">
            <w:pPr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65445A" w:rsidP="004B0C07">
            <w:pPr>
              <w:jc w:val="center"/>
            </w:pPr>
            <w:r>
              <w:t>К</w:t>
            </w:r>
            <w:r w:rsidR="004B0C07">
              <w:t>вартира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3E1C1D" w:rsidP="004B0C07">
            <w:pPr>
              <w:jc w:val="center"/>
            </w:pPr>
            <w:r>
              <w:t>47,5</w:t>
            </w:r>
          </w:p>
          <w:p w:rsidR="0065445A" w:rsidRPr="00DD7E81" w:rsidRDefault="0065445A" w:rsidP="004B0C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C07" w:rsidRDefault="004B0C07" w:rsidP="004B0C07">
            <w:pPr>
              <w:jc w:val="center"/>
            </w:pPr>
            <w:r>
              <w:t>Россия</w:t>
            </w:r>
          </w:p>
          <w:p w:rsidR="0065445A" w:rsidRPr="00DD7E81" w:rsidRDefault="0065445A" w:rsidP="004B0C07">
            <w:pPr>
              <w:jc w:val="center"/>
            </w:pPr>
            <w:r>
              <w:t>Россия</w:t>
            </w:r>
          </w:p>
        </w:tc>
      </w:tr>
    </w:tbl>
    <w:p w:rsidR="00AC0CFA" w:rsidRDefault="00AC0CFA" w:rsidP="00F2474D"/>
    <w:sectPr w:rsidR="00AC0CFA" w:rsidSect="004B0C07">
      <w:headerReference w:type="even" r:id="rId6"/>
      <w:headerReference w:type="default" r:id="rId7"/>
      <w:pgSz w:w="16838" w:h="11906" w:orient="landscape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67A" w:rsidRDefault="009C067A">
      <w:r>
        <w:separator/>
      </w:r>
    </w:p>
  </w:endnote>
  <w:endnote w:type="continuationSeparator" w:id="0">
    <w:p w:rsidR="009C067A" w:rsidRDefault="009C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67A" w:rsidRDefault="009C067A">
      <w:r>
        <w:separator/>
      </w:r>
    </w:p>
  </w:footnote>
  <w:footnote w:type="continuationSeparator" w:id="0">
    <w:p w:rsidR="009C067A" w:rsidRDefault="009C0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D8" w:rsidRDefault="00473104" w:rsidP="00EC186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D32D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B5443">
      <w:rPr>
        <w:rStyle w:val="a3"/>
        <w:noProof/>
      </w:rPr>
      <w:t>2</w:t>
    </w:r>
    <w:r>
      <w:rPr>
        <w:rStyle w:val="a3"/>
      </w:rPr>
      <w:fldChar w:fldCharType="end"/>
    </w:r>
  </w:p>
  <w:p w:rsidR="00FD32D8" w:rsidRDefault="00FD32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68"/>
    <w:rsid w:val="000010C9"/>
    <w:rsid w:val="00016E59"/>
    <w:rsid w:val="00031606"/>
    <w:rsid w:val="000569D5"/>
    <w:rsid w:val="000617BB"/>
    <w:rsid w:val="00067845"/>
    <w:rsid w:val="000768CA"/>
    <w:rsid w:val="00080F1C"/>
    <w:rsid w:val="000A379D"/>
    <w:rsid w:val="000A6E0B"/>
    <w:rsid w:val="000B3645"/>
    <w:rsid w:val="000C639D"/>
    <w:rsid w:val="000F120D"/>
    <w:rsid w:val="000F75ED"/>
    <w:rsid w:val="001029DA"/>
    <w:rsid w:val="0011042C"/>
    <w:rsid w:val="0012275B"/>
    <w:rsid w:val="0012441C"/>
    <w:rsid w:val="00124D20"/>
    <w:rsid w:val="00154978"/>
    <w:rsid w:val="00165FE1"/>
    <w:rsid w:val="00185815"/>
    <w:rsid w:val="001E33AC"/>
    <w:rsid w:val="001E5A17"/>
    <w:rsid w:val="0021776E"/>
    <w:rsid w:val="002236F7"/>
    <w:rsid w:val="00223A95"/>
    <w:rsid w:val="00226F4B"/>
    <w:rsid w:val="00237617"/>
    <w:rsid w:val="00251860"/>
    <w:rsid w:val="00254ADA"/>
    <w:rsid w:val="002660DB"/>
    <w:rsid w:val="0027157B"/>
    <w:rsid w:val="002735D0"/>
    <w:rsid w:val="002740D7"/>
    <w:rsid w:val="00274E94"/>
    <w:rsid w:val="002A5091"/>
    <w:rsid w:val="002A63D2"/>
    <w:rsid w:val="002B3BB9"/>
    <w:rsid w:val="002C4343"/>
    <w:rsid w:val="002C7C53"/>
    <w:rsid w:val="002D522B"/>
    <w:rsid w:val="002E3FC8"/>
    <w:rsid w:val="002E54AF"/>
    <w:rsid w:val="002F25FA"/>
    <w:rsid w:val="002F3633"/>
    <w:rsid w:val="003069A5"/>
    <w:rsid w:val="00325DB9"/>
    <w:rsid w:val="00334188"/>
    <w:rsid w:val="003518E8"/>
    <w:rsid w:val="0035495A"/>
    <w:rsid w:val="00356C62"/>
    <w:rsid w:val="00356F86"/>
    <w:rsid w:val="00372218"/>
    <w:rsid w:val="00375D6B"/>
    <w:rsid w:val="0038048A"/>
    <w:rsid w:val="00381077"/>
    <w:rsid w:val="003901C5"/>
    <w:rsid w:val="00395653"/>
    <w:rsid w:val="003A0CB4"/>
    <w:rsid w:val="003A1D86"/>
    <w:rsid w:val="003A2F16"/>
    <w:rsid w:val="003B4A91"/>
    <w:rsid w:val="003C0C22"/>
    <w:rsid w:val="003D360F"/>
    <w:rsid w:val="003D6BF9"/>
    <w:rsid w:val="003E1C1D"/>
    <w:rsid w:val="003E445E"/>
    <w:rsid w:val="003F060E"/>
    <w:rsid w:val="003F3DC5"/>
    <w:rsid w:val="003F6E81"/>
    <w:rsid w:val="00404A88"/>
    <w:rsid w:val="0041285A"/>
    <w:rsid w:val="00425D0B"/>
    <w:rsid w:val="0043123C"/>
    <w:rsid w:val="00432638"/>
    <w:rsid w:val="004332C5"/>
    <w:rsid w:val="00434E04"/>
    <w:rsid w:val="00443256"/>
    <w:rsid w:val="00445E6C"/>
    <w:rsid w:val="0046157B"/>
    <w:rsid w:val="00473104"/>
    <w:rsid w:val="004867E6"/>
    <w:rsid w:val="004871C6"/>
    <w:rsid w:val="00497CA0"/>
    <w:rsid w:val="004A01BD"/>
    <w:rsid w:val="004B0C07"/>
    <w:rsid w:val="004B6772"/>
    <w:rsid w:val="004B6851"/>
    <w:rsid w:val="004C37F4"/>
    <w:rsid w:val="004C60BC"/>
    <w:rsid w:val="004D1F94"/>
    <w:rsid w:val="00506AF5"/>
    <w:rsid w:val="00510B04"/>
    <w:rsid w:val="0051625F"/>
    <w:rsid w:val="005238FF"/>
    <w:rsid w:val="00525722"/>
    <w:rsid w:val="00530169"/>
    <w:rsid w:val="0053389E"/>
    <w:rsid w:val="00542118"/>
    <w:rsid w:val="005468D0"/>
    <w:rsid w:val="005505A8"/>
    <w:rsid w:val="00550AA0"/>
    <w:rsid w:val="00552EC8"/>
    <w:rsid w:val="00553A85"/>
    <w:rsid w:val="00560B17"/>
    <w:rsid w:val="00567315"/>
    <w:rsid w:val="00585B00"/>
    <w:rsid w:val="00590A01"/>
    <w:rsid w:val="005955AC"/>
    <w:rsid w:val="0059749C"/>
    <w:rsid w:val="005A1EDA"/>
    <w:rsid w:val="005B259A"/>
    <w:rsid w:val="005B5443"/>
    <w:rsid w:val="005C4B88"/>
    <w:rsid w:val="005C7310"/>
    <w:rsid w:val="005C76F1"/>
    <w:rsid w:val="005F0DD9"/>
    <w:rsid w:val="005F1346"/>
    <w:rsid w:val="0062794F"/>
    <w:rsid w:val="006323B2"/>
    <w:rsid w:val="00633D39"/>
    <w:rsid w:val="006362B5"/>
    <w:rsid w:val="006457F2"/>
    <w:rsid w:val="0065445A"/>
    <w:rsid w:val="006659F0"/>
    <w:rsid w:val="00683B0E"/>
    <w:rsid w:val="00687321"/>
    <w:rsid w:val="00692F42"/>
    <w:rsid w:val="006B3FF4"/>
    <w:rsid w:val="006C5D08"/>
    <w:rsid w:val="006D2B2C"/>
    <w:rsid w:val="006D4D52"/>
    <w:rsid w:val="006D5F02"/>
    <w:rsid w:val="006E23A2"/>
    <w:rsid w:val="006E4985"/>
    <w:rsid w:val="007062C9"/>
    <w:rsid w:val="00712C52"/>
    <w:rsid w:val="00714611"/>
    <w:rsid w:val="00731665"/>
    <w:rsid w:val="00734BEB"/>
    <w:rsid w:val="0075708D"/>
    <w:rsid w:val="00774B8A"/>
    <w:rsid w:val="007A0402"/>
    <w:rsid w:val="007B1F5D"/>
    <w:rsid w:val="007C20A8"/>
    <w:rsid w:val="007C4247"/>
    <w:rsid w:val="007E3B3E"/>
    <w:rsid w:val="007F701B"/>
    <w:rsid w:val="00820A84"/>
    <w:rsid w:val="0084149C"/>
    <w:rsid w:val="00841A53"/>
    <w:rsid w:val="008464BF"/>
    <w:rsid w:val="00853E64"/>
    <w:rsid w:val="008556E6"/>
    <w:rsid w:val="00864D52"/>
    <w:rsid w:val="008744D0"/>
    <w:rsid w:val="008A2E41"/>
    <w:rsid w:val="008A6D79"/>
    <w:rsid w:val="008B2248"/>
    <w:rsid w:val="008C47D5"/>
    <w:rsid w:val="008D325D"/>
    <w:rsid w:val="008D7A29"/>
    <w:rsid w:val="008E0163"/>
    <w:rsid w:val="008E14FC"/>
    <w:rsid w:val="008E2593"/>
    <w:rsid w:val="008E7AA0"/>
    <w:rsid w:val="00903CA0"/>
    <w:rsid w:val="009072DA"/>
    <w:rsid w:val="00912B85"/>
    <w:rsid w:val="009263B0"/>
    <w:rsid w:val="0092745D"/>
    <w:rsid w:val="00932ED2"/>
    <w:rsid w:val="00935E1F"/>
    <w:rsid w:val="009406AB"/>
    <w:rsid w:val="00940DDD"/>
    <w:rsid w:val="0094277C"/>
    <w:rsid w:val="00982CE9"/>
    <w:rsid w:val="00983BEF"/>
    <w:rsid w:val="00991358"/>
    <w:rsid w:val="009A13B0"/>
    <w:rsid w:val="009A771F"/>
    <w:rsid w:val="009C067A"/>
    <w:rsid w:val="009D4F0D"/>
    <w:rsid w:val="009E1545"/>
    <w:rsid w:val="009E583E"/>
    <w:rsid w:val="009F6AF3"/>
    <w:rsid w:val="009F6D38"/>
    <w:rsid w:val="009F74EA"/>
    <w:rsid w:val="00A04A8A"/>
    <w:rsid w:val="00A16D0F"/>
    <w:rsid w:val="00A17796"/>
    <w:rsid w:val="00A42AFD"/>
    <w:rsid w:val="00A43EA5"/>
    <w:rsid w:val="00A4588C"/>
    <w:rsid w:val="00A51BFD"/>
    <w:rsid w:val="00A547BA"/>
    <w:rsid w:val="00A55166"/>
    <w:rsid w:val="00A5581A"/>
    <w:rsid w:val="00A5654F"/>
    <w:rsid w:val="00A60DFF"/>
    <w:rsid w:val="00A63736"/>
    <w:rsid w:val="00A73631"/>
    <w:rsid w:val="00A82990"/>
    <w:rsid w:val="00A91E31"/>
    <w:rsid w:val="00A96BA2"/>
    <w:rsid w:val="00AA1C07"/>
    <w:rsid w:val="00AA21FB"/>
    <w:rsid w:val="00AA29DD"/>
    <w:rsid w:val="00AA65EE"/>
    <w:rsid w:val="00AB4B4B"/>
    <w:rsid w:val="00AC084C"/>
    <w:rsid w:val="00AC0CFA"/>
    <w:rsid w:val="00AC5088"/>
    <w:rsid w:val="00AE37BD"/>
    <w:rsid w:val="00AE5AD7"/>
    <w:rsid w:val="00AE7B7A"/>
    <w:rsid w:val="00B05BFB"/>
    <w:rsid w:val="00B06FF3"/>
    <w:rsid w:val="00B11178"/>
    <w:rsid w:val="00B25F7A"/>
    <w:rsid w:val="00B30F4A"/>
    <w:rsid w:val="00B418EF"/>
    <w:rsid w:val="00B43834"/>
    <w:rsid w:val="00B459DA"/>
    <w:rsid w:val="00B461AB"/>
    <w:rsid w:val="00B4734F"/>
    <w:rsid w:val="00B52833"/>
    <w:rsid w:val="00B530C0"/>
    <w:rsid w:val="00B57AC8"/>
    <w:rsid w:val="00B724D3"/>
    <w:rsid w:val="00B7435D"/>
    <w:rsid w:val="00B84333"/>
    <w:rsid w:val="00B86A23"/>
    <w:rsid w:val="00B956E1"/>
    <w:rsid w:val="00BB21B6"/>
    <w:rsid w:val="00BC333A"/>
    <w:rsid w:val="00C00865"/>
    <w:rsid w:val="00C11BDC"/>
    <w:rsid w:val="00C13A65"/>
    <w:rsid w:val="00C140B4"/>
    <w:rsid w:val="00C17C19"/>
    <w:rsid w:val="00C208F5"/>
    <w:rsid w:val="00C27B30"/>
    <w:rsid w:val="00C531DE"/>
    <w:rsid w:val="00C57288"/>
    <w:rsid w:val="00C666CF"/>
    <w:rsid w:val="00C83F06"/>
    <w:rsid w:val="00C91031"/>
    <w:rsid w:val="00C94F61"/>
    <w:rsid w:val="00CB2F6F"/>
    <w:rsid w:val="00CB3630"/>
    <w:rsid w:val="00CD574C"/>
    <w:rsid w:val="00CF2FD4"/>
    <w:rsid w:val="00CF4301"/>
    <w:rsid w:val="00D016A4"/>
    <w:rsid w:val="00D33434"/>
    <w:rsid w:val="00D3399B"/>
    <w:rsid w:val="00D35AA4"/>
    <w:rsid w:val="00D62B89"/>
    <w:rsid w:val="00D679FE"/>
    <w:rsid w:val="00D71A6E"/>
    <w:rsid w:val="00D758D7"/>
    <w:rsid w:val="00D93569"/>
    <w:rsid w:val="00D95F17"/>
    <w:rsid w:val="00D97A7E"/>
    <w:rsid w:val="00DA24CE"/>
    <w:rsid w:val="00DC2B11"/>
    <w:rsid w:val="00DC49BE"/>
    <w:rsid w:val="00DD0B6B"/>
    <w:rsid w:val="00DD57EA"/>
    <w:rsid w:val="00DD58A8"/>
    <w:rsid w:val="00DE647B"/>
    <w:rsid w:val="00DF38AA"/>
    <w:rsid w:val="00E153D2"/>
    <w:rsid w:val="00E37246"/>
    <w:rsid w:val="00E50839"/>
    <w:rsid w:val="00E50FDF"/>
    <w:rsid w:val="00E7547E"/>
    <w:rsid w:val="00E902BE"/>
    <w:rsid w:val="00EA2368"/>
    <w:rsid w:val="00EB1979"/>
    <w:rsid w:val="00EC186F"/>
    <w:rsid w:val="00EC4215"/>
    <w:rsid w:val="00EC5996"/>
    <w:rsid w:val="00ED1409"/>
    <w:rsid w:val="00ED1CD6"/>
    <w:rsid w:val="00ED218F"/>
    <w:rsid w:val="00EF13F1"/>
    <w:rsid w:val="00F028F9"/>
    <w:rsid w:val="00F12992"/>
    <w:rsid w:val="00F2474D"/>
    <w:rsid w:val="00F26E0E"/>
    <w:rsid w:val="00F524E7"/>
    <w:rsid w:val="00F54C39"/>
    <w:rsid w:val="00F702C9"/>
    <w:rsid w:val="00F75ABD"/>
    <w:rsid w:val="00F83AEA"/>
    <w:rsid w:val="00F8582F"/>
    <w:rsid w:val="00F85C92"/>
    <w:rsid w:val="00FB6013"/>
    <w:rsid w:val="00FD32D8"/>
    <w:rsid w:val="00FD4F44"/>
    <w:rsid w:val="00FE0F94"/>
    <w:rsid w:val="00FF26CA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0B607A-6E43-4DD0-95F4-7C65025C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C186F"/>
  </w:style>
  <w:style w:type="paragraph" w:styleId="a4">
    <w:name w:val="header"/>
    <w:basedOn w:val="a"/>
    <w:rsid w:val="00EC186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FD3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mnyh_cv\&#1052;&#1086;&#1080;%20&#1076;&#1086;&#1082;&#1091;&#1084;&#1077;&#1085;&#1090;&#1099;\&#1055;&#1091;&#1073;&#1083;&#1080;&#1082;&#1072;&#1094;&#1080;&#1103;%20&#1087;&#1077;&#1088;&#1089;&#1086;&#1085;&#1072;&#1083;&#1100;&#1085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Публикация персональная</Template>
  <TotalTime>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chermnyh_cv</dc:creator>
  <cp:keywords/>
  <dc:description/>
  <cp:lastModifiedBy>lomtewa </cp:lastModifiedBy>
  <cp:revision>1</cp:revision>
  <cp:lastPrinted>2015-04-02T06:04:00Z</cp:lastPrinted>
  <dcterms:created xsi:type="dcterms:W3CDTF">2016-05-11T07:11:00Z</dcterms:created>
  <dcterms:modified xsi:type="dcterms:W3CDTF">2016-05-11T08:00:00Z</dcterms:modified>
</cp:coreProperties>
</file>