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C171F8">
        <w:t xml:space="preserve">об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2B1EFD" w:rsidP="00EC186F">
      <w:pPr>
        <w:jc w:val="center"/>
        <w:rPr>
          <w:b/>
          <w:u w:val="single"/>
        </w:rPr>
      </w:pPr>
      <w:r>
        <w:rPr>
          <w:b/>
          <w:u w:val="single"/>
        </w:rPr>
        <w:t>заведующего МКДОУ детский сад «Золотые зернышки»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Default="002B1EFD" w:rsidP="00935E1F">
            <w:pPr>
              <w:jc w:val="center"/>
            </w:pPr>
            <w:r>
              <w:t>Шушарина</w:t>
            </w:r>
          </w:p>
          <w:p w:rsidR="002B1EFD" w:rsidRPr="00DD7E81" w:rsidRDefault="002B1EFD" w:rsidP="00935E1F">
            <w:pPr>
              <w:jc w:val="center"/>
            </w:pPr>
            <w:r>
              <w:t>Светлана Олеговна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2B1EFD" w:rsidP="00C743A4">
            <w:pPr>
              <w:jc w:val="center"/>
            </w:pPr>
            <w:r>
              <w:t>541677,99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C106BF" w:rsidRPr="00DD7E81" w:rsidRDefault="002B1EFD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C106BF" w:rsidRPr="00DD7E81" w:rsidRDefault="002B1EFD" w:rsidP="002622B3">
            <w:pPr>
              <w:jc w:val="center"/>
            </w:pPr>
            <w:r>
              <w:t>4</w:t>
            </w:r>
            <w:r w:rsidR="002622B3">
              <w:t>0</w:t>
            </w:r>
            <w:r>
              <w:t>,4</w:t>
            </w:r>
            <w:bookmarkStart w:id="0" w:name="_GoBack"/>
            <w:bookmarkEnd w:id="0"/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C106BF" w:rsidRPr="00DD7E81" w:rsidRDefault="002B1EFD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C106B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Default="00AD4316" w:rsidP="00935E1F">
            <w:pPr>
              <w:jc w:val="center"/>
            </w:pPr>
            <w:r>
              <w:t>К</w:t>
            </w:r>
            <w:r w:rsidR="008B2248">
              <w:t>вартира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Default="002B1EFD" w:rsidP="00935E1F">
            <w:pPr>
              <w:jc w:val="center"/>
            </w:pPr>
            <w:r>
              <w:t>45,6</w:t>
            </w:r>
          </w:p>
          <w:p w:rsidR="00AD4316" w:rsidRPr="00DD7E81" w:rsidRDefault="00AD4316" w:rsidP="00935E1F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B65" w:rsidRDefault="00002B65">
      <w:r>
        <w:separator/>
      </w:r>
    </w:p>
  </w:endnote>
  <w:endnote w:type="continuationSeparator" w:id="0">
    <w:p w:rsidR="00002B65" w:rsidRDefault="0000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B65" w:rsidRDefault="00002B65">
      <w:r>
        <w:separator/>
      </w:r>
    </w:p>
  </w:footnote>
  <w:footnote w:type="continuationSeparator" w:id="0">
    <w:p w:rsidR="00002B65" w:rsidRDefault="00002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9386C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02B65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22B3"/>
    <w:rsid w:val="0026370A"/>
    <w:rsid w:val="002660DB"/>
    <w:rsid w:val="0027157B"/>
    <w:rsid w:val="002735D0"/>
    <w:rsid w:val="002740D7"/>
    <w:rsid w:val="00274E94"/>
    <w:rsid w:val="002A5091"/>
    <w:rsid w:val="002A63D2"/>
    <w:rsid w:val="002B1EFD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09D6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D0CC5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92610"/>
    <w:rsid w:val="00893EF3"/>
    <w:rsid w:val="008A6D79"/>
    <w:rsid w:val="008B2248"/>
    <w:rsid w:val="008C1624"/>
    <w:rsid w:val="008C47D5"/>
    <w:rsid w:val="008C4989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7540D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22F43"/>
    <w:rsid w:val="00A42AFD"/>
    <w:rsid w:val="00A43EA5"/>
    <w:rsid w:val="00A4588C"/>
    <w:rsid w:val="00A50183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D4316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BD3223"/>
    <w:rsid w:val="00C00865"/>
    <w:rsid w:val="00C106BF"/>
    <w:rsid w:val="00C11BDC"/>
    <w:rsid w:val="00C13A65"/>
    <w:rsid w:val="00C140B4"/>
    <w:rsid w:val="00C171F8"/>
    <w:rsid w:val="00C17C19"/>
    <w:rsid w:val="00C208F5"/>
    <w:rsid w:val="00C27B30"/>
    <w:rsid w:val="00C531DE"/>
    <w:rsid w:val="00C57288"/>
    <w:rsid w:val="00C666CF"/>
    <w:rsid w:val="00C743A4"/>
    <w:rsid w:val="00C83F06"/>
    <w:rsid w:val="00C91031"/>
    <w:rsid w:val="00C9386C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6AAB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2FC3"/>
    <w:rsid w:val="00FD32D8"/>
    <w:rsid w:val="00FD7945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3</cp:revision>
  <cp:lastPrinted>2015-04-02T06:04:00Z</cp:lastPrinted>
  <dcterms:created xsi:type="dcterms:W3CDTF">2016-05-11T11:39:00Z</dcterms:created>
  <dcterms:modified xsi:type="dcterms:W3CDTF">2016-05-12T07:17:00Z</dcterms:modified>
</cp:coreProperties>
</file>