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7EB" w:rsidRDefault="004F67EB" w:rsidP="007F3AA3">
      <w:pPr>
        <w:pStyle w:val="consplusnonformat"/>
        <w:spacing w:before="0" w:beforeAutospacing="0" w:after="0" w:afterAutospacing="0"/>
        <w:ind w:firstLine="709"/>
        <w:jc w:val="center"/>
      </w:pPr>
      <w:r>
        <w:rPr>
          <w:rStyle w:val="Strong"/>
        </w:rPr>
        <w:t xml:space="preserve">Сведения </w:t>
      </w:r>
    </w:p>
    <w:p w:rsidR="004F67EB" w:rsidRDefault="004F67EB" w:rsidP="009C62B8">
      <w:pPr>
        <w:pStyle w:val="consplusnonformat"/>
        <w:spacing w:before="0" w:beforeAutospacing="0" w:after="0" w:afterAutospacing="0"/>
        <w:ind w:firstLine="709"/>
        <w:jc w:val="center"/>
        <w:rPr>
          <w:rStyle w:val="Strong"/>
        </w:rPr>
      </w:pPr>
      <w:r>
        <w:rPr>
          <w:rStyle w:val="Strong"/>
        </w:rPr>
        <w:t xml:space="preserve">о доходах, расходах, об имуществе и обязательствах имущественного характера, представленные лицами, замещающими должности муниципальной службы Железногорской городской Думы, а также их супругов и несовершеннолетних детей </w:t>
      </w:r>
    </w:p>
    <w:p w:rsidR="004F67EB" w:rsidRDefault="004F67EB" w:rsidP="009C62B8">
      <w:pPr>
        <w:pStyle w:val="consplusnonformat"/>
        <w:spacing w:before="0" w:beforeAutospacing="0" w:after="0" w:afterAutospacing="0"/>
        <w:ind w:firstLine="709"/>
        <w:jc w:val="center"/>
        <w:rPr>
          <w:rStyle w:val="Strong"/>
        </w:rPr>
      </w:pPr>
      <w:r>
        <w:rPr>
          <w:rStyle w:val="Strong"/>
        </w:rPr>
        <w:t>за отчетный период с 1 января 2015 года по 31 декабря 2015 года</w:t>
      </w:r>
    </w:p>
    <w:p w:rsidR="004F67EB" w:rsidRDefault="004F67EB" w:rsidP="009C62B8">
      <w:pPr>
        <w:pStyle w:val="consplusnonformat"/>
        <w:spacing w:before="0" w:beforeAutospacing="0" w:after="0" w:afterAutospacing="0"/>
        <w:ind w:firstLine="709"/>
        <w:jc w:val="center"/>
        <w:rPr>
          <w:rStyle w:val="Strong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68"/>
        <w:gridCol w:w="1425"/>
        <w:gridCol w:w="1276"/>
        <w:gridCol w:w="1417"/>
        <w:gridCol w:w="993"/>
        <w:gridCol w:w="1275"/>
        <w:gridCol w:w="993"/>
        <w:gridCol w:w="992"/>
        <w:gridCol w:w="1276"/>
        <w:gridCol w:w="1417"/>
        <w:gridCol w:w="1134"/>
        <w:gridCol w:w="1211"/>
      </w:tblGrid>
      <w:tr w:rsidR="004F67EB" w:rsidRPr="00D9686A">
        <w:trPr>
          <w:trHeight w:val="720"/>
        </w:trPr>
        <w:tc>
          <w:tcPr>
            <w:tcW w:w="392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 w:colFirst="5" w:colLast="7"/>
            <w:r w:rsidRPr="00D9686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1268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425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Объектов недвижимости, находящиеся </w:t>
            </w: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собственности</w:t>
            </w:r>
          </w:p>
        </w:tc>
        <w:tc>
          <w:tcPr>
            <w:tcW w:w="3261" w:type="dxa"/>
            <w:gridSpan w:val="3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Объекты недвижимости, находящиеся </w:t>
            </w: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пользовании</w:t>
            </w:r>
          </w:p>
        </w:tc>
        <w:tc>
          <w:tcPr>
            <w:tcW w:w="1417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Декларированный годовой доход (руб.)</w:t>
            </w:r>
          </w:p>
        </w:tc>
        <w:tc>
          <w:tcPr>
            <w:tcW w:w="1211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bookmarkEnd w:id="0"/>
      <w:tr w:rsidR="004F67EB" w:rsidRPr="00D9686A">
        <w:trPr>
          <w:trHeight w:val="645"/>
        </w:trPr>
        <w:tc>
          <w:tcPr>
            <w:tcW w:w="3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5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Вид собственности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Площадь </w:t>
            </w: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(кв. м.)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Страна расположения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992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Площадь (кв. м.)</w:t>
            </w: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Страна</w:t>
            </w: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расположения</w:t>
            </w:r>
          </w:p>
        </w:tc>
        <w:tc>
          <w:tcPr>
            <w:tcW w:w="1417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F67EB" w:rsidRPr="00D9686A">
        <w:trPr>
          <w:trHeight w:val="940"/>
        </w:trPr>
        <w:tc>
          <w:tcPr>
            <w:tcW w:w="392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sz w:val="16"/>
                <w:szCs w:val="16"/>
              </w:rPr>
              <w:t>1</w:t>
            </w:r>
          </w:p>
        </w:tc>
        <w:tc>
          <w:tcPr>
            <w:tcW w:w="1268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Гойдин Владимир Владимирович</w:t>
            </w:r>
          </w:p>
        </w:tc>
        <w:tc>
          <w:tcPr>
            <w:tcW w:w="1425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Руководитель аппарата Железногорской городской Думы</w:t>
            </w: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D9686A">
              <w:rPr>
                <w:rStyle w:val="Strong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Общая совместная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2001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992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33,6</w:t>
            </w:r>
          </w:p>
        </w:tc>
        <w:tc>
          <w:tcPr>
            <w:tcW w:w="1276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Daewoo Matiz</w:t>
            </w:r>
          </w:p>
        </w:tc>
        <w:tc>
          <w:tcPr>
            <w:tcW w:w="1134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645133,04</w:t>
            </w:r>
          </w:p>
        </w:tc>
        <w:tc>
          <w:tcPr>
            <w:tcW w:w="1211" w:type="dxa"/>
            <w:vMerge w:val="restart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F67EB" w:rsidRPr="00D9686A">
        <w:trPr>
          <w:trHeight w:val="80"/>
        </w:trPr>
        <w:tc>
          <w:tcPr>
            <w:tcW w:w="3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5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Style w:val="Strong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D9686A">
              <w:rPr>
                <w:rStyle w:val="Strong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Земельный участок сельскохозяйственного назначения 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Индивидуальная 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66869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F67EB" w:rsidRPr="00D9686A">
        <w:trPr>
          <w:trHeight w:val="100"/>
        </w:trPr>
        <w:tc>
          <w:tcPr>
            <w:tcW w:w="3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5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Style w:val="Strong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D9686A">
              <w:rPr>
                <w:rStyle w:val="Strong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Земельный участок сельскохозяйственного назначения 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Индивидуальная 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134528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F67EB" w:rsidRPr="00D9686A">
        <w:trPr>
          <w:trHeight w:val="442"/>
        </w:trPr>
        <w:tc>
          <w:tcPr>
            <w:tcW w:w="3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5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Общая долевая, 1/2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2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33,6</w:t>
            </w:r>
          </w:p>
        </w:tc>
        <w:tc>
          <w:tcPr>
            <w:tcW w:w="1276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Легковой </w:t>
            </w: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автомобиль</w:t>
            </w: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VW</w:t>
            </w: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968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Tiguan</w:t>
            </w:r>
          </w:p>
        </w:tc>
        <w:tc>
          <w:tcPr>
            <w:tcW w:w="1134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67EB" w:rsidRPr="00D9686A">
        <w:trPr>
          <w:trHeight w:val="364"/>
        </w:trPr>
        <w:tc>
          <w:tcPr>
            <w:tcW w:w="3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5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Общая долевая, 2/3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53,6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4F67EB" w:rsidRPr="00D9686A">
        <w:trPr>
          <w:trHeight w:val="364"/>
        </w:trPr>
        <w:tc>
          <w:tcPr>
            <w:tcW w:w="392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Несовершеннолетний ребенок  </w:t>
            </w:r>
          </w:p>
        </w:tc>
        <w:tc>
          <w:tcPr>
            <w:tcW w:w="142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11" w:type="dxa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4F67EB" w:rsidRPr="00D9686A">
        <w:trPr>
          <w:trHeight w:val="1251"/>
        </w:trPr>
        <w:tc>
          <w:tcPr>
            <w:tcW w:w="392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425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686A">
              <w:rPr>
                <w:rStyle w:val="Strong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Общая совместная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2001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Нет </w:t>
            </w:r>
          </w:p>
        </w:tc>
        <w:tc>
          <w:tcPr>
            <w:tcW w:w="992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Легковой </w:t>
            </w: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автомобиль</w:t>
            </w: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VW</w:t>
            </w: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968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Tiguan</w:t>
            </w:r>
          </w:p>
        </w:tc>
        <w:tc>
          <w:tcPr>
            <w:tcW w:w="1134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323051,67</w:t>
            </w:r>
          </w:p>
        </w:tc>
        <w:tc>
          <w:tcPr>
            <w:tcW w:w="1211" w:type="dxa"/>
            <w:vMerge w:val="restart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67EB" w:rsidRPr="00D9686A">
        <w:trPr>
          <w:trHeight w:val="262"/>
        </w:trPr>
        <w:tc>
          <w:tcPr>
            <w:tcW w:w="3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Style w:val="Strong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Общая долевая, 1/4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49,1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993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67EB" w:rsidRPr="00D9686A">
        <w:trPr>
          <w:trHeight w:val="225"/>
        </w:trPr>
        <w:tc>
          <w:tcPr>
            <w:tcW w:w="392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68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Сенчаков</w:t>
            </w: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Алексей Николаевич</w:t>
            </w:r>
          </w:p>
        </w:tc>
        <w:tc>
          <w:tcPr>
            <w:tcW w:w="142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Руководитель аппарата Железногорской городской Думы</w:t>
            </w: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41,4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40,3</w:t>
            </w: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Легковой </w:t>
            </w: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автомобиль</w:t>
            </w: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Шкода Октавия</w:t>
            </w:r>
          </w:p>
        </w:tc>
        <w:tc>
          <w:tcPr>
            <w:tcW w:w="1134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595489,35</w:t>
            </w:r>
          </w:p>
        </w:tc>
        <w:tc>
          <w:tcPr>
            <w:tcW w:w="1211" w:type="dxa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67EB" w:rsidRPr="00D9686A">
        <w:trPr>
          <w:trHeight w:val="225"/>
        </w:trPr>
        <w:tc>
          <w:tcPr>
            <w:tcW w:w="392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42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74,7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40,3</w:t>
            </w: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Легковой </w:t>
            </w: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автомобиль</w:t>
            </w: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Шкода Октавия</w:t>
            </w:r>
          </w:p>
        </w:tc>
        <w:tc>
          <w:tcPr>
            <w:tcW w:w="1134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425409,27</w:t>
            </w:r>
          </w:p>
        </w:tc>
        <w:tc>
          <w:tcPr>
            <w:tcW w:w="1211" w:type="dxa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67EB" w:rsidRPr="00D9686A">
        <w:trPr>
          <w:trHeight w:val="330"/>
        </w:trPr>
        <w:tc>
          <w:tcPr>
            <w:tcW w:w="392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Несовершеннолетний ребенок  </w:t>
            </w:r>
          </w:p>
        </w:tc>
        <w:tc>
          <w:tcPr>
            <w:tcW w:w="1425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5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40,3</w:t>
            </w: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11" w:type="dxa"/>
            <w:vMerge w:val="restart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67EB" w:rsidRPr="00D9686A">
        <w:trPr>
          <w:trHeight w:val="212"/>
        </w:trPr>
        <w:tc>
          <w:tcPr>
            <w:tcW w:w="3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5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74,7</w:t>
            </w: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7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67EB" w:rsidRPr="00D9686A">
        <w:trPr>
          <w:trHeight w:val="760"/>
        </w:trPr>
        <w:tc>
          <w:tcPr>
            <w:tcW w:w="392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68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Шевелева Галина Григорьевна</w:t>
            </w:r>
          </w:p>
        </w:tc>
        <w:tc>
          <w:tcPr>
            <w:tcW w:w="1425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Консультант-главный бухгалтер аппарата Железногорской городской Думы</w:t>
            </w: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Садовый земельный участок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392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1005735,11</w:t>
            </w:r>
          </w:p>
        </w:tc>
        <w:tc>
          <w:tcPr>
            <w:tcW w:w="1211" w:type="dxa"/>
            <w:vMerge w:val="restart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67EB" w:rsidRPr="00D9686A">
        <w:trPr>
          <w:trHeight w:val="788"/>
        </w:trPr>
        <w:tc>
          <w:tcPr>
            <w:tcW w:w="3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Садовый  земельный участок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67EB" w:rsidRPr="00D9686A">
        <w:trPr>
          <w:trHeight w:val="217"/>
        </w:trPr>
        <w:tc>
          <w:tcPr>
            <w:tcW w:w="3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44,5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67EB" w:rsidRPr="00D9686A">
        <w:trPr>
          <w:trHeight w:val="263"/>
        </w:trPr>
        <w:tc>
          <w:tcPr>
            <w:tcW w:w="392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68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Зиновкина Оксана Владимировна</w:t>
            </w:r>
          </w:p>
        </w:tc>
        <w:tc>
          <w:tcPr>
            <w:tcW w:w="1425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Консультант аппарата Железногорской городской Думы</w:t>
            </w:r>
          </w:p>
        </w:tc>
        <w:tc>
          <w:tcPr>
            <w:tcW w:w="1276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Общая долевая</w:t>
            </w: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, 1/3 </w:t>
            </w:r>
          </w:p>
        </w:tc>
        <w:tc>
          <w:tcPr>
            <w:tcW w:w="993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46,6</w:t>
            </w:r>
          </w:p>
        </w:tc>
        <w:tc>
          <w:tcPr>
            <w:tcW w:w="1275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43,9</w:t>
            </w: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390953,96</w:t>
            </w:r>
          </w:p>
        </w:tc>
        <w:tc>
          <w:tcPr>
            <w:tcW w:w="1211" w:type="dxa"/>
            <w:vMerge w:val="restart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F67EB" w:rsidRPr="00D9686A">
        <w:trPr>
          <w:trHeight w:val="313"/>
        </w:trPr>
        <w:tc>
          <w:tcPr>
            <w:tcW w:w="3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30,3</w:t>
            </w: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7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67EB" w:rsidRPr="00D9686A">
        <w:trPr>
          <w:trHeight w:val="326"/>
        </w:trPr>
        <w:tc>
          <w:tcPr>
            <w:tcW w:w="392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425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38,0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Легковой </w:t>
            </w: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автомобиль</w:t>
            </w: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Шевроле «Нива»</w:t>
            </w:r>
          </w:p>
        </w:tc>
        <w:tc>
          <w:tcPr>
            <w:tcW w:w="1134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626346,11</w:t>
            </w:r>
          </w:p>
        </w:tc>
        <w:tc>
          <w:tcPr>
            <w:tcW w:w="1211" w:type="dxa"/>
            <w:vMerge w:val="restart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67EB" w:rsidRPr="00D9686A">
        <w:trPr>
          <w:trHeight w:val="166"/>
        </w:trPr>
        <w:tc>
          <w:tcPr>
            <w:tcW w:w="3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Общая</w:t>
            </w: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43,9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67EB" w:rsidRPr="00D9686A">
        <w:trPr>
          <w:trHeight w:val="166"/>
        </w:trPr>
        <w:tc>
          <w:tcPr>
            <w:tcW w:w="392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Несовершеннолетний ребенок  </w:t>
            </w:r>
          </w:p>
        </w:tc>
        <w:tc>
          <w:tcPr>
            <w:tcW w:w="142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43,9</w:t>
            </w: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7977,69</w:t>
            </w:r>
          </w:p>
        </w:tc>
        <w:tc>
          <w:tcPr>
            <w:tcW w:w="1211" w:type="dxa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F67EB" w:rsidRPr="00D9686A">
        <w:trPr>
          <w:trHeight w:val="516"/>
        </w:trPr>
        <w:tc>
          <w:tcPr>
            <w:tcW w:w="392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68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Завалишина Гюльнара Нариман кызы</w:t>
            </w:r>
          </w:p>
        </w:tc>
        <w:tc>
          <w:tcPr>
            <w:tcW w:w="1425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Консультант аппарата Железногорской городской Думы</w:t>
            </w: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Земельный участок под гараж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Общая</w:t>
            </w: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616474,0</w:t>
            </w:r>
          </w:p>
        </w:tc>
        <w:tc>
          <w:tcPr>
            <w:tcW w:w="1211" w:type="dxa"/>
            <w:vMerge w:val="restart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67EB" w:rsidRPr="00D9686A">
        <w:trPr>
          <w:trHeight w:val="312"/>
        </w:trPr>
        <w:tc>
          <w:tcPr>
            <w:tcW w:w="3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31,7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F67EB" w:rsidRPr="00D9686A">
        <w:trPr>
          <w:trHeight w:val="404"/>
        </w:trPr>
        <w:tc>
          <w:tcPr>
            <w:tcW w:w="3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Общая долевая</w:t>
            </w: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, 1/2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75,7 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F67EB" w:rsidRPr="00D9686A">
        <w:trPr>
          <w:trHeight w:val="353"/>
        </w:trPr>
        <w:tc>
          <w:tcPr>
            <w:tcW w:w="3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52,1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F67EB" w:rsidRPr="00D9686A">
        <w:trPr>
          <w:trHeight w:val="299"/>
        </w:trPr>
        <w:tc>
          <w:tcPr>
            <w:tcW w:w="3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Общая</w:t>
            </w: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36,8 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F67EB" w:rsidRPr="00D9686A">
        <w:trPr>
          <w:trHeight w:val="217"/>
        </w:trPr>
        <w:tc>
          <w:tcPr>
            <w:tcW w:w="3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Гараж 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Общая</w:t>
            </w: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52,9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F67EB" w:rsidRPr="00D9686A">
        <w:trPr>
          <w:trHeight w:val="190"/>
        </w:trPr>
        <w:tc>
          <w:tcPr>
            <w:tcW w:w="3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Общая</w:t>
            </w: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77,4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993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F67EB" w:rsidRPr="00D9686A">
        <w:trPr>
          <w:trHeight w:val="453"/>
        </w:trPr>
        <w:tc>
          <w:tcPr>
            <w:tcW w:w="392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425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686A">
              <w:rPr>
                <w:rStyle w:val="Strong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Грузовой автомобиль</w:t>
            </w: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ГАЗ - 330273</w:t>
            </w:r>
          </w:p>
        </w:tc>
        <w:tc>
          <w:tcPr>
            <w:tcW w:w="1134" w:type="dxa"/>
            <w:vMerge w:val="restart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523936,0</w:t>
            </w:r>
          </w:p>
        </w:tc>
        <w:tc>
          <w:tcPr>
            <w:tcW w:w="1211" w:type="dxa"/>
            <w:vMerge w:val="restart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67EB" w:rsidRPr="00D9686A">
        <w:trPr>
          <w:trHeight w:val="440"/>
        </w:trPr>
        <w:tc>
          <w:tcPr>
            <w:tcW w:w="3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Земельный участок под гараж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Общая</w:t>
            </w: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F67EB" w:rsidRPr="00D9686A">
        <w:trPr>
          <w:trHeight w:val="110"/>
        </w:trPr>
        <w:tc>
          <w:tcPr>
            <w:tcW w:w="3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Земельный участок под гараж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F67EB" w:rsidRPr="00D9686A">
        <w:trPr>
          <w:trHeight w:val="366"/>
        </w:trPr>
        <w:tc>
          <w:tcPr>
            <w:tcW w:w="3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170,1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F67EB" w:rsidRPr="00D9686A">
        <w:trPr>
          <w:trHeight w:val="801"/>
        </w:trPr>
        <w:tc>
          <w:tcPr>
            <w:tcW w:w="3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Общая долевая</w:t>
            </w: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, 1/2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75,7 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F67EB" w:rsidRPr="00D9686A">
        <w:trPr>
          <w:trHeight w:val="733"/>
        </w:trPr>
        <w:tc>
          <w:tcPr>
            <w:tcW w:w="3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Общая</w:t>
            </w: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36,8 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F67EB" w:rsidRPr="00D9686A">
        <w:trPr>
          <w:trHeight w:val="421"/>
        </w:trPr>
        <w:tc>
          <w:tcPr>
            <w:tcW w:w="3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Гараж 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F67EB" w:rsidRPr="00D9686A">
        <w:trPr>
          <w:trHeight w:val="706"/>
        </w:trPr>
        <w:tc>
          <w:tcPr>
            <w:tcW w:w="3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Гараж 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Общая</w:t>
            </w: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52,9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F67EB" w:rsidRPr="00D9686A">
        <w:trPr>
          <w:trHeight w:val="292"/>
        </w:trPr>
        <w:tc>
          <w:tcPr>
            <w:tcW w:w="3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Общая</w:t>
            </w: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77,4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  <w:vMerge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F67EB" w:rsidRPr="00D9686A">
        <w:trPr>
          <w:trHeight w:val="292"/>
        </w:trPr>
        <w:tc>
          <w:tcPr>
            <w:tcW w:w="392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Несовершеннолетний ребенок  </w:t>
            </w:r>
          </w:p>
        </w:tc>
        <w:tc>
          <w:tcPr>
            <w:tcW w:w="142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5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75,7</w:t>
            </w:r>
          </w:p>
        </w:tc>
        <w:tc>
          <w:tcPr>
            <w:tcW w:w="1276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vAlign w:val="center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86A">
              <w:rPr>
                <w:rFonts w:ascii="Times New Roman" w:hAnsi="Times New Roman" w:cs="Times New Roman"/>
                <w:sz w:val="16"/>
                <w:szCs w:val="16"/>
              </w:rPr>
              <w:t>7977,0</w:t>
            </w:r>
          </w:p>
        </w:tc>
        <w:tc>
          <w:tcPr>
            <w:tcW w:w="1211" w:type="dxa"/>
          </w:tcPr>
          <w:p w:rsidR="004F67EB" w:rsidRPr="00D9686A" w:rsidRDefault="004F67EB" w:rsidP="00D9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4F67EB" w:rsidRDefault="004F67EB"/>
    <w:sectPr w:rsidR="004F67EB" w:rsidSect="007D75D8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25E5"/>
    <w:rsid w:val="0001282D"/>
    <w:rsid w:val="000229A9"/>
    <w:rsid w:val="0002342C"/>
    <w:rsid w:val="00024D31"/>
    <w:rsid w:val="000304BD"/>
    <w:rsid w:val="00031414"/>
    <w:rsid w:val="000321BF"/>
    <w:rsid w:val="00032F9E"/>
    <w:rsid w:val="00035A73"/>
    <w:rsid w:val="00035B49"/>
    <w:rsid w:val="000405A0"/>
    <w:rsid w:val="00040D5A"/>
    <w:rsid w:val="00041036"/>
    <w:rsid w:val="00041246"/>
    <w:rsid w:val="0004198F"/>
    <w:rsid w:val="0004279F"/>
    <w:rsid w:val="000437EF"/>
    <w:rsid w:val="0004486A"/>
    <w:rsid w:val="00045142"/>
    <w:rsid w:val="000467E2"/>
    <w:rsid w:val="00051675"/>
    <w:rsid w:val="00051CE5"/>
    <w:rsid w:val="00053575"/>
    <w:rsid w:val="0005406D"/>
    <w:rsid w:val="00055875"/>
    <w:rsid w:val="00063A73"/>
    <w:rsid w:val="000643A0"/>
    <w:rsid w:val="00066076"/>
    <w:rsid w:val="000670FA"/>
    <w:rsid w:val="00067820"/>
    <w:rsid w:val="0007227F"/>
    <w:rsid w:val="00073A50"/>
    <w:rsid w:val="00073F84"/>
    <w:rsid w:val="00075404"/>
    <w:rsid w:val="000766C0"/>
    <w:rsid w:val="00077C11"/>
    <w:rsid w:val="0008050B"/>
    <w:rsid w:val="0008086B"/>
    <w:rsid w:val="00080C43"/>
    <w:rsid w:val="00080FDC"/>
    <w:rsid w:val="00083F43"/>
    <w:rsid w:val="000840E2"/>
    <w:rsid w:val="0008469D"/>
    <w:rsid w:val="00084846"/>
    <w:rsid w:val="000859BF"/>
    <w:rsid w:val="00087490"/>
    <w:rsid w:val="0009015E"/>
    <w:rsid w:val="00090574"/>
    <w:rsid w:val="00091C87"/>
    <w:rsid w:val="00092C2A"/>
    <w:rsid w:val="0009468F"/>
    <w:rsid w:val="0009484E"/>
    <w:rsid w:val="00094C02"/>
    <w:rsid w:val="0009502A"/>
    <w:rsid w:val="000969E9"/>
    <w:rsid w:val="00096C5C"/>
    <w:rsid w:val="000A0D4F"/>
    <w:rsid w:val="000A1205"/>
    <w:rsid w:val="000A1A28"/>
    <w:rsid w:val="000A2E1E"/>
    <w:rsid w:val="000A35B2"/>
    <w:rsid w:val="000A534F"/>
    <w:rsid w:val="000B1D1A"/>
    <w:rsid w:val="000B570F"/>
    <w:rsid w:val="000B7580"/>
    <w:rsid w:val="000C18CC"/>
    <w:rsid w:val="000C205F"/>
    <w:rsid w:val="000C21DD"/>
    <w:rsid w:val="000C2485"/>
    <w:rsid w:val="000C3DEE"/>
    <w:rsid w:val="000D05E0"/>
    <w:rsid w:val="000D0847"/>
    <w:rsid w:val="000D0C59"/>
    <w:rsid w:val="000D6676"/>
    <w:rsid w:val="000D744A"/>
    <w:rsid w:val="000E121D"/>
    <w:rsid w:val="000E1309"/>
    <w:rsid w:val="000E3395"/>
    <w:rsid w:val="000E7D73"/>
    <w:rsid w:val="000F23CC"/>
    <w:rsid w:val="000F27A2"/>
    <w:rsid w:val="000F28FB"/>
    <w:rsid w:val="000F3EE8"/>
    <w:rsid w:val="000F71DA"/>
    <w:rsid w:val="000F7F53"/>
    <w:rsid w:val="001016C7"/>
    <w:rsid w:val="00103312"/>
    <w:rsid w:val="00103E15"/>
    <w:rsid w:val="00104167"/>
    <w:rsid w:val="0010474F"/>
    <w:rsid w:val="0010515E"/>
    <w:rsid w:val="00105AC9"/>
    <w:rsid w:val="00106441"/>
    <w:rsid w:val="00106D2C"/>
    <w:rsid w:val="0011236B"/>
    <w:rsid w:val="0011236E"/>
    <w:rsid w:val="00114270"/>
    <w:rsid w:val="00116245"/>
    <w:rsid w:val="0011643B"/>
    <w:rsid w:val="00121C56"/>
    <w:rsid w:val="00122920"/>
    <w:rsid w:val="00124567"/>
    <w:rsid w:val="001256A0"/>
    <w:rsid w:val="001256F2"/>
    <w:rsid w:val="00126B52"/>
    <w:rsid w:val="001276A7"/>
    <w:rsid w:val="001313FC"/>
    <w:rsid w:val="001319BF"/>
    <w:rsid w:val="00133744"/>
    <w:rsid w:val="0013429F"/>
    <w:rsid w:val="00134A9E"/>
    <w:rsid w:val="00140206"/>
    <w:rsid w:val="00140D19"/>
    <w:rsid w:val="001418C0"/>
    <w:rsid w:val="0014294D"/>
    <w:rsid w:val="00144480"/>
    <w:rsid w:val="00145B1D"/>
    <w:rsid w:val="0014631D"/>
    <w:rsid w:val="00146C92"/>
    <w:rsid w:val="00152F5C"/>
    <w:rsid w:val="00153108"/>
    <w:rsid w:val="00155F2C"/>
    <w:rsid w:val="00157235"/>
    <w:rsid w:val="00161CF8"/>
    <w:rsid w:val="00165555"/>
    <w:rsid w:val="00165937"/>
    <w:rsid w:val="0017090B"/>
    <w:rsid w:val="0017248C"/>
    <w:rsid w:val="001756F3"/>
    <w:rsid w:val="00176B1D"/>
    <w:rsid w:val="00180842"/>
    <w:rsid w:val="00185BC0"/>
    <w:rsid w:val="0018797E"/>
    <w:rsid w:val="00187F89"/>
    <w:rsid w:val="00193FEA"/>
    <w:rsid w:val="00194554"/>
    <w:rsid w:val="001A404A"/>
    <w:rsid w:val="001A4867"/>
    <w:rsid w:val="001A5970"/>
    <w:rsid w:val="001B1E10"/>
    <w:rsid w:val="001B3C4F"/>
    <w:rsid w:val="001B3E7B"/>
    <w:rsid w:val="001B4058"/>
    <w:rsid w:val="001B7591"/>
    <w:rsid w:val="001C6C50"/>
    <w:rsid w:val="001D0F2F"/>
    <w:rsid w:val="001D1146"/>
    <w:rsid w:val="001D1A84"/>
    <w:rsid w:val="001D282C"/>
    <w:rsid w:val="001D2A7C"/>
    <w:rsid w:val="001D314A"/>
    <w:rsid w:val="001D70B4"/>
    <w:rsid w:val="001E1C8E"/>
    <w:rsid w:val="001E5C97"/>
    <w:rsid w:val="001F2D07"/>
    <w:rsid w:val="001F2FD3"/>
    <w:rsid w:val="001F490C"/>
    <w:rsid w:val="002044D6"/>
    <w:rsid w:val="00204598"/>
    <w:rsid w:val="0020466E"/>
    <w:rsid w:val="00205ED8"/>
    <w:rsid w:val="00205FC8"/>
    <w:rsid w:val="002101A7"/>
    <w:rsid w:val="00211F4F"/>
    <w:rsid w:val="0021558E"/>
    <w:rsid w:val="00217EC3"/>
    <w:rsid w:val="0022358D"/>
    <w:rsid w:val="0023026E"/>
    <w:rsid w:val="00231513"/>
    <w:rsid w:val="00231A1F"/>
    <w:rsid w:val="00232C1E"/>
    <w:rsid w:val="00234F75"/>
    <w:rsid w:val="0023608C"/>
    <w:rsid w:val="00237C40"/>
    <w:rsid w:val="002415E5"/>
    <w:rsid w:val="00243A8E"/>
    <w:rsid w:val="0024489A"/>
    <w:rsid w:val="00245127"/>
    <w:rsid w:val="0024648B"/>
    <w:rsid w:val="00247C2C"/>
    <w:rsid w:val="00250833"/>
    <w:rsid w:val="0025168D"/>
    <w:rsid w:val="00251D7E"/>
    <w:rsid w:val="0025207D"/>
    <w:rsid w:val="00253C0E"/>
    <w:rsid w:val="00253FC6"/>
    <w:rsid w:val="0026069E"/>
    <w:rsid w:val="002622C4"/>
    <w:rsid w:val="00264253"/>
    <w:rsid w:val="00264518"/>
    <w:rsid w:val="00264A01"/>
    <w:rsid w:val="0026520B"/>
    <w:rsid w:val="00266277"/>
    <w:rsid w:val="00266974"/>
    <w:rsid w:val="00267A75"/>
    <w:rsid w:val="002741C7"/>
    <w:rsid w:val="002744DB"/>
    <w:rsid w:val="00275685"/>
    <w:rsid w:val="002764C5"/>
    <w:rsid w:val="00282563"/>
    <w:rsid w:val="00282D10"/>
    <w:rsid w:val="0028386B"/>
    <w:rsid w:val="00287AB2"/>
    <w:rsid w:val="0029000D"/>
    <w:rsid w:val="00290024"/>
    <w:rsid w:val="002903B9"/>
    <w:rsid w:val="002916F0"/>
    <w:rsid w:val="00291D40"/>
    <w:rsid w:val="002943E2"/>
    <w:rsid w:val="00294467"/>
    <w:rsid w:val="00294C23"/>
    <w:rsid w:val="00294FD2"/>
    <w:rsid w:val="00297614"/>
    <w:rsid w:val="002A110A"/>
    <w:rsid w:val="002A15A2"/>
    <w:rsid w:val="002A23CA"/>
    <w:rsid w:val="002A5959"/>
    <w:rsid w:val="002B4917"/>
    <w:rsid w:val="002B50F2"/>
    <w:rsid w:val="002B56A4"/>
    <w:rsid w:val="002B5E17"/>
    <w:rsid w:val="002B7936"/>
    <w:rsid w:val="002B79A8"/>
    <w:rsid w:val="002C00D5"/>
    <w:rsid w:val="002C1108"/>
    <w:rsid w:val="002C234C"/>
    <w:rsid w:val="002C54E0"/>
    <w:rsid w:val="002C5639"/>
    <w:rsid w:val="002C5CA9"/>
    <w:rsid w:val="002D42C8"/>
    <w:rsid w:val="002D5DF9"/>
    <w:rsid w:val="002D5EE2"/>
    <w:rsid w:val="002D760D"/>
    <w:rsid w:val="002E17EE"/>
    <w:rsid w:val="002E5492"/>
    <w:rsid w:val="002E5C34"/>
    <w:rsid w:val="002E6B6F"/>
    <w:rsid w:val="002E7D4D"/>
    <w:rsid w:val="002F0216"/>
    <w:rsid w:val="002F0FA3"/>
    <w:rsid w:val="002F24CA"/>
    <w:rsid w:val="002F2688"/>
    <w:rsid w:val="002F31F6"/>
    <w:rsid w:val="002F3BF1"/>
    <w:rsid w:val="002F43F6"/>
    <w:rsid w:val="002F44F8"/>
    <w:rsid w:val="002F4C1D"/>
    <w:rsid w:val="002F4C2D"/>
    <w:rsid w:val="002F4C68"/>
    <w:rsid w:val="002F638C"/>
    <w:rsid w:val="002F6EAB"/>
    <w:rsid w:val="0030228E"/>
    <w:rsid w:val="00305E4E"/>
    <w:rsid w:val="003144AC"/>
    <w:rsid w:val="0031698B"/>
    <w:rsid w:val="003212DB"/>
    <w:rsid w:val="00325B01"/>
    <w:rsid w:val="00327FF9"/>
    <w:rsid w:val="0033553C"/>
    <w:rsid w:val="003367D8"/>
    <w:rsid w:val="00341379"/>
    <w:rsid w:val="00344F10"/>
    <w:rsid w:val="003502D1"/>
    <w:rsid w:val="00351136"/>
    <w:rsid w:val="00351C81"/>
    <w:rsid w:val="0035271A"/>
    <w:rsid w:val="00357A13"/>
    <w:rsid w:val="00360ACE"/>
    <w:rsid w:val="00362172"/>
    <w:rsid w:val="00362AEE"/>
    <w:rsid w:val="00362F6A"/>
    <w:rsid w:val="00363009"/>
    <w:rsid w:val="00364D36"/>
    <w:rsid w:val="00366B42"/>
    <w:rsid w:val="00367FCC"/>
    <w:rsid w:val="00370C19"/>
    <w:rsid w:val="00373B67"/>
    <w:rsid w:val="003756D5"/>
    <w:rsid w:val="003757C1"/>
    <w:rsid w:val="0037669D"/>
    <w:rsid w:val="00386D2C"/>
    <w:rsid w:val="00390EB6"/>
    <w:rsid w:val="00392909"/>
    <w:rsid w:val="003935AE"/>
    <w:rsid w:val="003A0ADE"/>
    <w:rsid w:val="003A0CBE"/>
    <w:rsid w:val="003A21CB"/>
    <w:rsid w:val="003A2B5A"/>
    <w:rsid w:val="003A38C9"/>
    <w:rsid w:val="003A3E3D"/>
    <w:rsid w:val="003A485D"/>
    <w:rsid w:val="003A4C3A"/>
    <w:rsid w:val="003A4D12"/>
    <w:rsid w:val="003A5997"/>
    <w:rsid w:val="003A5ECF"/>
    <w:rsid w:val="003A6314"/>
    <w:rsid w:val="003A7F9C"/>
    <w:rsid w:val="003B0056"/>
    <w:rsid w:val="003B14B2"/>
    <w:rsid w:val="003B3F59"/>
    <w:rsid w:val="003C0873"/>
    <w:rsid w:val="003C0F8B"/>
    <w:rsid w:val="003C1D81"/>
    <w:rsid w:val="003C2591"/>
    <w:rsid w:val="003C4610"/>
    <w:rsid w:val="003C48AF"/>
    <w:rsid w:val="003C5651"/>
    <w:rsid w:val="003C6252"/>
    <w:rsid w:val="003D0435"/>
    <w:rsid w:val="003D089C"/>
    <w:rsid w:val="003D176B"/>
    <w:rsid w:val="003D352E"/>
    <w:rsid w:val="003D604F"/>
    <w:rsid w:val="003D688D"/>
    <w:rsid w:val="003D6FEB"/>
    <w:rsid w:val="003D72BF"/>
    <w:rsid w:val="003E597E"/>
    <w:rsid w:val="003F2889"/>
    <w:rsid w:val="003F3C2D"/>
    <w:rsid w:val="003F3EA3"/>
    <w:rsid w:val="004003E4"/>
    <w:rsid w:val="00400D79"/>
    <w:rsid w:val="00400DB0"/>
    <w:rsid w:val="0040281F"/>
    <w:rsid w:val="004035E9"/>
    <w:rsid w:val="00404453"/>
    <w:rsid w:val="00406B9A"/>
    <w:rsid w:val="004077B1"/>
    <w:rsid w:val="0041486A"/>
    <w:rsid w:val="00414ABA"/>
    <w:rsid w:val="004158B2"/>
    <w:rsid w:val="004163A4"/>
    <w:rsid w:val="00421D27"/>
    <w:rsid w:val="00423DB8"/>
    <w:rsid w:val="004242C8"/>
    <w:rsid w:val="00426F1D"/>
    <w:rsid w:val="00432F6D"/>
    <w:rsid w:val="00434B56"/>
    <w:rsid w:val="004352A5"/>
    <w:rsid w:val="0043597C"/>
    <w:rsid w:val="004365A6"/>
    <w:rsid w:val="0044020D"/>
    <w:rsid w:val="004402B3"/>
    <w:rsid w:val="004403A0"/>
    <w:rsid w:val="0044645C"/>
    <w:rsid w:val="00446DB2"/>
    <w:rsid w:val="00447A4E"/>
    <w:rsid w:val="00450902"/>
    <w:rsid w:val="004537F7"/>
    <w:rsid w:val="00454014"/>
    <w:rsid w:val="00454188"/>
    <w:rsid w:val="00454BC9"/>
    <w:rsid w:val="00455635"/>
    <w:rsid w:val="00457022"/>
    <w:rsid w:val="0045723A"/>
    <w:rsid w:val="0045793E"/>
    <w:rsid w:val="0046069E"/>
    <w:rsid w:val="00462BD1"/>
    <w:rsid w:val="00463138"/>
    <w:rsid w:val="0046331A"/>
    <w:rsid w:val="00463429"/>
    <w:rsid w:val="00463D02"/>
    <w:rsid w:val="00464D08"/>
    <w:rsid w:val="00464DD6"/>
    <w:rsid w:val="004663A7"/>
    <w:rsid w:val="004710A5"/>
    <w:rsid w:val="004715BC"/>
    <w:rsid w:val="0047324B"/>
    <w:rsid w:val="00476CD1"/>
    <w:rsid w:val="00477F5D"/>
    <w:rsid w:val="00481E30"/>
    <w:rsid w:val="00482A9A"/>
    <w:rsid w:val="004848C1"/>
    <w:rsid w:val="00485BB1"/>
    <w:rsid w:val="00485D9B"/>
    <w:rsid w:val="0049059E"/>
    <w:rsid w:val="00491572"/>
    <w:rsid w:val="00491843"/>
    <w:rsid w:val="00491CA4"/>
    <w:rsid w:val="0049210E"/>
    <w:rsid w:val="00493672"/>
    <w:rsid w:val="00493713"/>
    <w:rsid w:val="004A2C9A"/>
    <w:rsid w:val="004A3CC5"/>
    <w:rsid w:val="004A72E0"/>
    <w:rsid w:val="004B03BD"/>
    <w:rsid w:val="004B045F"/>
    <w:rsid w:val="004B0BCA"/>
    <w:rsid w:val="004B3E55"/>
    <w:rsid w:val="004B3F06"/>
    <w:rsid w:val="004B5F37"/>
    <w:rsid w:val="004B7485"/>
    <w:rsid w:val="004B7EAE"/>
    <w:rsid w:val="004C561B"/>
    <w:rsid w:val="004C61C8"/>
    <w:rsid w:val="004C721C"/>
    <w:rsid w:val="004C76D3"/>
    <w:rsid w:val="004D05CA"/>
    <w:rsid w:val="004D166F"/>
    <w:rsid w:val="004D5F07"/>
    <w:rsid w:val="004E32AE"/>
    <w:rsid w:val="004E4C84"/>
    <w:rsid w:val="004E4FE3"/>
    <w:rsid w:val="004E76B2"/>
    <w:rsid w:val="004F49CF"/>
    <w:rsid w:val="004F67EB"/>
    <w:rsid w:val="004F6CB1"/>
    <w:rsid w:val="0050118C"/>
    <w:rsid w:val="0050165A"/>
    <w:rsid w:val="00503A94"/>
    <w:rsid w:val="00503D62"/>
    <w:rsid w:val="005044B3"/>
    <w:rsid w:val="0050573D"/>
    <w:rsid w:val="0050678D"/>
    <w:rsid w:val="00507305"/>
    <w:rsid w:val="005122C3"/>
    <w:rsid w:val="00517332"/>
    <w:rsid w:val="00517A5E"/>
    <w:rsid w:val="005218BE"/>
    <w:rsid w:val="00522214"/>
    <w:rsid w:val="00523643"/>
    <w:rsid w:val="00523992"/>
    <w:rsid w:val="00524D1E"/>
    <w:rsid w:val="0052569F"/>
    <w:rsid w:val="005261F0"/>
    <w:rsid w:val="005271CF"/>
    <w:rsid w:val="005273B5"/>
    <w:rsid w:val="00530539"/>
    <w:rsid w:val="00530AFC"/>
    <w:rsid w:val="00530EC0"/>
    <w:rsid w:val="0053292D"/>
    <w:rsid w:val="00533AF3"/>
    <w:rsid w:val="00534959"/>
    <w:rsid w:val="005354B5"/>
    <w:rsid w:val="00542316"/>
    <w:rsid w:val="00544249"/>
    <w:rsid w:val="0054517F"/>
    <w:rsid w:val="005474EA"/>
    <w:rsid w:val="005478E2"/>
    <w:rsid w:val="00547E1C"/>
    <w:rsid w:val="0055038B"/>
    <w:rsid w:val="005515A3"/>
    <w:rsid w:val="005541F8"/>
    <w:rsid w:val="00560100"/>
    <w:rsid w:val="00560942"/>
    <w:rsid w:val="005618BF"/>
    <w:rsid w:val="00563DB3"/>
    <w:rsid w:val="00563F5F"/>
    <w:rsid w:val="00565457"/>
    <w:rsid w:val="00565AE3"/>
    <w:rsid w:val="0057026E"/>
    <w:rsid w:val="0057495A"/>
    <w:rsid w:val="00580279"/>
    <w:rsid w:val="005811BA"/>
    <w:rsid w:val="005819B3"/>
    <w:rsid w:val="00584155"/>
    <w:rsid w:val="00592345"/>
    <w:rsid w:val="005927E6"/>
    <w:rsid w:val="00595859"/>
    <w:rsid w:val="005A0C18"/>
    <w:rsid w:val="005A2651"/>
    <w:rsid w:val="005A44CE"/>
    <w:rsid w:val="005A46AC"/>
    <w:rsid w:val="005A4CA1"/>
    <w:rsid w:val="005A4D42"/>
    <w:rsid w:val="005A6C82"/>
    <w:rsid w:val="005A74BA"/>
    <w:rsid w:val="005A77F1"/>
    <w:rsid w:val="005B0DBE"/>
    <w:rsid w:val="005B0FEF"/>
    <w:rsid w:val="005B244D"/>
    <w:rsid w:val="005B38C0"/>
    <w:rsid w:val="005B71A8"/>
    <w:rsid w:val="005C0933"/>
    <w:rsid w:val="005C0DF3"/>
    <w:rsid w:val="005C27FF"/>
    <w:rsid w:val="005C3729"/>
    <w:rsid w:val="005C6106"/>
    <w:rsid w:val="005D18A6"/>
    <w:rsid w:val="005D213C"/>
    <w:rsid w:val="005D2408"/>
    <w:rsid w:val="005D4540"/>
    <w:rsid w:val="005D5042"/>
    <w:rsid w:val="005D5918"/>
    <w:rsid w:val="005D7388"/>
    <w:rsid w:val="005E1977"/>
    <w:rsid w:val="005E2328"/>
    <w:rsid w:val="005E74A7"/>
    <w:rsid w:val="005E74C4"/>
    <w:rsid w:val="005E7676"/>
    <w:rsid w:val="005F0B14"/>
    <w:rsid w:val="005F2E28"/>
    <w:rsid w:val="005F5AA1"/>
    <w:rsid w:val="005F6B2C"/>
    <w:rsid w:val="005F6C2A"/>
    <w:rsid w:val="005F6C64"/>
    <w:rsid w:val="00602DB5"/>
    <w:rsid w:val="006073B3"/>
    <w:rsid w:val="00607A50"/>
    <w:rsid w:val="00610CFF"/>
    <w:rsid w:val="006138A3"/>
    <w:rsid w:val="0062332B"/>
    <w:rsid w:val="006246E5"/>
    <w:rsid w:val="00626EAF"/>
    <w:rsid w:val="00627D0E"/>
    <w:rsid w:val="00633166"/>
    <w:rsid w:val="006335A7"/>
    <w:rsid w:val="00633633"/>
    <w:rsid w:val="00643963"/>
    <w:rsid w:val="00643BE9"/>
    <w:rsid w:val="006442AB"/>
    <w:rsid w:val="00652718"/>
    <w:rsid w:val="00652A01"/>
    <w:rsid w:val="00654867"/>
    <w:rsid w:val="0065596C"/>
    <w:rsid w:val="00656296"/>
    <w:rsid w:val="00661137"/>
    <w:rsid w:val="00661FB6"/>
    <w:rsid w:val="00662C38"/>
    <w:rsid w:val="00666D8A"/>
    <w:rsid w:val="00666DBD"/>
    <w:rsid w:val="00667F95"/>
    <w:rsid w:val="00670274"/>
    <w:rsid w:val="006717B3"/>
    <w:rsid w:val="00675C87"/>
    <w:rsid w:val="00681D5D"/>
    <w:rsid w:val="0068365D"/>
    <w:rsid w:val="00685149"/>
    <w:rsid w:val="00685F96"/>
    <w:rsid w:val="0068755B"/>
    <w:rsid w:val="006948E8"/>
    <w:rsid w:val="006969ED"/>
    <w:rsid w:val="00696C17"/>
    <w:rsid w:val="006A0438"/>
    <w:rsid w:val="006A3E38"/>
    <w:rsid w:val="006B0117"/>
    <w:rsid w:val="006B035C"/>
    <w:rsid w:val="006B1AD1"/>
    <w:rsid w:val="006B4FDB"/>
    <w:rsid w:val="006B62CF"/>
    <w:rsid w:val="006B6811"/>
    <w:rsid w:val="006B7B40"/>
    <w:rsid w:val="006C5265"/>
    <w:rsid w:val="006D5A71"/>
    <w:rsid w:val="006D5EBD"/>
    <w:rsid w:val="006D6BB4"/>
    <w:rsid w:val="006E0DE8"/>
    <w:rsid w:val="006E4906"/>
    <w:rsid w:val="006F01F3"/>
    <w:rsid w:val="006F0FCC"/>
    <w:rsid w:val="006F1F9B"/>
    <w:rsid w:val="006F408E"/>
    <w:rsid w:val="006F4870"/>
    <w:rsid w:val="006F497A"/>
    <w:rsid w:val="006F5338"/>
    <w:rsid w:val="006F606B"/>
    <w:rsid w:val="00700C30"/>
    <w:rsid w:val="00700DBD"/>
    <w:rsid w:val="00700FDB"/>
    <w:rsid w:val="007015BF"/>
    <w:rsid w:val="00704085"/>
    <w:rsid w:val="0070725B"/>
    <w:rsid w:val="00710F83"/>
    <w:rsid w:val="007119FA"/>
    <w:rsid w:val="007152D2"/>
    <w:rsid w:val="00716A6D"/>
    <w:rsid w:val="00717106"/>
    <w:rsid w:val="0072094B"/>
    <w:rsid w:val="007213B1"/>
    <w:rsid w:val="00722A68"/>
    <w:rsid w:val="00723409"/>
    <w:rsid w:val="00724604"/>
    <w:rsid w:val="00724F22"/>
    <w:rsid w:val="00731AD5"/>
    <w:rsid w:val="00731C39"/>
    <w:rsid w:val="00731D26"/>
    <w:rsid w:val="0073463D"/>
    <w:rsid w:val="00735A3B"/>
    <w:rsid w:val="00742E48"/>
    <w:rsid w:val="007455B1"/>
    <w:rsid w:val="00750490"/>
    <w:rsid w:val="00750868"/>
    <w:rsid w:val="00751EFE"/>
    <w:rsid w:val="00752D1B"/>
    <w:rsid w:val="00755052"/>
    <w:rsid w:val="00760590"/>
    <w:rsid w:val="007627A9"/>
    <w:rsid w:val="007645A4"/>
    <w:rsid w:val="00764B16"/>
    <w:rsid w:val="00765F42"/>
    <w:rsid w:val="00767E16"/>
    <w:rsid w:val="0077166B"/>
    <w:rsid w:val="0078185E"/>
    <w:rsid w:val="00784839"/>
    <w:rsid w:val="007849A7"/>
    <w:rsid w:val="00787DA4"/>
    <w:rsid w:val="00794FB4"/>
    <w:rsid w:val="00797B3F"/>
    <w:rsid w:val="007A1F4D"/>
    <w:rsid w:val="007A2C6A"/>
    <w:rsid w:val="007A6384"/>
    <w:rsid w:val="007A7345"/>
    <w:rsid w:val="007B0228"/>
    <w:rsid w:val="007B1C58"/>
    <w:rsid w:val="007B37F2"/>
    <w:rsid w:val="007B5CFA"/>
    <w:rsid w:val="007B6BBF"/>
    <w:rsid w:val="007C15D4"/>
    <w:rsid w:val="007C3EF1"/>
    <w:rsid w:val="007C4908"/>
    <w:rsid w:val="007C4DF4"/>
    <w:rsid w:val="007C55C6"/>
    <w:rsid w:val="007C608B"/>
    <w:rsid w:val="007C6D48"/>
    <w:rsid w:val="007C7F26"/>
    <w:rsid w:val="007D3642"/>
    <w:rsid w:val="007D4863"/>
    <w:rsid w:val="007D75D8"/>
    <w:rsid w:val="007E17E7"/>
    <w:rsid w:val="007E1B61"/>
    <w:rsid w:val="007E3532"/>
    <w:rsid w:val="007E6A58"/>
    <w:rsid w:val="007F0C99"/>
    <w:rsid w:val="007F17DF"/>
    <w:rsid w:val="007F2E00"/>
    <w:rsid w:val="007F332D"/>
    <w:rsid w:val="007F3AA3"/>
    <w:rsid w:val="007F508D"/>
    <w:rsid w:val="0080153B"/>
    <w:rsid w:val="00801F45"/>
    <w:rsid w:val="00802105"/>
    <w:rsid w:val="00803488"/>
    <w:rsid w:val="00804793"/>
    <w:rsid w:val="00804DA2"/>
    <w:rsid w:val="00805FFA"/>
    <w:rsid w:val="0081003A"/>
    <w:rsid w:val="008122A4"/>
    <w:rsid w:val="008136B0"/>
    <w:rsid w:val="00813839"/>
    <w:rsid w:val="00814195"/>
    <w:rsid w:val="00815269"/>
    <w:rsid w:val="0081641F"/>
    <w:rsid w:val="0081762F"/>
    <w:rsid w:val="008176A1"/>
    <w:rsid w:val="008210F4"/>
    <w:rsid w:val="00821506"/>
    <w:rsid w:val="008232C9"/>
    <w:rsid w:val="00827D5B"/>
    <w:rsid w:val="00831F9A"/>
    <w:rsid w:val="008334D2"/>
    <w:rsid w:val="00837B48"/>
    <w:rsid w:val="00840347"/>
    <w:rsid w:val="0084070E"/>
    <w:rsid w:val="008433C1"/>
    <w:rsid w:val="00844386"/>
    <w:rsid w:val="008451AC"/>
    <w:rsid w:val="00846F7E"/>
    <w:rsid w:val="008470BC"/>
    <w:rsid w:val="00850ABE"/>
    <w:rsid w:val="008510B3"/>
    <w:rsid w:val="008529F9"/>
    <w:rsid w:val="00853151"/>
    <w:rsid w:val="00853DE9"/>
    <w:rsid w:val="00854E6F"/>
    <w:rsid w:val="00856CA1"/>
    <w:rsid w:val="00861B06"/>
    <w:rsid w:val="00861C69"/>
    <w:rsid w:val="00863CC2"/>
    <w:rsid w:val="00866C1C"/>
    <w:rsid w:val="00877D4B"/>
    <w:rsid w:val="0088007A"/>
    <w:rsid w:val="0088179B"/>
    <w:rsid w:val="00881AB1"/>
    <w:rsid w:val="008825BA"/>
    <w:rsid w:val="00883853"/>
    <w:rsid w:val="00890038"/>
    <w:rsid w:val="0089190F"/>
    <w:rsid w:val="008951E7"/>
    <w:rsid w:val="008A077B"/>
    <w:rsid w:val="008A0F16"/>
    <w:rsid w:val="008A164C"/>
    <w:rsid w:val="008A1E65"/>
    <w:rsid w:val="008A2919"/>
    <w:rsid w:val="008A405C"/>
    <w:rsid w:val="008A4D22"/>
    <w:rsid w:val="008A7A4A"/>
    <w:rsid w:val="008B1CCE"/>
    <w:rsid w:val="008B2319"/>
    <w:rsid w:val="008B4F27"/>
    <w:rsid w:val="008B6334"/>
    <w:rsid w:val="008C155D"/>
    <w:rsid w:val="008C2893"/>
    <w:rsid w:val="008C40B3"/>
    <w:rsid w:val="008C5DC9"/>
    <w:rsid w:val="008C6307"/>
    <w:rsid w:val="008D0A7A"/>
    <w:rsid w:val="008D1FAB"/>
    <w:rsid w:val="008D3BA0"/>
    <w:rsid w:val="008D428B"/>
    <w:rsid w:val="008D6739"/>
    <w:rsid w:val="008D69BB"/>
    <w:rsid w:val="008D7987"/>
    <w:rsid w:val="008E0B58"/>
    <w:rsid w:val="008E1848"/>
    <w:rsid w:val="008E2EE9"/>
    <w:rsid w:val="008E4253"/>
    <w:rsid w:val="008E4E6F"/>
    <w:rsid w:val="008E7A25"/>
    <w:rsid w:val="008F0DB4"/>
    <w:rsid w:val="008F2838"/>
    <w:rsid w:val="008F3493"/>
    <w:rsid w:val="008F5D57"/>
    <w:rsid w:val="008F6DC4"/>
    <w:rsid w:val="008F7D1A"/>
    <w:rsid w:val="009028F0"/>
    <w:rsid w:val="00906C90"/>
    <w:rsid w:val="00911BE0"/>
    <w:rsid w:val="00916C59"/>
    <w:rsid w:val="0092006D"/>
    <w:rsid w:val="00921F51"/>
    <w:rsid w:val="00921FA9"/>
    <w:rsid w:val="00922486"/>
    <w:rsid w:val="0092288D"/>
    <w:rsid w:val="0092480E"/>
    <w:rsid w:val="00930584"/>
    <w:rsid w:val="00931285"/>
    <w:rsid w:val="009330D2"/>
    <w:rsid w:val="009346BD"/>
    <w:rsid w:val="00935952"/>
    <w:rsid w:val="00936813"/>
    <w:rsid w:val="00937086"/>
    <w:rsid w:val="009377A4"/>
    <w:rsid w:val="00937DE7"/>
    <w:rsid w:val="0094070F"/>
    <w:rsid w:val="00940730"/>
    <w:rsid w:val="00942819"/>
    <w:rsid w:val="00946B6E"/>
    <w:rsid w:val="009472D8"/>
    <w:rsid w:val="00947ABC"/>
    <w:rsid w:val="00950753"/>
    <w:rsid w:val="009523B9"/>
    <w:rsid w:val="009552DA"/>
    <w:rsid w:val="009566E0"/>
    <w:rsid w:val="00957A71"/>
    <w:rsid w:val="00961136"/>
    <w:rsid w:val="00963C90"/>
    <w:rsid w:val="009717DA"/>
    <w:rsid w:val="009729D6"/>
    <w:rsid w:val="00972ABC"/>
    <w:rsid w:val="00972AEC"/>
    <w:rsid w:val="00974C76"/>
    <w:rsid w:val="00977D5C"/>
    <w:rsid w:val="009801D6"/>
    <w:rsid w:val="00981576"/>
    <w:rsid w:val="00984672"/>
    <w:rsid w:val="009872CC"/>
    <w:rsid w:val="0098763D"/>
    <w:rsid w:val="00987748"/>
    <w:rsid w:val="0099093A"/>
    <w:rsid w:val="00990A1E"/>
    <w:rsid w:val="00990C83"/>
    <w:rsid w:val="0099136D"/>
    <w:rsid w:val="00992057"/>
    <w:rsid w:val="0099404F"/>
    <w:rsid w:val="0099506C"/>
    <w:rsid w:val="009973D5"/>
    <w:rsid w:val="009A1FD6"/>
    <w:rsid w:val="009A2A89"/>
    <w:rsid w:val="009A3412"/>
    <w:rsid w:val="009A4D66"/>
    <w:rsid w:val="009A5FAC"/>
    <w:rsid w:val="009A651C"/>
    <w:rsid w:val="009A6D21"/>
    <w:rsid w:val="009A7B2E"/>
    <w:rsid w:val="009B0349"/>
    <w:rsid w:val="009B3176"/>
    <w:rsid w:val="009B3530"/>
    <w:rsid w:val="009B3E61"/>
    <w:rsid w:val="009B4ED7"/>
    <w:rsid w:val="009B529A"/>
    <w:rsid w:val="009C18B6"/>
    <w:rsid w:val="009C2D48"/>
    <w:rsid w:val="009C56E7"/>
    <w:rsid w:val="009C62B8"/>
    <w:rsid w:val="009C7483"/>
    <w:rsid w:val="009D020B"/>
    <w:rsid w:val="009D04CD"/>
    <w:rsid w:val="009D05D9"/>
    <w:rsid w:val="009D4925"/>
    <w:rsid w:val="009D5125"/>
    <w:rsid w:val="009D597D"/>
    <w:rsid w:val="009D6504"/>
    <w:rsid w:val="009D687B"/>
    <w:rsid w:val="009D770B"/>
    <w:rsid w:val="009E08F8"/>
    <w:rsid w:val="009E2C7A"/>
    <w:rsid w:val="009E38D1"/>
    <w:rsid w:val="009E496E"/>
    <w:rsid w:val="009E5CC1"/>
    <w:rsid w:val="009F2960"/>
    <w:rsid w:val="009F2999"/>
    <w:rsid w:val="009F39E4"/>
    <w:rsid w:val="009F4C7E"/>
    <w:rsid w:val="009F75CC"/>
    <w:rsid w:val="00A02DA1"/>
    <w:rsid w:val="00A02F14"/>
    <w:rsid w:val="00A049B2"/>
    <w:rsid w:val="00A07CE0"/>
    <w:rsid w:val="00A07E2D"/>
    <w:rsid w:val="00A10A2D"/>
    <w:rsid w:val="00A132E0"/>
    <w:rsid w:val="00A13ADC"/>
    <w:rsid w:val="00A146F3"/>
    <w:rsid w:val="00A21054"/>
    <w:rsid w:val="00A210D3"/>
    <w:rsid w:val="00A21600"/>
    <w:rsid w:val="00A21E9D"/>
    <w:rsid w:val="00A22291"/>
    <w:rsid w:val="00A225E5"/>
    <w:rsid w:val="00A243FF"/>
    <w:rsid w:val="00A246D7"/>
    <w:rsid w:val="00A31A13"/>
    <w:rsid w:val="00A32C1F"/>
    <w:rsid w:val="00A32D3A"/>
    <w:rsid w:val="00A33CA8"/>
    <w:rsid w:val="00A351CB"/>
    <w:rsid w:val="00A36801"/>
    <w:rsid w:val="00A442F7"/>
    <w:rsid w:val="00A46F73"/>
    <w:rsid w:val="00A516D0"/>
    <w:rsid w:val="00A52604"/>
    <w:rsid w:val="00A53771"/>
    <w:rsid w:val="00A542FD"/>
    <w:rsid w:val="00A554EA"/>
    <w:rsid w:val="00A55D81"/>
    <w:rsid w:val="00A55F10"/>
    <w:rsid w:val="00A568BF"/>
    <w:rsid w:val="00A57D4B"/>
    <w:rsid w:val="00A62344"/>
    <w:rsid w:val="00A64024"/>
    <w:rsid w:val="00A66011"/>
    <w:rsid w:val="00A674D9"/>
    <w:rsid w:val="00A67B95"/>
    <w:rsid w:val="00A70388"/>
    <w:rsid w:val="00A70F72"/>
    <w:rsid w:val="00A75366"/>
    <w:rsid w:val="00A756E1"/>
    <w:rsid w:val="00A75D72"/>
    <w:rsid w:val="00A76129"/>
    <w:rsid w:val="00A76F64"/>
    <w:rsid w:val="00A807F5"/>
    <w:rsid w:val="00A820B3"/>
    <w:rsid w:val="00A84D14"/>
    <w:rsid w:val="00A8572C"/>
    <w:rsid w:val="00A871C6"/>
    <w:rsid w:val="00A900F1"/>
    <w:rsid w:val="00A90569"/>
    <w:rsid w:val="00A93F8A"/>
    <w:rsid w:val="00A94A37"/>
    <w:rsid w:val="00A957B3"/>
    <w:rsid w:val="00A96A24"/>
    <w:rsid w:val="00AA0B8E"/>
    <w:rsid w:val="00AA149A"/>
    <w:rsid w:val="00AA33C8"/>
    <w:rsid w:val="00AA45BF"/>
    <w:rsid w:val="00AA73A7"/>
    <w:rsid w:val="00AA7CD4"/>
    <w:rsid w:val="00AB21E3"/>
    <w:rsid w:val="00AB28D3"/>
    <w:rsid w:val="00AB7C5C"/>
    <w:rsid w:val="00AC0E21"/>
    <w:rsid w:val="00AC11F6"/>
    <w:rsid w:val="00AC1729"/>
    <w:rsid w:val="00AC3341"/>
    <w:rsid w:val="00AC3F01"/>
    <w:rsid w:val="00AC4EBD"/>
    <w:rsid w:val="00AC6707"/>
    <w:rsid w:val="00AD17B8"/>
    <w:rsid w:val="00AD48B4"/>
    <w:rsid w:val="00AD5246"/>
    <w:rsid w:val="00AD664B"/>
    <w:rsid w:val="00AE1173"/>
    <w:rsid w:val="00AE21EE"/>
    <w:rsid w:val="00AE2A36"/>
    <w:rsid w:val="00AE3E02"/>
    <w:rsid w:val="00AE4B2B"/>
    <w:rsid w:val="00AE79B9"/>
    <w:rsid w:val="00AF068F"/>
    <w:rsid w:val="00AF3B94"/>
    <w:rsid w:val="00AF4E00"/>
    <w:rsid w:val="00AF7D89"/>
    <w:rsid w:val="00B01746"/>
    <w:rsid w:val="00B02154"/>
    <w:rsid w:val="00B04E6E"/>
    <w:rsid w:val="00B04EBF"/>
    <w:rsid w:val="00B06BEA"/>
    <w:rsid w:val="00B1084B"/>
    <w:rsid w:val="00B11117"/>
    <w:rsid w:val="00B14CCC"/>
    <w:rsid w:val="00B15233"/>
    <w:rsid w:val="00B1662A"/>
    <w:rsid w:val="00B16FC7"/>
    <w:rsid w:val="00B17AE6"/>
    <w:rsid w:val="00B2139D"/>
    <w:rsid w:val="00B21B1F"/>
    <w:rsid w:val="00B21DA2"/>
    <w:rsid w:val="00B22CEA"/>
    <w:rsid w:val="00B24FCB"/>
    <w:rsid w:val="00B339C9"/>
    <w:rsid w:val="00B34054"/>
    <w:rsid w:val="00B355F5"/>
    <w:rsid w:val="00B40084"/>
    <w:rsid w:val="00B407BA"/>
    <w:rsid w:val="00B42FCA"/>
    <w:rsid w:val="00B4652C"/>
    <w:rsid w:val="00B50F5F"/>
    <w:rsid w:val="00B55CDB"/>
    <w:rsid w:val="00B5702B"/>
    <w:rsid w:val="00B5751B"/>
    <w:rsid w:val="00B60B22"/>
    <w:rsid w:val="00B63046"/>
    <w:rsid w:val="00B65380"/>
    <w:rsid w:val="00B67082"/>
    <w:rsid w:val="00B70315"/>
    <w:rsid w:val="00B7230D"/>
    <w:rsid w:val="00B73121"/>
    <w:rsid w:val="00B74A25"/>
    <w:rsid w:val="00B75DF6"/>
    <w:rsid w:val="00B77B45"/>
    <w:rsid w:val="00B855C3"/>
    <w:rsid w:val="00B864A1"/>
    <w:rsid w:val="00B90545"/>
    <w:rsid w:val="00B91FC3"/>
    <w:rsid w:val="00B939CA"/>
    <w:rsid w:val="00B94921"/>
    <w:rsid w:val="00B96545"/>
    <w:rsid w:val="00BA09AF"/>
    <w:rsid w:val="00BA1EB2"/>
    <w:rsid w:val="00BA54F1"/>
    <w:rsid w:val="00BA69DB"/>
    <w:rsid w:val="00BB3716"/>
    <w:rsid w:val="00BB41D0"/>
    <w:rsid w:val="00BB519A"/>
    <w:rsid w:val="00BB6CC6"/>
    <w:rsid w:val="00BB738D"/>
    <w:rsid w:val="00BC0B10"/>
    <w:rsid w:val="00BC15AC"/>
    <w:rsid w:val="00BC17C6"/>
    <w:rsid w:val="00BC27E9"/>
    <w:rsid w:val="00BC3B46"/>
    <w:rsid w:val="00BC3C4B"/>
    <w:rsid w:val="00BC3E36"/>
    <w:rsid w:val="00BC4270"/>
    <w:rsid w:val="00BD09FC"/>
    <w:rsid w:val="00BD0EBD"/>
    <w:rsid w:val="00BD5B7B"/>
    <w:rsid w:val="00BD6336"/>
    <w:rsid w:val="00BD776F"/>
    <w:rsid w:val="00BD780E"/>
    <w:rsid w:val="00BD798F"/>
    <w:rsid w:val="00BE0D53"/>
    <w:rsid w:val="00BE170D"/>
    <w:rsid w:val="00BE3B8C"/>
    <w:rsid w:val="00BE465A"/>
    <w:rsid w:val="00BE483A"/>
    <w:rsid w:val="00BE7747"/>
    <w:rsid w:val="00BF0540"/>
    <w:rsid w:val="00BF164B"/>
    <w:rsid w:val="00BF1D57"/>
    <w:rsid w:val="00BF2013"/>
    <w:rsid w:val="00BF21F2"/>
    <w:rsid w:val="00BF29D6"/>
    <w:rsid w:val="00BF2DA8"/>
    <w:rsid w:val="00BF3466"/>
    <w:rsid w:val="00BF3B4F"/>
    <w:rsid w:val="00BF75F2"/>
    <w:rsid w:val="00C00011"/>
    <w:rsid w:val="00C05C4F"/>
    <w:rsid w:val="00C06769"/>
    <w:rsid w:val="00C06BBF"/>
    <w:rsid w:val="00C06E16"/>
    <w:rsid w:val="00C073B0"/>
    <w:rsid w:val="00C07A7D"/>
    <w:rsid w:val="00C12116"/>
    <w:rsid w:val="00C162FE"/>
    <w:rsid w:val="00C17F5D"/>
    <w:rsid w:val="00C20345"/>
    <w:rsid w:val="00C2371F"/>
    <w:rsid w:val="00C23C0A"/>
    <w:rsid w:val="00C25A61"/>
    <w:rsid w:val="00C25F20"/>
    <w:rsid w:val="00C26F0A"/>
    <w:rsid w:val="00C270CE"/>
    <w:rsid w:val="00C2735C"/>
    <w:rsid w:val="00C27E2F"/>
    <w:rsid w:val="00C311BE"/>
    <w:rsid w:val="00C32A49"/>
    <w:rsid w:val="00C32A6E"/>
    <w:rsid w:val="00C32F88"/>
    <w:rsid w:val="00C4774F"/>
    <w:rsid w:val="00C47F9F"/>
    <w:rsid w:val="00C501BE"/>
    <w:rsid w:val="00C5050A"/>
    <w:rsid w:val="00C50B3F"/>
    <w:rsid w:val="00C51E64"/>
    <w:rsid w:val="00C531BA"/>
    <w:rsid w:val="00C5515E"/>
    <w:rsid w:val="00C56788"/>
    <w:rsid w:val="00C5733F"/>
    <w:rsid w:val="00C602C1"/>
    <w:rsid w:val="00C632A4"/>
    <w:rsid w:val="00C63DA1"/>
    <w:rsid w:val="00C70909"/>
    <w:rsid w:val="00C7361F"/>
    <w:rsid w:val="00C83B0C"/>
    <w:rsid w:val="00C9099C"/>
    <w:rsid w:val="00C90FEA"/>
    <w:rsid w:val="00C92822"/>
    <w:rsid w:val="00C9299B"/>
    <w:rsid w:val="00C92DE2"/>
    <w:rsid w:val="00C93443"/>
    <w:rsid w:val="00C9574C"/>
    <w:rsid w:val="00C95C64"/>
    <w:rsid w:val="00C9720D"/>
    <w:rsid w:val="00CA0834"/>
    <w:rsid w:val="00CA0B4E"/>
    <w:rsid w:val="00CA2C2D"/>
    <w:rsid w:val="00CA309F"/>
    <w:rsid w:val="00CA5E37"/>
    <w:rsid w:val="00CB2006"/>
    <w:rsid w:val="00CB41BC"/>
    <w:rsid w:val="00CB4E5C"/>
    <w:rsid w:val="00CB7F97"/>
    <w:rsid w:val="00CC0917"/>
    <w:rsid w:val="00CC178F"/>
    <w:rsid w:val="00CC2088"/>
    <w:rsid w:val="00CC4C24"/>
    <w:rsid w:val="00CC575B"/>
    <w:rsid w:val="00CC60B2"/>
    <w:rsid w:val="00CC6F92"/>
    <w:rsid w:val="00CC768C"/>
    <w:rsid w:val="00CD0158"/>
    <w:rsid w:val="00CD0BB3"/>
    <w:rsid w:val="00CD19F3"/>
    <w:rsid w:val="00CD1EFF"/>
    <w:rsid w:val="00CD24CE"/>
    <w:rsid w:val="00CD26E8"/>
    <w:rsid w:val="00CD61C1"/>
    <w:rsid w:val="00CE01C0"/>
    <w:rsid w:val="00CE3142"/>
    <w:rsid w:val="00CE37E4"/>
    <w:rsid w:val="00CE649F"/>
    <w:rsid w:val="00CE7904"/>
    <w:rsid w:val="00CF230F"/>
    <w:rsid w:val="00CF26F8"/>
    <w:rsid w:val="00CF28EF"/>
    <w:rsid w:val="00CF31A4"/>
    <w:rsid w:val="00CF3FB5"/>
    <w:rsid w:val="00CF429E"/>
    <w:rsid w:val="00CF594A"/>
    <w:rsid w:val="00D00F98"/>
    <w:rsid w:val="00D03AE7"/>
    <w:rsid w:val="00D03F50"/>
    <w:rsid w:val="00D0551F"/>
    <w:rsid w:val="00D065DF"/>
    <w:rsid w:val="00D06BD2"/>
    <w:rsid w:val="00D07254"/>
    <w:rsid w:val="00D10E74"/>
    <w:rsid w:val="00D14907"/>
    <w:rsid w:val="00D14E59"/>
    <w:rsid w:val="00D1607B"/>
    <w:rsid w:val="00D16F9E"/>
    <w:rsid w:val="00D17249"/>
    <w:rsid w:val="00D229FD"/>
    <w:rsid w:val="00D22CEC"/>
    <w:rsid w:val="00D239B4"/>
    <w:rsid w:val="00D24F4B"/>
    <w:rsid w:val="00D2754E"/>
    <w:rsid w:val="00D306E2"/>
    <w:rsid w:val="00D321AE"/>
    <w:rsid w:val="00D33DC6"/>
    <w:rsid w:val="00D34B13"/>
    <w:rsid w:val="00D37223"/>
    <w:rsid w:val="00D420EB"/>
    <w:rsid w:val="00D46669"/>
    <w:rsid w:val="00D51456"/>
    <w:rsid w:val="00D51ABD"/>
    <w:rsid w:val="00D527D9"/>
    <w:rsid w:val="00D55BCB"/>
    <w:rsid w:val="00D55BDC"/>
    <w:rsid w:val="00D56C19"/>
    <w:rsid w:val="00D5708F"/>
    <w:rsid w:val="00D576CA"/>
    <w:rsid w:val="00D60E52"/>
    <w:rsid w:val="00D6241C"/>
    <w:rsid w:val="00D63CC3"/>
    <w:rsid w:val="00D6436F"/>
    <w:rsid w:val="00D64803"/>
    <w:rsid w:val="00D66FD6"/>
    <w:rsid w:val="00D67438"/>
    <w:rsid w:val="00D7655D"/>
    <w:rsid w:val="00D80147"/>
    <w:rsid w:val="00D8129D"/>
    <w:rsid w:val="00D81FF8"/>
    <w:rsid w:val="00D8211D"/>
    <w:rsid w:val="00D82DCF"/>
    <w:rsid w:val="00D8541A"/>
    <w:rsid w:val="00D861FA"/>
    <w:rsid w:val="00D87423"/>
    <w:rsid w:val="00D90586"/>
    <w:rsid w:val="00D91816"/>
    <w:rsid w:val="00D91DF9"/>
    <w:rsid w:val="00D93EF0"/>
    <w:rsid w:val="00D9536C"/>
    <w:rsid w:val="00D9686A"/>
    <w:rsid w:val="00D977C1"/>
    <w:rsid w:val="00DA09DC"/>
    <w:rsid w:val="00DA0C6A"/>
    <w:rsid w:val="00DA1229"/>
    <w:rsid w:val="00DA12CC"/>
    <w:rsid w:val="00DA1822"/>
    <w:rsid w:val="00DA61E4"/>
    <w:rsid w:val="00DA63E0"/>
    <w:rsid w:val="00DA731B"/>
    <w:rsid w:val="00DA7D38"/>
    <w:rsid w:val="00DB3AB6"/>
    <w:rsid w:val="00DB40DF"/>
    <w:rsid w:val="00DB5E97"/>
    <w:rsid w:val="00DB6CBC"/>
    <w:rsid w:val="00DB6E37"/>
    <w:rsid w:val="00DC1C82"/>
    <w:rsid w:val="00DC5D80"/>
    <w:rsid w:val="00DC60C2"/>
    <w:rsid w:val="00DD2266"/>
    <w:rsid w:val="00DD5106"/>
    <w:rsid w:val="00DD6036"/>
    <w:rsid w:val="00DD67C5"/>
    <w:rsid w:val="00DD70DC"/>
    <w:rsid w:val="00DD760D"/>
    <w:rsid w:val="00DE0649"/>
    <w:rsid w:val="00DE119D"/>
    <w:rsid w:val="00DE3ED6"/>
    <w:rsid w:val="00DE4ED1"/>
    <w:rsid w:val="00DE7750"/>
    <w:rsid w:val="00DF3881"/>
    <w:rsid w:val="00DF4F06"/>
    <w:rsid w:val="00DF73E7"/>
    <w:rsid w:val="00DF768A"/>
    <w:rsid w:val="00DF77A6"/>
    <w:rsid w:val="00E02268"/>
    <w:rsid w:val="00E07D32"/>
    <w:rsid w:val="00E10379"/>
    <w:rsid w:val="00E11B1B"/>
    <w:rsid w:val="00E14515"/>
    <w:rsid w:val="00E150BF"/>
    <w:rsid w:val="00E150EC"/>
    <w:rsid w:val="00E16548"/>
    <w:rsid w:val="00E17DEA"/>
    <w:rsid w:val="00E208C5"/>
    <w:rsid w:val="00E20984"/>
    <w:rsid w:val="00E308B4"/>
    <w:rsid w:val="00E366F2"/>
    <w:rsid w:val="00E40BDD"/>
    <w:rsid w:val="00E43F70"/>
    <w:rsid w:val="00E43FEA"/>
    <w:rsid w:val="00E442EA"/>
    <w:rsid w:val="00E50823"/>
    <w:rsid w:val="00E53DD6"/>
    <w:rsid w:val="00E5436A"/>
    <w:rsid w:val="00E5466F"/>
    <w:rsid w:val="00E56806"/>
    <w:rsid w:val="00E6123F"/>
    <w:rsid w:val="00E61997"/>
    <w:rsid w:val="00E61CFA"/>
    <w:rsid w:val="00E654C8"/>
    <w:rsid w:val="00E6594C"/>
    <w:rsid w:val="00E70941"/>
    <w:rsid w:val="00E70FA9"/>
    <w:rsid w:val="00E715D4"/>
    <w:rsid w:val="00E73629"/>
    <w:rsid w:val="00E73FCF"/>
    <w:rsid w:val="00E7460E"/>
    <w:rsid w:val="00E81BF0"/>
    <w:rsid w:val="00E837B0"/>
    <w:rsid w:val="00E855F1"/>
    <w:rsid w:val="00E85C98"/>
    <w:rsid w:val="00E906AA"/>
    <w:rsid w:val="00E9391A"/>
    <w:rsid w:val="00E94FF7"/>
    <w:rsid w:val="00E9640F"/>
    <w:rsid w:val="00E96C19"/>
    <w:rsid w:val="00EA19F4"/>
    <w:rsid w:val="00EA1F42"/>
    <w:rsid w:val="00EA22FF"/>
    <w:rsid w:val="00EA2ABC"/>
    <w:rsid w:val="00EA67E6"/>
    <w:rsid w:val="00EB35E1"/>
    <w:rsid w:val="00EB5353"/>
    <w:rsid w:val="00EB63B3"/>
    <w:rsid w:val="00EB6841"/>
    <w:rsid w:val="00EB68A2"/>
    <w:rsid w:val="00EC06A6"/>
    <w:rsid w:val="00EC0B30"/>
    <w:rsid w:val="00EC1F69"/>
    <w:rsid w:val="00EC1FF8"/>
    <w:rsid w:val="00EC202F"/>
    <w:rsid w:val="00EC3D50"/>
    <w:rsid w:val="00EC608C"/>
    <w:rsid w:val="00EC6196"/>
    <w:rsid w:val="00EC73C5"/>
    <w:rsid w:val="00ED04AE"/>
    <w:rsid w:val="00ED067B"/>
    <w:rsid w:val="00ED31E9"/>
    <w:rsid w:val="00ED53F6"/>
    <w:rsid w:val="00ED5718"/>
    <w:rsid w:val="00ED7C09"/>
    <w:rsid w:val="00EE0414"/>
    <w:rsid w:val="00EE100A"/>
    <w:rsid w:val="00EE1221"/>
    <w:rsid w:val="00EE23FC"/>
    <w:rsid w:val="00EE2926"/>
    <w:rsid w:val="00EE33C5"/>
    <w:rsid w:val="00EE52AA"/>
    <w:rsid w:val="00EF012F"/>
    <w:rsid w:val="00EF1C94"/>
    <w:rsid w:val="00EF260A"/>
    <w:rsid w:val="00EF2FFF"/>
    <w:rsid w:val="00EF38DC"/>
    <w:rsid w:val="00EF3BE7"/>
    <w:rsid w:val="00EF5778"/>
    <w:rsid w:val="00F0183E"/>
    <w:rsid w:val="00F0281F"/>
    <w:rsid w:val="00F06E6F"/>
    <w:rsid w:val="00F07E8C"/>
    <w:rsid w:val="00F11B72"/>
    <w:rsid w:val="00F12104"/>
    <w:rsid w:val="00F135BE"/>
    <w:rsid w:val="00F1423D"/>
    <w:rsid w:val="00F17649"/>
    <w:rsid w:val="00F260F9"/>
    <w:rsid w:val="00F27F17"/>
    <w:rsid w:val="00F300EA"/>
    <w:rsid w:val="00F31EF1"/>
    <w:rsid w:val="00F327B8"/>
    <w:rsid w:val="00F3546E"/>
    <w:rsid w:val="00F35D71"/>
    <w:rsid w:val="00F3659F"/>
    <w:rsid w:val="00F37022"/>
    <w:rsid w:val="00F406DD"/>
    <w:rsid w:val="00F40995"/>
    <w:rsid w:val="00F44937"/>
    <w:rsid w:val="00F4768B"/>
    <w:rsid w:val="00F47C59"/>
    <w:rsid w:val="00F47D30"/>
    <w:rsid w:val="00F53853"/>
    <w:rsid w:val="00F54C6C"/>
    <w:rsid w:val="00F55750"/>
    <w:rsid w:val="00F55A62"/>
    <w:rsid w:val="00F55DED"/>
    <w:rsid w:val="00F563AC"/>
    <w:rsid w:val="00F64CA0"/>
    <w:rsid w:val="00F7049D"/>
    <w:rsid w:val="00F80327"/>
    <w:rsid w:val="00F82312"/>
    <w:rsid w:val="00F842EA"/>
    <w:rsid w:val="00F84841"/>
    <w:rsid w:val="00F84DD0"/>
    <w:rsid w:val="00F90711"/>
    <w:rsid w:val="00F9202E"/>
    <w:rsid w:val="00F9456D"/>
    <w:rsid w:val="00F9676F"/>
    <w:rsid w:val="00FA0E11"/>
    <w:rsid w:val="00FA3C58"/>
    <w:rsid w:val="00FA4C07"/>
    <w:rsid w:val="00FA5533"/>
    <w:rsid w:val="00FA5F0D"/>
    <w:rsid w:val="00FA73E7"/>
    <w:rsid w:val="00FB0C53"/>
    <w:rsid w:val="00FB0D61"/>
    <w:rsid w:val="00FB0F5E"/>
    <w:rsid w:val="00FB2782"/>
    <w:rsid w:val="00FB4E92"/>
    <w:rsid w:val="00FB52A4"/>
    <w:rsid w:val="00FB5BA6"/>
    <w:rsid w:val="00FB63D9"/>
    <w:rsid w:val="00FB6B13"/>
    <w:rsid w:val="00FB70D1"/>
    <w:rsid w:val="00FB73C1"/>
    <w:rsid w:val="00FC10F8"/>
    <w:rsid w:val="00FC228F"/>
    <w:rsid w:val="00FC73C9"/>
    <w:rsid w:val="00FC7DE8"/>
    <w:rsid w:val="00FD39CB"/>
    <w:rsid w:val="00FD3CD8"/>
    <w:rsid w:val="00FD3F14"/>
    <w:rsid w:val="00FD59C3"/>
    <w:rsid w:val="00FE0221"/>
    <w:rsid w:val="00FE2E73"/>
    <w:rsid w:val="00FE379A"/>
    <w:rsid w:val="00FE3A83"/>
    <w:rsid w:val="00FE4119"/>
    <w:rsid w:val="00FE68B6"/>
    <w:rsid w:val="00FF0B53"/>
    <w:rsid w:val="00FF2568"/>
    <w:rsid w:val="00FF4A8C"/>
    <w:rsid w:val="00FF5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5D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7D75D8"/>
    <w:rPr>
      <w:b/>
      <w:bCs/>
    </w:rPr>
  </w:style>
  <w:style w:type="table" w:styleId="TableGrid">
    <w:name w:val="Table Grid"/>
    <w:basedOn w:val="TableNormal"/>
    <w:uiPriority w:val="99"/>
    <w:rsid w:val="007D75D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basedOn w:val="Normal"/>
    <w:uiPriority w:val="99"/>
    <w:rsid w:val="007F3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B0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0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326</TotalTime>
  <Pages>3</Pages>
  <Words>585</Words>
  <Characters>3338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207</cp:revision>
  <cp:lastPrinted>2015-01-22T05:08:00Z</cp:lastPrinted>
  <dcterms:created xsi:type="dcterms:W3CDTF">2015-01-22T04:49:00Z</dcterms:created>
  <dcterms:modified xsi:type="dcterms:W3CDTF">2016-05-10T10:18:00Z</dcterms:modified>
</cp:coreProperties>
</file>