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</w:t>
      </w:r>
      <w:r>
        <w:rPr>
          <w:rFonts w:ascii="Times New Roman" w:hAnsi="Times New Roman"/>
          <w:b/>
          <w:bCs/>
          <w:sz w:val="24"/>
          <w:szCs w:val="24"/>
        </w:rPr>
        <w:t>городского округа Озёры</w:t>
      </w:r>
      <w:r w:rsidRPr="004F4945">
        <w:rPr>
          <w:rFonts w:ascii="Times New Roman" w:hAnsi="Times New Roman"/>
          <w:b/>
          <w:bCs/>
          <w:sz w:val="24"/>
          <w:szCs w:val="24"/>
        </w:rPr>
        <w:t xml:space="preserve"> и членов его (её) семьи для размещения на официальном сайте </w:t>
      </w:r>
    </w:p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bCs/>
          <w:sz w:val="24"/>
          <w:szCs w:val="24"/>
        </w:rPr>
        <w:t>городского округа Озёры</w:t>
      </w:r>
    </w:p>
    <w:p w:rsidR="00912DC4" w:rsidRPr="004F4945" w:rsidRDefault="00912DC4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sz w:val="24"/>
          <w:szCs w:val="24"/>
        </w:rPr>
      </w:pPr>
    </w:p>
    <w:p w:rsidR="00912DC4" w:rsidRPr="004F4945" w:rsidRDefault="00912DC4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sz w:val="24"/>
          <w:szCs w:val="24"/>
          <w:u w:val="single"/>
        </w:rPr>
      </w:pPr>
      <w:r w:rsidRPr="004F4945">
        <w:rPr>
          <w:rFonts w:ascii="Times New Roman" w:hAnsi="Times New Roman"/>
          <w:sz w:val="24"/>
          <w:szCs w:val="24"/>
        </w:rPr>
        <w:t xml:space="preserve">Замещаемая должность     </w:t>
      </w:r>
      <w:r>
        <w:rPr>
          <w:rFonts w:ascii="Times New Roman" w:hAnsi="Times New Roman"/>
          <w:sz w:val="24"/>
          <w:szCs w:val="24"/>
        </w:rPr>
        <w:t>И.о. з</w:t>
      </w:r>
      <w:r>
        <w:rPr>
          <w:rFonts w:ascii="Times New Roman" w:hAnsi="Times New Roman"/>
          <w:sz w:val="24"/>
          <w:szCs w:val="24"/>
          <w:u w:val="single"/>
        </w:rPr>
        <w:t>аведующего</w:t>
      </w:r>
      <w:r w:rsidRPr="004F4945">
        <w:rPr>
          <w:rFonts w:ascii="Times New Roman" w:hAnsi="Times New Roman"/>
          <w:sz w:val="24"/>
          <w:szCs w:val="24"/>
          <w:u w:val="single"/>
        </w:rPr>
        <w:t xml:space="preserve"> МБДОУ детского сада общеразвивающего вида №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4F4945">
        <w:rPr>
          <w:rFonts w:ascii="Times New Roman" w:hAnsi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/>
          <w:sz w:val="24"/>
          <w:szCs w:val="24"/>
          <w:u w:val="single"/>
        </w:rPr>
        <w:t>Подсолнушек</w:t>
      </w:r>
      <w:r w:rsidRPr="004F4945">
        <w:rPr>
          <w:rFonts w:ascii="Times New Roman" w:hAnsi="Times New Roman"/>
          <w:sz w:val="24"/>
          <w:szCs w:val="24"/>
          <w:u w:val="single"/>
        </w:rPr>
        <w:t>»</w:t>
      </w:r>
    </w:p>
    <w:p w:rsidR="00912DC4" w:rsidRPr="004F4945" w:rsidRDefault="00912DC4" w:rsidP="004F4945">
      <w:pPr>
        <w:widowControl w:val="0"/>
        <w:shd w:val="clear" w:color="auto" w:fill="FFFFFF"/>
        <w:tabs>
          <w:tab w:val="left" w:leader="underscore" w:pos="13747"/>
        </w:tabs>
        <w:autoSpaceDE w:val="0"/>
        <w:spacing w:after="0" w:line="240" w:lineRule="auto"/>
        <w:ind w:left="10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Раздел 1. Сведения о доходах</w:t>
      </w:r>
    </w:p>
    <w:p w:rsidR="00912DC4" w:rsidRPr="004F4945" w:rsidRDefault="00912DC4" w:rsidP="004F4945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4945">
        <w:rPr>
          <w:rFonts w:ascii="Times New Roman" w:hAnsi="Times New Roman"/>
          <w:sz w:val="24"/>
          <w:szCs w:val="24"/>
        </w:rPr>
        <w:t>Сведения представлены за отчётный период с 01.01.201</w:t>
      </w:r>
      <w:r>
        <w:rPr>
          <w:rFonts w:ascii="Times New Roman" w:hAnsi="Times New Roman"/>
          <w:sz w:val="24"/>
          <w:szCs w:val="24"/>
        </w:rPr>
        <w:t xml:space="preserve">5 </w:t>
      </w:r>
      <w:r w:rsidRPr="004F4945">
        <w:rPr>
          <w:rFonts w:ascii="Times New Roman" w:hAnsi="Times New Roman"/>
          <w:sz w:val="24"/>
          <w:szCs w:val="24"/>
        </w:rPr>
        <w:t>года по 31.12.201</w:t>
      </w:r>
      <w:r>
        <w:rPr>
          <w:rFonts w:ascii="Times New Roman" w:hAnsi="Times New Roman"/>
          <w:sz w:val="24"/>
          <w:szCs w:val="24"/>
        </w:rPr>
        <w:t>5</w:t>
      </w:r>
      <w:r w:rsidRPr="004F4945">
        <w:rPr>
          <w:rFonts w:ascii="Times New Roman" w:hAnsi="Times New Roman"/>
          <w:sz w:val="24"/>
          <w:szCs w:val="24"/>
        </w:rPr>
        <w:t xml:space="preserve"> года.</w:t>
      </w:r>
    </w:p>
    <w:p w:rsidR="00912DC4" w:rsidRPr="004F4945" w:rsidRDefault="00912DC4" w:rsidP="004F49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01"/>
        <w:gridCol w:w="7237"/>
        <w:gridCol w:w="2570"/>
      </w:tblGrid>
      <w:tr w:rsidR="00912DC4" w:rsidRPr="007407A5" w:rsidTr="004F4945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Величина дохода (руб.)</w:t>
            </w:r>
          </w:p>
        </w:tc>
      </w:tr>
      <w:tr w:rsidR="00912DC4" w:rsidRPr="007407A5" w:rsidTr="004F4945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" w:right="830" w:hanging="1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 xml:space="preserve">Декларированный годовой доход  </w:t>
            </w:r>
            <w:r>
              <w:rPr>
                <w:rFonts w:ascii="Times New Roman" w:hAnsi="Times New Roman"/>
                <w:sz w:val="24"/>
                <w:szCs w:val="24"/>
              </w:rPr>
              <w:t>Жеребцовой Н.П.</w:t>
            </w:r>
            <w:r w:rsidRPr="007407A5">
              <w:rPr>
                <w:rFonts w:ascii="Times New Roman" w:hAnsi="Times New Roman"/>
                <w:sz w:val="24"/>
                <w:szCs w:val="24"/>
              </w:rPr>
              <w:t xml:space="preserve"> А.М.НовиковаАА.М.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81744E" w:rsidRDefault="00912DC4" w:rsidP="00EC557A">
            <w:pPr>
              <w:pStyle w:val="ConsPlusNonformat"/>
              <w:widowControl/>
              <w:tabs>
                <w:tab w:val="right" w:pos="93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393692,71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Раздел 2. Сведения об имуществе</w:t>
      </w:r>
    </w:p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по состоянию на конец отчётного периода (на отчётную дату)</w:t>
      </w:r>
    </w:p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2.1. Объекты недвижимого имущества, принадлежащие на праве собственности</w:t>
      </w:r>
    </w:p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ind w:left="48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912DC4" w:rsidRPr="007407A5" w:rsidTr="004F4945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Собственник имущества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DF5E83">
        <w:trPr>
          <w:trHeight w:hRule="exact" w:val="37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¼ Жеребцова Н.П.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DF5E83">
        <w:trPr>
          <w:trHeight w:hRule="exact" w:val="294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Жеребцова Н.П.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12DC4" w:rsidRDefault="00912DC4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4945">
        <w:rPr>
          <w:rFonts w:ascii="Times New Roman" w:hAnsi="Times New Roman"/>
          <w:b/>
          <w:bCs/>
          <w:sz w:val="24"/>
          <w:szCs w:val="24"/>
        </w:rPr>
        <w:t>2.2. Объекты недвижимого имущества, находящиеся в пользовании</w:t>
      </w:r>
    </w:p>
    <w:p w:rsidR="00912DC4" w:rsidRPr="004F4945" w:rsidRDefault="00912DC4" w:rsidP="004F4945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39"/>
        <w:gridCol w:w="3514"/>
        <w:gridCol w:w="1276"/>
        <w:gridCol w:w="1559"/>
        <w:gridCol w:w="3173"/>
      </w:tblGrid>
      <w:tr w:rsidR="00912DC4" w:rsidRPr="007407A5" w:rsidTr="004F4945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25" w:right="134" w:hanging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У кого находится в пользовании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9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Жилые дома: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7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18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8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12DC4" w:rsidRDefault="00912DC4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DC4" w:rsidRDefault="00912DC4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DC4" w:rsidRDefault="00912DC4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2DC4" w:rsidRPr="004F4945" w:rsidRDefault="00912DC4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4F4945">
        <w:rPr>
          <w:rFonts w:ascii="Times New Roman" w:hAnsi="Times New Roman"/>
          <w:b/>
          <w:sz w:val="24"/>
          <w:szCs w:val="24"/>
        </w:rPr>
        <w:t>2.3. Транспортные средства</w:t>
      </w:r>
    </w:p>
    <w:p w:rsidR="00912DC4" w:rsidRPr="004F4945" w:rsidRDefault="00912DC4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758"/>
        <w:gridCol w:w="5338"/>
        <w:gridCol w:w="4165"/>
      </w:tblGrid>
      <w:tr w:rsidR="00912DC4" w:rsidRPr="007407A5" w:rsidTr="004F4945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4F4945" w:rsidRDefault="00912DC4" w:rsidP="004F4945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Собственник транспортного средства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12DC4" w:rsidRPr="007407A5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Автоприцепы: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12DC4" w:rsidRPr="007407A5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12DC4" w:rsidRPr="007407A5" w:rsidTr="004F4945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12DC4" w:rsidRPr="007407A5" w:rsidTr="004F4945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407A5">
              <w:rPr>
                <w:rFonts w:ascii="Times New Roman" w:hAnsi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912DC4" w:rsidRPr="007407A5" w:rsidTr="004F4945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DC4" w:rsidRPr="007407A5" w:rsidRDefault="00912DC4" w:rsidP="004F4945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12DC4" w:rsidRPr="004F4945" w:rsidRDefault="00912DC4" w:rsidP="004F494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12DC4" w:rsidRPr="004F4945" w:rsidRDefault="00912DC4" w:rsidP="004F49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DC4" w:rsidRPr="004F4945" w:rsidRDefault="00912DC4" w:rsidP="004F49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12DC4" w:rsidRPr="004F4945" w:rsidSect="004B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945"/>
    <w:rsid w:val="00143D9E"/>
    <w:rsid w:val="002F22A4"/>
    <w:rsid w:val="004133E9"/>
    <w:rsid w:val="00457342"/>
    <w:rsid w:val="004B4575"/>
    <w:rsid w:val="004F4945"/>
    <w:rsid w:val="00596CAB"/>
    <w:rsid w:val="005A5F3E"/>
    <w:rsid w:val="00625025"/>
    <w:rsid w:val="007407A5"/>
    <w:rsid w:val="007C09AB"/>
    <w:rsid w:val="0081744E"/>
    <w:rsid w:val="008F285D"/>
    <w:rsid w:val="00912DC4"/>
    <w:rsid w:val="009E2A01"/>
    <w:rsid w:val="00A03E4D"/>
    <w:rsid w:val="00DF5E83"/>
    <w:rsid w:val="00E0555F"/>
    <w:rsid w:val="00EC557A"/>
    <w:rsid w:val="00FF1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57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744E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281</Words>
  <Characters>1608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2015-04-23T06:22:00Z</cp:lastPrinted>
  <dcterms:created xsi:type="dcterms:W3CDTF">2014-04-14T07:15:00Z</dcterms:created>
  <dcterms:modified xsi:type="dcterms:W3CDTF">2016-05-06T09:20:00Z</dcterms:modified>
</cp:coreProperties>
</file>