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F6" w:rsidRDefault="00995EF6" w:rsidP="003D7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3D73B3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руководителей муниципальных учреждений  города Серпухова</w:t>
      </w:r>
    </w:p>
    <w:p w:rsidR="00995EF6" w:rsidRPr="003D73B3" w:rsidRDefault="00995EF6" w:rsidP="003D73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538" w:type="dxa"/>
        <w:tblCellSpacing w:w="20" w:type="dxa"/>
        <w:tblInd w:w="-13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2159"/>
        <w:gridCol w:w="2278"/>
        <w:gridCol w:w="7101"/>
      </w:tblGrid>
      <w:tr w:rsidR="00995EF6" w:rsidRPr="009E5B3F" w:rsidTr="009E5B3F">
        <w:trPr>
          <w:tblCellSpacing w:w="20" w:type="dxa"/>
        </w:trPr>
        <w:tc>
          <w:tcPr>
            <w:tcW w:w="2099" w:type="dxa"/>
          </w:tcPr>
          <w:p w:rsidR="00995EF6" w:rsidRPr="009E5B3F" w:rsidRDefault="00995EF6" w:rsidP="009E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B3F">
              <w:rPr>
                <w:rFonts w:ascii="Times New Roman" w:hAnsi="Times New Roman"/>
                <w:b/>
                <w:sz w:val="24"/>
                <w:szCs w:val="24"/>
              </w:rPr>
              <w:t>Фамилия, имя,</w:t>
            </w:r>
          </w:p>
          <w:p w:rsidR="00995EF6" w:rsidRPr="009E5B3F" w:rsidRDefault="00995EF6" w:rsidP="009E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B3F">
              <w:rPr>
                <w:rFonts w:ascii="Times New Roman" w:hAnsi="Times New Roman"/>
                <w:b/>
                <w:sz w:val="24"/>
                <w:szCs w:val="24"/>
              </w:rPr>
              <w:t>отчество руководителя муниципального учреждения</w:t>
            </w:r>
          </w:p>
        </w:tc>
        <w:tc>
          <w:tcPr>
            <w:tcW w:w="2238" w:type="dxa"/>
          </w:tcPr>
          <w:p w:rsidR="00995EF6" w:rsidRPr="009E5B3F" w:rsidRDefault="00995EF6" w:rsidP="009E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B3F">
              <w:rPr>
                <w:rFonts w:ascii="Times New Roman" w:hAnsi="Times New Roman"/>
                <w:b/>
                <w:sz w:val="24"/>
                <w:szCs w:val="24"/>
              </w:rPr>
              <w:t>Замещаемая должность</w:t>
            </w:r>
          </w:p>
        </w:tc>
        <w:tc>
          <w:tcPr>
            <w:tcW w:w="7041" w:type="dxa"/>
          </w:tcPr>
          <w:p w:rsidR="00995EF6" w:rsidRPr="009E5B3F" w:rsidRDefault="00995EF6" w:rsidP="009E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B3F">
              <w:rPr>
                <w:rFonts w:ascii="Times New Roman" w:hAnsi="Times New Roman"/>
                <w:b/>
                <w:sz w:val="24"/>
                <w:szCs w:val="24"/>
              </w:rPr>
              <w:t>Сведения о дохода, об имуществе и обязательствах имущественного характера</w:t>
            </w:r>
          </w:p>
          <w:p w:rsidR="00995EF6" w:rsidRPr="009E5B3F" w:rsidRDefault="00995EF6" w:rsidP="009E5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B3F">
              <w:rPr>
                <w:rFonts w:ascii="Times New Roman" w:hAnsi="Times New Roman"/>
                <w:b/>
                <w:sz w:val="24"/>
                <w:szCs w:val="24"/>
              </w:rPr>
              <w:t>(величина дохода, недвижимое имущество, площадь, место нахождения)</w:t>
            </w:r>
          </w:p>
        </w:tc>
      </w:tr>
      <w:tr w:rsidR="00995EF6" w:rsidRPr="009E5B3F" w:rsidTr="009E5B3F">
        <w:trPr>
          <w:tblCellSpacing w:w="20" w:type="dxa"/>
        </w:trPr>
        <w:tc>
          <w:tcPr>
            <w:tcW w:w="2099" w:type="dxa"/>
          </w:tcPr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B3F">
              <w:rPr>
                <w:rFonts w:ascii="Times New Roman" w:hAnsi="Times New Roman"/>
                <w:sz w:val="24"/>
                <w:szCs w:val="24"/>
              </w:rPr>
              <w:t>Константинова Ирина Мечеславовна</w:t>
            </w:r>
          </w:p>
        </w:tc>
        <w:tc>
          <w:tcPr>
            <w:tcW w:w="2238" w:type="dxa"/>
          </w:tcPr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B3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B3F">
              <w:rPr>
                <w:rFonts w:ascii="Times New Roman" w:hAnsi="Times New Roman"/>
                <w:sz w:val="24"/>
                <w:szCs w:val="24"/>
              </w:rPr>
              <w:t>МОУ СОШ №1</w:t>
            </w:r>
          </w:p>
        </w:tc>
        <w:tc>
          <w:tcPr>
            <w:tcW w:w="7041" w:type="dxa"/>
          </w:tcPr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 дохода за 2015 год: 2003211</w:t>
            </w:r>
            <w:r w:rsidRPr="009E5B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5B3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B3F">
              <w:rPr>
                <w:rFonts w:ascii="Times New Roman" w:hAnsi="Times New Roman"/>
                <w:sz w:val="24"/>
                <w:szCs w:val="24"/>
              </w:rPr>
              <w:t>Имущество: ½ часть  квартиры 63,6 кв.м., РФ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Клюев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Евгений Владимирович</w:t>
            </w:r>
          </w:p>
        </w:tc>
        <w:tc>
          <w:tcPr>
            <w:tcW w:w="2238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МОУ СОШ №2</w:t>
            </w:r>
          </w:p>
        </w:tc>
        <w:tc>
          <w:tcPr>
            <w:tcW w:w="7041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Величина дохода за за 2015 год: 1 893 687,20 руб.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Имущество:   квартира 95 кв.м., РФ,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 ½ квартиры, 52,8 кв.м., РФ, Автомобиль KIA CEED.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Величина дохода супруги за 2015 год: 1 512612, 02 руб.,</w:t>
            </w:r>
          </w:p>
          <w:p w:rsidR="00995EF6" w:rsidRPr="0049558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Имущество супруги:  квартира ½  </w:t>
            </w:r>
            <w:smartTag w:uri="urn:schemas-microsoft-com:office:smarttags" w:element="metricconverter">
              <w:smartTagPr>
                <w:attr w:name="ProductID" w:val="52,8 кв. м"/>
              </w:smartTagPr>
              <w:r w:rsidRPr="005B36FD">
                <w:rPr>
                  <w:rFonts w:ascii="Times New Roman" w:hAnsi="Times New Roman"/>
                  <w:sz w:val="24"/>
                  <w:szCs w:val="24"/>
                </w:rPr>
                <w:t>52,8 кв. м</w:t>
              </w:r>
            </w:smartTag>
            <w:r w:rsidRPr="005B36FD">
              <w:rPr>
                <w:rFonts w:ascii="Times New Roman" w:hAnsi="Times New Roman"/>
                <w:sz w:val="24"/>
                <w:szCs w:val="24"/>
              </w:rPr>
              <w:t>, РФ, квартира ¼ 43,7 кв.м. РФ,квартира 35 кв.м. РФ,земельный участок для ведения подсобного хоз-ва 1212 кв.м., РФ, жилой дом 21.кв.м., РФ, жилой дом 91,6 кв.м., РФ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 xml:space="preserve">Офицеров 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2238" w:type="dxa"/>
          </w:tcPr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МОУ СОШ № 3</w:t>
            </w:r>
          </w:p>
        </w:tc>
        <w:tc>
          <w:tcPr>
            <w:tcW w:w="7041" w:type="dxa"/>
          </w:tcPr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Величина дохода за 2015 год: 1400198,27руб.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Имущество: земельный участок для ведения подсобного хоз-ва 400  кв.м., РФ,земельный участок для ведения подсобного хоз-ва 140  кв.м., РФ,гараж 30 кв.м,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автомобиль:  Шевроле - Круз,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 xml:space="preserve">Величина дохода супруги 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B6175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AB6175">
              <w:rPr>
                <w:rFonts w:ascii="Times New Roman" w:hAnsi="Times New Roman"/>
                <w:sz w:val="24"/>
                <w:szCs w:val="24"/>
              </w:rPr>
              <w:t>.: 965608,00 руб.,</w:t>
            </w:r>
          </w:p>
          <w:p w:rsidR="00995EF6" w:rsidRPr="00AB617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Имущество супруги:  квартира 64 кв.м.,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6175">
              <w:rPr>
                <w:rFonts w:ascii="Times New Roman" w:hAnsi="Times New Roman"/>
                <w:sz w:val="24"/>
                <w:szCs w:val="24"/>
              </w:rPr>
              <w:t>Жилой дом 1/3 доля 38 кв.м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BD7BF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>Цуканова Светлана Николаевна</w:t>
            </w:r>
          </w:p>
        </w:tc>
        <w:tc>
          <w:tcPr>
            <w:tcW w:w="2238" w:type="dxa"/>
          </w:tcPr>
          <w:p w:rsidR="00995EF6" w:rsidRPr="00BD7BF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BD7BF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>МОУ СОШ № 4</w:t>
            </w:r>
          </w:p>
        </w:tc>
        <w:tc>
          <w:tcPr>
            <w:tcW w:w="7041" w:type="dxa"/>
          </w:tcPr>
          <w:p w:rsidR="00995EF6" w:rsidRPr="00BD7BF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>Величина дохода за 2015 год: 1218852,78 руб.</w:t>
            </w:r>
          </w:p>
          <w:p w:rsidR="00995EF6" w:rsidRPr="00BD7BF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>Имущество:  квартира 53кв. м,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BD7BFE">
              <w:rPr>
                <w:rFonts w:ascii="Times New Roman" w:hAnsi="Times New Roman"/>
                <w:sz w:val="24"/>
                <w:szCs w:val="24"/>
              </w:rPr>
              <w:t>Автомобиль: К</w:t>
            </w:r>
            <w:r w:rsidRPr="00BD7BFE">
              <w:rPr>
                <w:rFonts w:ascii="Times New Roman" w:hAnsi="Times New Roman"/>
                <w:sz w:val="24"/>
                <w:szCs w:val="24"/>
                <w:lang w:val="en-US"/>
              </w:rPr>
              <w:t>IA RIO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104D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 xml:space="preserve">Тузова 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2238" w:type="dxa"/>
          </w:tcPr>
          <w:p w:rsidR="00995EF6" w:rsidRPr="00104D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>МОУ СОШ № 5</w:t>
            </w:r>
          </w:p>
        </w:tc>
        <w:tc>
          <w:tcPr>
            <w:tcW w:w="7041" w:type="dxa"/>
          </w:tcPr>
          <w:p w:rsidR="00995EF6" w:rsidRPr="00104D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 xml:space="preserve">Величина дохода за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104D5C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104D5C">
              <w:rPr>
                <w:rFonts w:ascii="Times New Roman" w:hAnsi="Times New Roman"/>
                <w:sz w:val="24"/>
                <w:szCs w:val="24"/>
              </w:rPr>
              <w:t>.: 1374050,05 руб.,</w:t>
            </w:r>
          </w:p>
          <w:p w:rsidR="00995EF6" w:rsidRPr="00104D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 xml:space="preserve">Имущество: квартира 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104D5C">
              <w:rPr>
                <w:rFonts w:ascii="Times New Roman" w:hAnsi="Times New Roman"/>
                <w:sz w:val="24"/>
                <w:szCs w:val="24"/>
              </w:rPr>
              <w:t xml:space="preserve">  кв.м., РФ.</w:t>
            </w:r>
          </w:p>
          <w:p w:rsidR="00995EF6" w:rsidRPr="00104D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1739460,67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4D5C">
              <w:rPr>
                <w:rFonts w:ascii="Times New Roman" w:hAnsi="Times New Roman"/>
                <w:sz w:val="24"/>
                <w:szCs w:val="24"/>
              </w:rPr>
              <w:t xml:space="preserve">Имущество супруга: Автомобиль:  </w:t>
            </w:r>
            <w:r w:rsidRPr="00104D5C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104D5C">
              <w:rPr>
                <w:rFonts w:ascii="Times New Roman" w:hAnsi="Times New Roman"/>
                <w:sz w:val="24"/>
                <w:szCs w:val="24"/>
              </w:rPr>
              <w:t>-</w:t>
            </w:r>
            <w:r w:rsidRPr="00104D5C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04D5C">
              <w:rPr>
                <w:rFonts w:ascii="Times New Roman" w:hAnsi="Times New Roman"/>
                <w:sz w:val="24"/>
                <w:szCs w:val="24"/>
              </w:rPr>
              <w:t>-</w:t>
            </w:r>
            <w:r w:rsidRPr="00104D5C">
              <w:rPr>
                <w:rFonts w:ascii="Times New Roman" w:hAnsi="Times New Roman"/>
                <w:sz w:val="24"/>
                <w:szCs w:val="24"/>
                <w:lang w:val="en-US"/>
              </w:rPr>
              <w:t>TRAIL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 xml:space="preserve">Волков </w:t>
            </w:r>
          </w:p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2238" w:type="dxa"/>
          </w:tcPr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>МОУ СОШ №  6</w:t>
            </w:r>
          </w:p>
        </w:tc>
        <w:tc>
          <w:tcPr>
            <w:tcW w:w="7041" w:type="dxa"/>
          </w:tcPr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>Величина дохода за 2015 год: 811214,33 руб.</w:t>
            </w:r>
          </w:p>
          <w:p w:rsidR="00995EF6" w:rsidRPr="005C1A6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A6F">
              <w:rPr>
                <w:rFonts w:ascii="Times New Roman" w:hAnsi="Times New Roman"/>
                <w:sz w:val="24"/>
                <w:szCs w:val="24"/>
              </w:rPr>
              <w:t>Имущество: квартира 42,1 кв.м., РФ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Клюева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Петровна </w:t>
            </w:r>
          </w:p>
        </w:tc>
        <w:tc>
          <w:tcPr>
            <w:tcW w:w="2238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МОУ СОШ  № 7</w:t>
            </w:r>
          </w:p>
        </w:tc>
        <w:tc>
          <w:tcPr>
            <w:tcW w:w="7041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Величина дохода за 2015 год: 1 512612, 02 руб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Имущество:  квартира ½ 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5B36FD">
                <w:rPr>
                  <w:rFonts w:ascii="Times New Roman" w:hAnsi="Times New Roman"/>
                  <w:sz w:val="24"/>
                  <w:szCs w:val="24"/>
                </w:rPr>
                <w:t>52,8 кв. м</w:t>
              </w:r>
            </w:smartTag>
            <w:r w:rsidRPr="005B36FD">
              <w:rPr>
                <w:rFonts w:ascii="Times New Roman" w:hAnsi="Times New Roman"/>
                <w:sz w:val="24"/>
                <w:szCs w:val="24"/>
              </w:rPr>
              <w:t>, квартира ¼ 43,7 кв.м. РФ,квартира 35 кв.м. РФ РФ, земельный участок для ведения подсобного хоз-ва 1212 кв.м., РФ, жилой дом 21.кв.м., РФ, жилой дом 91,6 кв.м.,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1 893 687,20 руб..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Имущество супруга:   квартира 95 кв.м.,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 ½ квартиры, 52,8 кв.м., РФ, Автомобиль KIA CEED.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756C3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 xml:space="preserve">Головина  </w:t>
            </w:r>
          </w:p>
          <w:p w:rsidR="00995EF6" w:rsidRPr="00756C3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2238" w:type="dxa"/>
          </w:tcPr>
          <w:p w:rsidR="00995EF6" w:rsidRPr="00756C3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756C3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>МОУ СОШ № 9</w:t>
            </w:r>
          </w:p>
        </w:tc>
        <w:tc>
          <w:tcPr>
            <w:tcW w:w="7041" w:type="dxa"/>
          </w:tcPr>
          <w:p w:rsidR="00995EF6" w:rsidRPr="00756C3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>Величина дохода за 2015 год: 1825071,72.</w:t>
            </w:r>
          </w:p>
          <w:p w:rsidR="00995EF6" w:rsidRPr="0049558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C3E">
              <w:rPr>
                <w:rFonts w:ascii="Times New Roman" w:hAnsi="Times New Roman"/>
                <w:sz w:val="24"/>
                <w:szCs w:val="24"/>
              </w:rPr>
              <w:t>Имущество: земельный участок приусадебный. 733 кв.м., РФ, 8\25доли жилого дома  105,8   кв.м.,  РФ.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Тимохович  Елена Владимировна</w:t>
            </w:r>
          </w:p>
        </w:tc>
        <w:tc>
          <w:tcPr>
            <w:tcW w:w="2238" w:type="dxa"/>
          </w:tcPr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МОУ СОШ № 10</w:t>
            </w:r>
          </w:p>
        </w:tc>
        <w:tc>
          <w:tcPr>
            <w:tcW w:w="7041" w:type="dxa"/>
          </w:tcPr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Величина дохода за 2015 год: 2123662,98 руб.</w:t>
            </w:r>
          </w:p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Имущество: 1/3 доли  квартиры 45.1 кв.м., РФ, Земельный участок для ведения личного подсобного хозяйства 700 кв.м.</w:t>
            </w:r>
          </w:p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Автомобиль: Опель Корса.</w:t>
            </w:r>
          </w:p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1178000 руб.,</w:t>
            </w:r>
          </w:p>
          <w:p w:rsidR="00995EF6" w:rsidRPr="008D48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Имущество супруга: 1/3 доли  квартиры 45.1 кв.м.,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D48D3">
              <w:rPr>
                <w:rFonts w:ascii="Times New Roman" w:hAnsi="Times New Roman"/>
                <w:sz w:val="24"/>
                <w:szCs w:val="24"/>
              </w:rPr>
              <w:t>Автомобиль: Ниссан Теана.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B31BA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AC">
              <w:rPr>
                <w:rFonts w:ascii="Times New Roman" w:hAnsi="Times New Roman"/>
                <w:sz w:val="24"/>
                <w:szCs w:val="24"/>
              </w:rPr>
              <w:t>Федулова Надежда Николаевна</w:t>
            </w:r>
          </w:p>
        </w:tc>
        <w:tc>
          <w:tcPr>
            <w:tcW w:w="2238" w:type="dxa"/>
          </w:tcPr>
          <w:p w:rsidR="00995EF6" w:rsidRPr="00B31BA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AC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B31BA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AC">
              <w:rPr>
                <w:rFonts w:ascii="Times New Roman" w:hAnsi="Times New Roman"/>
                <w:sz w:val="24"/>
                <w:szCs w:val="24"/>
              </w:rPr>
              <w:t>МОУ СОШ № 11</w:t>
            </w:r>
          </w:p>
        </w:tc>
        <w:tc>
          <w:tcPr>
            <w:tcW w:w="7041" w:type="dxa"/>
          </w:tcPr>
          <w:p w:rsidR="00995EF6" w:rsidRPr="00B31BA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AC">
              <w:rPr>
                <w:rFonts w:ascii="Times New Roman" w:hAnsi="Times New Roman"/>
                <w:sz w:val="24"/>
                <w:szCs w:val="24"/>
              </w:rPr>
              <w:t xml:space="preserve">Величина дохода за 2015 год: 1348650,61 руб. </w:t>
            </w:r>
          </w:p>
          <w:p w:rsidR="00995EF6" w:rsidRPr="0049558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AC">
              <w:rPr>
                <w:rFonts w:ascii="Times New Roman" w:hAnsi="Times New Roman"/>
                <w:sz w:val="24"/>
                <w:szCs w:val="24"/>
              </w:rPr>
              <w:t>Имущество: ½ доля квартиры общей площадью 41,7 кв.м.,РФ; квартира 29,9 кв.м.РФ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Зендрикова Ольга Александровна</w:t>
            </w:r>
          </w:p>
        </w:tc>
        <w:tc>
          <w:tcPr>
            <w:tcW w:w="2238" w:type="dxa"/>
          </w:tcPr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МОУ СОШ № 12</w:t>
            </w:r>
          </w:p>
        </w:tc>
        <w:tc>
          <w:tcPr>
            <w:tcW w:w="7041" w:type="dxa"/>
          </w:tcPr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Величина дохода за 2015 год: 1210914,71 руб.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 xml:space="preserve">Имущество: квартира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216535">
                <w:rPr>
                  <w:rFonts w:ascii="Times New Roman" w:hAnsi="Times New Roman"/>
                  <w:sz w:val="24"/>
                  <w:szCs w:val="24"/>
                </w:rPr>
                <w:t>55,4 кв. м</w:t>
              </w:r>
            </w:smartTag>
            <w:r w:rsidRPr="00216535">
              <w:rPr>
                <w:rFonts w:ascii="Times New Roman" w:hAnsi="Times New Roman"/>
                <w:sz w:val="24"/>
                <w:szCs w:val="24"/>
              </w:rPr>
              <w:t xml:space="preserve">, РФ, 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216535">
                <w:rPr>
                  <w:rFonts w:ascii="Times New Roman" w:hAnsi="Times New Roman"/>
                  <w:sz w:val="24"/>
                  <w:szCs w:val="24"/>
                </w:rPr>
                <w:t>53,6 кв. м</w:t>
              </w:r>
            </w:smartTag>
            <w:r w:rsidRPr="00216535">
              <w:rPr>
                <w:rFonts w:ascii="Times New Roman" w:hAnsi="Times New Roman"/>
                <w:sz w:val="24"/>
                <w:szCs w:val="24"/>
              </w:rPr>
              <w:t xml:space="preserve">., РФ, 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 xml:space="preserve">Автомобиль: </w:t>
            </w:r>
            <w:r w:rsidRPr="00216535">
              <w:rPr>
                <w:rFonts w:ascii="Times New Roman" w:hAnsi="Times New Roman"/>
                <w:sz w:val="24"/>
                <w:szCs w:val="24"/>
                <w:lang w:val="en-US"/>
              </w:rPr>
              <w:t>LexusRX</w:t>
            </w:r>
            <w:r w:rsidRPr="00216535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Величина дохода  супруга за 2015 год: 280000 руб.,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Имущество супруга земельный участок 533 кв.м, РФ, жилой дом 134 кв.м, РФ</w:t>
            </w:r>
          </w:p>
          <w:p w:rsidR="00995EF6" w:rsidRPr="0021653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6535">
              <w:rPr>
                <w:rFonts w:ascii="Times New Roman" w:hAnsi="Times New Roman"/>
                <w:sz w:val="24"/>
                <w:szCs w:val="24"/>
              </w:rPr>
              <w:t>Автомобиль:</w:t>
            </w:r>
            <w:r w:rsidRPr="00216535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216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6535">
              <w:rPr>
                <w:rFonts w:ascii="Times New Roman" w:hAnsi="Times New Roman"/>
                <w:sz w:val="24"/>
                <w:szCs w:val="24"/>
                <w:lang w:val="en-US"/>
              </w:rPr>
              <w:t>Blazer</w:t>
            </w:r>
            <w:r w:rsidRPr="00216535">
              <w:rPr>
                <w:rFonts w:ascii="Times New Roman" w:hAnsi="Times New Roman"/>
                <w:sz w:val="24"/>
                <w:szCs w:val="24"/>
              </w:rPr>
              <w:t xml:space="preserve">, автомобиль </w:t>
            </w:r>
            <w:r w:rsidRPr="00216535"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216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653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16535">
              <w:rPr>
                <w:rFonts w:ascii="Times New Roman" w:hAnsi="Times New Roman"/>
                <w:sz w:val="24"/>
                <w:szCs w:val="24"/>
              </w:rPr>
              <w:t>80, автомобиль Нива 21213, автоприцеп МЗСА 81771Е. Лодка Нептун-500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Шаров Константин Викторович</w:t>
            </w:r>
          </w:p>
        </w:tc>
        <w:tc>
          <w:tcPr>
            <w:tcW w:w="2238" w:type="dxa"/>
          </w:tcPr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МОУ СОШ № 13</w:t>
            </w:r>
          </w:p>
        </w:tc>
        <w:tc>
          <w:tcPr>
            <w:tcW w:w="7041" w:type="dxa"/>
          </w:tcPr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Величина дохода за 2015 год: 1231348,04 руб.</w:t>
            </w:r>
          </w:p>
          <w:p w:rsidR="00995EF6" w:rsidRPr="00C91D55" w:rsidRDefault="00995EF6" w:rsidP="00C91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Имущество: 1/3 квартира 64 кв.м., РФ, квартира, 56.5 кв.м., РФ, квартира 57,5 кв.м., РФ</w:t>
            </w:r>
          </w:p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 xml:space="preserve">дачный участок 700 кв.м., РФ, </w:t>
            </w:r>
          </w:p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 xml:space="preserve">дача, 34,8 кв.м., РФ, Гараж -21 кв.м., РФ </w:t>
            </w:r>
          </w:p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 xml:space="preserve">Автомобили: ВАЗ 2106, </w:t>
            </w:r>
            <w:r w:rsidRPr="00C91D55"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C91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D55">
              <w:rPr>
                <w:rFonts w:ascii="Times New Roman" w:hAnsi="Times New Roman"/>
                <w:sz w:val="24"/>
                <w:szCs w:val="24"/>
                <w:lang w:val="en-US"/>
              </w:rPr>
              <w:t>Sortage</w:t>
            </w:r>
            <w:r w:rsidRPr="00C91D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EF6" w:rsidRPr="00C91D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Величина дохода супруги за 2015 год: 510760,10 руб.,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1D55">
              <w:rPr>
                <w:rFonts w:ascii="Times New Roman" w:hAnsi="Times New Roman"/>
                <w:sz w:val="24"/>
                <w:szCs w:val="24"/>
              </w:rPr>
              <w:t>Имущество супруги: 1/3 доля квартиры общей площадью 64,0 кв.м. РФ.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 xml:space="preserve">Кудряшова </w:t>
            </w:r>
          </w:p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2238" w:type="dxa"/>
          </w:tcPr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МОУ СОШ № 16</w:t>
            </w:r>
          </w:p>
        </w:tc>
        <w:tc>
          <w:tcPr>
            <w:tcW w:w="7041" w:type="dxa"/>
          </w:tcPr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Величина дохода за 2015 год: 1</w:t>
            </w:r>
            <w:r>
              <w:rPr>
                <w:rFonts w:ascii="Times New Roman" w:hAnsi="Times New Roman"/>
                <w:sz w:val="24"/>
                <w:szCs w:val="24"/>
              </w:rPr>
              <w:t>733227</w:t>
            </w:r>
            <w:r w:rsidRPr="002B74B0">
              <w:rPr>
                <w:rFonts w:ascii="Times New Roman" w:hAnsi="Times New Roman"/>
                <w:sz w:val="24"/>
                <w:szCs w:val="24"/>
              </w:rPr>
              <w:t>,42 руб.</w:t>
            </w:r>
          </w:p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Имущество:1/10 доля жилого дома 9,52 кв.м., РФ,</w:t>
            </w:r>
          </w:p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Величина дохода супруга за 2015 г: 314280 руб</w:t>
            </w:r>
          </w:p>
          <w:p w:rsidR="00995EF6" w:rsidRPr="002B74B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Имущество супруга: жилой дом 32,6 кв.м.,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74B0">
              <w:rPr>
                <w:rFonts w:ascii="Times New Roman" w:hAnsi="Times New Roman"/>
                <w:sz w:val="24"/>
                <w:szCs w:val="24"/>
              </w:rPr>
              <w:t>Автомобиль Рено.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Пригода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Николай Михайлович</w:t>
            </w:r>
          </w:p>
        </w:tc>
        <w:tc>
          <w:tcPr>
            <w:tcW w:w="2238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>МОУ СОШ № 17</w:t>
            </w:r>
          </w:p>
        </w:tc>
        <w:tc>
          <w:tcPr>
            <w:tcW w:w="7041" w:type="dxa"/>
          </w:tcPr>
          <w:p w:rsidR="00995EF6" w:rsidRPr="005B36F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Величина дохода за 2015 год: 1739460,67 руб.Имущество: Автомобиль:  </w:t>
            </w:r>
            <w:r w:rsidRPr="005B36FD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5B36FD">
              <w:rPr>
                <w:rFonts w:ascii="Times New Roman" w:hAnsi="Times New Roman"/>
                <w:sz w:val="24"/>
                <w:szCs w:val="24"/>
              </w:rPr>
              <w:t>-</w:t>
            </w:r>
            <w:r w:rsidRPr="005B36FD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5B36FD">
              <w:rPr>
                <w:rFonts w:ascii="Times New Roman" w:hAnsi="Times New Roman"/>
                <w:sz w:val="24"/>
                <w:szCs w:val="24"/>
              </w:rPr>
              <w:t>-</w:t>
            </w:r>
            <w:r w:rsidRPr="005B36FD">
              <w:rPr>
                <w:rFonts w:ascii="Times New Roman" w:hAnsi="Times New Roman"/>
                <w:sz w:val="24"/>
                <w:szCs w:val="24"/>
                <w:lang w:val="en-US"/>
              </w:rPr>
              <w:t>TRAIL</w:t>
            </w:r>
            <w:r w:rsidRPr="005B3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5EF6" w:rsidRPr="005B36FD" w:rsidRDefault="00995EF6" w:rsidP="005B3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Величина дохода супруги за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5B36FD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5B36FD">
              <w:rPr>
                <w:rFonts w:ascii="Times New Roman" w:hAnsi="Times New Roman"/>
                <w:sz w:val="24"/>
                <w:szCs w:val="24"/>
              </w:rPr>
              <w:t>.: 1374050,05 руб.,</w:t>
            </w:r>
          </w:p>
          <w:p w:rsidR="00995EF6" w:rsidRPr="005B36FD" w:rsidRDefault="00995EF6" w:rsidP="005B3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6FD">
              <w:rPr>
                <w:rFonts w:ascii="Times New Roman" w:hAnsi="Times New Roman"/>
                <w:sz w:val="24"/>
                <w:szCs w:val="24"/>
              </w:rPr>
              <w:t xml:space="preserve">Имущество: квартира 60  кв.м., РФ 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 xml:space="preserve">Степина </w:t>
            </w:r>
          </w:p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>Галина Викторовна</w:t>
            </w:r>
          </w:p>
        </w:tc>
        <w:tc>
          <w:tcPr>
            <w:tcW w:w="2238" w:type="dxa"/>
          </w:tcPr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>МОУ гимназии  №1</w:t>
            </w:r>
          </w:p>
        </w:tc>
        <w:tc>
          <w:tcPr>
            <w:tcW w:w="7041" w:type="dxa"/>
          </w:tcPr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>Величина дохода за 2015 год: 1968536,20 руб.,</w:t>
            </w:r>
          </w:p>
          <w:p w:rsidR="00995EF6" w:rsidRPr="0090546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>Имущество: квартира 56,7 кв.м., РФ, автомобиль ВАЗ 2103 «Лада»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0546D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190800,37 руб.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 xml:space="preserve">Горшков </w:t>
            </w:r>
          </w:p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>Виктор Владимирович</w:t>
            </w:r>
          </w:p>
        </w:tc>
        <w:tc>
          <w:tcPr>
            <w:tcW w:w="2238" w:type="dxa"/>
          </w:tcPr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>МОУ лицей «Серпухов»</w:t>
            </w:r>
          </w:p>
        </w:tc>
        <w:tc>
          <w:tcPr>
            <w:tcW w:w="7041" w:type="dxa"/>
          </w:tcPr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>Величина дохода за 2015 год: 3022613,30 руб.,</w:t>
            </w:r>
          </w:p>
          <w:p w:rsidR="00995EF6" w:rsidRPr="00D677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>Имущество:  квартира  46,5 кв.м. кв. м, РФ, квартира  44 кв.м,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67793">
              <w:rPr>
                <w:rFonts w:ascii="Times New Roman" w:hAnsi="Times New Roman"/>
                <w:sz w:val="24"/>
                <w:szCs w:val="24"/>
              </w:rPr>
              <w:t>Величина дохода супруги за 2015 год: 968156,49 руб.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>Шинкова Светлана Владимировна</w:t>
            </w:r>
          </w:p>
        </w:tc>
        <w:tc>
          <w:tcPr>
            <w:tcW w:w="2238" w:type="dxa"/>
          </w:tcPr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>МОУ ВСОШ № 1</w:t>
            </w:r>
          </w:p>
        </w:tc>
        <w:tc>
          <w:tcPr>
            <w:tcW w:w="7041" w:type="dxa"/>
          </w:tcPr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>Величина дохода за 2015 год: 961510,01 руб.</w:t>
            </w:r>
          </w:p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>Имущество: квартира 66,4 кв.м., РФ</w:t>
            </w:r>
          </w:p>
          <w:p w:rsidR="00995EF6" w:rsidRPr="00BB726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BB7266">
              <w:rPr>
                <w:rFonts w:ascii="Arial" w:hAnsi="Arial" w:cs="Arial"/>
                <w:sz w:val="20"/>
                <w:szCs w:val="20"/>
              </w:rPr>
              <w:t xml:space="preserve">Шевроле-Нива 212300 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B7266">
              <w:rPr>
                <w:rFonts w:ascii="Times New Roman" w:hAnsi="Times New Roman"/>
                <w:sz w:val="24"/>
                <w:szCs w:val="24"/>
              </w:rPr>
              <w:t xml:space="preserve">Величина дохода супруга за </w:t>
            </w:r>
            <w:smartTag w:uri="urn:schemas-microsoft-com:office:smarttags" w:element="metricconverter">
              <w:smartTagPr>
                <w:attr w:name="ProductID" w:val="29,5 кв. м"/>
              </w:smartTagPr>
              <w:r w:rsidRPr="00BB7266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BB7266">
              <w:rPr>
                <w:rFonts w:ascii="Times New Roman" w:hAnsi="Times New Roman"/>
                <w:sz w:val="24"/>
                <w:szCs w:val="24"/>
              </w:rPr>
              <w:t>.: 395000 руб.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>Мурашкина Ирина Евгеньевна</w:t>
            </w:r>
          </w:p>
        </w:tc>
        <w:tc>
          <w:tcPr>
            <w:tcW w:w="2238" w:type="dxa"/>
          </w:tcPr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 xml:space="preserve">МСКОУ СКОШ  </w:t>
            </w:r>
            <w:r w:rsidRPr="00434578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34578">
              <w:rPr>
                <w:rFonts w:ascii="Times New Roman" w:hAnsi="Times New Roman"/>
                <w:sz w:val="24"/>
                <w:szCs w:val="24"/>
              </w:rPr>
              <w:t xml:space="preserve"> вида</w:t>
            </w:r>
          </w:p>
        </w:tc>
        <w:tc>
          <w:tcPr>
            <w:tcW w:w="7041" w:type="dxa"/>
          </w:tcPr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>Величина дохода за 2015 год: 1168173,67, руб.</w:t>
            </w:r>
          </w:p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>Имущество: ½ доля квартиры общей площадью 29,90  кв.м.,</w:t>
            </w:r>
          </w:p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подсобного хоз-ва 708  кв.м., РФ, </w:t>
            </w:r>
          </w:p>
          <w:p w:rsidR="00995EF6" w:rsidRPr="0043457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>нежилой дом 46 кв.м.,  РФ. Автомобиль:  Шкода Фабия.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4578">
              <w:rPr>
                <w:rFonts w:ascii="Times New Roman" w:hAnsi="Times New Roman"/>
                <w:sz w:val="24"/>
                <w:szCs w:val="24"/>
              </w:rPr>
              <w:t>Имущество несовешеннолетней дочери: ½ доля квартиры общей площадью29,90  кв.м.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 xml:space="preserve">Гурова </w:t>
            </w:r>
          </w:p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>Марина Валерьевна</w:t>
            </w:r>
          </w:p>
        </w:tc>
        <w:tc>
          <w:tcPr>
            <w:tcW w:w="2238" w:type="dxa"/>
          </w:tcPr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 Д</w:t>
            </w:r>
            <w:r w:rsidRPr="00440205">
              <w:rPr>
                <w:rFonts w:ascii="Times New Roman" w:hAnsi="Times New Roman"/>
                <w:sz w:val="24"/>
                <w:szCs w:val="24"/>
              </w:rPr>
              <w:t>О «ДДЮТТ»</w:t>
            </w:r>
          </w:p>
        </w:tc>
        <w:tc>
          <w:tcPr>
            <w:tcW w:w="7041" w:type="dxa"/>
          </w:tcPr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>Величина дохода за 2015 год: 575017,71 руб.</w:t>
            </w:r>
          </w:p>
          <w:p w:rsidR="00995EF6" w:rsidRPr="0044020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>Имущество приусадебный участок 594 кв.м., жилой дом общей площадью 64,2 кв.м.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0205">
              <w:rPr>
                <w:rFonts w:ascii="Times New Roman" w:hAnsi="Times New Roman"/>
                <w:sz w:val="24"/>
                <w:szCs w:val="24"/>
              </w:rPr>
              <w:t>: Автомобиль ВАЗ 21070</w:t>
            </w:r>
          </w:p>
        </w:tc>
      </w:tr>
      <w:tr w:rsidR="00995EF6" w:rsidRPr="005863E9" w:rsidTr="009E5B3F">
        <w:trPr>
          <w:tblCellSpacing w:w="20" w:type="dxa"/>
        </w:trPr>
        <w:tc>
          <w:tcPr>
            <w:tcW w:w="2099" w:type="dxa"/>
          </w:tcPr>
          <w:p w:rsidR="00995EF6" w:rsidRPr="000E7E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D3">
              <w:rPr>
                <w:rFonts w:ascii="Times New Roman" w:hAnsi="Times New Roman"/>
                <w:sz w:val="24"/>
                <w:szCs w:val="24"/>
              </w:rPr>
              <w:t>Мишина Оксана Борисовна</w:t>
            </w:r>
          </w:p>
        </w:tc>
        <w:tc>
          <w:tcPr>
            <w:tcW w:w="2238" w:type="dxa"/>
          </w:tcPr>
          <w:p w:rsidR="00995EF6" w:rsidRPr="000E7E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D3">
              <w:rPr>
                <w:rFonts w:ascii="Times New Roman" w:hAnsi="Times New Roman"/>
                <w:sz w:val="24"/>
                <w:szCs w:val="24"/>
              </w:rPr>
              <w:t xml:space="preserve">И.о.директора </w:t>
            </w:r>
          </w:p>
          <w:p w:rsidR="00995EF6" w:rsidRPr="000E7E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D3">
              <w:rPr>
                <w:rFonts w:ascii="Times New Roman" w:hAnsi="Times New Roman"/>
                <w:sz w:val="24"/>
                <w:szCs w:val="24"/>
              </w:rPr>
              <w:t>МУ ДО «ДДЮ»</w:t>
            </w:r>
          </w:p>
        </w:tc>
        <w:tc>
          <w:tcPr>
            <w:tcW w:w="7041" w:type="dxa"/>
          </w:tcPr>
          <w:p w:rsidR="00995EF6" w:rsidRPr="000E7ED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D3">
              <w:rPr>
                <w:rFonts w:ascii="Times New Roman" w:hAnsi="Times New Roman"/>
                <w:sz w:val="24"/>
                <w:szCs w:val="24"/>
              </w:rPr>
              <w:t>Величина дохода за 2015 год: 446306,87 руб.</w:t>
            </w:r>
          </w:p>
          <w:p w:rsidR="00995EF6" w:rsidRPr="0049558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D3">
              <w:rPr>
                <w:rFonts w:ascii="Times New Roman" w:hAnsi="Times New Roman"/>
                <w:sz w:val="24"/>
                <w:szCs w:val="24"/>
              </w:rPr>
              <w:t>Имущество: земельный участок под индивидуальное жилищное строительство331кв.м.РФ, Жилой дом 138,8.кв.м. РФ</w:t>
            </w:r>
          </w:p>
        </w:tc>
      </w:tr>
      <w:tr w:rsidR="00995EF6" w:rsidRPr="005863E9" w:rsidTr="009E5B3F">
        <w:trPr>
          <w:trHeight w:val="1272"/>
          <w:tblCellSpacing w:w="20" w:type="dxa"/>
        </w:trPr>
        <w:tc>
          <w:tcPr>
            <w:tcW w:w="2099" w:type="dxa"/>
          </w:tcPr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 xml:space="preserve">Егорова </w:t>
            </w:r>
          </w:p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2238" w:type="dxa"/>
          </w:tcPr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 xml:space="preserve">И.о.директора МОУ </w:t>
            </w:r>
            <w:r w:rsidRPr="00580C25">
              <w:rPr>
                <w:rFonts w:ascii="Times New Roman" w:hAnsi="Times New Roman"/>
                <w:szCs w:val="28"/>
              </w:rPr>
              <w:t>«Центр содействия семейному устройству детей – сирот и детей, оставшихся без попечения родителей, подготовки и сопровождения замещающих семей»</w:t>
            </w:r>
          </w:p>
        </w:tc>
        <w:tc>
          <w:tcPr>
            <w:tcW w:w="7041" w:type="dxa"/>
          </w:tcPr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Величина дохода за 2015 год: 781920,13 руб.,</w:t>
            </w:r>
          </w:p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Имущество: квартира 90,6  кв. м., РФ,</w:t>
            </w:r>
          </w:p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Земельный участок для ведения подсобного хоз-ва 390 кв.м., РФ.Дача 27кв.м. РФ</w:t>
            </w:r>
          </w:p>
          <w:p w:rsidR="00995EF6" w:rsidRPr="00580C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Величина дохода супруга за 2015 г: 920012,82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0C25">
              <w:rPr>
                <w:rFonts w:ascii="Times New Roman" w:hAnsi="Times New Roman"/>
                <w:sz w:val="24"/>
                <w:szCs w:val="24"/>
              </w:rPr>
              <w:t>Имущество: квартира 45,5  кв. м., РФ</w:t>
            </w:r>
          </w:p>
        </w:tc>
      </w:tr>
      <w:tr w:rsidR="00995EF6" w:rsidRPr="005863E9" w:rsidTr="009E5B3F">
        <w:trPr>
          <w:trHeight w:val="2428"/>
          <w:tblCellSpacing w:w="20" w:type="dxa"/>
        </w:trPr>
        <w:tc>
          <w:tcPr>
            <w:tcW w:w="2099" w:type="dxa"/>
          </w:tcPr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 xml:space="preserve">Березина 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2238" w:type="dxa"/>
          </w:tcPr>
          <w:p w:rsidR="00995EF6" w:rsidRPr="00870CCE" w:rsidRDefault="00995EF6" w:rsidP="009E5B3F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 xml:space="preserve">Директор МОУдля детей, нуждающихся в психолого-педагогической медико-социальной помощи – </w:t>
            </w:r>
          </w:p>
          <w:p w:rsidR="00995EF6" w:rsidRPr="00870CCE" w:rsidRDefault="00995EF6" w:rsidP="009E5B3F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центр диагностики и консультирования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«Шанс»</w:t>
            </w:r>
          </w:p>
        </w:tc>
        <w:tc>
          <w:tcPr>
            <w:tcW w:w="7041" w:type="dxa"/>
          </w:tcPr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Величина дохода за 2015 год: 1113647,68 руб.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 xml:space="preserve">Имущество: земельный участок без строения для дачного строительства с/х назначения. 1100 кв.м. РФ; 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квартира общей площадью 43,1  кв.м., РФ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Величина дохода супруга за 2015 г: 344 591,47руб.</w:t>
            </w:r>
          </w:p>
          <w:p w:rsidR="00995EF6" w:rsidRPr="00870CC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CCE">
              <w:rPr>
                <w:rFonts w:ascii="Times New Roman" w:hAnsi="Times New Roman"/>
                <w:sz w:val="24"/>
                <w:szCs w:val="24"/>
              </w:rPr>
              <w:t>Имущество: Гараж 28,89 кв.м.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318"/>
          <w:tblCellSpacing w:w="20" w:type="dxa"/>
        </w:trPr>
        <w:tc>
          <w:tcPr>
            <w:tcW w:w="2099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Заборская Нелли Мухаметфатовна</w:t>
            </w:r>
          </w:p>
        </w:tc>
        <w:tc>
          <w:tcPr>
            <w:tcW w:w="2238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Директор МОУ дополнительного профессионального образования (повышения квалификации) специалистов «Учебно-методический центр»</w:t>
            </w:r>
          </w:p>
        </w:tc>
        <w:tc>
          <w:tcPr>
            <w:tcW w:w="7041" w:type="dxa"/>
          </w:tcPr>
          <w:p w:rsidR="00995EF6" w:rsidRPr="000F5C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Величина дохода за 2015 год: 975492,24 руб.</w:t>
            </w:r>
          </w:p>
          <w:p w:rsidR="00995EF6" w:rsidRPr="000F5C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Имущество: 1/2 доля квартиры общей площадью 64,80 кв.м.  РФ</w:t>
            </w:r>
          </w:p>
          <w:p w:rsidR="00995EF6" w:rsidRPr="000F5C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Право собственности на квартиру общей площадью 46,2 кв.м. Украина.</w:t>
            </w:r>
          </w:p>
          <w:p w:rsidR="00995EF6" w:rsidRPr="000F5C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1023516,06 руб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5C46">
              <w:rPr>
                <w:rFonts w:ascii="Times New Roman" w:hAnsi="Times New Roman"/>
                <w:sz w:val="24"/>
                <w:szCs w:val="24"/>
              </w:rPr>
              <w:t>Имущество супруга: 1/2 доля квартиры общей площадью 64,80 кв.м  РФ</w:t>
            </w:r>
          </w:p>
        </w:tc>
      </w:tr>
      <w:tr w:rsidR="00995EF6" w:rsidRPr="005863E9" w:rsidTr="009E5B3F">
        <w:trPr>
          <w:trHeight w:val="1383"/>
          <w:tblCellSpacing w:w="20" w:type="dxa"/>
        </w:trPr>
        <w:tc>
          <w:tcPr>
            <w:tcW w:w="2099" w:type="dxa"/>
          </w:tcPr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Мандрыка Евгений Иванович</w:t>
            </w:r>
          </w:p>
        </w:tc>
        <w:tc>
          <w:tcPr>
            <w:tcW w:w="2238" w:type="dxa"/>
          </w:tcPr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Директор МУТО «Элексан»</w:t>
            </w:r>
          </w:p>
        </w:tc>
        <w:tc>
          <w:tcPr>
            <w:tcW w:w="7041" w:type="dxa"/>
          </w:tcPr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Величина дохода за 2015 год: 795121,81 руб.</w:t>
            </w:r>
          </w:p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Имущество: 1/3 доля квартиры, общей площадью 61,5 кв.м. РФ</w:t>
            </w:r>
          </w:p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Автомобиль: Мицсубиси Аутлендер</w:t>
            </w:r>
          </w:p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Величина дохода супруги за 2015 г:382264,93 руб</w:t>
            </w:r>
          </w:p>
          <w:p w:rsidR="00995EF6" w:rsidRPr="007851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>Имущество: 1/3 доля квартиры, общей площадью 61,5 кв.м.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1AE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садовый</w:t>
            </w:r>
            <w:r w:rsidRPr="00785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E262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E2628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</w:tr>
    </w:tbl>
    <w:p w:rsidR="00995EF6" w:rsidRPr="005863E9" w:rsidRDefault="00995EF6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11483" w:type="dxa"/>
        <w:tblCellSpacing w:w="20" w:type="dxa"/>
        <w:tblInd w:w="-13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1986"/>
        <w:gridCol w:w="2451"/>
        <w:gridCol w:w="7046"/>
      </w:tblGrid>
      <w:tr w:rsidR="00995EF6" w:rsidRPr="005863E9" w:rsidTr="009E5B3F">
        <w:trPr>
          <w:trHeight w:val="1965"/>
          <w:tblCellSpacing w:w="20" w:type="dxa"/>
        </w:trPr>
        <w:tc>
          <w:tcPr>
            <w:tcW w:w="1926" w:type="dxa"/>
          </w:tcPr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>Агибалова Валентина Григорьевна</w:t>
            </w:r>
          </w:p>
        </w:tc>
        <w:tc>
          <w:tcPr>
            <w:tcW w:w="2411" w:type="dxa"/>
          </w:tcPr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1 «Дюймовочка»</w:t>
            </w:r>
          </w:p>
        </w:tc>
        <w:tc>
          <w:tcPr>
            <w:tcW w:w="6986" w:type="dxa"/>
          </w:tcPr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>Величина дохода за 2015 год: 975757,63 руб.</w:t>
            </w:r>
          </w:p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 xml:space="preserve">Имущество: 1/3 часть  квартиры общей площадью </w:t>
            </w:r>
            <w:smartTag w:uri="urn:schemas-microsoft-com:office:smarttags" w:element="metricconverter">
              <w:smartTagPr>
                <w:attr w:name="ProductID" w:val="49 кв. м"/>
              </w:smartTagPr>
              <w:r w:rsidRPr="00EB2D43">
                <w:rPr>
                  <w:rFonts w:ascii="Times New Roman" w:hAnsi="Times New Roman"/>
                  <w:sz w:val="24"/>
                  <w:szCs w:val="24"/>
                </w:rPr>
                <w:t>49 кв. м</w:t>
              </w:r>
            </w:smartTag>
            <w:r w:rsidRPr="00EB2D43">
              <w:rPr>
                <w:rFonts w:ascii="Times New Roman" w:hAnsi="Times New Roman"/>
                <w:sz w:val="24"/>
                <w:szCs w:val="24"/>
              </w:rPr>
              <w:t>., РФ</w:t>
            </w:r>
          </w:p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>Автомобиль: Фольксваген поло</w:t>
            </w:r>
          </w:p>
          <w:p w:rsidR="00995EF6" w:rsidRPr="00EB2D4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 xml:space="preserve">Величина дохода супруга 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B2D43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EB2D43">
              <w:rPr>
                <w:rFonts w:ascii="Times New Roman" w:hAnsi="Times New Roman"/>
                <w:sz w:val="24"/>
                <w:szCs w:val="24"/>
              </w:rPr>
              <w:t>.: 306000,00 руб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2D43">
              <w:rPr>
                <w:rFonts w:ascii="Times New Roman" w:hAnsi="Times New Roman"/>
                <w:sz w:val="24"/>
                <w:szCs w:val="24"/>
              </w:rPr>
              <w:t xml:space="preserve">Имущество: 1/3 часть  квартиры общей площадью </w:t>
            </w:r>
            <w:smartTag w:uri="urn:schemas-microsoft-com:office:smarttags" w:element="metricconverter">
              <w:smartTagPr>
                <w:attr w:name="ProductID" w:val="49 кв. м"/>
              </w:smartTagPr>
              <w:r w:rsidRPr="00EB2D43">
                <w:rPr>
                  <w:rFonts w:ascii="Times New Roman" w:hAnsi="Times New Roman"/>
                  <w:sz w:val="24"/>
                  <w:szCs w:val="24"/>
                </w:rPr>
                <w:t>49 кв. м</w:t>
              </w:r>
            </w:smartTag>
            <w:r w:rsidRPr="00EB2D43">
              <w:rPr>
                <w:rFonts w:ascii="Times New Roman" w:hAnsi="Times New Roman"/>
                <w:sz w:val="24"/>
                <w:szCs w:val="24"/>
              </w:rPr>
              <w:t>., РФ</w:t>
            </w:r>
          </w:p>
        </w:tc>
      </w:tr>
      <w:tr w:rsidR="00995EF6" w:rsidRPr="005863E9" w:rsidTr="009E5B3F">
        <w:trPr>
          <w:trHeight w:val="1695"/>
          <w:tblCellSpacing w:w="20" w:type="dxa"/>
        </w:trPr>
        <w:tc>
          <w:tcPr>
            <w:tcW w:w="1926" w:type="dxa"/>
          </w:tcPr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Якименко Олеся Викторовна</w:t>
            </w:r>
          </w:p>
        </w:tc>
        <w:tc>
          <w:tcPr>
            <w:tcW w:w="2411" w:type="dxa"/>
          </w:tcPr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2 «Ёлочка»</w:t>
            </w:r>
          </w:p>
        </w:tc>
        <w:tc>
          <w:tcPr>
            <w:tcW w:w="6986" w:type="dxa"/>
          </w:tcPr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Величина дохода за 2015 год: 838746,06 руб.</w:t>
            </w:r>
          </w:p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Автомобиль: ВАЗ 111730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35"/>
          <w:tblCellSpacing w:w="20" w:type="dxa"/>
        </w:trPr>
        <w:tc>
          <w:tcPr>
            <w:tcW w:w="1926" w:type="dxa"/>
          </w:tcPr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Свечникова Ольга Николаевна</w:t>
            </w:r>
          </w:p>
        </w:tc>
        <w:tc>
          <w:tcPr>
            <w:tcW w:w="2411" w:type="dxa"/>
          </w:tcPr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3 «Ромашка»</w:t>
            </w:r>
          </w:p>
        </w:tc>
        <w:tc>
          <w:tcPr>
            <w:tcW w:w="6986" w:type="dxa"/>
          </w:tcPr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Величина дохода за 2015 год: 704000,00 руб.</w:t>
            </w:r>
          </w:p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60 кв. м. РФ</w:t>
            </w:r>
          </w:p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Величина дохода супруга за 2015 г: 450000 руб.</w:t>
            </w:r>
          </w:p>
          <w:p w:rsidR="00995EF6" w:rsidRPr="000D029B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Имущество: 2/3 доли квартиры общей площадью 60 кв.м.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D029B">
              <w:rPr>
                <w:rFonts w:ascii="Times New Roman" w:hAnsi="Times New Roman"/>
                <w:sz w:val="24"/>
                <w:szCs w:val="24"/>
              </w:rPr>
              <w:t>Садовый участок для ведения подсобного хоз-ва 600 кв.м РФ, Садовый домик 30 кв.м</w:t>
            </w:r>
          </w:p>
        </w:tc>
      </w:tr>
      <w:tr w:rsidR="00995EF6" w:rsidRPr="005863E9" w:rsidTr="009E5B3F">
        <w:trPr>
          <w:trHeight w:val="135"/>
          <w:tblCellSpacing w:w="20" w:type="dxa"/>
        </w:trPr>
        <w:tc>
          <w:tcPr>
            <w:tcW w:w="1926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Бескодарова Нина Александровна</w:t>
            </w:r>
          </w:p>
        </w:tc>
        <w:tc>
          <w:tcPr>
            <w:tcW w:w="2411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ребенка детский сад № 4 «Светлячок»</w:t>
            </w:r>
          </w:p>
        </w:tc>
        <w:tc>
          <w:tcPr>
            <w:tcW w:w="6986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Величина дохода за 2015 год:1286445,27 руб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Имущество: жилой дом общей площадью 200 кв.м РФ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Автомобиль: Хюндай Солярис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Величина дохода супруга за 2015 г:300000 руб</w:t>
            </w:r>
          </w:p>
        </w:tc>
      </w:tr>
      <w:tr w:rsidR="00995EF6" w:rsidRPr="005863E9" w:rsidTr="009E5B3F">
        <w:trPr>
          <w:trHeight w:val="105"/>
          <w:tblCellSpacing w:w="20" w:type="dxa"/>
        </w:trPr>
        <w:tc>
          <w:tcPr>
            <w:tcW w:w="1926" w:type="dxa"/>
          </w:tcPr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>Барсукова  Елена Михайловна</w:t>
            </w:r>
          </w:p>
        </w:tc>
        <w:tc>
          <w:tcPr>
            <w:tcW w:w="2411" w:type="dxa"/>
          </w:tcPr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-  детский сад № 5 «Золушка» </w:t>
            </w:r>
          </w:p>
        </w:tc>
        <w:tc>
          <w:tcPr>
            <w:tcW w:w="6986" w:type="dxa"/>
          </w:tcPr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>Величина дохода за 2015 год: 690866,47 руб.</w:t>
            </w:r>
          </w:p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67,20 кв. м., РФ</w:t>
            </w:r>
          </w:p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>Земельный участок ½ доля 773 кв.м. РФ</w:t>
            </w:r>
          </w:p>
          <w:p w:rsidR="00995EF6" w:rsidRPr="004D7B5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B51">
              <w:rPr>
                <w:rFonts w:ascii="Times New Roman" w:hAnsi="Times New Roman"/>
                <w:sz w:val="24"/>
                <w:szCs w:val="24"/>
              </w:rPr>
              <w:t>½ доля жилого дома 14,9 кв.м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20"/>
          <w:tblCellSpacing w:w="20" w:type="dxa"/>
        </w:trPr>
        <w:tc>
          <w:tcPr>
            <w:tcW w:w="1926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Семенкова Наталья Николаевна</w:t>
            </w:r>
          </w:p>
        </w:tc>
        <w:tc>
          <w:tcPr>
            <w:tcW w:w="2411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6 «Земляничка»</w:t>
            </w:r>
          </w:p>
        </w:tc>
        <w:tc>
          <w:tcPr>
            <w:tcW w:w="6986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Величина дохода за 2015 год: 678435,08 руб.</w:t>
            </w:r>
          </w:p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Имущество:1/2 доли  квартиры на правах владения 26 кв. м., РФ</w:t>
            </w:r>
          </w:p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Величина дохода супруга за 2015 г: 742240,30руб</w:t>
            </w:r>
          </w:p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46,2 кв.м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Автомобиль: Кроссовер Форд Куга</w:t>
            </w:r>
          </w:p>
        </w:tc>
      </w:tr>
      <w:tr w:rsidR="00995EF6" w:rsidRPr="005863E9" w:rsidTr="009E5B3F">
        <w:trPr>
          <w:trHeight w:val="195"/>
          <w:tblCellSpacing w:w="20" w:type="dxa"/>
        </w:trPr>
        <w:tc>
          <w:tcPr>
            <w:tcW w:w="1926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2404">
              <w:rPr>
                <w:rFonts w:ascii="Times New Roman" w:hAnsi="Times New Roman"/>
                <w:sz w:val="24"/>
                <w:szCs w:val="24"/>
              </w:rPr>
              <w:t>Федорова Евгения Валерьевна</w:t>
            </w:r>
          </w:p>
        </w:tc>
        <w:tc>
          <w:tcPr>
            <w:tcW w:w="2411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2404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ребёнка  - детский сад № 7 «Умка»</w:t>
            </w:r>
          </w:p>
        </w:tc>
        <w:tc>
          <w:tcPr>
            <w:tcW w:w="6986" w:type="dxa"/>
          </w:tcPr>
          <w:p w:rsidR="00995EF6" w:rsidRPr="003F24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404">
              <w:rPr>
                <w:rFonts w:ascii="Times New Roman" w:hAnsi="Times New Roman"/>
                <w:sz w:val="24"/>
                <w:szCs w:val="24"/>
              </w:rPr>
              <w:t>Величина дохода за 2015 год: 627006,46 руб.</w:t>
            </w:r>
          </w:p>
          <w:p w:rsidR="00995EF6" w:rsidRPr="003F24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404">
              <w:rPr>
                <w:rFonts w:ascii="Times New Roman" w:hAnsi="Times New Roman"/>
                <w:sz w:val="24"/>
                <w:szCs w:val="24"/>
              </w:rPr>
              <w:t>Имущество: Квартира ½ часть общей площадью 47 кв. м. РФ</w:t>
            </w:r>
          </w:p>
          <w:p w:rsidR="00995EF6" w:rsidRPr="003F24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EF6" w:rsidRPr="005863E9" w:rsidTr="009E5B3F">
        <w:trPr>
          <w:trHeight w:val="135"/>
          <w:tblCellSpacing w:w="20" w:type="dxa"/>
        </w:trPr>
        <w:tc>
          <w:tcPr>
            <w:tcW w:w="1926" w:type="dxa"/>
          </w:tcPr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>Арсеньева Мария Сергеевна</w:t>
            </w:r>
          </w:p>
        </w:tc>
        <w:tc>
          <w:tcPr>
            <w:tcW w:w="2411" w:type="dxa"/>
          </w:tcPr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8 «Яблонька»</w:t>
            </w:r>
          </w:p>
        </w:tc>
        <w:tc>
          <w:tcPr>
            <w:tcW w:w="6986" w:type="dxa"/>
          </w:tcPr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>Величина дохода за 2015 год: 513048,19 руб.</w:t>
            </w:r>
          </w:p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47,10 кв.м РФ</w:t>
            </w:r>
          </w:p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 xml:space="preserve">Автомобиль: </w:t>
            </w:r>
            <w:r w:rsidRPr="00ED00B1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ED0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0B1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  <w:r w:rsidRPr="00ED00B1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ED00B1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ED0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0B1">
              <w:rPr>
                <w:rFonts w:ascii="Times New Roman" w:hAnsi="Times New Roman"/>
                <w:sz w:val="24"/>
                <w:szCs w:val="24"/>
                <w:lang w:val="en-US"/>
              </w:rPr>
              <w:t>Sandero</w:t>
            </w:r>
          </w:p>
          <w:p w:rsidR="00995EF6" w:rsidRPr="00ED00B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120000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ED00B1">
              <w:rPr>
                <w:rFonts w:ascii="Times New Roman" w:hAnsi="Times New Roman"/>
                <w:sz w:val="24"/>
                <w:szCs w:val="24"/>
              </w:rPr>
              <w:t xml:space="preserve">Имущество: Автомобиль </w:t>
            </w:r>
            <w:r w:rsidRPr="00ED00B1">
              <w:rPr>
                <w:rFonts w:ascii="Times New Roman" w:hAnsi="Times New Roman"/>
                <w:sz w:val="24"/>
                <w:szCs w:val="24"/>
                <w:lang w:val="en-US"/>
              </w:rPr>
              <w:t>Hundai Getz</w:t>
            </w:r>
          </w:p>
        </w:tc>
      </w:tr>
      <w:tr w:rsidR="00995EF6" w:rsidRPr="007A54C5" w:rsidTr="009E5B3F">
        <w:trPr>
          <w:trHeight w:val="150"/>
          <w:tblCellSpacing w:w="20" w:type="dxa"/>
        </w:trPr>
        <w:tc>
          <w:tcPr>
            <w:tcW w:w="1926" w:type="dxa"/>
          </w:tcPr>
          <w:p w:rsidR="00995EF6" w:rsidRPr="00A825D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Макарова Ирина Владимировна</w:t>
            </w:r>
          </w:p>
        </w:tc>
        <w:tc>
          <w:tcPr>
            <w:tcW w:w="2411" w:type="dxa"/>
          </w:tcPr>
          <w:p w:rsidR="00995EF6" w:rsidRPr="00A825D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ребёнка -  детский сад № 9 «Семицветик»</w:t>
            </w:r>
          </w:p>
        </w:tc>
        <w:tc>
          <w:tcPr>
            <w:tcW w:w="6986" w:type="dxa"/>
          </w:tcPr>
          <w:p w:rsidR="00995EF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Величина дохода за 2015 год: 573884,84 руб</w:t>
            </w:r>
          </w:p>
          <w:p w:rsidR="00995EF6" w:rsidRPr="00A825D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Имущество</w:t>
            </w:r>
            <w:r w:rsidRPr="00A825DD">
              <w:rPr>
                <w:rFonts w:ascii="Times New Roman" w:hAnsi="Times New Roman"/>
                <w:sz w:val="24"/>
                <w:szCs w:val="24"/>
              </w:rPr>
              <w:t>: квартира  29,7 кв.м.</w:t>
            </w:r>
          </w:p>
          <w:p w:rsidR="00995EF6" w:rsidRPr="00A825D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Величина дохода супруга за 2015 г: 1404000 руб</w:t>
            </w:r>
          </w:p>
          <w:p w:rsidR="00995EF6" w:rsidRPr="00A825DD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Имущество: земельный участок под индивидуальное жилищное строительство 1500 кв.м.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A825DD"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Pr="00A825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A825DD">
              <w:rPr>
                <w:rFonts w:ascii="Times New Roman" w:hAnsi="Times New Roman"/>
                <w:sz w:val="24"/>
                <w:szCs w:val="24"/>
              </w:rPr>
              <w:t>Хендай</w:t>
            </w:r>
            <w:r w:rsidRPr="00A825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ix35,  Nissan Juke, Mercedes-Benz</w:t>
            </w:r>
          </w:p>
        </w:tc>
      </w:tr>
      <w:tr w:rsidR="00995EF6" w:rsidRPr="005863E9" w:rsidTr="009E5B3F">
        <w:trPr>
          <w:trHeight w:val="2411"/>
          <w:tblCellSpacing w:w="20" w:type="dxa"/>
        </w:trPr>
        <w:tc>
          <w:tcPr>
            <w:tcW w:w="1926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>Бец Наталья Юрьевна</w:t>
            </w:r>
          </w:p>
        </w:tc>
        <w:tc>
          <w:tcPr>
            <w:tcW w:w="2411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10 «Капелька»</w:t>
            </w:r>
          </w:p>
        </w:tc>
        <w:tc>
          <w:tcPr>
            <w:tcW w:w="6986" w:type="dxa"/>
          </w:tcPr>
          <w:p w:rsidR="00995EF6" w:rsidRPr="006D489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>Величина дохода за 2015 год:737687,67 руб.</w:t>
            </w:r>
          </w:p>
          <w:p w:rsidR="00995EF6" w:rsidRPr="006D489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43,7 кв.м РФ</w:t>
            </w:r>
          </w:p>
          <w:p w:rsidR="00995EF6" w:rsidRPr="006D489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>Земельный участок для ведения подсобного хозяйства 917кв.м.РФ.</w:t>
            </w:r>
          </w:p>
          <w:p w:rsidR="00995EF6" w:rsidRPr="006D489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D4894">
              <w:rPr>
                <w:rFonts w:ascii="Times New Roman" w:hAnsi="Times New Roman"/>
                <w:sz w:val="24"/>
                <w:szCs w:val="24"/>
              </w:rPr>
              <w:t xml:space="preserve">Автомобиль: </w:t>
            </w:r>
            <w:r w:rsidRPr="006D4894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6D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894">
              <w:rPr>
                <w:rFonts w:ascii="Times New Roman" w:hAnsi="Times New Roman"/>
                <w:sz w:val="24"/>
                <w:szCs w:val="24"/>
                <w:lang w:val="en-US"/>
              </w:rPr>
              <w:t>abeo</w:t>
            </w:r>
            <w:r w:rsidRPr="006D4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894">
              <w:rPr>
                <w:rFonts w:ascii="Times New Roman" w:hAnsi="Times New Roman"/>
                <w:sz w:val="24"/>
                <w:szCs w:val="24"/>
                <w:lang w:val="en-US"/>
              </w:rPr>
              <w:t>KI</w:t>
            </w:r>
            <w:r w:rsidRPr="006D4894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6D4894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</w:p>
        </w:tc>
      </w:tr>
      <w:tr w:rsidR="00995EF6" w:rsidRPr="005863E9" w:rsidTr="009E5B3F">
        <w:trPr>
          <w:trHeight w:val="620"/>
          <w:tblCellSpacing w:w="20" w:type="dxa"/>
        </w:trPr>
        <w:tc>
          <w:tcPr>
            <w:tcW w:w="1926" w:type="dxa"/>
          </w:tcPr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Медведева Лариса Викторовна</w:t>
            </w:r>
          </w:p>
        </w:tc>
        <w:tc>
          <w:tcPr>
            <w:tcW w:w="2411" w:type="dxa"/>
          </w:tcPr>
          <w:p w:rsidR="00995EF6" w:rsidRPr="005F699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998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11«Жар-Птица»</w:t>
            </w:r>
          </w:p>
        </w:tc>
        <w:tc>
          <w:tcPr>
            <w:tcW w:w="6986" w:type="dxa"/>
          </w:tcPr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>Величина дохода за 2015 год:660963,99 руб</w:t>
            </w:r>
          </w:p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42,3кв.м РФ, квартира общей площадью 32 кв.м РФ Садовый участок ½ доли для ведения подсобного хоз-ва 350 кв.м РФ</w:t>
            </w:r>
          </w:p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051E96">
              <w:rPr>
                <w:rFonts w:ascii="Times New Roman" w:hAnsi="Times New Roman"/>
                <w:sz w:val="24"/>
                <w:szCs w:val="24"/>
                <w:lang w:val="en-US"/>
              </w:rPr>
              <w:t>Hyndai</w:t>
            </w:r>
            <w:r w:rsidRPr="00051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E96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>Величина дохода супруга за2015год:744009,60</w:t>
            </w:r>
          </w:p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>Имущество супруга: квартира 75 кв.м.</w:t>
            </w:r>
          </w:p>
          <w:p w:rsidR="00995EF6" w:rsidRPr="00051E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1E96">
              <w:rPr>
                <w:rFonts w:ascii="Times New Roman" w:hAnsi="Times New Roman"/>
                <w:sz w:val="24"/>
                <w:szCs w:val="24"/>
              </w:rPr>
              <w:t>Автомобиль:</w:t>
            </w:r>
            <w:r w:rsidRPr="00051E96">
              <w:rPr>
                <w:rFonts w:ascii="Times New Roman" w:hAnsi="Times New Roman"/>
                <w:sz w:val="24"/>
                <w:szCs w:val="24"/>
                <w:lang w:val="en-US"/>
              </w:rPr>
              <w:t>KIA SORENTO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240"/>
          <w:tblCellSpacing w:w="20" w:type="dxa"/>
        </w:trPr>
        <w:tc>
          <w:tcPr>
            <w:tcW w:w="1926" w:type="dxa"/>
          </w:tcPr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>Грищенко Татьяна Владимировна</w:t>
            </w:r>
          </w:p>
        </w:tc>
        <w:tc>
          <w:tcPr>
            <w:tcW w:w="2411" w:type="dxa"/>
          </w:tcPr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общеразвивающего вида № 16 «Малышок»</w:t>
            </w:r>
          </w:p>
        </w:tc>
        <w:tc>
          <w:tcPr>
            <w:tcW w:w="6986" w:type="dxa"/>
          </w:tcPr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>Величина дохода за 2015 год: 812806,87 руб.</w:t>
            </w:r>
          </w:p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 xml:space="preserve">Имущество: 1/3 квартиры общей площадью 61кв.м РФ, </w:t>
            </w:r>
          </w:p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>Земельный участок для ведения подсобного хоз-ва 850 кв.м РФ</w:t>
            </w:r>
          </w:p>
          <w:p w:rsidR="00995EF6" w:rsidRPr="00C848C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>Величина дохода супруга за 2015 г: 455992,39 руб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48C1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Pr="00C848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kia RIO </w:t>
            </w:r>
            <w:r w:rsidRPr="00C848C1">
              <w:rPr>
                <w:rFonts w:ascii="Times New Roman" w:hAnsi="Times New Roman"/>
                <w:sz w:val="24"/>
                <w:szCs w:val="24"/>
              </w:rPr>
              <w:t>2007г</w:t>
            </w:r>
          </w:p>
        </w:tc>
      </w:tr>
      <w:tr w:rsidR="00995EF6" w:rsidRPr="005863E9" w:rsidTr="009E5B3F">
        <w:trPr>
          <w:trHeight w:val="191"/>
          <w:tblCellSpacing w:w="20" w:type="dxa"/>
        </w:trPr>
        <w:tc>
          <w:tcPr>
            <w:tcW w:w="1926" w:type="dxa"/>
          </w:tcPr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 xml:space="preserve">Фетисова </w:t>
            </w:r>
          </w:p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>Елена Степановна</w:t>
            </w:r>
          </w:p>
        </w:tc>
        <w:tc>
          <w:tcPr>
            <w:tcW w:w="2411" w:type="dxa"/>
          </w:tcPr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общеразвивающего вида № 17 «Алёнка»</w:t>
            </w:r>
          </w:p>
        </w:tc>
        <w:tc>
          <w:tcPr>
            <w:tcW w:w="6986" w:type="dxa"/>
          </w:tcPr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>Величина дохода за 2015 год: 729573,37 руб.</w:t>
            </w:r>
          </w:p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63,3 кв.м РФ</w:t>
            </w:r>
          </w:p>
          <w:p w:rsidR="00995EF6" w:rsidRPr="00A749E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9EA">
              <w:rPr>
                <w:rFonts w:ascii="Times New Roman" w:hAnsi="Times New Roman"/>
                <w:sz w:val="24"/>
                <w:szCs w:val="24"/>
              </w:rPr>
              <w:t>Автомобиль: Peugeot 206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95"/>
          <w:tblCellSpacing w:w="20" w:type="dxa"/>
        </w:trPr>
        <w:tc>
          <w:tcPr>
            <w:tcW w:w="1926" w:type="dxa"/>
          </w:tcPr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Кузнецова Светлана Вячеславовна</w:t>
            </w:r>
          </w:p>
        </w:tc>
        <w:tc>
          <w:tcPr>
            <w:tcW w:w="2411" w:type="dxa"/>
          </w:tcPr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детский сад центр развития ребёнка </w:t>
            </w:r>
          </w:p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№ 21 «Сказка»</w:t>
            </w:r>
          </w:p>
        </w:tc>
        <w:tc>
          <w:tcPr>
            <w:tcW w:w="6986" w:type="dxa"/>
          </w:tcPr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Величина дохода за 2015 год: 740611,26 руб.</w:t>
            </w:r>
          </w:p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 xml:space="preserve">Имущество: комната общей площадью 12,3 кв.м РФ, комната общей площадью 17,6  кв.м РФ, </w:t>
            </w:r>
          </w:p>
          <w:p w:rsidR="00995EF6" w:rsidRPr="0071453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Жилой дом общей площадью 69,3  кв.м РФ,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 508 кв.м</w:t>
            </w:r>
          </w:p>
        </w:tc>
      </w:tr>
      <w:tr w:rsidR="00995EF6" w:rsidRPr="005863E9" w:rsidTr="009E5B3F">
        <w:trPr>
          <w:trHeight w:val="195"/>
          <w:tblCellSpacing w:w="20" w:type="dxa"/>
        </w:trPr>
        <w:tc>
          <w:tcPr>
            <w:tcW w:w="1926" w:type="dxa"/>
          </w:tcPr>
          <w:p w:rsidR="00995EF6" w:rsidRPr="00D12C25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C25">
              <w:rPr>
                <w:rFonts w:ascii="Times New Roman" w:hAnsi="Times New Roman"/>
                <w:sz w:val="24"/>
                <w:szCs w:val="24"/>
              </w:rPr>
              <w:t xml:space="preserve">Носоурова Татьяна </w:t>
            </w:r>
          </w:p>
          <w:p w:rsidR="00995EF6" w:rsidRPr="005863E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2C25"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2411" w:type="dxa"/>
          </w:tcPr>
          <w:p w:rsidR="00995EF6" w:rsidRPr="005863E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4538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№23 «Радость»</w:t>
            </w:r>
          </w:p>
        </w:tc>
        <w:tc>
          <w:tcPr>
            <w:tcW w:w="6986" w:type="dxa"/>
          </w:tcPr>
          <w:p w:rsidR="00995EF6" w:rsidRPr="009E70D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0D9">
              <w:rPr>
                <w:rFonts w:ascii="Times New Roman" w:hAnsi="Times New Roman"/>
                <w:sz w:val="24"/>
                <w:szCs w:val="24"/>
              </w:rPr>
              <w:t>Величина дохода за 2015 год: 794000,00 руб.</w:t>
            </w:r>
          </w:p>
          <w:p w:rsidR="00995EF6" w:rsidRPr="009E70D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0D9">
              <w:rPr>
                <w:rFonts w:ascii="Times New Roman" w:hAnsi="Times New Roman"/>
                <w:sz w:val="24"/>
                <w:szCs w:val="24"/>
              </w:rPr>
              <w:t>Имущество: ½ доля жилого дома общей площадью 33 кв.м РФ</w:t>
            </w:r>
          </w:p>
          <w:p w:rsidR="00995EF6" w:rsidRPr="009E70D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0D9">
              <w:rPr>
                <w:rFonts w:ascii="Times New Roman" w:hAnsi="Times New Roman"/>
                <w:sz w:val="24"/>
                <w:szCs w:val="24"/>
              </w:rPr>
              <w:t>1\4 доли в 2-хкомнатной квартире  13 кв.м.РФ ,1/2 земельного участка  общей площадью250 кв.м.РФ</w:t>
            </w:r>
          </w:p>
          <w:p w:rsidR="00995EF6" w:rsidRPr="005863E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0D9">
              <w:rPr>
                <w:rFonts w:ascii="Times New Roman" w:hAnsi="Times New Roman"/>
                <w:sz w:val="24"/>
                <w:szCs w:val="24"/>
              </w:rPr>
              <w:t>Автомобиль Ниссан-Альмера РФ</w:t>
            </w:r>
          </w:p>
        </w:tc>
      </w:tr>
      <w:tr w:rsidR="00995EF6" w:rsidRPr="005863E9" w:rsidTr="009E5B3F">
        <w:trPr>
          <w:trHeight w:val="90"/>
          <w:tblCellSpacing w:w="20" w:type="dxa"/>
        </w:trPr>
        <w:tc>
          <w:tcPr>
            <w:tcW w:w="1926" w:type="dxa"/>
          </w:tcPr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Ровинец Светлана Александровна</w:t>
            </w:r>
          </w:p>
        </w:tc>
        <w:tc>
          <w:tcPr>
            <w:tcW w:w="2411" w:type="dxa"/>
          </w:tcPr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компенсирующего вида № 26 «Солнышко»</w:t>
            </w:r>
          </w:p>
        </w:tc>
        <w:tc>
          <w:tcPr>
            <w:tcW w:w="6986" w:type="dxa"/>
          </w:tcPr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Величина дохода за 2015 год: 535164,55 руб.</w:t>
            </w:r>
          </w:p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 xml:space="preserve">Имущество: жилой дом общей площадью 133,4 кв.м. </w:t>
            </w:r>
          </w:p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¾ доли квартиры общей площадью 63,5 кв.м. Земельный участок под индивидуальное жилищное строительство 563 кв.м</w:t>
            </w:r>
          </w:p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1/3 доля земельного участка под индивидуальное жилищное строительство общей площадью 1598 кв.м</w:t>
            </w:r>
          </w:p>
          <w:p w:rsidR="00995EF6" w:rsidRPr="00BC1C2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 xml:space="preserve">Автомобиль: </w:t>
            </w:r>
            <w:r w:rsidRPr="00BC1C28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BC1C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C28"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BC1C28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C1C28">
              <w:rPr>
                <w:rFonts w:ascii="Times New Roman" w:hAnsi="Times New Roman"/>
                <w:sz w:val="24"/>
                <w:szCs w:val="24"/>
              </w:rPr>
              <w:t>Имущество несовешеннолетнего сына: жилой дом общей площадью 54,9 кв.м. 1/4 доли квартиры общей площадью 63,5 кв.м. Земельный участок под индивидуальное жилищное строительство 1080 кв.м. 2/3 доля земельного участка под индивидуальное жилищное строительство общей площадью 1598 кв.м</w:t>
            </w:r>
          </w:p>
        </w:tc>
      </w:tr>
      <w:tr w:rsidR="00995EF6" w:rsidRPr="005863E9" w:rsidTr="009E5B3F">
        <w:trPr>
          <w:trHeight w:val="135"/>
          <w:tblCellSpacing w:w="20" w:type="dxa"/>
        </w:trPr>
        <w:tc>
          <w:tcPr>
            <w:tcW w:w="1926" w:type="dxa"/>
          </w:tcPr>
          <w:p w:rsidR="00995EF6" w:rsidRPr="00CB57A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7A8">
              <w:rPr>
                <w:rFonts w:ascii="Times New Roman" w:hAnsi="Times New Roman"/>
                <w:sz w:val="24"/>
                <w:szCs w:val="24"/>
              </w:rPr>
              <w:t>Федяшова Лидия Дмитриевна</w:t>
            </w:r>
          </w:p>
        </w:tc>
        <w:tc>
          <w:tcPr>
            <w:tcW w:w="2411" w:type="dxa"/>
          </w:tcPr>
          <w:p w:rsidR="00995EF6" w:rsidRPr="00CB57A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7A8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ребёнка -  детский сад № 27 «Матрёшка»</w:t>
            </w:r>
          </w:p>
        </w:tc>
        <w:tc>
          <w:tcPr>
            <w:tcW w:w="6986" w:type="dxa"/>
          </w:tcPr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54C5">
              <w:rPr>
                <w:rFonts w:ascii="Times New Roman" w:hAnsi="Times New Roman"/>
                <w:sz w:val="24"/>
                <w:szCs w:val="24"/>
              </w:rPr>
              <w:t>Величина дохода за 2015 год: 1041343,88 руб</w:t>
            </w:r>
          </w:p>
          <w:p w:rsidR="00995EF6" w:rsidRPr="00CB57A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7A8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44,2 кв.м РФ</w:t>
            </w:r>
          </w:p>
          <w:p w:rsidR="00995EF6" w:rsidRPr="00CB57A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7A8">
              <w:rPr>
                <w:rFonts w:ascii="Times New Roman" w:hAnsi="Times New Roman"/>
                <w:sz w:val="24"/>
                <w:szCs w:val="24"/>
              </w:rPr>
              <w:t>Автомобиль: Hyndai solaris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20"/>
          <w:tblCellSpacing w:w="20" w:type="dxa"/>
        </w:trPr>
        <w:tc>
          <w:tcPr>
            <w:tcW w:w="1926" w:type="dxa"/>
          </w:tcPr>
          <w:p w:rsidR="00995EF6" w:rsidRPr="0032253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531">
              <w:rPr>
                <w:rFonts w:ascii="Times New Roman" w:hAnsi="Times New Roman"/>
                <w:sz w:val="24"/>
                <w:szCs w:val="24"/>
              </w:rPr>
              <w:t>Губарева Жанна Владимирова</w:t>
            </w:r>
          </w:p>
        </w:tc>
        <w:tc>
          <w:tcPr>
            <w:tcW w:w="2411" w:type="dxa"/>
          </w:tcPr>
          <w:p w:rsidR="00995EF6" w:rsidRPr="0032253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531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общеразвивающего вида № 28 «Росинка»</w:t>
            </w:r>
          </w:p>
        </w:tc>
        <w:tc>
          <w:tcPr>
            <w:tcW w:w="6986" w:type="dxa"/>
          </w:tcPr>
          <w:p w:rsidR="00995EF6" w:rsidRPr="0032253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2531">
              <w:rPr>
                <w:rFonts w:ascii="Times New Roman" w:hAnsi="Times New Roman"/>
                <w:sz w:val="24"/>
                <w:szCs w:val="24"/>
              </w:rPr>
              <w:t>Величина дохода за 2015 год: 487245,42 руб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22531">
              <w:rPr>
                <w:rFonts w:ascii="Times New Roman" w:hAnsi="Times New Roman"/>
                <w:sz w:val="24"/>
                <w:szCs w:val="24"/>
              </w:rPr>
              <w:t xml:space="preserve">Имущество: квартира общей площадью 50 кв.м РФ.          </w:t>
            </w:r>
          </w:p>
        </w:tc>
      </w:tr>
      <w:tr w:rsidR="00995EF6" w:rsidRPr="005863E9" w:rsidTr="009E5B3F">
        <w:trPr>
          <w:trHeight w:val="240"/>
          <w:tblCellSpacing w:w="20" w:type="dxa"/>
        </w:trPr>
        <w:tc>
          <w:tcPr>
            <w:tcW w:w="1926" w:type="dxa"/>
          </w:tcPr>
          <w:p w:rsidR="00995EF6" w:rsidRPr="00112CF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FC">
              <w:rPr>
                <w:rFonts w:ascii="Times New Roman" w:hAnsi="Times New Roman"/>
                <w:sz w:val="24"/>
                <w:szCs w:val="24"/>
              </w:rPr>
              <w:t xml:space="preserve">Павлова </w:t>
            </w:r>
          </w:p>
          <w:p w:rsidR="00995EF6" w:rsidRPr="00112CF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FC">
              <w:rPr>
                <w:rFonts w:ascii="Times New Roman" w:hAnsi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2411" w:type="dxa"/>
          </w:tcPr>
          <w:p w:rsidR="00995EF6" w:rsidRPr="00112CF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FC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29 «Пчёлка»</w:t>
            </w:r>
          </w:p>
        </w:tc>
        <w:tc>
          <w:tcPr>
            <w:tcW w:w="6986" w:type="dxa"/>
          </w:tcPr>
          <w:p w:rsidR="00995EF6" w:rsidRPr="00112CF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FC">
              <w:rPr>
                <w:rFonts w:ascii="Times New Roman" w:hAnsi="Times New Roman"/>
                <w:sz w:val="24"/>
                <w:szCs w:val="24"/>
              </w:rPr>
              <w:t>Величина дохода за 2015 год: 656956,11 руб</w:t>
            </w:r>
          </w:p>
          <w:p w:rsidR="00995EF6" w:rsidRPr="00112CF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CFC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44,7 кв.м РФ</w:t>
            </w:r>
          </w:p>
        </w:tc>
      </w:tr>
      <w:tr w:rsidR="00995EF6" w:rsidRPr="005863E9" w:rsidTr="009E5B3F">
        <w:trPr>
          <w:trHeight w:val="251"/>
          <w:tblCellSpacing w:w="20" w:type="dxa"/>
        </w:trPr>
        <w:tc>
          <w:tcPr>
            <w:tcW w:w="1926" w:type="dxa"/>
          </w:tcPr>
          <w:p w:rsidR="00995EF6" w:rsidRPr="00270FA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AF">
              <w:rPr>
                <w:rFonts w:ascii="Times New Roman" w:hAnsi="Times New Roman"/>
                <w:sz w:val="24"/>
                <w:szCs w:val="24"/>
              </w:rPr>
              <w:t>Галанова Наталья Алексеевна</w:t>
            </w:r>
          </w:p>
        </w:tc>
        <w:tc>
          <w:tcPr>
            <w:tcW w:w="2411" w:type="dxa"/>
          </w:tcPr>
          <w:p w:rsidR="00995EF6" w:rsidRPr="00270FA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FAF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общеразвивающего вида № 30 «Родничок»</w:t>
            </w:r>
          </w:p>
        </w:tc>
        <w:tc>
          <w:tcPr>
            <w:tcW w:w="6986" w:type="dxa"/>
          </w:tcPr>
          <w:p w:rsidR="00995EF6" w:rsidRPr="004C788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884">
              <w:rPr>
                <w:rFonts w:ascii="Times New Roman" w:hAnsi="Times New Roman"/>
                <w:sz w:val="24"/>
                <w:szCs w:val="24"/>
              </w:rPr>
              <w:t>Величина дохода за 2015 год: 699215,90 руб</w:t>
            </w:r>
          </w:p>
          <w:p w:rsidR="00995EF6" w:rsidRPr="004C788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884">
              <w:rPr>
                <w:rFonts w:ascii="Times New Roman" w:hAnsi="Times New Roman"/>
                <w:sz w:val="24"/>
                <w:szCs w:val="24"/>
              </w:rPr>
              <w:t>Имущество: Земельный участок 700 кв.м.</w:t>
            </w:r>
          </w:p>
          <w:p w:rsidR="00995EF6" w:rsidRPr="004C788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884">
              <w:rPr>
                <w:rFonts w:ascii="Times New Roman" w:hAnsi="Times New Roman"/>
                <w:sz w:val="24"/>
                <w:szCs w:val="24"/>
              </w:rPr>
              <w:t>Величина дохода супруга за 2015 г: 157454,81 руб</w:t>
            </w:r>
          </w:p>
          <w:p w:rsidR="00995EF6" w:rsidRPr="004C788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7884">
              <w:rPr>
                <w:rFonts w:ascii="Times New Roman" w:hAnsi="Times New Roman"/>
                <w:sz w:val="24"/>
                <w:szCs w:val="24"/>
              </w:rPr>
              <w:t>Имущество: жилой дом 85 кв.м.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7884">
              <w:rPr>
                <w:rFonts w:ascii="Times New Roman" w:hAnsi="Times New Roman"/>
                <w:sz w:val="24"/>
                <w:szCs w:val="24"/>
              </w:rPr>
              <w:t>Автомобиль: Форд Фьюжен</w:t>
            </w:r>
          </w:p>
        </w:tc>
      </w:tr>
      <w:tr w:rsidR="00995EF6" w:rsidRPr="005863E9" w:rsidTr="009E5B3F">
        <w:trPr>
          <w:trHeight w:val="225"/>
          <w:tblCellSpacing w:w="20" w:type="dxa"/>
        </w:trPr>
        <w:tc>
          <w:tcPr>
            <w:tcW w:w="1926" w:type="dxa"/>
          </w:tcPr>
          <w:p w:rsidR="00995EF6" w:rsidRPr="001C77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704">
              <w:rPr>
                <w:rFonts w:ascii="Times New Roman" w:hAnsi="Times New Roman"/>
                <w:sz w:val="24"/>
                <w:szCs w:val="24"/>
              </w:rPr>
              <w:t>Савостьянова Татьяна Викторовна</w:t>
            </w:r>
          </w:p>
        </w:tc>
        <w:tc>
          <w:tcPr>
            <w:tcW w:w="2411" w:type="dxa"/>
          </w:tcPr>
          <w:p w:rsidR="00995EF6" w:rsidRPr="001C77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704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-  детский сад № 31 «Журавушка» </w:t>
            </w:r>
          </w:p>
        </w:tc>
        <w:tc>
          <w:tcPr>
            <w:tcW w:w="6986" w:type="dxa"/>
          </w:tcPr>
          <w:p w:rsidR="00995EF6" w:rsidRPr="001C77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704">
              <w:rPr>
                <w:rFonts w:ascii="Times New Roman" w:hAnsi="Times New Roman"/>
                <w:sz w:val="24"/>
                <w:szCs w:val="24"/>
              </w:rPr>
              <w:t>Величина дохода за 2015 год:861063,98 руб</w:t>
            </w:r>
          </w:p>
          <w:p w:rsidR="00995EF6" w:rsidRPr="001C77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704">
              <w:rPr>
                <w:rFonts w:ascii="Times New Roman" w:hAnsi="Times New Roman"/>
                <w:sz w:val="24"/>
                <w:szCs w:val="24"/>
              </w:rPr>
              <w:t>Имущество: 1/3 часть квартиры общей площадью 63,3 кв.м РФ, квартира 50,1  кв.м.</w:t>
            </w:r>
            <w:r>
              <w:rPr>
                <w:rFonts w:ascii="Times New Roman" w:hAnsi="Times New Roman"/>
                <w:sz w:val="24"/>
                <w:szCs w:val="24"/>
              </w:rPr>
              <w:t>Р.Ф.</w:t>
            </w:r>
          </w:p>
          <w:p w:rsidR="00995EF6" w:rsidRPr="001C7704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704">
              <w:rPr>
                <w:rFonts w:ascii="Times New Roman" w:hAnsi="Times New Roman"/>
                <w:sz w:val="24"/>
                <w:szCs w:val="24"/>
              </w:rPr>
              <w:t>Автомобиль: Сузуки Гранд Витара</w:t>
            </w:r>
          </w:p>
          <w:p w:rsidR="00995EF6" w:rsidRPr="005863E9" w:rsidRDefault="00995EF6" w:rsidP="001C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20"/>
          <w:tblCellSpacing w:w="20" w:type="dxa"/>
        </w:trPr>
        <w:tc>
          <w:tcPr>
            <w:tcW w:w="1926" w:type="dxa"/>
          </w:tcPr>
          <w:p w:rsidR="00995EF6" w:rsidRPr="002B6E9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E92">
              <w:rPr>
                <w:rFonts w:ascii="Times New Roman" w:hAnsi="Times New Roman"/>
                <w:sz w:val="24"/>
                <w:szCs w:val="24"/>
              </w:rPr>
              <w:t>Власова Людмила Дмитриевна</w:t>
            </w:r>
          </w:p>
        </w:tc>
        <w:tc>
          <w:tcPr>
            <w:tcW w:w="2411" w:type="dxa"/>
          </w:tcPr>
          <w:p w:rsidR="00995EF6" w:rsidRPr="002B6E9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E92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32 «Рябинка»</w:t>
            </w:r>
          </w:p>
        </w:tc>
        <w:tc>
          <w:tcPr>
            <w:tcW w:w="6986" w:type="dxa"/>
          </w:tcPr>
          <w:p w:rsidR="00995EF6" w:rsidRPr="00EF43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393">
              <w:rPr>
                <w:rFonts w:ascii="Times New Roman" w:hAnsi="Times New Roman"/>
                <w:sz w:val="24"/>
                <w:szCs w:val="24"/>
              </w:rPr>
              <w:t>Величина дохода за 2015 год: 813119,07 руб.</w:t>
            </w:r>
          </w:p>
          <w:p w:rsidR="00995EF6" w:rsidRPr="00EF43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393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33 кв.м РФ</w:t>
            </w:r>
          </w:p>
          <w:p w:rsidR="00995EF6" w:rsidRPr="00EF439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393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926000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4393">
              <w:rPr>
                <w:rFonts w:ascii="Times New Roman" w:hAnsi="Times New Roman"/>
                <w:sz w:val="24"/>
                <w:szCs w:val="24"/>
              </w:rPr>
              <w:t>Имущество: Автомобиль грузовой SCANIA</w:t>
            </w:r>
          </w:p>
        </w:tc>
      </w:tr>
      <w:tr w:rsidR="00995EF6" w:rsidRPr="005863E9" w:rsidTr="009E5B3F">
        <w:trPr>
          <w:trHeight w:val="270"/>
          <w:tblCellSpacing w:w="20" w:type="dxa"/>
        </w:trPr>
        <w:tc>
          <w:tcPr>
            <w:tcW w:w="1926" w:type="dxa"/>
          </w:tcPr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Сиротинина Варвара Викторовна</w:t>
            </w:r>
          </w:p>
        </w:tc>
        <w:tc>
          <w:tcPr>
            <w:tcW w:w="2411" w:type="dxa"/>
          </w:tcPr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33 «Росток»</w:t>
            </w:r>
          </w:p>
        </w:tc>
        <w:tc>
          <w:tcPr>
            <w:tcW w:w="6986" w:type="dxa"/>
          </w:tcPr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Величина дохода за 2015 год: 645819,60 руб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Имущество: Земельный участок ½ доли  для ведения подсобного хоз-ва 500 кв.м РФ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½ доля жилого дома 29 кв.м РФ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½ доля жилого дома 10 кв.м РФ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1/3 часть квартиры 15 кв.м РФ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Автомобиль: Тойота РАВ 4</w:t>
            </w:r>
          </w:p>
          <w:p w:rsidR="00995EF6" w:rsidRPr="005E602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025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 300000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221"/>
          <w:tblCellSpacing w:w="20" w:type="dxa"/>
        </w:trPr>
        <w:tc>
          <w:tcPr>
            <w:tcW w:w="1926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 xml:space="preserve">Чубукова </w:t>
            </w:r>
          </w:p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2411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 - детский сад № 34 «Звёздочка» </w:t>
            </w:r>
          </w:p>
        </w:tc>
        <w:tc>
          <w:tcPr>
            <w:tcW w:w="6986" w:type="dxa"/>
          </w:tcPr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Величина дохода за 2015 год: 807081,92 руб</w:t>
            </w:r>
          </w:p>
          <w:p w:rsidR="00995EF6" w:rsidRPr="00F5170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Имущество: Земельный участок для ведения подсобного хоз-ва 630 кв.м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51701">
              <w:rPr>
                <w:rFonts w:ascii="Times New Roman" w:hAnsi="Times New Roman"/>
                <w:sz w:val="24"/>
                <w:szCs w:val="24"/>
              </w:rPr>
              <w:t>Автомобиль: Хэтчбек (комби) легковой KIA RIO</w:t>
            </w:r>
          </w:p>
        </w:tc>
      </w:tr>
      <w:tr w:rsidR="00995EF6" w:rsidRPr="007A54C5" w:rsidTr="009E5B3F">
        <w:trPr>
          <w:trHeight w:val="150"/>
          <w:tblCellSpacing w:w="20" w:type="dxa"/>
        </w:trPr>
        <w:tc>
          <w:tcPr>
            <w:tcW w:w="1926" w:type="dxa"/>
          </w:tcPr>
          <w:p w:rsidR="00995EF6" w:rsidRPr="00A1248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48F">
              <w:rPr>
                <w:rFonts w:ascii="Times New Roman" w:hAnsi="Times New Roman"/>
                <w:sz w:val="24"/>
                <w:szCs w:val="24"/>
              </w:rPr>
              <w:t xml:space="preserve">Монахова </w:t>
            </w:r>
          </w:p>
          <w:p w:rsidR="00995EF6" w:rsidRPr="00A1248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48F">
              <w:rPr>
                <w:rFonts w:ascii="Times New Roman" w:hAnsi="Times New Roman"/>
                <w:sz w:val="24"/>
                <w:szCs w:val="24"/>
              </w:rPr>
              <w:t xml:space="preserve">Зоя </w:t>
            </w:r>
          </w:p>
          <w:p w:rsidR="00995EF6" w:rsidRPr="00A1248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48F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411" w:type="dxa"/>
          </w:tcPr>
          <w:p w:rsidR="00995EF6" w:rsidRPr="00A1248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48F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35 «Вырастайка»</w:t>
            </w:r>
          </w:p>
        </w:tc>
        <w:tc>
          <w:tcPr>
            <w:tcW w:w="6986" w:type="dxa"/>
          </w:tcPr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 xml:space="preserve">Величина дохода за 2015 год: 806184,80 руб </w:t>
            </w:r>
          </w:p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>Имущество: Квартира 1/3 часть общей площадью 64,7 кв.м.РФ</w:t>
            </w:r>
          </w:p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>Величина дохода cупруга за 2015 год: 675400 руб</w:t>
            </w:r>
          </w:p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>Имущество: Квартира 1/3 часть, 48 м.кв. РФ</w:t>
            </w:r>
          </w:p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>Земельный участок для ведения подсобного хоз-ва 140,5 кв.м РФ</w:t>
            </w:r>
          </w:p>
          <w:p w:rsidR="00995EF6" w:rsidRPr="00335E81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335E81"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335E81">
              <w:rPr>
                <w:rFonts w:ascii="Times New Roman" w:hAnsi="Times New Roman"/>
                <w:sz w:val="24"/>
                <w:szCs w:val="24"/>
                <w:lang w:val="en-US"/>
              </w:rPr>
              <w:t>: X-TRAIL, Nissan-deo.</w:t>
            </w:r>
          </w:p>
        </w:tc>
      </w:tr>
      <w:tr w:rsidR="00995EF6" w:rsidRPr="005863E9" w:rsidTr="009E5B3F">
        <w:trPr>
          <w:trHeight w:val="240"/>
          <w:tblCellSpacing w:w="20" w:type="dxa"/>
        </w:trPr>
        <w:tc>
          <w:tcPr>
            <w:tcW w:w="1926" w:type="dxa"/>
          </w:tcPr>
          <w:p w:rsidR="00995EF6" w:rsidRPr="007D015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5A">
              <w:rPr>
                <w:rFonts w:ascii="Times New Roman" w:hAnsi="Times New Roman"/>
                <w:sz w:val="24"/>
                <w:szCs w:val="24"/>
              </w:rPr>
              <w:t>Чеснокова Елена Риммовна</w:t>
            </w:r>
          </w:p>
        </w:tc>
        <w:tc>
          <w:tcPr>
            <w:tcW w:w="2411" w:type="dxa"/>
          </w:tcPr>
          <w:p w:rsidR="00995EF6" w:rsidRPr="007D015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5A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ребёнка  - детский сад № 39 «Золотой ключик»</w:t>
            </w:r>
          </w:p>
        </w:tc>
        <w:tc>
          <w:tcPr>
            <w:tcW w:w="6986" w:type="dxa"/>
          </w:tcPr>
          <w:p w:rsidR="00995EF6" w:rsidRPr="007D015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5A">
              <w:rPr>
                <w:rFonts w:ascii="Times New Roman" w:hAnsi="Times New Roman"/>
                <w:sz w:val="24"/>
                <w:szCs w:val="24"/>
              </w:rPr>
              <w:t>Величина дохода за 2015 год: 896816,58 руб</w:t>
            </w:r>
          </w:p>
          <w:p w:rsidR="00995EF6" w:rsidRPr="007D015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5A">
              <w:rPr>
                <w:rFonts w:ascii="Times New Roman" w:hAnsi="Times New Roman"/>
                <w:sz w:val="24"/>
                <w:szCs w:val="24"/>
              </w:rPr>
              <w:t>Имущество: квартира общей площадью 31,1кв.м РФ</w:t>
            </w:r>
          </w:p>
          <w:p w:rsidR="00995EF6" w:rsidRPr="007D015A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15A">
              <w:rPr>
                <w:rFonts w:ascii="Times New Roman" w:hAnsi="Times New Roman"/>
                <w:sz w:val="24"/>
                <w:szCs w:val="24"/>
              </w:rPr>
              <w:t>Квартира 1/3 часть общей площадью38,4 кв.м ,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270"/>
          <w:tblCellSpacing w:w="20" w:type="dxa"/>
        </w:trPr>
        <w:tc>
          <w:tcPr>
            <w:tcW w:w="1926" w:type="dxa"/>
          </w:tcPr>
          <w:p w:rsidR="00995EF6" w:rsidRPr="001D70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55">
              <w:rPr>
                <w:rFonts w:ascii="Times New Roman" w:hAnsi="Times New Roman"/>
                <w:sz w:val="24"/>
                <w:szCs w:val="24"/>
              </w:rPr>
              <w:t xml:space="preserve">Ильина </w:t>
            </w:r>
          </w:p>
          <w:p w:rsidR="00995EF6" w:rsidRPr="001D70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55">
              <w:rPr>
                <w:rFonts w:ascii="Times New Roman" w:hAnsi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2411" w:type="dxa"/>
          </w:tcPr>
          <w:p w:rsidR="00995EF6" w:rsidRPr="001D70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55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общеразвивающего вида  № 40 «Березка»</w:t>
            </w:r>
          </w:p>
        </w:tc>
        <w:tc>
          <w:tcPr>
            <w:tcW w:w="6986" w:type="dxa"/>
          </w:tcPr>
          <w:p w:rsidR="00995EF6" w:rsidRPr="001D70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55">
              <w:rPr>
                <w:rFonts w:ascii="Times New Roman" w:hAnsi="Times New Roman"/>
                <w:sz w:val="24"/>
                <w:szCs w:val="24"/>
              </w:rPr>
              <w:t>Величина дохода за 2015 год: 680005,08 руб</w:t>
            </w:r>
          </w:p>
          <w:p w:rsidR="00995EF6" w:rsidRPr="001D7055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55">
              <w:rPr>
                <w:rFonts w:ascii="Times New Roman" w:hAnsi="Times New Roman"/>
                <w:sz w:val="24"/>
                <w:szCs w:val="24"/>
              </w:rPr>
              <w:t xml:space="preserve">Имущество: автомобиль  </w:t>
            </w:r>
            <w:r w:rsidRPr="001D7055"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1D7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055"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 w:rsidRPr="001D7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055"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</w:p>
        </w:tc>
      </w:tr>
      <w:tr w:rsidR="00995EF6" w:rsidRPr="005863E9" w:rsidTr="009E5B3F">
        <w:trPr>
          <w:trHeight w:val="221"/>
          <w:tblCellSpacing w:w="20" w:type="dxa"/>
        </w:trPr>
        <w:tc>
          <w:tcPr>
            <w:tcW w:w="1926" w:type="dxa"/>
          </w:tcPr>
          <w:p w:rsidR="00995EF6" w:rsidRPr="001A39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996">
              <w:rPr>
                <w:rFonts w:ascii="Times New Roman" w:hAnsi="Times New Roman"/>
                <w:sz w:val="24"/>
                <w:szCs w:val="24"/>
              </w:rPr>
              <w:t>Богданова Елена Юрьевна</w:t>
            </w:r>
          </w:p>
        </w:tc>
        <w:tc>
          <w:tcPr>
            <w:tcW w:w="2411" w:type="dxa"/>
          </w:tcPr>
          <w:p w:rsidR="00995EF6" w:rsidRPr="001A399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996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41 «Кораблик»</w:t>
            </w:r>
          </w:p>
        </w:tc>
        <w:tc>
          <w:tcPr>
            <w:tcW w:w="6986" w:type="dxa"/>
          </w:tcPr>
          <w:p w:rsidR="00995EF6" w:rsidRPr="00D268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846">
              <w:rPr>
                <w:rFonts w:ascii="Times New Roman" w:hAnsi="Times New Roman"/>
                <w:sz w:val="24"/>
                <w:szCs w:val="24"/>
              </w:rPr>
              <w:t>Величина дохода за 2015 год: 856885,97 руб</w:t>
            </w:r>
          </w:p>
          <w:p w:rsidR="00995EF6" w:rsidRPr="00D268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846">
              <w:rPr>
                <w:rFonts w:ascii="Times New Roman" w:hAnsi="Times New Roman"/>
                <w:sz w:val="24"/>
                <w:szCs w:val="24"/>
              </w:rPr>
              <w:t>Величина дохода супруга за 2015 год:480000,00 руб.</w:t>
            </w:r>
          </w:p>
          <w:p w:rsidR="00995EF6" w:rsidRPr="00D2684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6846">
              <w:rPr>
                <w:rFonts w:ascii="Times New Roman" w:hAnsi="Times New Roman"/>
                <w:sz w:val="24"/>
                <w:szCs w:val="24"/>
              </w:rPr>
              <w:t xml:space="preserve">Имущество супруга: автомобиль </w:t>
            </w:r>
            <w:r w:rsidRPr="00D26846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D26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6846"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D26846">
              <w:rPr>
                <w:rFonts w:ascii="Times New Roman" w:hAnsi="Times New Roman"/>
                <w:sz w:val="24"/>
                <w:szCs w:val="24"/>
              </w:rPr>
              <w:t>-</w:t>
            </w:r>
            <w:r w:rsidRPr="00D2684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26846">
              <w:rPr>
                <w:rFonts w:ascii="Times New Roman" w:hAnsi="Times New Roman"/>
                <w:sz w:val="24"/>
                <w:szCs w:val="24"/>
              </w:rPr>
              <w:t xml:space="preserve"> 2002</w:t>
            </w:r>
          </w:p>
        </w:tc>
      </w:tr>
      <w:tr w:rsidR="00995EF6" w:rsidRPr="005863E9" w:rsidTr="009E5B3F">
        <w:trPr>
          <w:trHeight w:val="1935"/>
          <w:tblCellSpacing w:w="20" w:type="dxa"/>
        </w:trPr>
        <w:tc>
          <w:tcPr>
            <w:tcW w:w="1926" w:type="dxa"/>
          </w:tcPr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Назарова Людмила Владимировна</w:t>
            </w:r>
          </w:p>
        </w:tc>
        <w:tc>
          <w:tcPr>
            <w:tcW w:w="2411" w:type="dxa"/>
          </w:tcPr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42 «Теремок»</w:t>
            </w:r>
          </w:p>
        </w:tc>
        <w:tc>
          <w:tcPr>
            <w:tcW w:w="6986" w:type="dxa"/>
          </w:tcPr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Величина дохода за 2015 год: 685907,40 руб</w:t>
            </w:r>
          </w:p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Имущество: Квартира 1/3 часть общей площадью 36,8 кв.м  РФ</w:t>
            </w:r>
          </w:p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½ часть Жилого дома общей площадью 54,6 кв.м РФ; Земельный участок под индивидуальное жилищное строительство 992кв.м РФ</w:t>
            </w:r>
          </w:p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Автомобиль:, ВАЗ 211540</w:t>
            </w:r>
          </w:p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Величина дохода cупруга за 2015 год: 279716,16 руб</w:t>
            </w:r>
          </w:p>
          <w:p w:rsidR="00995EF6" w:rsidRPr="002155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53F">
              <w:rPr>
                <w:rFonts w:ascii="Times New Roman" w:hAnsi="Times New Roman"/>
                <w:sz w:val="24"/>
                <w:szCs w:val="24"/>
              </w:rPr>
              <w:t>Имущество: Квартира 1/3 часть общей площадью 36,8 кв.м.РФ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833"/>
          <w:tblCellSpacing w:w="20" w:type="dxa"/>
        </w:trPr>
        <w:tc>
          <w:tcPr>
            <w:tcW w:w="1926" w:type="dxa"/>
          </w:tcPr>
          <w:p w:rsidR="00995EF6" w:rsidRPr="00AC781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818">
              <w:rPr>
                <w:rFonts w:ascii="Times New Roman" w:hAnsi="Times New Roman"/>
                <w:sz w:val="24"/>
                <w:szCs w:val="24"/>
              </w:rPr>
              <w:t>Голубцова Лариса Викторовна</w:t>
            </w:r>
          </w:p>
        </w:tc>
        <w:tc>
          <w:tcPr>
            <w:tcW w:w="2411" w:type="dxa"/>
          </w:tcPr>
          <w:p w:rsidR="00995EF6" w:rsidRPr="00AC781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818">
              <w:rPr>
                <w:rFonts w:ascii="Times New Roman" w:hAnsi="Times New Roman"/>
                <w:sz w:val="24"/>
                <w:szCs w:val="24"/>
              </w:rPr>
              <w:t>Муниципальным дошкольным образовательным учреждением центр развития ребёнка – детский сад № 44 «Колокольчик»</w:t>
            </w:r>
          </w:p>
        </w:tc>
        <w:tc>
          <w:tcPr>
            <w:tcW w:w="6986" w:type="dxa"/>
          </w:tcPr>
          <w:p w:rsidR="00995EF6" w:rsidRPr="00CD227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>Величина дохода за 2015 год: 972307,43 руб</w:t>
            </w:r>
          </w:p>
          <w:p w:rsidR="00995EF6" w:rsidRPr="00CD227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 xml:space="preserve">Имущество: 1/3часть жилого дома  общей площадью 102, 3 кв.м. РФ; </w:t>
            </w:r>
          </w:p>
          <w:p w:rsidR="00995EF6" w:rsidRPr="00CD227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>Величина дохода cупруга за 2015 год: 436752,33 руб</w:t>
            </w:r>
          </w:p>
          <w:p w:rsidR="00995EF6" w:rsidRPr="00CD227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>Имущество: 1/6 часть земельного участка под индивидуальное жилищное строительство 86,4 кв.м.</w:t>
            </w:r>
          </w:p>
          <w:p w:rsidR="00995EF6" w:rsidRPr="00CD2276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>1/2часть земельного участка  166 кв.м.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D2276">
              <w:rPr>
                <w:rFonts w:ascii="Times New Roman" w:hAnsi="Times New Roman"/>
                <w:sz w:val="24"/>
                <w:szCs w:val="24"/>
              </w:rPr>
              <w:t xml:space="preserve">Автомобили: Ваз2108; </w:t>
            </w:r>
            <w:r w:rsidRPr="00CD2276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</w:tr>
      <w:tr w:rsidR="00995EF6" w:rsidRPr="005863E9" w:rsidTr="009E5B3F">
        <w:trPr>
          <w:trHeight w:val="150"/>
          <w:tblCellSpacing w:w="20" w:type="dxa"/>
        </w:trPr>
        <w:tc>
          <w:tcPr>
            <w:tcW w:w="1926" w:type="dxa"/>
          </w:tcPr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>Горбатова Татьяна Семеновна</w:t>
            </w:r>
          </w:p>
        </w:tc>
        <w:tc>
          <w:tcPr>
            <w:tcW w:w="2411" w:type="dxa"/>
          </w:tcPr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 - детский сад № 45 «Мечта» </w:t>
            </w:r>
          </w:p>
        </w:tc>
        <w:tc>
          <w:tcPr>
            <w:tcW w:w="6986" w:type="dxa"/>
          </w:tcPr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>Величина дохода за 2015 год: 942056,77 руб</w:t>
            </w:r>
          </w:p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>Имущество: Квартира 1/3 часть общей площадью 73,3 кв. м. РФ</w:t>
            </w:r>
          </w:p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>Квартира общей площадью 29,5 кв. м. РФ</w:t>
            </w:r>
          </w:p>
          <w:p w:rsidR="00995EF6" w:rsidRPr="00C877AE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77AE">
              <w:rPr>
                <w:rFonts w:ascii="Times New Roman" w:hAnsi="Times New Roman"/>
                <w:sz w:val="24"/>
                <w:szCs w:val="24"/>
              </w:rPr>
              <w:t>Земельный участок для ведения подсобного хоз-ва 492 кв.м. РФ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300"/>
          <w:tblCellSpacing w:w="20" w:type="dxa"/>
        </w:trPr>
        <w:tc>
          <w:tcPr>
            <w:tcW w:w="1926" w:type="dxa"/>
          </w:tcPr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>Дорохова Наталья</w:t>
            </w:r>
          </w:p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411" w:type="dxa"/>
          </w:tcPr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 - детский сад № 47 «Радуга» </w:t>
            </w:r>
          </w:p>
        </w:tc>
        <w:tc>
          <w:tcPr>
            <w:tcW w:w="6986" w:type="dxa"/>
          </w:tcPr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>Величина дохода за 2015 год: 1</w:t>
            </w:r>
            <w:r>
              <w:rPr>
                <w:rFonts w:ascii="Times New Roman" w:hAnsi="Times New Roman"/>
                <w:sz w:val="24"/>
                <w:szCs w:val="24"/>
              </w:rPr>
              <w:t>101</w:t>
            </w:r>
            <w:r w:rsidRPr="004F565C">
              <w:rPr>
                <w:rFonts w:ascii="Times New Roman" w:hAnsi="Times New Roman"/>
                <w:sz w:val="24"/>
                <w:szCs w:val="24"/>
              </w:rPr>
              <w:t>415,25 руб.</w:t>
            </w:r>
          </w:p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>Имущество:1/2 квартиры общей площадью 62 кв.м., РФ</w:t>
            </w:r>
          </w:p>
          <w:p w:rsidR="00995EF6" w:rsidRPr="004F565C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65C">
              <w:rPr>
                <w:rFonts w:ascii="Times New Roman" w:hAnsi="Times New Roman"/>
                <w:sz w:val="24"/>
                <w:szCs w:val="24"/>
              </w:rPr>
              <w:t>Величина дохода супруга за 2015 г: 439658,13 руб.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150"/>
          <w:tblCellSpacing w:w="20" w:type="dxa"/>
        </w:trPr>
        <w:tc>
          <w:tcPr>
            <w:tcW w:w="1926" w:type="dxa"/>
          </w:tcPr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Ярковая Наталия Владимировна</w:t>
            </w:r>
          </w:p>
        </w:tc>
        <w:tc>
          <w:tcPr>
            <w:tcW w:w="2411" w:type="dxa"/>
          </w:tcPr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центр развития ребёнка – детский сад № 48 «Ласточка»</w:t>
            </w:r>
          </w:p>
        </w:tc>
        <w:tc>
          <w:tcPr>
            <w:tcW w:w="6986" w:type="dxa"/>
          </w:tcPr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Величина дохода за 2015 год: 1000610,81 руб</w:t>
            </w:r>
          </w:p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Имущество: Земельный участок под индивидуальное жилищное строительство 1000 кв.м РФ</w:t>
            </w:r>
          </w:p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Жилой дом  380 кв.м РФ</w:t>
            </w:r>
          </w:p>
          <w:p w:rsidR="00995EF6" w:rsidRPr="00F028C2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8C2">
              <w:rPr>
                <w:rFonts w:ascii="Times New Roman" w:hAnsi="Times New Roman"/>
                <w:sz w:val="24"/>
                <w:szCs w:val="24"/>
              </w:rPr>
              <w:t>Автомобиль:BMW116i</w:t>
            </w:r>
          </w:p>
          <w:p w:rsidR="00995EF6" w:rsidRPr="00442560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560">
              <w:rPr>
                <w:rFonts w:ascii="Times New Roman" w:hAnsi="Times New Roman"/>
                <w:sz w:val="24"/>
                <w:szCs w:val="24"/>
              </w:rPr>
              <w:t>Величина дохода супруга за 2015 г: 3013763,33 руб</w:t>
            </w:r>
          </w:p>
          <w:p w:rsidR="00995EF6" w:rsidRPr="00442560" w:rsidRDefault="00995EF6" w:rsidP="009E5B3F">
            <w:pPr>
              <w:tabs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560">
              <w:rPr>
                <w:rFonts w:ascii="Times New Roman" w:hAnsi="Times New Roman"/>
                <w:sz w:val="24"/>
                <w:szCs w:val="24"/>
              </w:rPr>
              <w:t>Имущество: Автомобиль: BMWx 5</w:t>
            </w:r>
          </w:p>
          <w:p w:rsidR="00995EF6" w:rsidRPr="005863E9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5EF6" w:rsidRPr="005863E9" w:rsidTr="009E5B3F">
        <w:trPr>
          <w:trHeight w:val="225"/>
          <w:tblCellSpacing w:w="20" w:type="dxa"/>
        </w:trPr>
        <w:tc>
          <w:tcPr>
            <w:tcW w:w="1926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 xml:space="preserve">Абрамова 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 xml:space="preserve">Юлия 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411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 комбинированного вида № 49 «Ладушки»</w:t>
            </w:r>
          </w:p>
        </w:tc>
        <w:tc>
          <w:tcPr>
            <w:tcW w:w="6986" w:type="dxa"/>
          </w:tcPr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Величина дохода за 2015 год: 798884,25 руб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Имущество: Квартира ¼  доля общей площадью 62,4 кв.м. РФ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033">
              <w:rPr>
                <w:rFonts w:ascii="Times New Roman" w:hAnsi="Times New Roman"/>
                <w:sz w:val="24"/>
                <w:szCs w:val="24"/>
              </w:rPr>
              <w:t>Имущество несовершеннолетнего сына: Квартира ¼  доля общей площадью 62,4 кв.м. РФ</w:t>
            </w:r>
          </w:p>
          <w:p w:rsidR="00995EF6" w:rsidRPr="00C1403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EF6" w:rsidRPr="009E5B3F" w:rsidTr="009E5B3F">
        <w:trPr>
          <w:trHeight w:val="1875"/>
          <w:tblCellSpacing w:w="20" w:type="dxa"/>
        </w:trPr>
        <w:tc>
          <w:tcPr>
            <w:tcW w:w="1926" w:type="dxa"/>
          </w:tcPr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Иваничкина Татьяна Анатольевна</w:t>
            </w:r>
          </w:p>
        </w:tc>
        <w:tc>
          <w:tcPr>
            <w:tcW w:w="2411" w:type="dxa"/>
          </w:tcPr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 xml:space="preserve">Заведующий Муниципальным дошкольным образовательным учреждением центр развития ребёнка – детский сад № 50 «Ручеёк» </w:t>
            </w:r>
          </w:p>
        </w:tc>
        <w:tc>
          <w:tcPr>
            <w:tcW w:w="6986" w:type="dxa"/>
          </w:tcPr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Величина дохода за 2015 год: 785</w:t>
            </w:r>
            <w:r w:rsidRPr="00CB57A8">
              <w:rPr>
                <w:rFonts w:ascii="Times New Roman" w:hAnsi="Times New Roman"/>
                <w:sz w:val="24"/>
                <w:szCs w:val="24"/>
              </w:rPr>
              <w:t>777</w:t>
            </w:r>
            <w:r w:rsidRPr="009B15B3">
              <w:rPr>
                <w:rFonts w:ascii="Times New Roman" w:hAnsi="Times New Roman"/>
                <w:sz w:val="24"/>
                <w:szCs w:val="24"/>
              </w:rPr>
              <w:t>,7</w:t>
            </w:r>
            <w:r w:rsidRPr="00CB57A8">
              <w:rPr>
                <w:rFonts w:ascii="Times New Roman" w:hAnsi="Times New Roman"/>
                <w:sz w:val="24"/>
                <w:szCs w:val="24"/>
              </w:rPr>
              <w:t>6</w:t>
            </w:r>
            <w:r w:rsidRPr="009B15B3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</w:p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Имущество: квартира 43,5 кв.м. РФ , гараж 30,8 кв.м.РФ</w:t>
            </w:r>
          </w:p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Величина дохода супруга за 2015 г: 1733876,00 руб</w:t>
            </w:r>
          </w:p>
          <w:p w:rsidR="00995EF6" w:rsidRPr="009B15B3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Квартира 37,7 кв.м. РФ, Гараж 38,00 кв.м.РФ</w:t>
            </w:r>
          </w:p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B3">
              <w:rPr>
                <w:rFonts w:ascii="Times New Roman" w:hAnsi="Times New Roman"/>
                <w:sz w:val="24"/>
                <w:szCs w:val="24"/>
              </w:rPr>
              <w:t>Автомобили: Ford Ranger,Лада Калина, Моторные средства: GYM GTS-250</w:t>
            </w:r>
          </w:p>
          <w:p w:rsidR="00995EF6" w:rsidRPr="009E5B3F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5EF6" w:rsidRPr="00CB57A8" w:rsidRDefault="00995EF6" w:rsidP="009E5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95EF6" w:rsidRPr="009E5B3F" w:rsidTr="009E5B3F">
        <w:trPr>
          <w:trHeight w:val="1875"/>
          <w:tblCellSpacing w:w="20" w:type="dxa"/>
        </w:trPr>
        <w:tc>
          <w:tcPr>
            <w:tcW w:w="1926" w:type="dxa"/>
          </w:tcPr>
          <w:p w:rsidR="00995EF6" w:rsidRPr="005863E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Похващева Татьяна Алексеевна</w:t>
            </w:r>
          </w:p>
        </w:tc>
        <w:tc>
          <w:tcPr>
            <w:tcW w:w="2411" w:type="dxa"/>
          </w:tcPr>
          <w:p w:rsidR="00995EF6" w:rsidRPr="003A723F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Заведующий Муниципальным дошкольным образовательным учреждением детский сад№51 «Центр детства»</w:t>
            </w:r>
          </w:p>
        </w:tc>
        <w:tc>
          <w:tcPr>
            <w:tcW w:w="6986" w:type="dxa"/>
          </w:tcPr>
          <w:p w:rsidR="00995EF6" w:rsidRPr="003A723F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Величина дохода за 2015 год:735776,84 руб.</w:t>
            </w:r>
          </w:p>
          <w:p w:rsidR="00995EF6" w:rsidRPr="003A723F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Имущество:1/3 доля квартиры общей площадью 59,3 кв.м РФ</w:t>
            </w:r>
          </w:p>
          <w:p w:rsidR="00995EF6" w:rsidRPr="003A723F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Квартира индивидуальная общей площадью 21,5 кв.м РФ</w:t>
            </w:r>
          </w:p>
          <w:p w:rsidR="00995EF6" w:rsidRPr="005863E9" w:rsidRDefault="00995EF6" w:rsidP="003A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723F">
              <w:rPr>
                <w:rFonts w:ascii="Times New Roman" w:hAnsi="Times New Roman"/>
                <w:sz w:val="24"/>
                <w:szCs w:val="24"/>
              </w:rPr>
              <w:t>Имущество несовешеннолетней дочери: 1/3 доля квартиры общей площадью 59,3 кв. м РФ, Доход: 72000 руб</w:t>
            </w:r>
          </w:p>
        </w:tc>
      </w:tr>
    </w:tbl>
    <w:p w:rsidR="00995EF6" w:rsidRDefault="00995EF6">
      <w:pPr>
        <w:rPr>
          <w:rFonts w:ascii="Times New Roman" w:hAnsi="Times New Roman"/>
          <w:sz w:val="24"/>
          <w:szCs w:val="24"/>
        </w:rPr>
      </w:pPr>
    </w:p>
    <w:p w:rsidR="00995EF6" w:rsidRDefault="00995EF6">
      <w:pPr>
        <w:rPr>
          <w:rFonts w:ascii="Times New Roman" w:hAnsi="Times New Roman"/>
          <w:sz w:val="24"/>
          <w:szCs w:val="24"/>
        </w:rPr>
      </w:pPr>
    </w:p>
    <w:p w:rsidR="00995EF6" w:rsidRDefault="00995EF6">
      <w:pPr>
        <w:rPr>
          <w:rFonts w:ascii="Times New Roman" w:hAnsi="Times New Roman"/>
          <w:sz w:val="24"/>
          <w:szCs w:val="24"/>
        </w:rPr>
      </w:pPr>
    </w:p>
    <w:p w:rsidR="00995EF6" w:rsidRDefault="00995EF6">
      <w:pPr>
        <w:rPr>
          <w:rFonts w:ascii="Times New Roman" w:hAnsi="Times New Roman"/>
          <w:sz w:val="24"/>
          <w:szCs w:val="24"/>
        </w:rPr>
      </w:pPr>
    </w:p>
    <w:p w:rsidR="00995EF6" w:rsidRDefault="00995EF6">
      <w:pPr>
        <w:rPr>
          <w:rFonts w:ascii="Times New Roman" w:hAnsi="Times New Roman"/>
          <w:sz w:val="24"/>
          <w:szCs w:val="24"/>
        </w:rPr>
      </w:pPr>
    </w:p>
    <w:p w:rsidR="00995EF6" w:rsidRPr="0041039A" w:rsidRDefault="00995EF6">
      <w:pPr>
        <w:rPr>
          <w:rFonts w:ascii="Times New Roman" w:hAnsi="Times New Roman"/>
          <w:sz w:val="24"/>
          <w:szCs w:val="24"/>
        </w:rPr>
      </w:pPr>
    </w:p>
    <w:sectPr w:rsidR="00995EF6" w:rsidRPr="0041039A" w:rsidSect="003D73B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39A"/>
    <w:rsid w:val="00000B6F"/>
    <w:rsid w:val="00013E75"/>
    <w:rsid w:val="000240FB"/>
    <w:rsid w:val="0005052E"/>
    <w:rsid w:val="00050B83"/>
    <w:rsid w:val="00051E96"/>
    <w:rsid w:val="000522C2"/>
    <w:rsid w:val="0005299C"/>
    <w:rsid w:val="000543FE"/>
    <w:rsid w:val="00057306"/>
    <w:rsid w:val="000743AF"/>
    <w:rsid w:val="000C7FBA"/>
    <w:rsid w:val="000D029B"/>
    <w:rsid w:val="000E1131"/>
    <w:rsid w:val="000E1C90"/>
    <w:rsid w:val="000E7CAA"/>
    <w:rsid w:val="000E7ED3"/>
    <w:rsid w:val="000F432D"/>
    <w:rsid w:val="000F5C46"/>
    <w:rsid w:val="000F66F4"/>
    <w:rsid w:val="00104D5C"/>
    <w:rsid w:val="00112CFC"/>
    <w:rsid w:val="00114FC9"/>
    <w:rsid w:val="00150540"/>
    <w:rsid w:val="00155494"/>
    <w:rsid w:val="00176BDC"/>
    <w:rsid w:val="00184B62"/>
    <w:rsid w:val="0018579E"/>
    <w:rsid w:val="001A360A"/>
    <w:rsid w:val="001A3996"/>
    <w:rsid w:val="001A749C"/>
    <w:rsid w:val="001B08EE"/>
    <w:rsid w:val="001B5B4C"/>
    <w:rsid w:val="001B714C"/>
    <w:rsid w:val="001C7704"/>
    <w:rsid w:val="001D5430"/>
    <w:rsid w:val="001D7055"/>
    <w:rsid w:val="001E415B"/>
    <w:rsid w:val="001E4C8D"/>
    <w:rsid w:val="001F1704"/>
    <w:rsid w:val="001F4A91"/>
    <w:rsid w:val="001F5B33"/>
    <w:rsid w:val="001F6419"/>
    <w:rsid w:val="0020401E"/>
    <w:rsid w:val="00204152"/>
    <w:rsid w:val="0021553F"/>
    <w:rsid w:val="00216535"/>
    <w:rsid w:val="00222815"/>
    <w:rsid w:val="00243605"/>
    <w:rsid w:val="002505AC"/>
    <w:rsid w:val="00255661"/>
    <w:rsid w:val="00256E1B"/>
    <w:rsid w:val="00270FAF"/>
    <w:rsid w:val="0029044E"/>
    <w:rsid w:val="002B32D8"/>
    <w:rsid w:val="002B6E92"/>
    <w:rsid w:val="002B74B0"/>
    <w:rsid w:val="002C39CA"/>
    <w:rsid w:val="002C48CE"/>
    <w:rsid w:val="002C79F6"/>
    <w:rsid w:val="002D339F"/>
    <w:rsid w:val="002D6F09"/>
    <w:rsid w:val="002E2A24"/>
    <w:rsid w:val="00307710"/>
    <w:rsid w:val="00322531"/>
    <w:rsid w:val="00335E81"/>
    <w:rsid w:val="003522C0"/>
    <w:rsid w:val="00352AFF"/>
    <w:rsid w:val="003647ED"/>
    <w:rsid w:val="00380537"/>
    <w:rsid w:val="00385977"/>
    <w:rsid w:val="003A6874"/>
    <w:rsid w:val="003A723F"/>
    <w:rsid w:val="003B763E"/>
    <w:rsid w:val="003C1B54"/>
    <w:rsid w:val="003D31BF"/>
    <w:rsid w:val="003D7205"/>
    <w:rsid w:val="003D73B3"/>
    <w:rsid w:val="003F2404"/>
    <w:rsid w:val="003F45F8"/>
    <w:rsid w:val="003F6705"/>
    <w:rsid w:val="0040275C"/>
    <w:rsid w:val="0041039A"/>
    <w:rsid w:val="00434578"/>
    <w:rsid w:val="00440205"/>
    <w:rsid w:val="00442560"/>
    <w:rsid w:val="00460DC6"/>
    <w:rsid w:val="004645FA"/>
    <w:rsid w:val="00476064"/>
    <w:rsid w:val="00477374"/>
    <w:rsid w:val="00483232"/>
    <w:rsid w:val="00485B97"/>
    <w:rsid w:val="0049308F"/>
    <w:rsid w:val="00494273"/>
    <w:rsid w:val="004954A8"/>
    <w:rsid w:val="00495582"/>
    <w:rsid w:val="004A1E18"/>
    <w:rsid w:val="004A2209"/>
    <w:rsid w:val="004A2683"/>
    <w:rsid w:val="004C2174"/>
    <w:rsid w:val="004C38F6"/>
    <w:rsid w:val="004C6276"/>
    <w:rsid w:val="004C7884"/>
    <w:rsid w:val="004D7B51"/>
    <w:rsid w:val="004F565C"/>
    <w:rsid w:val="0050285D"/>
    <w:rsid w:val="00504B75"/>
    <w:rsid w:val="0050697A"/>
    <w:rsid w:val="0051314D"/>
    <w:rsid w:val="00533471"/>
    <w:rsid w:val="0053536C"/>
    <w:rsid w:val="005430B5"/>
    <w:rsid w:val="00546D21"/>
    <w:rsid w:val="00557BF4"/>
    <w:rsid w:val="005670D6"/>
    <w:rsid w:val="00580C25"/>
    <w:rsid w:val="005860E7"/>
    <w:rsid w:val="005863E9"/>
    <w:rsid w:val="00593C7D"/>
    <w:rsid w:val="005A4A04"/>
    <w:rsid w:val="005B36FD"/>
    <w:rsid w:val="005C1A6F"/>
    <w:rsid w:val="005D522B"/>
    <w:rsid w:val="005E6025"/>
    <w:rsid w:val="005F6998"/>
    <w:rsid w:val="006009CA"/>
    <w:rsid w:val="00606189"/>
    <w:rsid w:val="0061152B"/>
    <w:rsid w:val="00621EB9"/>
    <w:rsid w:val="0062489E"/>
    <w:rsid w:val="00626341"/>
    <w:rsid w:val="00631407"/>
    <w:rsid w:val="00642C2D"/>
    <w:rsid w:val="00665F2A"/>
    <w:rsid w:val="00670CB8"/>
    <w:rsid w:val="00675228"/>
    <w:rsid w:val="006825DE"/>
    <w:rsid w:val="00686FAA"/>
    <w:rsid w:val="006935A5"/>
    <w:rsid w:val="00695C18"/>
    <w:rsid w:val="006B2BDA"/>
    <w:rsid w:val="006B4B2D"/>
    <w:rsid w:val="006D4894"/>
    <w:rsid w:val="006D60A1"/>
    <w:rsid w:val="006E09B1"/>
    <w:rsid w:val="006E34E3"/>
    <w:rsid w:val="006F1349"/>
    <w:rsid w:val="006F41D4"/>
    <w:rsid w:val="00700DD5"/>
    <w:rsid w:val="00702A7A"/>
    <w:rsid w:val="007043D1"/>
    <w:rsid w:val="00713EA2"/>
    <w:rsid w:val="00714538"/>
    <w:rsid w:val="007301E9"/>
    <w:rsid w:val="00736FF0"/>
    <w:rsid w:val="00746AE4"/>
    <w:rsid w:val="00756C3E"/>
    <w:rsid w:val="007606C3"/>
    <w:rsid w:val="00763E16"/>
    <w:rsid w:val="007851AE"/>
    <w:rsid w:val="00787FE5"/>
    <w:rsid w:val="00791E18"/>
    <w:rsid w:val="00797896"/>
    <w:rsid w:val="007A0E20"/>
    <w:rsid w:val="007A54C5"/>
    <w:rsid w:val="007C1F2D"/>
    <w:rsid w:val="007C4879"/>
    <w:rsid w:val="007D015A"/>
    <w:rsid w:val="007D15DB"/>
    <w:rsid w:val="007E218E"/>
    <w:rsid w:val="007F2CEF"/>
    <w:rsid w:val="00804536"/>
    <w:rsid w:val="00810325"/>
    <w:rsid w:val="008217FB"/>
    <w:rsid w:val="0086005B"/>
    <w:rsid w:val="00863355"/>
    <w:rsid w:val="00867D6F"/>
    <w:rsid w:val="00870CCE"/>
    <w:rsid w:val="008919BE"/>
    <w:rsid w:val="00896816"/>
    <w:rsid w:val="008D24C6"/>
    <w:rsid w:val="008D48D3"/>
    <w:rsid w:val="008D73B2"/>
    <w:rsid w:val="0090546D"/>
    <w:rsid w:val="00906672"/>
    <w:rsid w:val="00913CCE"/>
    <w:rsid w:val="009323DA"/>
    <w:rsid w:val="009515FB"/>
    <w:rsid w:val="00951C9A"/>
    <w:rsid w:val="009562E1"/>
    <w:rsid w:val="00956C54"/>
    <w:rsid w:val="0096469C"/>
    <w:rsid w:val="009751E1"/>
    <w:rsid w:val="00980EF6"/>
    <w:rsid w:val="00983610"/>
    <w:rsid w:val="00987E92"/>
    <w:rsid w:val="00993E3A"/>
    <w:rsid w:val="00995765"/>
    <w:rsid w:val="00995EF6"/>
    <w:rsid w:val="009A4A86"/>
    <w:rsid w:val="009A6A3E"/>
    <w:rsid w:val="009B15B3"/>
    <w:rsid w:val="009B68E2"/>
    <w:rsid w:val="009D2DD5"/>
    <w:rsid w:val="009E01F8"/>
    <w:rsid w:val="009E5B3F"/>
    <w:rsid w:val="009E70D9"/>
    <w:rsid w:val="00A07044"/>
    <w:rsid w:val="00A1248F"/>
    <w:rsid w:val="00A138BC"/>
    <w:rsid w:val="00A24F2E"/>
    <w:rsid w:val="00A51E44"/>
    <w:rsid w:val="00A53A4C"/>
    <w:rsid w:val="00A5799C"/>
    <w:rsid w:val="00A749EA"/>
    <w:rsid w:val="00A825DD"/>
    <w:rsid w:val="00AA2958"/>
    <w:rsid w:val="00AB1D6F"/>
    <w:rsid w:val="00AB49A6"/>
    <w:rsid w:val="00AB6175"/>
    <w:rsid w:val="00AC368B"/>
    <w:rsid w:val="00AC69F1"/>
    <w:rsid w:val="00AC7818"/>
    <w:rsid w:val="00AD3758"/>
    <w:rsid w:val="00AE4722"/>
    <w:rsid w:val="00AF315C"/>
    <w:rsid w:val="00B03A66"/>
    <w:rsid w:val="00B05701"/>
    <w:rsid w:val="00B20B0A"/>
    <w:rsid w:val="00B25311"/>
    <w:rsid w:val="00B25A3E"/>
    <w:rsid w:val="00B31BAC"/>
    <w:rsid w:val="00B3337E"/>
    <w:rsid w:val="00B35536"/>
    <w:rsid w:val="00B40D81"/>
    <w:rsid w:val="00B4136A"/>
    <w:rsid w:val="00B428D9"/>
    <w:rsid w:val="00B52BD0"/>
    <w:rsid w:val="00B530E1"/>
    <w:rsid w:val="00B73997"/>
    <w:rsid w:val="00B772A0"/>
    <w:rsid w:val="00B81167"/>
    <w:rsid w:val="00B87753"/>
    <w:rsid w:val="00B95F63"/>
    <w:rsid w:val="00BB50A5"/>
    <w:rsid w:val="00BB7266"/>
    <w:rsid w:val="00BC1C28"/>
    <w:rsid w:val="00BC5A52"/>
    <w:rsid w:val="00BD1288"/>
    <w:rsid w:val="00BD7BFE"/>
    <w:rsid w:val="00BF2D1D"/>
    <w:rsid w:val="00C14033"/>
    <w:rsid w:val="00C24922"/>
    <w:rsid w:val="00C26192"/>
    <w:rsid w:val="00C31FD9"/>
    <w:rsid w:val="00C36088"/>
    <w:rsid w:val="00C41CA0"/>
    <w:rsid w:val="00C47EAD"/>
    <w:rsid w:val="00C543E6"/>
    <w:rsid w:val="00C661A7"/>
    <w:rsid w:val="00C80EC9"/>
    <w:rsid w:val="00C848C1"/>
    <w:rsid w:val="00C874A1"/>
    <w:rsid w:val="00C877AE"/>
    <w:rsid w:val="00C91D55"/>
    <w:rsid w:val="00C95F3C"/>
    <w:rsid w:val="00CB57A8"/>
    <w:rsid w:val="00CC60F8"/>
    <w:rsid w:val="00CD2276"/>
    <w:rsid w:val="00CD2AF7"/>
    <w:rsid w:val="00CE2628"/>
    <w:rsid w:val="00CF0CC7"/>
    <w:rsid w:val="00D02053"/>
    <w:rsid w:val="00D1084C"/>
    <w:rsid w:val="00D129BA"/>
    <w:rsid w:val="00D12C25"/>
    <w:rsid w:val="00D24A1D"/>
    <w:rsid w:val="00D26846"/>
    <w:rsid w:val="00D2765A"/>
    <w:rsid w:val="00D404DE"/>
    <w:rsid w:val="00D67793"/>
    <w:rsid w:val="00D82D0C"/>
    <w:rsid w:val="00D9593F"/>
    <w:rsid w:val="00DA391F"/>
    <w:rsid w:val="00DA4A15"/>
    <w:rsid w:val="00DC015E"/>
    <w:rsid w:val="00DC6853"/>
    <w:rsid w:val="00DD5CD5"/>
    <w:rsid w:val="00DF4D83"/>
    <w:rsid w:val="00E47F67"/>
    <w:rsid w:val="00E63828"/>
    <w:rsid w:val="00E74546"/>
    <w:rsid w:val="00E74A81"/>
    <w:rsid w:val="00E80937"/>
    <w:rsid w:val="00E872FC"/>
    <w:rsid w:val="00EB2D43"/>
    <w:rsid w:val="00EB729D"/>
    <w:rsid w:val="00EC3940"/>
    <w:rsid w:val="00ED00B1"/>
    <w:rsid w:val="00ED1588"/>
    <w:rsid w:val="00EE2BFF"/>
    <w:rsid w:val="00EF4393"/>
    <w:rsid w:val="00EF5FC9"/>
    <w:rsid w:val="00F028C2"/>
    <w:rsid w:val="00F3530D"/>
    <w:rsid w:val="00F41C31"/>
    <w:rsid w:val="00F44E7D"/>
    <w:rsid w:val="00F51701"/>
    <w:rsid w:val="00F738BC"/>
    <w:rsid w:val="00F8000E"/>
    <w:rsid w:val="00F85818"/>
    <w:rsid w:val="00F85BC8"/>
    <w:rsid w:val="00F86C4A"/>
    <w:rsid w:val="00F90450"/>
    <w:rsid w:val="00F9673A"/>
    <w:rsid w:val="00FC33E9"/>
    <w:rsid w:val="00FD4758"/>
    <w:rsid w:val="00FE64DF"/>
    <w:rsid w:val="00FF3CDF"/>
    <w:rsid w:val="00FF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0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03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645FA"/>
    <w:rPr>
      <w:rFonts w:cs="Times New Roman"/>
      <w:color w:val="0000FF"/>
      <w:u w:val="single"/>
    </w:rPr>
  </w:style>
  <w:style w:type="paragraph" w:customStyle="1" w:styleId="a">
    <w:name w:val="Знак"/>
    <w:basedOn w:val="Normal"/>
    <w:uiPriority w:val="99"/>
    <w:rsid w:val="007F2C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1908</TotalTime>
  <Pages>9</Pages>
  <Words>3004</Words>
  <Characters>17128</Characters>
  <Application>Microsoft Office Outlook</Application>
  <DocSecurity>0</DocSecurity>
  <Lines>0</Lines>
  <Paragraphs>0</Paragraphs>
  <ScaleCrop>false</ScaleCrop>
  <Company>Администрация г. Серпухова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kalmykov</dc:creator>
  <cp:keywords/>
  <dc:description/>
  <cp:lastModifiedBy>Admin</cp:lastModifiedBy>
  <cp:revision>148</cp:revision>
  <dcterms:created xsi:type="dcterms:W3CDTF">2014-11-27T13:49:00Z</dcterms:created>
  <dcterms:modified xsi:type="dcterms:W3CDTF">2016-05-06T09:07:00Z</dcterms:modified>
</cp:coreProperties>
</file>