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C1" w:rsidRPr="009778AF" w:rsidRDefault="00BE65C1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>СВЕДЕНИЯ</w:t>
      </w:r>
    </w:p>
    <w:p w:rsidR="00BE65C1" w:rsidRPr="009778AF" w:rsidRDefault="00BE65C1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>о доходах,</w:t>
      </w:r>
      <w:r>
        <w:rPr>
          <w:b/>
          <w:sz w:val="28"/>
          <w:szCs w:val="28"/>
        </w:rPr>
        <w:t xml:space="preserve"> расходах ,</w:t>
      </w:r>
      <w:r w:rsidRPr="009778AF">
        <w:rPr>
          <w:b/>
          <w:sz w:val="28"/>
          <w:szCs w:val="28"/>
        </w:rPr>
        <w:t xml:space="preserve"> об имуществе и обязательствах имущественного характера, </w:t>
      </w:r>
    </w:p>
    <w:p w:rsidR="00BE65C1" w:rsidRDefault="00BE65C1" w:rsidP="00F809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муниципальных служащих</w:t>
      </w:r>
      <w:r w:rsidRPr="009778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Финансового управления </w:t>
      </w:r>
      <w:r w:rsidRPr="009778AF">
        <w:rPr>
          <w:b/>
          <w:sz w:val="28"/>
          <w:szCs w:val="28"/>
        </w:rPr>
        <w:t>Усольского муниципального района</w:t>
      </w:r>
      <w:r>
        <w:rPr>
          <w:b/>
          <w:sz w:val="28"/>
          <w:szCs w:val="28"/>
        </w:rPr>
        <w:t xml:space="preserve"> </w:t>
      </w:r>
    </w:p>
    <w:p w:rsidR="00BE65C1" w:rsidRPr="009778AF" w:rsidRDefault="00BE65C1" w:rsidP="00F809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 семей</w:t>
      </w:r>
      <w:r w:rsidRPr="009778AF">
        <w:rPr>
          <w:b/>
          <w:sz w:val="28"/>
          <w:szCs w:val="28"/>
        </w:rPr>
        <w:t>, за</w:t>
      </w:r>
      <w:r>
        <w:rPr>
          <w:b/>
          <w:sz w:val="28"/>
          <w:szCs w:val="28"/>
        </w:rPr>
        <w:t xml:space="preserve"> </w:t>
      </w:r>
      <w:r w:rsidRPr="009778AF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9778AF">
        <w:rPr>
          <w:b/>
          <w:sz w:val="28"/>
          <w:szCs w:val="28"/>
        </w:rPr>
        <w:t xml:space="preserve"> год</w:t>
      </w:r>
    </w:p>
    <w:p w:rsidR="00BE65C1" w:rsidRPr="001740ED" w:rsidRDefault="00BE65C1" w:rsidP="00F80963"/>
    <w:tbl>
      <w:tblPr>
        <w:tblW w:w="1512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00"/>
        <w:gridCol w:w="1980"/>
        <w:gridCol w:w="1620"/>
        <w:gridCol w:w="1620"/>
        <w:gridCol w:w="2368"/>
        <w:gridCol w:w="1980"/>
        <w:gridCol w:w="2852"/>
      </w:tblGrid>
      <w:tr w:rsidR="00BE65C1" w:rsidRPr="009778AF" w:rsidTr="00EE0300">
        <w:trPr>
          <w:trHeight w:val="876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1740ED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 xml:space="preserve">Фамилия, </w:t>
            </w:r>
            <w:r>
              <w:rPr>
                <w:b/>
                <w:bCs/>
                <w:sz w:val="20"/>
                <w:szCs w:val="20"/>
              </w:rPr>
              <w:t xml:space="preserve">инициалы </w:t>
            </w:r>
            <w:r w:rsidRPr="009778AF">
              <w:rPr>
                <w:b/>
                <w:bCs/>
                <w:sz w:val="20"/>
                <w:szCs w:val="20"/>
              </w:rPr>
              <w:t xml:space="preserve">муниципального служащего </w:t>
            </w:r>
            <w:r>
              <w:rPr>
                <w:b/>
                <w:bCs/>
                <w:sz w:val="20"/>
                <w:szCs w:val="20"/>
              </w:rPr>
              <w:t xml:space="preserve">,  должность 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A701B4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Декларированный годовой доход за 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778AF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608" w:type="dxa"/>
            <w:gridSpan w:val="3"/>
            <w:vAlign w:val="center"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Перечень объектов недвижимого имущества , принадлежащих на праве собственности</w:t>
            </w:r>
            <w:r>
              <w:rPr>
                <w:b/>
                <w:bCs/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Транспортные средства</w:t>
            </w:r>
            <w:r>
              <w:rPr>
                <w:b/>
                <w:bCs/>
                <w:sz w:val="20"/>
                <w:szCs w:val="20"/>
              </w:rPr>
              <w:t>, принадлежащие на праве собственности</w:t>
            </w:r>
          </w:p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( вид, марка)</w:t>
            </w:r>
          </w:p>
        </w:tc>
        <w:tc>
          <w:tcPr>
            <w:tcW w:w="2852" w:type="dxa"/>
            <w:vMerge w:val="restart"/>
          </w:tcPr>
          <w:p w:rsidR="00BE65C1" w:rsidRDefault="00BE65C1" w:rsidP="00FD02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 долей участия, паев в уставных               </w:t>
            </w:r>
          </w:p>
          <w:p w:rsidR="00BE65C1" w:rsidRPr="009778AF" w:rsidRDefault="00BE65C1" w:rsidP="00FD02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( складочных) капиталах организаций)</w:t>
            </w:r>
          </w:p>
        </w:tc>
      </w:tr>
      <w:tr w:rsidR="00BE65C1" w:rsidRPr="009778AF" w:rsidTr="00EE0300">
        <w:trPr>
          <w:trHeight w:val="846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338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E65C1" w:rsidRPr="009778AF" w:rsidTr="00EE0300">
        <w:trPr>
          <w:trHeight w:val="338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Бухаринова Л</w:t>
            </w:r>
            <w:r>
              <w:rPr>
                <w:sz w:val="20"/>
                <w:szCs w:val="20"/>
              </w:rPr>
              <w:t>.Н.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заведующий контрольно-ревизионным отделом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567 555,00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525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1740ED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 w:rsidRPr="009778A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534 175,00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1900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 Фольксваген </w:t>
            </w:r>
            <w:r w:rsidRPr="009778AF">
              <w:rPr>
                <w:sz w:val="20"/>
                <w:szCs w:val="20"/>
                <w:lang w:val="en-US"/>
              </w:rPr>
              <w:t>POLO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жилой дом 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29,8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778AF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,0 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736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Вахрушева Т</w:t>
            </w:r>
            <w:r>
              <w:rPr>
                <w:sz w:val="20"/>
                <w:szCs w:val="20"/>
              </w:rPr>
              <w:t>.О.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заместитель заведующего отделом казначейского исполнения бюджета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BE65C1" w:rsidRPr="00363D32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16 202,45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253B75" w:rsidRDefault="00BE65C1" w:rsidP="00F809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736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22616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94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Align w:val="center"/>
          </w:tcPr>
          <w:p w:rsidR="00BE65C1" w:rsidRPr="007D41E7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740 079,31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</w:t>
            </w:r>
            <w:r>
              <w:rPr>
                <w:sz w:val="20"/>
                <w:szCs w:val="20"/>
              </w:rPr>
              <w:t>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BE65C1" w:rsidRPr="006B6165" w:rsidRDefault="00BE65C1" w:rsidP="00F80963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94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58,1 </w:t>
            </w:r>
            <w:r>
              <w:rPr>
                <w:sz w:val="20"/>
                <w:szCs w:val="20"/>
              </w:rPr>
              <w:t xml:space="preserve"> 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94"/>
        </w:trPr>
        <w:tc>
          <w:tcPr>
            <w:tcW w:w="2700" w:type="dxa"/>
            <w:vAlign w:val="center"/>
          </w:tcPr>
          <w:p w:rsidR="00BE65C1" w:rsidRPr="00253B75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049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Гусева Г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>.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заведующий отделом бухгалтерского учета – главный бухгалтер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604 225,77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42,</w:t>
            </w:r>
            <w:r>
              <w:rPr>
                <w:sz w:val="20"/>
                <w:szCs w:val="20"/>
              </w:rPr>
              <w:t>5(1/3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687 516,42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D91FC1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легковой, </w:t>
            </w:r>
          </w:p>
          <w:p w:rsidR="00BE65C1" w:rsidRPr="00AC11E2" w:rsidRDefault="00BE65C1" w:rsidP="00D91FC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AC11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42,5 </w:t>
            </w:r>
            <w:r>
              <w:rPr>
                <w:sz w:val="20"/>
                <w:szCs w:val="20"/>
              </w:rPr>
              <w:t>(1/3 доля от указанной площади)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гараж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21,6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21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Ильиных Е. В. и.о.заместителя зав.отделом бухгалтерского учета, зам.главного бухгалтера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600 167,99 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46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24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124 800,00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76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Ильиных О. В.</w:t>
            </w:r>
          </w:p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ведущий специалист по бюджету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255 823,31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53,0 (1/3 доля от указанной площади) 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76"/>
        </w:trPr>
        <w:tc>
          <w:tcPr>
            <w:tcW w:w="270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784 762,31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легковой, </w:t>
            </w:r>
          </w:p>
          <w:p w:rsidR="00BE65C1" w:rsidRPr="00D658A3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D65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Audi</w:t>
            </w:r>
            <w:r w:rsidRPr="00D65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</w:rPr>
              <w:t>4,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76"/>
        </w:trPr>
        <w:tc>
          <w:tcPr>
            <w:tcW w:w="270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76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Default="00BE65C1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53,0 (1/3 доля от указанной площади) 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76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Default="00BE65C1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53,0 (1/3 доля от указанной площади) 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435"/>
        </w:trPr>
        <w:tc>
          <w:tcPr>
            <w:tcW w:w="270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Кучер В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.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заместитель начальника финансового управления – заведующий бюджетным отделом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683 887,83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59,19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435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67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Медведева С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 xml:space="preserve"> заведующий отделом казначейского исполнения бюджета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4D4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502 371,70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35,2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537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61667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07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Мусская Е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.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заместитель начальника бюджетного отдела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442 069,32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</w:t>
            </w:r>
            <w:r>
              <w:rPr>
                <w:sz w:val="20"/>
                <w:szCs w:val="20"/>
              </w:rPr>
              <w:t>(1/4 доля от указанной площади)</w:t>
            </w:r>
            <w:r w:rsidRPr="009778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01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</w:t>
            </w:r>
            <w:r>
              <w:rPr>
                <w:sz w:val="20"/>
                <w:szCs w:val="20"/>
              </w:rPr>
              <w:t>(1/4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562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562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Норина Т.С.</w:t>
            </w:r>
          </w:p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специалист  отдела казначейского исполнения бюджета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363 157,42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D304D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36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Прокофьева С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. и.о.заместителя зав.отделом бухгалтерского учета, зам.главного бухгалтера</w:t>
            </w:r>
            <w:r w:rsidRPr="009778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AC2A79" w:rsidRDefault="00BE65C1" w:rsidP="00777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142 686,06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94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374 445,35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156E6C" w:rsidRDefault="00BE65C1" w:rsidP="00F80963">
            <w:pPr>
              <w:jc w:val="center"/>
              <w:outlineLvl w:val="0"/>
              <w:rPr>
                <w:sz w:val="16"/>
                <w:szCs w:val="16"/>
              </w:rPr>
            </w:pPr>
            <w:r w:rsidRPr="009778AF">
              <w:rPr>
                <w:sz w:val="16"/>
                <w:szCs w:val="16"/>
              </w:rPr>
              <w:t>Автомобиль</w:t>
            </w:r>
            <w:r>
              <w:rPr>
                <w:sz w:val="16"/>
                <w:szCs w:val="16"/>
              </w:rPr>
              <w:t xml:space="preserve"> легковой </w:t>
            </w:r>
            <w:r w:rsidRPr="009778A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LADA</w:t>
            </w:r>
            <w:r w:rsidRPr="00E30645">
              <w:rPr>
                <w:sz w:val="16"/>
                <w:szCs w:val="16"/>
              </w:rPr>
              <w:t xml:space="preserve"> 111830</w:t>
            </w:r>
          </w:p>
          <w:p w:rsidR="00BE65C1" w:rsidRDefault="00BE65C1" w:rsidP="00F80963">
            <w:pPr>
              <w:jc w:val="center"/>
              <w:outlineLvl w:val="0"/>
              <w:rPr>
                <w:sz w:val="16"/>
                <w:szCs w:val="16"/>
              </w:rPr>
            </w:pPr>
            <w:r w:rsidRPr="009778AF">
              <w:rPr>
                <w:sz w:val="16"/>
                <w:szCs w:val="16"/>
              </w:rPr>
              <w:t>трактор МТЗ-82</w:t>
            </w:r>
          </w:p>
          <w:p w:rsidR="00BE65C1" w:rsidRDefault="00BE65C1" w:rsidP="00F80963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прицеп 2птс-4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прицеп1птс-2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601,81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105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EC5B14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10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601,81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10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601,81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29"/>
        </w:trPr>
        <w:tc>
          <w:tcPr>
            <w:tcW w:w="2700" w:type="dxa"/>
            <w:vMerge w:val="restart"/>
            <w:vAlign w:val="center"/>
          </w:tcPr>
          <w:p w:rsidR="00BE65C1" w:rsidRDefault="00BE65C1" w:rsidP="00B75062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несовершеннолетний             </w:t>
            </w:r>
          </w:p>
          <w:p w:rsidR="00BE65C1" w:rsidRDefault="00BE65C1" w:rsidP="00B75062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ребенок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27659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35"/>
        </w:trPr>
        <w:tc>
          <w:tcPr>
            <w:tcW w:w="2700" w:type="dxa"/>
            <w:vMerge/>
            <w:vAlign w:val="center"/>
          </w:tcPr>
          <w:p w:rsidR="00BE65C1" w:rsidRPr="003E2324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276591" w:rsidRDefault="00BE65C1" w:rsidP="0027659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0A2C2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601,81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361"/>
        </w:trPr>
        <w:tc>
          <w:tcPr>
            <w:tcW w:w="270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Смольникова Т.И.  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ревизор</w:t>
            </w:r>
          </w:p>
        </w:tc>
        <w:tc>
          <w:tcPr>
            <w:tcW w:w="1980" w:type="dxa"/>
            <w:vMerge w:val="restart"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357 238,06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AC11E2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AC11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Logan</w:t>
            </w:r>
            <w:r w:rsidRPr="00AC11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361"/>
        </w:trPr>
        <w:tc>
          <w:tcPr>
            <w:tcW w:w="270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D67EC7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          </w:t>
            </w:r>
          </w:p>
          <w:p w:rsidR="00BE65C1" w:rsidRPr="00D67EC7" w:rsidRDefault="00BE65C1" w:rsidP="00D67EC7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участок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756,0(2/3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361"/>
        </w:trPr>
        <w:tc>
          <w:tcPr>
            <w:tcW w:w="270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D67EC7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жилой дом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03"/>
        </w:trPr>
        <w:tc>
          <w:tcPr>
            <w:tcW w:w="270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D67EC7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1060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97"/>
        </w:trPr>
        <w:tc>
          <w:tcPr>
            <w:tcW w:w="270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68,8(1/3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83"/>
        </w:trPr>
        <w:tc>
          <w:tcPr>
            <w:tcW w:w="2700" w:type="dxa"/>
            <w:vMerge w:val="restart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Ценева Т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.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 начальник финансового управления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124F07" w:rsidRDefault="00BE65C1" w:rsidP="00916C6E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187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828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682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916C6E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133,5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Накопления за 2012-2014гг., рассрочка платежей </w:t>
            </w:r>
          </w:p>
        </w:tc>
      </w:tr>
      <w:tr w:rsidR="00BE65C1" w:rsidRPr="009778AF" w:rsidTr="00EE0300">
        <w:trPr>
          <w:trHeight w:val="682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B75062" w:rsidRDefault="00BE65C1" w:rsidP="00916C6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2368" w:type="dxa"/>
            <w:vAlign w:val="center"/>
          </w:tcPr>
          <w:p w:rsidR="00BE65C1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20"/>
        </w:trPr>
        <w:tc>
          <w:tcPr>
            <w:tcW w:w="2700" w:type="dxa"/>
            <w:vMerge w:val="restart"/>
            <w:vAlign w:val="center"/>
          </w:tcPr>
          <w:p w:rsidR="00BE65C1" w:rsidRDefault="00BE65C1" w:rsidP="00626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778AF">
              <w:rPr>
                <w:sz w:val="20"/>
                <w:szCs w:val="20"/>
              </w:rPr>
              <w:t>Щукина Е</w:t>
            </w:r>
            <w:r>
              <w:rPr>
                <w:sz w:val="20"/>
                <w:szCs w:val="20"/>
              </w:rPr>
              <w:t>.</w:t>
            </w:r>
            <w:r w:rsidRPr="009778AF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.</w:t>
            </w:r>
          </w:p>
          <w:p w:rsidR="00BE65C1" w:rsidRPr="009778AF" w:rsidRDefault="00BE65C1" w:rsidP="006265C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 заместитель </w:t>
            </w:r>
            <w:r>
              <w:rPr>
                <w:sz w:val="20"/>
                <w:szCs w:val="20"/>
              </w:rPr>
              <w:t>н</w:t>
            </w:r>
            <w:r w:rsidRPr="009778AF">
              <w:rPr>
                <w:sz w:val="20"/>
                <w:szCs w:val="20"/>
              </w:rPr>
              <w:t xml:space="preserve">ачальника финансового </w:t>
            </w:r>
            <w:r>
              <w:rPr>
                <w:sz w:val="20"/>
                <w:szCs w:val="20"/>
              </w:rPr>
              <w:t>у</w:t>
            </w:r>
            <w:r w:rsidRPr="009778AF">
              <w:rPr>
                <w:sz w:val="20"/>
                <w:szCs w:val="20"/>
              </w:rPr>
              <w:t>правления, заведующий сектором</w:t>
            </w:r>
            <w:r>
              <w:rPr>
                <w:sz w:val="20"/>
                <w:szCs w:val="20"/>
              </w:rPr>
              <w:t xml:space="preserve"> по </w:t>
            </w:r>
            <w:r w:rsidRPr="009778AF">
              <w:rPr>
                <w:sz w:val="20"/>
                <w:szCs w:val="20"/>
              </w:rPr>
              <w:t>доход</w:t>
            </w:r>
            <w:r>
              <w:rPr>
                <w:sz w:val="20"/>
                <w:szCs w:val="20"/>
              </w:rPr>
              <w:t>ам и отраслям производственной и бюджетной сферы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675 047,27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920"/>
        </w:trPr>
        <w:tc>
          <w:tcPr>
            <w:tcW w:w="2700" w:type="dxa"/>
            <w:vMerge/>
            <w:vAlign w:val="center"/>
          </w:tcPr>
          <w:p w:rsidR="00BE65C1" w:rsidRPr="009778AF" w:rsidRDefault="00BE65C1" w:rsidP="00626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620" w:type="dxa"/>
            <w:vAlign w:val="center"/>
          </w:tcPr>
          <w:p w:rsidR="00BE65C1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D30C28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627 778,66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E41A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664,4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 w:val="restart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</w:t>
            </w:r>
          </w:p>
          <w:p w:rsidR="00BE65C1" w:rsidRPr="00C65058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E306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CRUZE</w:t>
            </w:r>
            <w:r>
              <w:rPr>
                <w:sz w:val="20"/>
                <w:szCs w:val="20"/>
              </w:rPr>
              <w:t>,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автомобиль</w:t>
            </w:r>
          </w:p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 ГАЗ-3302</w:t>
            </w:r>
          </w:p>
        </w:tc>
        <w:tc>
          <w:tcPr>
            <w:tcW w:w="2852" w:type="dxa"/>
            <w:vMerge w:val="restart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4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</w:t>
            </w:r>
            <w:r>
              <w:rPr>
                <w:sz w:val="20"/>
                <w:szCs w:val="20"/>
              </w:rPr>
              <w:t>(1/4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23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</w:rPr>
              <w:t>6(1/4 доля от указанной площади)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497"/>
        </w:trPr>
        <w:tc>
          <w:tcPr>
            <w:tcW w:w="270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Merge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vMerge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BE65C1" w:rsidRPr="009778AF" w:rsidTr="00EE0300">
        <w:trPr>
          <w:trHeight w:val="867"/>
        </w:trPr>
        <w:tc>
          <w:tcPr>
            <w:tcW w:w="270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62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2368" w:type="dxa"/>
            <w:vAlign w:val="center"/>
          </w:tcPr>
          <w:p w:rsidR="00BE65C1" w:rsidRPr="009778AF" w:rsidRDefault="00BE65C1" w:rsidP="00EE0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vAlign w:val="center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52" w:type="dxa"/>
          </w:tcPr>
          <w:p w:rsidR="00BE65C1" w:rsidRPr="009778AF" w:rsidRDefault="00BE65C1" w:rsidP="00F809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65C1" w:rsidRPr="009778AF" w:rsidRDefault="00BE65C1" w:rsidP="00EE0300"/>
    <w:sectPr w:rsidR="00BE65C1" w:rsidRPr="009778AF" w:rsidSect="00696D9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635"/>
    <w:rsid w:val="000008B3"/>
    <w:rsid w:val="0000110E"/>
    <w:rsid w:val="00001BED"/>
    <w:rsid w:val="00002483"/>
    <w:rsid w:val="00002D32"/>
    <w:rsid w:val="00003639"/>
    <w:rsid w:val="000037EF"/>
    <w:rsid w:val="00004966"/>
    <w:rsid w:val="00006742"/>
    <w:rsid w:val="000079F2"/>
    <w:rsid w:val="00010C5F"/>
    <w:rsid w:val="00010DEF"/>
    <w:rsid w:val="00011CF0"/>
    <w:rsid w:val="0001279A"/>
    <w:rsid w:val="00013443"/>
    <w:rsid w:val="0001381D"/>
    <w:rsid w:val="000146FF"/>
    <w:rsid w:val="00015469"/>
    <w:rsid w:val="000160F5"/>
    <w:rsid w:val="00016568"/>
    <w:rsid w:val="00016FE5"/>
    <w:rsid w:val="000216BB"/>
    <w:rsid w:val="00022A25"/>
    <w:rsid w:val="0002340E"/>
    <w:rsid w:val="00025A0D"/>
    <w:rsid w:val="0002632A"/>
    <w:rsid w:val="000263B2"/>
    <w:rsid w:val="0002649C"/>
    <w:rsid w:val="00026695"/>
    <w:rsid w:val="00027C74"/>
    <w:rsid w:val="00027C99"/>
    <w:rsid w:val="000304E1"/>
    <w:rsid w:val="00030F2E"/>
    <w:rsid w:val="00032328"/>
    <w:rsid w:val="000325D3"/>
    <w:rsid w:val="00032F6C"/>
    <w:rsid w:val="00033197"/>
    <w:rsid w:val="00034503"/>
    <w:rsid w:val="000348F5"/>
    <w:rsid w:val="00034AF1"/>
    <w:rsid w:val="00034E00"/>
    <w:rsid w:val="000354DC"/>
    <w:rsid w:val="00035B58"/>
    <w:rsid w:val="00035D0B"/>
    <w:rsid w:val="00037A9C"/>
    <w:rsid w:val="00041235"/>
    <w:rsid w:val="00041FBF"/>
    <w:rsid w:val="000425F2"/>
    <w:rsid w:val="00043140"/>
    <w:rsid w:val="000434EC"/>
    <w:rsid w:val="00043505"/>
    <w:rsid w:val="0004387D"/>
    <w:rsid w:val="0004521B"/>
    <w:rsid w:val="00046960"/>
    <w:rsid w:val="00047280"/>
    <w:rsid w:val="000475D0"/>
    <w:rsid w:val="0005090A"/>
    <w:rsid w:val="00050C76"/>
    <w:rsid w:val="00050E4F"/>
    <w:rsid w:val="000513E9"/>
    <w:rsid w:val="00051D38"/>
    <w:rsid w:val="00052392"/>
    <w:rsid w:val="0005261D"/>
    <w:rsid w:val="00053329"/>
    <w:rsid w:val="00054CD7"/>
    <w:rsid w:val="00054F86"/>
    <w:rsid w:val="00054F88"/>
    <w:rsid w:val="00060572"/>
    <w:rsid w:val="00060A10"/>
    <w:rsid w:val="00060DFD"/>
    <w:rsid w:val="00062970"/>
    <w:rsid w:val="00062C38"/>
    <w:rsid w:val="0006477F"/>
    <w:rsid w:val="00065120"/>
    <w:rsid w:val="000671CA"/>
    <w:rsid w:val="00070123"/>
    <w:rsid w:val="000723B1"/>
    <w:rsid w:val="000728EC"/>
    <w:rsid w:val="00073336"/>
    <w:rsid w:val="00073F21"/>
    <w:rsid w:val="00074A1B"/>
    <w:rsid w:val="00075226"/>
    <w:rsid w:val="0007592F"/>
    <w:rsid w:val="00075D0F"/>
    <w:rsid w:val="00077455"/>
    <w:rsid w:val="000775A7"/>
    <w:rsid w:val="000776A7"/>
    <w:rsid w:val="00077957"/>
    <w:rsid w:val="00081C00"/>
    <w:rsid w:val="00082F2A"/>
    <w:rsid w:val="00084746"/>
    <w:rsid w:val="000857D9"/>
    <w:rsid w:val="00085F18"/>
    <w:rsid w:val="00086D7E"/>
    <w:rsid w:val="000874FC"/>
    <w:rsid w:val="00087B95"/>
    <w:rsid w:val="000901B3"/>
    <w:rsid w:val="00091EA5"/>
    <w:rsid w:val="00093022"/>
    <w:rsid w:val="00093232"/>
    <w:rsid w:val="00093763"/>
    <w:rsid w:val="00094239"/>
    <w:rsid w:val="000947E9"/>
    <w:rsid w:val="000957FE"/>
    <w:rsid w:val="000968AC"/>
    <w:rsid w:val="00096A41"/>
    <w:rsid w:val="00096BDC"/>
    <w:rsid w:val="000A0061"/>
    <w:rsid w:val="000A0FA3"/>
    <w:rsid w:val="000A262E"/>
    <w:rsid w:val="000A276D"/>
    <w:rsid w:val="000A29BB"/>
    <w:rsid w:val="000A2C2E"/>
    <w:rsid w:val="000A312D"/>
    <w:rsid w:val="000A33CC"/>
    <w:rsid w:val="000A3554"/>
    <w:rsid w:val="000A5507"/>
    <w:rsid w:val="000A5C18"/>
    <w:rsid w:val="000A66FD"/>
    <w:rsid w:val="000A7865"/>
    <w:rsid w:val="000B06FD"/>
    <w:rsid w:val="000B0718"/>
    <w:rsid w:val="000B0DA3"/>
    <w:rsid w:val="000B13FC"/>
    <w:rsid w:val="000B3B84"/>
    <w:rsid w:val="000B60BE"/>
    <w:rsid w:val="000B695A"/>
    <w:rsid w:val="000B6BE6"/>
    <w:rsid w:val="000B6D54"/>
    <w:rsid w:val="000B7F8D"/>
    <w:rsid w:val="000C0597"/>
    <w:rsid w:val="000C09A8"/>
    <w:rsid w:val="000C1646"/>
    <w:rsid w:val="000C1BFA"/>
    <w:rsid w:val="000C1F8F"/>
    <w:rsid w:val="000C1FB2"/>
    <w:rsid w:val="000C6B30"/>
    <w:rsid w:val="000C762E"/>
    <w:rsid w:val="000C7803"/>
    <w:rsid w:val="000D0F8D"/>
    <w:rsid w:val="000D106B"/>
    <w:rsid w:val="000D192C"/>
    <w:rsid w:val="000D1992"/>
    <w:rsid w:val="000D1EE6"/>
    <w:rsid w:val="000D2317"/>
    <w:rsid w:val="000D34E2"/>
    <w:rsid w:val="000D4A64"/>
    <w:rsid w:val="000D4B3D"/>
    <w:rsid w:val="000D52E4"/>
    <w:rsid w:val="000D5B98"/>
    <w:rsid w:val="000D6695"/>
    <w:rsid w:val="000D7164"/>
    <w:rsid w:val="000E03CA"/>
    <w:rsid w:val="000E0464"/>
    <w:rsid w:val="000E1B40"/>
    <w:rsid w:val="000E3E00"/>
    <w:rsid w:val="000E3EAC"/>
    <w:rsid w:val="000E3F19"/>
    <w:rsid w:val="000E495D"/>
    <w:rsid w:val="000E4BCB"/>
    <w:rsid w:val="000E54E6"/>
    <w:rsid w:val="000E5712"/>
    <w:rsid w:val="000F178F"/>
    <w:rsid w:val="000F2525"/>
    <w:rsid w:val="000F6D6F"/>
    <w:rsid w:val="000F6EB7"/>
    <w:rsid w:val="000F71B3"/>
    <w:rsid w:val="000F7BE1"/>
    <w:rsid w:val="000F7D94"/>
    <w:rsid w:val="001000DC"/>
    <w:rsid w:val="00100DCC"/>
    <w:rsid w:val="00102801"/>
    <w:rsid w:val="00103174"/>
    <w:rsid w:val="00103E21"/>
    <w:rsid w:val="00104AEA"/>
    <w:rsid w:val="0010551D"/>
    <w:rsid w:val="00105677"/>
    <w:rsid w:val="0010604F"/>
    <w:rsid w:val="00106183"/>
    <w:rsid w:val="0010728F"/>
    <w:rsid w:val="0010757B"/>
    <w:rsid w:val="00111701"/>
    <w:rsid w:val="001140F7"/>
    <w:rsid w:val="00116939"/>
    <w:rsid w:val="00116C2D"/>
    <w:rsid w:val="0012035A"/>
    <w:rsid w:val="0012084C"/>
    <w:rsid w:val="00120AF7"/>
    <w:rsid w:val="00121DC7"/>
    <w:rsid w:val="00121E39"/>
    <w:rsid w:val="00122B7F"/>
    <w:rsid w:val="00122D9B"/>
    <w:rsid w:val="00124F07"/>
    <w:rsid w:val="001254AA"/>
    <w:rsid w:val="00125685"/>
    <w:rsid w:val="00125C66"/>
    <w:rsid w:val="00127288"/>
    <w:rsid w:val="00127297"/>
    <w:rsid w:val="001274E3"/>
    <w:rsid w:val="001279D1"/>
    <w:rsid w:val="00127DE9"/>
    <w:rsid w:val="0013081F"/>
    <w:rsid w:val="00132D92"/>
    <w:rsid w:val="001330EC"/>
    <w:rsid w:val="0013354B"/>
    <w:rsid w:val="00133709"/>
    <w:rsid w:val="00133E69"/>
    <w:rsid w:val="00134203"/>
    <w:rsid w:val="0013483C"/>
    <w:rsid w:val="00134F72"/>
    <w:rsid w:val="001357E6"/>
    <w:rsid w:val="00137393"/>
    <w:rsid w:val="00137A64"/>
    <w:rsid w:val="00137A99"/>
    <w:rsid w:val="00137DC3"/>
    <w:rsid w:val="00140406"/>
    <w:rsid w:val="0014116C"/>
    <w:rsid w:val="00142801"/>
    <w:rsid w:val="001429C4"/>
    <w:rsid w:val="00143619"/>
    <w:rsid w:val="00143CDF"/>
    <w:rsid w:val="00144260"/>
    <w:rsid w:val="00145637"/>
    <w:rsid w:val="0014693F"/>
    <w:rsid w:val="00146F28"/>
    <w:rsid w:val="001471C6"/>
    <w:rsid w:val="001519B6"/>
    <w:rsid w:val="00154014"/>
    <w:rsid w:val="001566E5"/>
    <w:rsid w:val="00156AA7"/>
    <w:rsid w:val="00156E6C"/>
    <w:rsid w:val="00162749"/>
    <w:rsid w:val="001627B9"/>
    <w:rsid w:val="0016555C"/>
    <w:rsid w:val="00165B05"/>
    <w:rsid w:val="001667AD"/>
    <w:rsid w:val="00166CFC"/>
    <w:rsid w:val="00167918"/>
    <w:rsid w:val="0017017D"/>
    <w:rsid w:val="0017095E"/>
    <w:rsid w:val="00171506"/>
    <w:rsid w:val="001730FB"/>
    <w:rsid w:val="00173773"/>
    <w:rsid w:val="00173BA8"/>
    <w:rsid w:val="001740ED"/>
    <w:rsid w:val="001744C4"/>
    <w:rsid w:val="00174726"/>
    <w:rsid w:val="001748BE"/>
    <w:rsid w:val="00174A28"/>
    <w:rsid w:val="001751A6"/>
    <w:rsid w:val="00175C82"/>
    <w:rsid w:val="00177E0D"/>
    <w:rsid w:val="00180561"/>
    <w:rsid w:val="00180CC7"/>
    <w:rsid w:val="00180EF1"/>
    <w:rsid w:val="00181121"/>
    <w:rsid w:val="001811C8"/>
    <w:rsid w:val="001811F1"/>
    <w:rsid w:val="0018128B"/>
    <w:rsid w:val="00181400"/>
    <w:rsid w:val="00181F1A"/>
    <w:rsid w:val="0018275B"/>
    <w:rsid w:val="00182E50"/>
    <w:rsid w:val="00183DDB"/>
    <w:rsid w:val="00184801"/>
    <w:rsid w:val="00185270"/>
    <w:rsid w:val="00185450"/>
    <w:rsid w:val="00185475"/>
    <w:rsid w:val="00185481"/>
    <w:rsid w:val="00185E7A"/>
    <w:rsid w:val="00186554"/>
    <w:rsid w:val="00187085"/>
    <w:rsid w:val="00190B31"/>
    <w:rsid w:val="0019173B"/>
    <w:rsid w:val="00192467"/>
    <w:rsid w:val="00193B81"/>
    <w:rsid w:val="00193E71"/>
    <w:rsid w:val="001947F3"/>
    <w:rsid w:val="00194BBD"/>
    <w:rsid w:val="00194E57"/>
    <w:rsid w:val="0019539A"/>
    <w:rsid w:val="001957C4"/>
    <w:rsid w:val="001964CA"/>
    <w:rsid w:val="001974F8"/>
    <w:rsid w:val="001A1C1D"/>
    <w:rsid w:val="001A320F"/>
    <w:rsid w:val="001A3BBF"/>
    <w:rsid w:val="001A455E"/>
    <w:rsid w:val="001A6CDB"/>
    <w:rsid w:val="001B1209"/>
    <w:rsid w:val="001B1CFB"/>
    <w:rsid w:val="001B4087"/>
    <w:rsid w:val="001B4265"/>
    <w:rsid w:val="001B43B9"/>
    <w:rsid w:val="001B4711"/>
    <w:rsid w:val="001B54C7"/>
    <w:rsid w:val="001B6CC6"/>
    <w:rsid w:val="001B7067"/>
    <w:rsid w:val="001C0989"/>
    <w:rsid w:val="001C0C7F"/>
    <w:rsid w:val="001C152B"/>
    <w:rsid w:val="001C1AFD"/>
    <w:rsid w:val="001C2E62"/>
    <w:rsid w:val="001C3B16"/>
    <w:rsid w:val="001C47B3"/>
    <w:rsid w:val="001C47CD"/>
    <w:rsid w:val="001C484A"/>
    <w:rsid w:val="001C4AD7"/>
    <w:rsid w:val="001C553F"/>
    <w:rsid w:val="001C55FE"/>
    <w:rsid w:val="001C5779"/>
    <w:rsid w:val="001C60D8"/>
    <w:rsid w:val="001C61F8"/>
    <w:rsid w:val="001C7217"/>
    <w:rsid w:val="001C7E85"/>
    <w:rsid w:val="001D108C"/>
    <w:rsid w:val="001D1A6F"/>
    <w:rsid w:val="001D1D91"/>
    <w:rsid w:val="001D2877"/>
    <w:rsid w:val="001D296B"/>
    <w:rsid w:val="001D296E"/>
    <w:rsid w:val="001D3381"/>
    <w:rsid w:val="001D3C6C"/>
    <w:rsid w:val="001D4901"/>
    <w:rsid w:val="001D5BCB"/>
    <w:rsid w:val="001D65A4"/>
    <w:rsid w:val="001D6D1B"/>
    <w:rsid w:val="001E0957"/>
    <w:rsid w:val="001E1881"/>
    <w:rsid w:val="001E4906"/>
    <w:rsid w:val="001E5148"/>
    <w:rsid w:val="001E54EB"/>
    <w:rsid w:val="001E5F6F"/>
    <w:rsid w:val="001E627D"/>
    <w:rsid w:val="001E63BF"/>
    <w:rsid w:val="001E6835"/>
    <w:rsid w:val="001E6DBE"/>
    <w:rsid w:val="001E72A2"/>
    <w:rsid w:val="001E7C78"/>
    <w:rsid w:val="001F0A28"/>
    <w:rsid w:val="001F0F76"/>
    <w:rsid w:val="001F0F9B"/>
    <w:rsid w:val="001F166B"/>
    <w:rsid w:val="001F2492"/>
    <w:rsid w:val="001F3D13"/>
    <w:rsid w:val="001F4EE3"/>
    <w:rsid w:val="001F5B13"/>
    <w:rsid w:val="001F61BD"/>
    <w:rsid w:val="001F62FE"/>
    <w:rsid w:val="001F65BD"/>
    <w:rsid w:val="001F7BA8"/>
    <w:rsid w:val="002012B7"/>
    <w:rsid w:val="0020173F"/>
    <w:rsid w:val="00201B17"/>
    <w:rsid w:val="00202A54"/>
    <w:rsid w:val="00202E00"/>
    <w:rsid w:val="00202F09"/>
    <w:rsid w:val="00203E0E"/>
    <w:rsid w:val="00204D9D"/>
    <w:rsid w:val="00204F15"/>
    <w:rsid w:val="0020562B"/>
    <w:rsid w:val="00205EFE"/>
    <w:rsid w:val="00205F82"/>
    <w:rsid w:val="00206FE7"/>
    <w:rsid w:val="0020770C"/>
    <w:rsid w:val="002079EE"/>
    <w:rsid w:val="002101AF"/>
    <w:rsid w:val="002115FC"/>
    <w:rsid w:val="002119ED"/>
    <w:rsid w:val="00212221"/>
    <w:rsid w:val="00212E73"/>
    <w:rsid w:val="002133FC"/>
    <w:rsid w:val="00213C6C"/>
    <w:rsid w:val="002141F3"/>
    <w:rsid w:val="00214256"/>
    <w:rsid w:val="002144CB"/>
    <w:rsid w:val="0021467A"/>
    <w:rsid w:val="00215002"/>
    <w:rsid w:val="00215813"/>
    <w:rsid w:val="0021763E"/>
    <w:rsid w:val="00217A44"/>
    <w:rsid w:val="002213BB"/>
    <w:rsid w:val="00222A33"/>
    <w:rsid w:val="00222E86"/>
    <w:rsid w:val="00225110"/>
    <w:rsid w:val="00225B0E"/>
    <w:rsid w:val="00226161"/>
    <w:rsid w:val="00226249"/>
    <w:rsid w:val="0022679D"/>
    <w:rsid w:val="00227238"/>
    <w:rsid w:val="00227AF2"/>
    <w:rsid w:val="002305C5"/>
    <w:rsid w:val="0023156D"/>
    <w:rsid w:val="00231B00"/>
    <w:rsid w:val="00231BA5"/>
    <w:rsid w:val="0023217E"/>
    <w:rsid w:val="002321CA"/>
    <w:rsid w:val="00233E41"/>
    <w:rsid w:val="00234095"/>
    <w:rsid w:val="00234B3B"/>
    <w:rsid w:val="00234B5A"/>
    <w:rsid w:val="0023559D"/>
    <w:rsid w:val="0023674B"/>
    <w:rsid w:val="00236AF4"/>
    <w:rsid w:val="00241AF8"/>
    <w:rsid w:val="002432A3"/>
    <w:rsid w:val="00245345"/>
    <w:rsid w:val="0024607A"/>
    <w:rsid w:val="00246151"/>
    <w:rsid w:val="00247F45"/>
    <w:rsid w:val="00250BC1"/>
    <w:rsid w:val="00250E10"/>
    <w:rsid w:val="0025100C"/>
    <w:rsid w:val="002513E6"/>
    <w:rsid w:val="002523A2"/>
    <w:rsid w:val="00252534"/>
    <w:rsid w:val="00253208"/>
    <w:rsid w:val="00253B75"/>
    <w:rsid w:val="00253CDE"/>
    <w:rsid w:val="002543F8"/>
    <w:rsid w:val="0025440E"/>
    <w:rsid w:val="00254B43"/>
    <w:rsid w:val="00255D87"/>
    <w:rsid w:val="00255EA4"/>
    <w:rsid w:val="002574EB"/>
    <w:rsid w:val="00257520"/>
    <w:rsid w:val="00257D58"/>
    <w:rsid w:val="00257F1E"/>
    <w:rsid w:val="00260A94"/>
    <w:rsid w:val="00262DBA"/>
    <w:rsid w:val="00265657"/>
    <w:rsid w:val="0027031D"/>
    <w:rsid w:val="0027093A"/>
    <w:rsid w:val="00271601"/>
    <w:rsid w:val="0027218B"/>
    <w:rsid w:val="00272843"/>
    <w:rsid w:val="00273281"/>
    <w:rsid w:val="00274526"/>
    <w:rsid w:val="002752D0"/>
    <w:rsid w:val="00276165"/>
    <w:rsid w:val="00276591"/>
    <w:rsid w:val="002769D9"/>
    <w:rsid w:val="00277714"/>
    <w:rsid w:val="00280830"/>
    <w:rsid w:val="002818C9"/>
    <w:rsid w:val="002828EE"/>
    <w:rsid w:val="00282EAC"/>
    <w:rsid w:val="0028458F"/>
    <w:rsid w:val="00284D71"/>
    <w:rsid w:val="00285AEB"/>
    <w:rsid w:val="002867DC"/>
    <w:rsid w:val="0028719E"/>
    <w:rsid w:val="00291147"/>
    <w:rsid w:val="00291444"/>
    <w:rsid w:val="00291664"/>
    <w:rsid w:val="002925F8"/>
    <w:rsid w:val="00292F31"/>
    <w:rsid w:val="002931F3"/>
    <w:rsid w:val="00294409"/>
    <w:rsid w:val="00295C5C"/>
    <w:rsid w:val="00296843"/>
    <w:rsid w:val="00297C63"/>
    <w:rsid w:val="002A24DB"/>
    <w:rsid w:val="002A26D8"/>
    <w:rsid w:val="002A2FAC"/>
    <w:rsid w:val="002A4749"/>
    <w:rsid w:val="002A47E9"/>
    <w:rsid w:val="002A4F3F"/>
    <w:rsid w:val="002A57A5"/>
    <w:rsid w:val="002A5F89"/>
    <w:rsid w:val="002A6675"/>
    <w:rsid w:val="002A6AE5"/>
    <w:rsid w:val="002A6FAF"/>
    <w:rsid w:val="002A74AD"/>
    <w:rsid w:val="002B025F"/>
    <w:rsid w:val="002B1CA1"/>
    <w:rsid w:val="002B27F5"/>
    <w:rsid w:val="002B3E53"/>
    <w:rsid w:val="002B40E5"/>
    <w:rsid w:val="002B50EF"/>
    <w:rsid w:val="002B546E"/>
    <w:rsid w:val="002B67BC"/>
    <w:rsid w:val="002B691C"/>
    <w:rsid w:val="002C02D9"/>
    <w:rsid w:val="002C073D"/>
    <w:rsid w:val="002C076F"/>
    <w:rsid w:val="002C07B0"/>
    <w:rsid w:val="002C2153"/>
    <w:rsid w:val="002C3A9C"/>
    <w:rsid w:val="002C43B3"/>
    <w:rsid w:val="002C4E85"/>
    <w:rsid w:val="002C647E"/>
    <w:rsid w:val="002C66CE"/>
    <w:rsid w:val="002C68BE"/>
    <w:rsid w:val="002C717A"/>
    <w:rsid w:val="002C7632"/>
    <w:rsid w:val="002D012A"/>
    <w:rsid w:val="002D114A"/>
    <w:rsid w:val="002D177F"/>
    <w:rsid w:val="002D1BD4"/>
    <w:rsid w:val="002D2840"/>
    <w:rsid w:val="002D29F7"/>
    <w:rsid w:val="002D2D68"/>
    <w:rsid w:val="002D4058"/>
    <w:rsid w:val="002D4532"/>
    <w:rsid w:val="002D4638"/>
    <w:rsid w:val="002D5FC9"/>
    <w:rsid w:val="002D6A7A"/>
    <w:rsid w:val="002D7FCF"/>
    <w:rsid w:val="002E320D"/>
    <w:rsid w:val="002E3800"/>
    <w:rsid w:val="002E3B51"/>
    <w:rsid w:val="002E4128"/>
    <w:rsid w:val="002E5085"/>
    <w:rsid w:val="002E55D5"/>
    <w:rsid w:val="002E61D5"/>
    <w:rsid w:val="002E64A0"/>
    <w:rsid w:val="002E6907"/>
    <w:rsid w:val="002E7845"/>
    <w:rsid w:val="002F05FD"/>
    <w:rsid w:val="002F0852"/>
    <w:rsid w:val="002F152A"/>
    <w:rsid w:val="002F169E"/>
    <w:rsid w:val="002F2406"/>
    <w:rsid w:val="002F33B7"/>
    <w:rsid w:val="002F356B"/>
    <w:rsid w:val="002F450F"/>
    <w:rsid w:val="002F51A7"/>
    <w:rsid w:val="002F52CD"/>
    <w:rsid w:val="002F54D9"/>
    <w:rsid w:val="002F65CB"/>
    <w:rsid w:val="002F72C0"/>
    <w:rsid w:val="00300AC6"/>
    <w:rsid w:val="00301820"/>
    <w:rsid w:val="00301971"/>
    <w:rsid w:val="00302812"/>
    <w:rsid w:val="00302CCB"/>
    <w:rsid w:val="00303638"/>
    <w:rsid w:val="00303E21"/>
    <w:rsid w:val="003056C6"/>
    <w:rsid w:val="00305D01"/>
    <w:rsid w:val="0030737E"/>
    <w:rsid w:val="003073E7"/>
    <w:rsid w:val="00310219"/>
    <w:rsid w:val="0031092D"/>
    <w:rsid w:val="00310DD5"/>
    <w:rsid w:val="0031137C"/>
    <w:rsid w:val="00311871"/>
    <w:rsid w:val="00311DC2"/>
    <w:rsid w:val="00313CBB"/>
    <w:rsid w:val="003162E1"/>
    <w:rsid w:val="00321474"/>
    <w:rsid w:val="00321BF1"/>
    <w:rsid w:val="00321F98"/>
    <w:rsid w:val="00322B91"/>
    <w:rsid w:val="00322E31"/>
    <w:rsid w:val="003233C4"/>
    <w:rsid w:val="0032457E"/>
    <w:rsid w:val="00324A07"/>
    <w:rsid w:val="00324CAB"/>
    <w:rsid w:val="0032528B"/>
    <w:rsid w:val="003307C2"/>
    <w:rsid w:val="00331B31"/>
    <w:rsid w:val="00332928"/>
    <w:rsid w:val="00334D64"/>
    <w:rsid w:val="00334F94"/>
    <w:rsid w:val="0033520E"/>
    <w:rsid w:val="0033613C"/>
    <w:rsid w:val="003408CE"/>
    <w:rsid w:val="003409A3"/>
    <w:rsid w:val="00341E7E"/>
    <w:rsid w:val="003421AB"/>
    <w:rsid w:val="0034326C"/>
    <w:rsid w:val="003434F6"/>
    <w:rsid w:val="003438C2"/>
    <w:rsid w:val="003449CE"/>
    <w:rsid w:val="00345382"/>
    <w:rsid w:val="00345E3E"/>
    <w:rsid w:val="0034604E"/>
    <w:rsid w:val="0034620D"/>
    <w:rsid w:val="00347FDA"/>
    <w:rsid w:val="0035101A"/>
    <w:rsid w:val="003519E2"/>
    <w:rsid w:val="003523DA"/>
    <w:rsid w:val="00352B65"/>
    <w:rsid w:val="00352CB0"/>
    <w:rsid w:val="003530BE"/>
    <w:rsid w:val="00354FC3"/>
    <w:rsid w:val="00355B2B"/>
    <w:rsid w:val="003566B4"/>
    <w:rsid w:val="00356EAA"/>
    <w:rsid w:val="00357241"/>
    <w:rsid w:val="0036180E"/>
    <w:rsid w:val="00361EF0"/>
    <w:rsid w:val="003623AB"/>
    <w:rsid w:val="00363D32"/>
    <w:rsid w:val="003641C1"/>
    <w:rsid w:val="00364ADC"/>
    <w:rsid w:val="00365165"/>
    <w:rsid w:val="003657D9"/>
    <w:rsid w:val="00367EAD"/>
    <w:rsid w:val="003713B3"/>
    <w:rsid w:val="00371987"/>
    <w:rsid w:val="003747C4"/>
    <w:rsid w:val="00375475"/>
    <w:rsid w:val="0037650E"/>
    <w:rsid w:val="00376BF6"/>
    <w:rsid w:val="00380431"/>
    <w:rsid w:val="00381A7E"/>
    <w:rsid w:val="00381ECD"/>
    <w:rsid w:val="00382D57"/>
    <w:rsid w:val="0038303E"/>
    <w:rsid w:val="00383649"/>
    <w:rsid w:val="00384CC4"/>
    <w:rsid w:val="00385AC7"/>
    <w:rsid w:val="003875AC"/>
    <w:rsid w:val="003904C5"/>
    <w:rsid w:val="0039097E"/>
    <w:rsid w:val="00391941"/>
    <w:rsid w:val="00392153"/>
    <w:rsid w:val="003922F3"/>
    <w:rsid w:val="00393798"/>
    <w:rsid w:val="003950F9"/>
    <w:rsid w:val="00395458"/>
    <w:rsid w:val="00396464"/>
    <w:rsid w:val="0039648D"/>
    <w:rsid w:val="00397E62"/>
    <w:rsid w:val="003A02AA"/>
    <w:rsid w:val="003A0405"/>
    <w:rsid w:val="003A045C"/>
    <w:rsid w:val="003A1157"/>
    <w:rsid w:val="003A1755"/>
    <w:rsid w:val="003A1B7A"/>
    <w:rsid w:val="003A1BC7"/>
    <w:rsid w:val="003A263B"/>
    <w:rsid w:val="003A31E0"/>
    <w:rsid w:val="003A35D6"/>
    <w:rsid w:val="003A3E7B"/>
    <w:rsid w:val="003A47B1"/>
    <w:rsid w:val="003A52AA"/>
    <w:rsid w:val="003A5DCA"/>
    <w:rsid w:val="003A5EDF"/>
    <w:rsid w:val="003A67D9"/>
    <w:rsid w:val="003A75A4"/>
    <w:rsid w:val="003B0F50"/>
    <w:rsid w:val="003B15E3"/>
    <w:rsid w:val="003B1855"/>
    <w:rsid w:val="003B1C69"/>
    <w:rsid w:val="003B2237"/>
    <w:rsid w:val="003B2364"/>
    <w:rsid w:val="003B2889"/>
    <w:rsid w:val="003B3C81"/>
    <w:rsid w:val="003B4A94"/>
    <w:rsid w:val="003C0692"/>
    <w:rsid w:val="003C14FF"/>
    <w:rsid w:val="003C19AB"/>
    <w:rsid w:val="003C26A8"/>
    <w:rsid w:val="003C351C"/>
    <w:rsid w:val="003C4075"/>
    <w:rsid w:val="003C4887"/>
    <w:rsid w:val="003C4AB9"/>
    <w:rsid w:val="003C5F1E"/>
    <w:rsid w:val="003C6F46"/>
    <w:rsid w:val="003C7370"/>
    <w:rsid w:val="003C77C5"/>
    <w:rsid w:val="003D0720"/>
    <w:rsid w:val="003D13CE"/>
    <w:rsid w:val="003D2B29"/>
    <w:rsid w:val="003D4286"/>
    <w:rsid w:val="003D476A"/>
    <w:rsid w:val="003D4AA3"/>
    <w:rsid w:val="003D4CF4"/>
    <w:rsid w:val="003D4F42"/>
    <w:rsid w:val="003D54A1"/>
    <w:rsid w:val="003D6639"/>
    <w:rsid w:val="003D73B3"/>
    <w:rsid w:val="003E0F76"/>
    <w:rsid w:val="003E1F97"/>
    <w:rsid w:val="003E2324"/>
    <w:rsid w:val="003E2964"/>
    <w:rsid w:val="003E3A24"/>
    <w:rsid w:val="003E3F8B"/>
    <w:rsid w:val="003E40A2"/>
    <w:rsid w:val="003E5BB9"/>
    <w:rsid w:val="003F08B4"/>
    <w:rsid w:val="003F1B56"/>
    <w:rsid w:val="003F2739"/>
    <w:rsid w:val="003F4BCB"/>
    <w:rsid w:val="003F4F03"/>
    <w:rsid w:val="003F51BA"/>
    <w:rsid w:val="003F5D58"/>
    <w:rsid w:val="003F5F7E"/>
    <w:rsid w:val="003F6346"/>
    <w:rsid w:val="003F671C"/>
    <w:rsid w:val="00400C2B"/>
    <w:rsid w:val="00404BE3"/>
    <w:rsid w:val="00404FFF"/>
    <w:rsid w:val="004051C9"/>
    <w:rsid w:val="004055BF"/>
    <w:rsid w:val="00405F45"/>
    <w:rsid w:val="00406833"/>
    <w:rsid w:val="00407DAA"/>
    <w:rsid w:val="004103BB"/>
    <w:rsid w:val="00410B7A"/>
    <w:rsid w:val="00412A70"/>
    <w:rsid w:val="004135B6"/>
    <w:rsid w:val="004139BC"/>
    <w:rsid w:val="00413C2C"/>
    <w:rsid w:val="00414A99"/>
    <w:rsid w:val="004154F2"/>
    <w:rsid w:val="004166BC"/>
    <w:rsid w:val="00417D40"/>
    <w:rsid w:val="00420635"/>
    <w:rsid w:val="00420876"/>
    <w:rsid w:val="00420A78"/>
    <w:rsid w:val="004216F3"/>
    <w:rsid w:val="00426CB8"/>
    <w:rsid w:val="00427395"/>
    <w:rsid w:val="00430FBE"/>
    <w:rsid w:val="004328E8"/>
    <w:rsid w:val="0043385C"/>
    <w:rsid w:val="00434FF4"/>
    <w:rsid w:val="00435275"/>
    <w:rsid w:val="00435B80"/>
    <w:rsid w:val="00435CBD"/>
    <w:rsid w:val="00435D5E"/>
    <w:rsid w:val="004369FC"/>
    <w:rsid w:val="00437F39"/>
    <w:rsid w:val="00440E7C"/>
    <w:rsid w:val="00440F90"/>
    <w:rsid w:val="0044195A"/>
    <w:rsid w:val="004420C6"/>
    <w:rsid w:val="00442217"/>
    <w:rsid w:val="00443499"/>
    <w:rsid w:val="0044421D"/>
    <w:rsid w:val="004442CC"/>
    <w:rsid w:val="00444363"/>
    <w:rsid w:val="004445A3"/>
    <w:rsid w:val="00446391"/>
    <w:rsid w:val="00446770"/>
    <w:rsid w:val="00446D95"/>
    <w:rsid w:val="004475CF"/>
    <w:rsid w:val="00447947"/>
    <w:rsid w:val="00450333"/>
    <w:rsid w:val="00450AB7"/>
    <w:rsid w:val="00451B7C"/>
    <w:rsid w:val="00452027"/>
    <w:rsid w:val="00453182"/>
    <w:rsid w:val="0045431F"/>
    <w:rsid w:val="00455E91"/>
    <w:rsid w:val="00460D4B"/>
    <w:rsid w:val="00460FAB"/>
    <w:rsid w:val="00462FDD"/>
    <w:rsid w:val="00462FEA"/>
    <w:rsid w:val="00463392"/>
    <w:rsid w:val="004649C0"/>
    <w:rsid w:val="004654AA"/>
    <w:rsid w:val="00465A60"/>
    <w:rsid w:val="00466F88"/>
    <w:rsid w:val="00467313"/>
    <w:rsid w:val="0047014D"/>
    <w:rsid w:val="00470A28"/>
    <w:rsid w:val="00471239"/>
    <w:rsid w:val="0047181E"/>
    <w:rsid w:val="00471A8A"/>
    <w:rsid w:val="00471B50"/>
    <w:rsid w:val="004725ED"/>
    <w:rsid w:val="0047402D"/>
    <w:rsid w:val="004741D4"/>
    <w:rsid w:val="00477E42"/>
    <w:rsid w:val="004800C8"/>
    <w:rsid w:val="00480273"/>
    <w:rsid w:val="00480C96"/>
    <w:rsid w:val="00481024"/>
    <w:rsid w:val="00481132"/>
    <w:rsid w:val="004815C7"/>
    <w:rsid w:val="004835FF"/>
    <w:rsid w:val="00483832"/>
    <w:rsid w:val="00484FB9"/>
    <w:rsid w:val="00485E51"/>
    <w:rsid w:val="00486010"/>
    <w:rsid w:val="00486088"/>
    <w:rsid w:val="004864DB"/>
    <w:rsid w:val="00487C2B"/>
    <w:rsid w:val="00491F95"/>
    <w:rsid w:val="00492582"/>
    <w:rsid w:val="00492EE0"/>
    <w:rsid w:val="00493BD5"/>
    <w:rsid w:val="00494749"/>
    <w:rsid w:val="00494C52"/>
    <w:rsid w:val="00496133"/>
    <w:rsid w:val="00497D02"/>
    <w:rsid w:val="004A0FD4"/>
    <w:rsid w:val="004A2354"/>
    <w:rsid w:val="004A3B25"/>
    <w:rsid w:val="004A3E63"/>
    <w:rsid w:val="004A58E4"/>
    <w:rsid w:val="004A6AF6"/>
    <w:rsid w:val="004A709E"/>
    <w:rsid w:val="004A7593"/>
    <w:rsid w:val="004A7916"/>
    <w:rsid w:val="004B2BC1"/>
    <w:rsid w:val="004B2DB9"/>
    <w:rsid w:val="004B4D4C"/>
    <w:rsid w:val="004B4DE5"/>
    <w:rsid w:val="004B6A91"/>
    <w:rsid w:val="004B6AA3"/>
    <w:rsid w:val="004B6EBA"/>
    <w:rsid w:val="004B7BD0"/>
    <w:rsid w:val="004C0C16"/>
    <w:rsid w:val="004C3B50"/>
    <w:rsid w:val="004C3C02"/>
    <w:rsid w:val="004C664A"/>
    <w:rsid w:val="004C7352"/>
    <w:rsid w:val="004C7B26"/>
    <w:rsid w:val="004D0144"/>
    <w:rsid w:val="004D1406"/>
    <w:rsid w:val="004D1B12"/>
    <w:rsid w:val="004D39E6"/>
    <w:rsid w:val="004D410B"/>
    <w:rsid w:val="004D446C"/>
    <w:rsid w:val="004D4CF9"/>
    <w:rsid w:val="004D4F7E"/>
    <w:rsid w:val="004D657A"/>
    <w:rsid w:val="004D6982"/>
    <w:rsid w:val="004D705A"/>
    <w:rsid w:val="004E087C"/>
    <w:rsid w:val="004E0975"/>
    <w:rsid w:val="004E1148"/>
    <w:rsid w:val="004E316B"/>
    <w:rsid w:val="004E40EA"/>
    <w:rsid w:val="004E41A9"/>
    <w:rsid w:val="004E50A8"/>
    <w:rsid w:val="004E5C5B"/>
    <w:rsid w:val="004E5D1B"/>
    <w:rsid w:val="004E6D77"/>
    <w:rsid w:val="004E755A"/>
    <w:rsid w:val="004E7C5B"/>
    <w:rsid w:val="004F0750"/>
    <w:rsid w:val="004F1D0D"/>
    <w:rsid w:val="004F1D7B"/>
    <w:rsid w:val="004F23C7"/>
    <w:rsid w:val="004F3387"/>
    <w:rsid w:val="004F397C"/>
    <w:rsid w:val="004F4E4C"/>
    <w:rsid w:val="004F590E"/>
    <w:rsid w:val="004F5E0C"/>
    <w:rsid w:val="004F5F59"/>
    <w:rsid w:val="004F604E"/>
    <w:rsid w:val="004F6219"/>
    <w:rsid w:val="004F683B"/>
    <w:rsid w:val="004F6E98"/>
    <w:rsid w:val="004F6EA0"/>
    <w:rsid w:val="004F7F0F"/>
    <w:rsid w:val="00500915"/>
    <w:rsid w:val="00501712"/>
    <w:rsid w:val="00501B79"/>
    <w:rsid w:val="00501DF6"/>
    <w:rsid w:val="005023FE"/>
    <w:rsid w:val="00502C4E"/>
    <w:rsid w:val="00503EAC"/>
    <w:rsid w:val="005059C3"/>
    <w:rsid w:val="00507196"/>
    <w:rsid w:val="005072CE"/>
    <w:rsid w:val="00507E38"/>
    <w:rsid w:val="00507EF3"/>
    <w:rsid w:val="005114A1"/>
    <w:rsid w:val="0051176F"/>
    <w:rsid w:val="005117CB"/>
    <w:rsid w:val="005124A1"/>
    <w:rsid w:val="00512B4A"/>
    <w:rsid w:val="0051340E"/>
    <w:rsid w:val="00514735"/>
    <w:rsid w:val="00514B4A"/>
    <w:rsid w:val="005157A7"/>
    <w:rsid w:val="0051593B"/>
    <w:rsid w:val="00516287"/>
    <w:rsid w:val="00516DDE"/>
    <w:rsid w:val="0051701D"/>
    <w:rsid w:val="0052050A"/>
    <w:rsid w:val="00521911"/>
    <w:rsid w:val="005222E6"/>
    <w:rsid w:val="00523482"/>
    <w:rsid w:val="00524907"/>
    <w:rsid w:val="0052782E"/>
    <w:rsid w:val="0053080D"/>
    <w:rsid w:val="0053174E"/>
    <w:rsid w:val="00531A45"/>
    <w:rsid w:val="00532D7B"/>
    <w:rsid w:val="0053379D"/>
    <w:rsid w:val="00533D80"/>
    <w:rsid w:val="0053517A"/>
    <w:rsid w:val="00535225"/>
    <w:rsid w:val="00535856"/>
    <w:rsid w:val="00535AC1"/>
    <w:rsid w:val="00537AEF"/>
    <w:rsid w:val="00540004"/>
    <w:rsid w:val="005419AA"/>
    <w:rsid w:val="0054539B"/>
    <w:rsid w:val="005456AD"/>
    <w:rsid w:val="005458CA"/>
    <w:rsid w:val="005507FE"/>
    <w:rsid w:val="00552E47"/>
    <w:rsid w:val="00553074"/>
    <w:rsid w:val="00553F11"/>
    <w:rsid w:val="0055412E"/>
    <w:rsid w:val="0055466E"/>
    <w:rsid w:val="00555A70"/>
    <w:rsid w:val="005562E3"/>
    <w:rsid w:val="005569CC"/>
    <w:rsid w:val="00556DB8"/>
    <w:rsid w:val="005600E6"/>
    <w:rsid w:val="00560158"/>
    <w:rsid w:val="005609DC"/>
    <w:rsid w:val="0056147D"/>
    <w:rsid w:val="0056290D"/>
    <w:rsid w:val="00562CB6"/>
    <w:rsid w:val="00563CED"/>
    <w:rsid w:val="00564342"/>
    <w:rsid w:val="0056441E"/>
    <w:rsid w:val="005647C5"/>
    <w:rsid w:val="00565A5B"/>
    <w:rsid w:val="0056691B"/>
    <w:rsid w:val="00566997"/>
    <w:rsid w:val="00566F6D"/>
    <w:rsid w:val="00567276"/>
    <w:rsid w:val="00567A69"/>
    <w:rsid w:val="00567D9C"/>
    <w:rsid w:val="005706AD"/>
    <w:rsid w:val="005710BD"/>
    <w:rsid w:val="00571BB2"/>
    <w:rsid w:val="00571E52"/>
    <w:rsid w:val="00571F16"/>
    <w:rsid w:val="005723B6"/>
    <w:rsid w:val="005737C7"/>
    <w:rsid w:val="0057488F"/>
    <w:rsid w:val="00574A8C"/>
    <w:rsid w:val="00574BBA"/>
    <w:rsid w:val="00575CCB"/>
    <w:rsid w:val="005764A9"/>
    <w:rsid w:val="00577720"/>
    <w:rsid w:val="0058098D"/>
    <w:rsid w:val="00580BC5"/>
    <w:rsid w:val="00580E5D"/>
    <w:rsid w:val="00583174"/>
    <w:rsid w:val="00584511"/>
    <w:rsid w:val="00584883"/>
    <w:rsid w:val="00585001"/>
    <w:rsid w:val="00585D98"/>
    <w:rsid w:val="00585E33"/>
    <w:rsid w:val="00585F9C"/>
    <w:rsid w:val="005864E3"/>
    <w:rsid w:val="005869C8"/>
    <w:rsid w:val="00587DAA"/>
    <w:rsid w:val="00590BBA"/>
    <w:rsid w:val="00590D47"/>
    <w:rsid w:val="005927A1"/>
    <w:rsid w:val="005941CA"/>
    <w:rsid w:val="00595E15"/>
    <w:rsid w:val="00596525"/>
    <w:rsid w:val="005967FB"/>
    <w:rsid w:val="00597925"/>
    <w:rsid w:val="005A0002"/>
    <w:rsid w:val="005A007C"/>
    <w:rsid w:val="005A00DB"/>
    <w:rsid w:val="005A05F4"/>
    <w:rsid w:val="005A0703"/>
    <w:rsid w:val="005A22A9"/>
    <w:rsid w:val="005A3863"/>
    <w:rsid w:val="005A3AC4"/>
    <w:rsid w:val="005A4085"/>
    <w:rsid w:val="005A4427"/>
    <w:rsid w:val="005A5A11"/>
    <w:rsid w:val="005A7861"/>
    <w:rsid w:val="005B1CD8"/>
    <w:rsid w:val="005B2059"/>
    <w:rsid w:val="005B2519"/>
    <w:rsid w:val="005B300E"/>
    <w:rsid w:val="005B37EC"/>
    <w:rsid w:val="005B419D"/>
    <w:rsid w:val="005B4B4D"/>
    <w:rsid w:val="005B50A5"/>
    <w:rsid w:val="005B6C81"/>
    <w:rsid w:val="005B76EE"/>
    <w:rsid w:val="005B7A78"/>
    <w:rsid w:val="005B7B7D"/>
    <w:rsid w:val="005C048F"/>
    <w:rsid w:val="005C192A"/>
    <w:rsid w:val="005C2399"/>
    <w:rsid w:val="005C3279"/>
    <w:rsid w:val="005C3E6C"/>
    <w:rsid w:val="005C45B8"/>
    <w:rsid w:val="005C4746"/>
    <w:rsid w:val="005C5F0B"/>
    <w:rsid w:val="005C6523"/>
    <w:rsid w:val="005C6876"/>
    <w:rsid w:val="005C691F"/>
    <w:rsid w:val="005C7C0E"/>
    <w:rsid w:val="005D0E03"/>
    <w:rsid w:val="005D1EBA"/>
    <w:rsid w:val="005D2C90"/>
    <w:rsid w:val="005D3C9A"/>
    <w:rsid w:val="005D51D9"/>
    <w:rsid w:val="005D576D"/>
    <w:rsid w:val="005D5B03"/>
    <w:rsid w:val="005D636B"/>
    <w:rsid w:val="005E0B6D"/>
    <w:rsid w:val="005E2104"/>
    <w:rsid w:val="005E3054"/>
    <w:rsid w:val="005E3391"/>
    <w:rsid w:val="005E3D1F"/>
    <w:rsid w:val="005E5DAD"/>
    <w:rsid w:val="005E6272"/>
    <w:rsid w:val="005E681A"/>
    <w:rsid w:val="005F07C3"/>
    <w:rsid w:val="005F4E84"/>
    <w:rsid w:val="005F6B4B"/>
    <w:rsid w:val="0060246D"/>
    <w:rsid w:val="00602BBD"/>
    <w:rsid w:val="00602C67"/>
    <w:rsid w:val="006056CA"/>
    <w:rsid w:val="006074C9"/>
    <w:rsid w:val="00607A70"/>
    <w:rsid w:val="00610B33"/>
    <w:rsid w:val="00611880"/>
    <w:rsid w:val="00611D96"/>
    <w:rsid w:val="006128B7"/>
    <w:rsid w:val="00613895"/>
    <w:rsid w:val="00614B1D"/>
    <w:rsid w:val="00614C4E"/>
    <w:rsid w:val="00616673"/>
    <w:rsid w:val="00616D04"/>
    <w:rsid w:val="00617417"/>
    <w:rsid w:val="00617550"/>
    <w:rsid w:val="0061792E"/>
    <w:rsid w:val="00617BFF"/>
    <w:rsid w:val="0062026A"/>
    <w:rsid w:val="00620E59"/>
    <w:rsid w:val="006217C7"/>
    <w:rsid w:val="00621EA6"/>
    <w:rsid w:val="006233C9"/>
    <w:rsid w:val="00623E8F"/>
    <w:rsid w:val="006240B6"/>
    <w:rsid w:val="0062448B"/>
    <w:rsid w:val="00625BA4"/>
    <w:rsid w:val="00625D60"/>
    <w:rsid w:val="00625EDA"/>
    <w:rsid w:val="006265C0"/>
    <w:rsid w:val="00630296"/>
    <w:rsid w:val="006305BB"/>
    <w:rsid w:val="00630B7A"/>
    <w:rsid w:val="00630ECB"/>
    <w:rsid w:val="00631952"/>
    <w:rsid w:val="00632AA6"/>
    <w:rsid w:val="00632CB6"/>
    <w:rsid w:val="00632E0E"/>
    <w:rsid w:val="00632E32"/>
    <w:rsid w:val="006333FC"/>
    <w:rsid w:val="00633572"/>
    <w:rsid w:val="006344C8"/>
    <w:rsid w:val="00635594"/>
    <w:rsid w:val="00635D0C"/>
    <w:rsid w:val="0063749B"/>
    <w:rsid w:val="006375E8"/>
    <w:rsid w:val="00640889"/>
    <w:rsid w:val="00640E0A"/>
    <w:rsid w:val="00641590"/>
    <w:rsid w:val="00641B22"/>
    <w:rsid w:val="00641E9F"/>
    <w:rsid w:val="00642A0C"/>
    <w:rsid w:val="00642BDE"/>
    <w:rsid w:val="00644EC4"/>
    <w:rsid w:val="006452B0"/>
    <w:rsid w:val="00646BB0"/>
    <w:rsid w:val="00650456"/>
    <w:rsid w:val="00651339"/>
    <w:rsid w:val="00651C68"/>
    <w:rsid w:val="00652716"/>
    <w:rsid w:val="0065321F"/>
    <w:rsid w:val="006551AF"/>
    <w:rsid w:val="00655576"/>
    <w:rsid w:val="0065593A"/>
    <w:rsid w:val="00656097"/>
    <w:rsid w:val="00663359"/>
    <w:rsid w:val="00663AB8"/>
    <w:rsid w:val="00664576"/>
    <w:rsid w:val="0066497A"/>
    <w:rsid w:val="00664B96"/>
    <w:rsid w:val="00665CDB"/>
    <w:rsid w:val="00666449"/>
    <w:rsid w:val="0066659A"/>
    <w:rsid w:val="00667F57"/>
    <w:rsid w:val="00670593"/>
    <w:rsid w:val="00676060"/>
    <w:rsid w:val="00676586"/>
    <w:rsid w:val="00677311"/>
    <w:rsid w:val="006773A0"/>
    <w:rsid w:val="00677A43"/>
    <w:rsid w:val="0068474B"/>
    <w:rsid w:val="00685976"/>
    <w:rsid w:val="006865A7"/>
    <w:rsid w:val="00686C84"/>
    <w:rsid w:val="006878EB"/>
    <w:rsid w:val="006879FC"/>
    <w:rsid w:val="006903BE"/>
    <w:rsid w:val="00690C77"/>
    <w:rsid w:val="00691B39"/>
    <w:rsid w:val="006924BF"/>
    <w:rsid w:val="00693C14"/>
    <w:rsid w:val="00694D7F"/>
    <w:rsid w:val="006956BD"/>
    <w:rsid w:val="0069596F"/>
    <w:rsid w:val="00696D6C"/>
    <w:rsid w:val="00696D93"/>
    <w:rsid w:val="0069743F"/>
    <w:rsid w:val="00697535"/>
    <w:rsid w:val="0069793B"/>
    <w:rsid w:val="006A0474"/>
    <w:rsid w:val="006A09B2"/>
    <w:rsid w:val="006A1431"/>
    <w:rsid w:val="006A17CC"/>
    <w:rsid w:val="006A1F69"/>
    <w:rsid w:val="006A4D43"/>
    <w:rsid w:val="006A4DAF"/>
    <w:rsid w:val="006A6A9E"/>
    <w:rsid w:val="006A7B72"/>
    <w:rsid w:val="006B1DDC"/>
    <w:rsid w:val="006B2683"/>
    <w:rsid w:val="006B28D5"/>
    <w:rsid w:val="006B29E3"/>
    <w:rsid w:val="006B3C2A"/>
    <w:rsid w:val="006B3E7E"/>
    <w:rsid w:val="006B41D4"/>
    <w:rsid w:val="006B433A"/>
    <w:rsid w:val="006B490A"/>
    <w:rsid w:val="006B4DCF"/>
    <w:rsid w:val="006B5CF9"/>
    <w:rsid w:val="006B5E9D"/>
    <w:rsid w:val="006B6165"/>
    <w:rsid w:val="006B71CB"/>
    <w:rsid w:val="006C16C8"/>
    <w:rsid w:val="006C1EA1"/>
    <w:rsid w:val="006C2B37"/>
    <w:rsid w:val="006C2C20"/>
    <w:rsid w:val="006C3674"/>
    <w:rsid w:val="006C55E6"/>
    <w:rsid w:val="006C5AB9"/>
    <w:rsid w:val="006C66F3"/>
    <w:rsid w:val="006C6EDA"/>
    <w:rsid w:val="006D0181"/>
    <w:rsid w:val="006D0B8C"/>
    <w:rsid w:val="006D0C75"/>
    <w:rsid w:val="006D1E1D"/>
    <w:rsid w:val="006D20FE"/>
    <w:rsid w:val="006D25C8"/>
    <w:rsid w:val="006D344F"/>
    <w:rsid w:val="006D3DD8"/>
    <w:rsid w:val="006D484D"/>
    <w:rsid w:val="006D4F72"/>
    <w:rsid w:val="006D574A"/>
    <w:rsid w:val="006D5A6E"/>
    <w:rsid w:val="006D6BC5"/>
    <w:rsid w:val="006D7670"/>
    <w:rsid w:val="006D7818"/>
    <w:rsid w:val="006E087A"/>
    <w:rsid w:val="006E0DBA"/>
    <w:rsid w:val="006E101E"/>
    <w:rsid w:val="006E1622"/>
    <w:rsid w:val="006E1A68"/>
    <w:rsid w:val="006E1FD7"/>
    <w:rsid w:val="006E4F69"/>
    <w:rsid w:val="006E764C"/>
    <w:rsid w:val="006E7D75"/>
    <w:rsid w:val="006F08EF"/>
    <w:rsid w:val="006F14A0"/>
    <w:rsid w:val="006F1614"/>
    <w:rsid w:val="006F1C03"/>
    <w:rsid w:val="006F1FBA"/>
    <w:rsid w:val="006F32EB"/>
    <w:rsid w:val="006F33FB"/>
    <w:rsid w:val="006F44BF"/>
    <w:rsid w:val="006F56DD"/>
    <w:rsid w:val="006F595D"/>
    <w:rsid w:val="006F5FC9"/>
    <w:rsid w:val="006F79E1"/>
    <w:rsid w:val="006F79F3"/>
    <w:rsid w:val="006F7BE9"/>
    <w:rsid w:val="00700577"/>
    <w:rsid w:val="00700661"/>
    <w:rsid w:val="00700F05"/>
    <w:rsid w:val="0070185F"/>
    <w:rsid w:val="00703DA4"/>
    <w:rsid w:val="007046C5"/>
    <w:rsid w:val="00704F99"/>
    <w:rsid w:val="0070521B"/>
    <w:rsid w:val="0070595D"/>
    <w:rsid w:val="00707238"/>
    <w:rsid w:val="00707CF2"/>
    <w:rsid w:val="00710632"/>
    <w:rsid w:val="00711B63"/>
    <w:rsid w:val="00713617"/>
    <w:rsid w:val="00713D5C"/>
    <w:rsid w:val="0071417C"/>
    <w:rsid w:val="00714EE6"/>
    <w:rsid w:val="00715E9A"/>
    <w:rsid w:val="00716CCD"/>
    <w:rsid w:val="00717952"/>
    <w:rsid w:val="00717C26"/>
    <w:rsid w:val="00723145"/>
    <w:rsid w:val="00725139"/>
    <w:rsid w:val="007300C0"/>
    <w:rsid w:val="00731337"/>
    <w:rsid w:val="00732170"/>
    <w:rsid w:val="00732668"/>
    <w:rsid w:val="00732801"/>
    <w:rsid w:val="00733987"/>
    <w:rsid w:val="007356C8"/>
    <w:rsid w:val="007366F4"/>
    <w:rsid w:val="00740063"/>
    <w:rsid w:val="00740198"/>
    <w:rsid w:val="007412E1"/>
    <w:rsid w:val="0074228B"/>
    <w:rsid w:val="00746015"/>
    <w:rsid w:val="0074754B"/>
    <w:rsid w:val="00752436"/>
    <w:rsid w:val="007524E5"/>
    <w:rsid w:val="00752DC2"/>
    <w:rsid w:val="00752ED2"/>
    <w:rsid w:val="00753407"/>
    <w:rsid w:val="0075512C"/>
    <w:rsid w:val="00756FC8"/>
    <w:rsid w:val="0075790F"/>
    <w:rsid w:val="00760EC0"/>
    <w:rsid w:val="007610B2"/>
    <w:rsid w:val="00761D1C"/>
    <w:rsid w:val="00762F46"/>
    <w:rsid w:val="0076369E"/>
    <w:rsid w:val="00763746"/>
    <w:rsid w:val="007650B8"/>
    <w:rsid w:val="00765807"/>
    <w:rsid w:val="00766511"/>
    <w:rsid w:val="00766799"/>
    <w:rsid w:val="00766A38"/>
    <w:rsid w:val="00767EAC"/>
    <w:rsid w:val="007706F4"/>
    <w:rsid w:val="00770B21"/>
    <w:rsid w:val="0077192B"/>
    <w:rsid w:val="00771B89"/>
    <w:rsid w:val="0077283E"/>
    <w:rsid w:val="007728DE"/>
    <w:rsid w:val="00772FCF"/>
    <w:rsid w:val="00773AAF"/>
    <w:rsid w:val="00773D3B"/>
    <w:rsid w:val="0077469D"/>
    <w:rsid w:val="00774982"/>
    <w:rsid w:val="00775438"/>
    <w:rsid w:val="00775585"/>
    <w:rsid w:val="00775B3C"/>
    <w:rsid w:val="007761C8"/>
    <w:rsid w:val="00776A5C"/>
    <w:rsid w:val="00777037"/>
    <w:rsid w:val="0077789F"/>
    <w:rsid w:val="00777F14"/>
    <w:rsid w:val="00780E7A"/>
    <w:rsid w:val="00780EC8"/>
    <w:rsid w:val="00781BF1"/>
    <w:rsid w:val="00781F4C"/>
    <w:rsid w:val="007820FA"/>
    <w:rsid w:val="00783A2F"/>
    <w:rsid w:val="00783CCB"/>
    <w:rsid w:val="00784551"/>
    <w:rsid w:val="00784D1D"/>
    <w:rsid w:val="00785406"/>
    <w:rsid w:val="0078555D"/>
    <w:rsid w:val="0078692B"/>
    <w:rsid w:val="0078756A"/>
    <w:rsid w:val="00787ECB"/>
    <w:rsid w:val="0079047B"/>
    <w:rsid w:val="00790837"/>
    <w:rsid w:val="007912EE"/>
    <w:rsid w:val="00793238"/>
    <w:rsid w:val="00793D62"/>
    <w:rsid w:val="00794686"/>
    <w:rsid w:val="00795440"/>
    <w:rsid w:val="00795523"/>
    <w:rsid w:val="00795FE6"/>
    <w:rsid w:val="0079683A"/>
    <w:rsid w:val="0079732E"/>
    <w:rsid w:val="007A3D49"/>
    <w:rsid w:val="007A3E9C"/>
    <w:rsid w:val="007A43C4"/>
    <w:rsid w:val="007A4665"/>
    <w:rsid w:val="007A4C46"/>
    <w:rsid w:val="007A523C"/>
    <w:rsid w:val="007A5FED"/>
    <w:rsid w:val="007A698D"/>
    <w:rsid w:val="007A6B8B"/>
    <w:rsid w:val="007A6FFB"/>
    <w:rsid w:val="007A7BCC"/>
    <w:rsid w:val="007B1C77"/>
    <w:rsid w:val="007B4082"/>
    <w:rsid w:val="007B4173"/>
    <w:rsid w:val="007B458E"/>
    <w:rsid w:val="007B482D"/>
    <w:rsid w:val="007B4DCA"/>
    <w:rsid w:val="007B5A8F"/>
    <w:rsid w:val="007B5FF8"/>
    <w:rsid w:val="007C08EC"/>
    <w:rsid w:val="007C0C59"/>
    <w:rsid w:val="007C205E"/>
    <w:rsid w:val="007C2BCB"/>
    <w:rsid w:val="007C3190"/>
    <w:rsid w:val="007C44B4"/>
    <w:rsid w:val="007C4EEA"/>
    <w:rsid w:val="007C5662"/>
    <w:rsid w:val="007C567D"/>
    <w:rsid w:val="007C6B92"/>
    <w:rsid w:val="007D1698"/>
    <w:rsid w:val="007D23DF"/>
    <w:rsid w:val="007D2665"/>
    <w:rsid w:val="007D26B2"/>
    <w:rsid w:val="007D32FE"/>
    <w:rsid w:val="007D380E"/>
    <w:rsid w:val="007D41E7"/>
    <w:rsid w:val="007D522D"/>
    <w:rsid w:val="007D5AFC"/>
    <w:rsid w:val="007E0DB7"/>
    <w:rsid w:val="007E0FE7"/>
    <w:rsid w:val="007E15BD"/>
    <w:rsid w:val="007E4EE3"/>
    <w:rsid w:val="007E5246"/>
    <w:rsid w:val="007E6650"/>
    <w:rsid w:val="007E6B0A"/>
    <w:rsid w:val="007E6D6E"/>
    <w:rsid w:val="007E7098"/>
    <w:rsid w:val="007E714F"/>
    <w:rsid w:val="007F0295"/>
    <w:rsid w:val="007F0356"/>
    <w:rsid w:val="007F0DB4"/>
    <w:rsid w:val="007F105E"/>
    <w:rsid w:val="007F10C1"/>
    <w:rsid w:val="007F1EBA"/>
    <w:rsid w:val="007F2167"/>
    <w:rsid w:val="007F3BA7"/>
    <w:rsid w:val="007F3C11"/>
    <w:rsid w:val="007F3E69"/>
    <w:rsid w:val="007F56FD"/>
    <w:rsid w:val="007F5703"/>
    <w:rsid w:val="007F605A"/>
    <w:rsid w:val="007F73C2"/>
    <w:rsid w:val="008027DB"/>
    <w:rsid w:val="008030EC"/>
    <w:rsid w:val="008048A7"/>
    <w:rsid w:val="00804EFC"/>
    <w:rsid w:val="00804FEF"/>
    <w:rsid w:val="008053DE"/>
    <w:rsid w:val="00805C6C"/>
    <w:rsid w:val="008070A1"/>
    <w:rsid w:val="00810438"/>
    <w:rsid w:val="00810CC5"/>
    <w:rsid w:val="00811D12"/>
    <w:rsid w:val="008120AC"/>
    <w:rsid w:val="00812117"/>
    <w:rsid w:val="0081217A"/>
    <w:rsid w:val="00812A04"/>
    <w:rsid w:val="00812A5C"/>
    <w:rsid w:val="00812AD8"/>
    <w:rsid w:val="00812C27"/>
    <w:rsid w:val="008142B3"/>
    <w:rsid w:val="0081450F"/>
    <w:rsid w:val="008148AE"/>
    <w:rsid w:val="008149C3"/>
    <w:rsid w:val="00815920"/>
    <w:rsid w:val="008161E2"/>
    <w:rsid w:val="00816984"/>
    <w:rsid w:val="00816A48"/>
    <w:rsid w:val="00816FD4"/>
    <w:rsid w:val="00820433"/>
    <w:rsid w:val="00820658"/>
    <w:rsid w:val="00820C71"/>
    <w:rsid w:val="00822C29"/>
    <w:rsid w:val="00823C3C"/>
    <w:rsid w:val="0082422F"/>
    <w:rsid w:val="00824576"/>
    <w:rsid w:val="00824D6C"/>
    <w:rsid w:val="008259BB"/>
    <w:rsid w:val="00825B30"/>
    <w:rsid w:val="00825E36"/>
    <w:rsid w:val="00826236"/>
    <w:rsid w:val="0082767B"/>
    <w:rsid w:val="00830025"/>
    <w:rsid w:val="008310E3"/>
    <w:rsid w:val="008327CF"/>
    <w:rsid w:val="00833561"/>
    <w:rsid w:val="008336AF"/>
    <w:rsid w:val="00833B3F"/>
    <w:rsid w:val="00833BE5"/>
    <w:rsid w:val="008368BD"/>
    <w:rsid w:val="00840188"/>
    <w:rsid w:val="00840E5A"/>
    <w:rsid w:val="00842AE9"/>
    <w:rsid w:val="00844C2D"/>
    <w:rsid w:val="00845006"/>
    <w:rsid w:val="00845E80"/>
    <w:rsid w:val="00846561"/>
    <w:rsid w:val="0084711E"/>
    <w:rsid w:val="00847718"/>
    <w:rsid w:val="008516D6"/>
    <w:rsid w:val="0085185C"/>
    <w:rsid w:val="0085228D"/>
    <w:rsid w:val="00853779"/>
    <w:rsid w:val="00853B79"/>
    <w:rsid w:val="00853E47"/>
    <w:rsid w:val="0085484A"/>
    <w:rsid w:val="00857D3E"/>
    <w:rsid w:val="0086113E"/>
    <w:rsid w:val="00861992"/>
    <w:rsid w:val="00861FB6"/>
    <w:rsid w:val="00862B40"/>
    <w:rsid w:val="00863DE4"/>
    <w:rsid w:val="00864F24"/>
    <w:rsid w:val="00865392"/>
    <w:rsid w:val="00865E1E"/>
    <w:rsid w:val="00866CFF"/>
    <w:rsid w:val="00870131"/>
    <w:rsid w:val="008709EF"/>
    <w:rsid w:val="008726FE"/>
    <w:rsid w:val="00872C2B"/>
    <w:rsid w:val="00873B2C"/>
    <w:rsid w:val="008742AB"/>
    <w:rsid w:val="0087511B"/>
    <w:rsid w:val="0087742A"/>
    <w:rsid w:val="00877E58"/>
    <w:rsid w:val="00882922"/>
    <w:rsid w:val="00883200"/>
    <w:rsid w:val="00884059"/>
    <w:rsid w:val="00884239"/>
    <w:rsid w:val="00884E1F"/>
    <w:rsid w:val="00886F60"/>
    <w:rsid w:val="00886F95"/>
    <w:rsid w:val="008878D2"/>
    <w:rsid w:val="008902C1"/>
    <w:rsid w:val="00890BDD"/>
    <w:rsid w:val="00891398"/>
    <w:rsid w:val="00891E9B"/>
    <w:rsid w:val="00893FF2"/>
    <w:rsid w:val="0089441C"/>
    <w:rsid w:val="00894DD8"/>
    <w:rsid w:val="00894FA0"/>
    <w:rsid w:val="00895206"/>
    <w:rsid w:val="00895572"/>
    <w:rsid w:val="008968D5"/>
    <w:rsid w:val="00896DBF"/>
    <w:rsid w:val="008A0685"/>
    <w:rsid w:val="008A2B2C"/>
    <w:rsid w:val="008A30A1"/>
    <w:rsid w:val="008A361B"/>
    <w:rsid w:val="008A3B2F"/>
    <w:rsid w:val="008A50DD"/>
    <w:rsid w:val="008A529B"/>
    <w:rsid w:val="008A5DAE"/>
    <w:rsid w:val="008A664F"/>
    <w:rsid w:val="008A695B"/>
    <w:rsid w:val="008B11EE"/>
    <w:rsid w:val="008B1CBA"/>
    <w:rsid w:val="008B2D2F"/>
    <w:rsid w:val="008B3760"/>
    <w:rsid w:val="008B3B2B"/>
    <w:rsid w:val="008B3C65"/>
    <w:rsid w:val="008B46D8"/>
    <w:rsid w:val="008B4D0D"/>
    <w:rsid w:val="008B4E22"/>
    <w:rsid w:val="008B5054"/>
    <w:rsid w:val="008B56F0"/>
    <w:rsid w:val="008B698F"/>
    <w:rsid w:val="008B6C3D"/>
    <w:rsid w:val="008C358E"/>
    <w:rsid w:val="008C4C75"/>
    <w:rsid w:val="008C5108"/>
    <w:rsid w:val="008C748A"/>
    <w:rsid w:val="008D00C4"/>
    <w:rsid w:val="008D1D9D"/>
    <w:rsid w:val="008D421D"/>
    <w:rsid w:val="008D4307"/>
    <w:rsid w:val="008D5534"/>
    <w:rsid w:val="008D6EED"/>
    <w:rsid w:val="008D6FFB"/>
    <w:rsid w:val="008E0606"/>
    <w:rsid w:val="008E0685"/>
    <w:rsid w:val="008E0CA3"/>
    <w:rsid w:val="008E0D8F"/>
    <w:rsid w:val="008E1D25"/>
    <w:rsid w:val="008E3795"/>
    <w:rsid w:val="008E4479"/>
    <w:rsid w:val="008E48ED"/>
    <w:rsid w:val="008E4D84"/>
    <w:rsid w:val="008E4F11"/>
    <w:rsid w:val="008E4F90"/>
    <w:rsid w:val="008E5C4B"/>
    <w:rsid w:val="008E5F4F"/>
    <w:rsid w:val="008E71E3"/>
    <w:rsid w:val="008E7300"/>
    <w:rsid w:val="008E7D42"/>
    <w:rsid w:val="008F2563"/>
    <w:rsid w:val="008F264E"/>
    <w:rsid w:val="008F30F5"/>
    <w:rsid w:val="008F4A94"/>
    <w:rsid w:val="008F4F0A"/>
    <w:rsid w:val="008F4F72"/>
    <w:rsid w:val="008F658F"/>
    <w:rsid w:val="008F65FA"/>
    <w:rsid w:val="008F71A8"/>
    <w:rsid w:val="008F7F3E"/>
    <w:rsid w:val="00900396"/>
    <w:rsid w:val="009007F2"/>
    <w:rsid w:val="009013C1"/>
    <w:rsid w:val="009014A3"/>
    <w:rsid w:val="00901DF3"/>
    <w:rsid w:val="009023A3"/>
    <w:rsid w:val="00903769"/>
    <w:rsid w:val="00907834"/>
    <w:rsid w:val="00907D8D"/>
    <w:rsid w:val="00910BA6"/>
    <w:rsid w:val="00911152"/>
    <w:rsid w:val="00912420"/>
    <w:rsid w:val="00913A68"/>
    <w:rsid w:val="00915CC0"/>
    <w:rsid w:val="0091600D"/>
    <w:rsid w:val="00916C6E"/>
    <w:rsid w:val="00916CF2"/>
    <w:rsid w:val="00917833"/>
    <w:rsid w:val="00917A72"/>
    <w:rsid w:val="009205F0"/>
    <w:rsid w:val="009208B5"/>
    <w:rsid w:val="00921280"/>
    <w:rsid w:val="00921E28"/>
    <w:rsid w:val="00922E03"/>
    <w:rsid w:val="00923D03"/>
    <w:rsid w:val="0092414C"/>
    <w:rsid w:val="009270A7"/>
    <w:rsid w:val="009304D8"/>
    <w:rsid w:val="00930E1E"/>
    <w:rsid w:val="0093150B"/>
    <w:rsid w:val="00931913"/>
    <w:rsid w:val="00933E94"/>
    <w:rsid w:val="009341CC"/>
    <w:rsid w:val="00934F9C"/>
    <w:rsid w:val="009354BE"/>
    <w:rsid w:val="00935F57"/>
    <w:rsid w:val="00936224"/>
    <w:rsid w:val="00942FA8"/>
    <w:rsid w:val="009433DF"/>
    <w:rsid w:val="0094497A"/>
    <w:rsid w:val="0094711B"/>
    <w:rsid w:val="00947412"/>
    <w:rsid w:val="00947F90"/>
    <w:rsid w:val="009501A5"/>
    <w:rsid w:val="009507AB"/>
    <w:rsid w:val="00950BAD"/>
    <w:rsid w:val="009518AC"/>
    <w:rsid w:val="0095190A"/>
    <w:rsid w:val="00951A51"/>
    <w:rsid w:val="00951B96"/>
    <w:rsid w:val="009526EE"/>
    <w:rsid w:val="0095376D"/>
    <w:rsid w:val="00953C4E"/>
    <w:rsid w:val="0095418A"/>
    <w:rsid w:val="00955504"/>
    <w:rsid w:val="00955747"/>
    <w:rsid w:val="00957051"/>
    <w:rsid w:val="009570E3"/>
    <w:rsid w:val="009611C4"/>
    <w:rsid w:val="00963210"/>
    <w:rsid w:val="009642B0"/>
    <w:rsid w:val="00964C61"/>
    <w:rsid w:val="009655FB"/>
    <w:rsid w:val="00965AED"/>
    <w:rsid w:val="00966C33"/>
    <w:rsid w:val="0096742E"/>
    <w:rsid w:val="00971287"/>
    <w:rsid w:val="0097312C"/>
    <w:rsid w:val="00976927"/>
    <w:rsid w:val="009778AF"/>
    <w:rsid w:val="00980038"/>
    <w:rsid w:val="0098024D"/>
    <w:rsid w:val="00981F8E"/>
    <w:rsid w:val="00982103"/>
    <w:rsid w:val="0098220F"/>
    <w:rsid w:val="00982456"/>
    <w:rsid w:val="00983E8F"/>
    <w:rsid w:val="00986111"/>
    <w:rsid w:val="009866B0"/>
    <w:rsid w:val="00986AF7"/>
    <w:rsid w:val="00986B82"/>
    <w:rsid w:val="00986FBF"/>
    <w:rsid w:val="00987A7D"/>
    <w:rsid w:val="0099035B"/>
    <w:rsid w:val="00990802"/>
    <w:rsid w:val="00992C11"/>
    <w:rsid w:val="00992DAE"/>
    <w:rsid w:val="009934AD"/>
    <w:rsid w:val="009947EF"/>
    <w:rsid w:val="00994856"/>
    <w:rsid w:val="009952A2"/>
    <w:rsid w:val="009952AD"/>
    <w:rsid w:val="009953BB"/>
    <w:rsid w:val="00995B09"/>
    <w:rsid w:val="00997DF0"/>
    <w:rsid w:val="00997F84"/>
    <w:rsid w:val="009A16D0"/>
    <w:rsid w:val="009A1847"/>
    <w:rsid w:val="009A1E9F"/>
    <w:rsid w:val="009A2976"/>
    <w:rsid w:val="009A2F96"/>
    <w:rsid w:val="009A3103"/>
    <w:rsid w:val="009A44B7"/>
    <w:rsid w:val="009A4664"/>
    <w:rsid w:val="009A6CA6"/>
    <w:rsid w:val="009B030C"/>
    <w:rsid w:val="009B0FD5"/>
    <w:rsid w:val="009B1073"/>
    <w:rsid w:val="009B2224"/>
    <w:rsid w:val="009B2CC8"/>
    <w:rsid w:val="009B3A99"/>
    <w:rsid w:val="009B4922"/>
    <w:rsid w:val="009B57D1"/>
    <w:rsid w:val="009B5E73"/>
    <w:rsid w:val="009B6786"/>
    <w:rsid w:val="009B67E3"/>
    <w:rsid w:val="009B7A3E"/>
    <w:rsid w:val="009C045A"/>
    <w:rsid w:val="009C13E7"/>
    <w:rsid w:val="009C2810"/>
    <w:rsid w:val="009C30BA"/>
    <w:rsid w:val="009C384D"/>
    <w:rsid w:val="009C39BF"/>
    <w:rsid w:val="009C425B"/>
    <w:rsid w:val="009C44B7"/>
    <w:rsid w:val="009C4DCE"/>
    <w:rsid w:val="009C4F24"/>
    <w:rsid w:val="009C5307"/>
    <w:rsid w:val="009C580E"/>
    <w:rsid w:val="009C5A1C"/>
    <w:rsid w:val="009C6FF5"/>
    <w:rsid w:val="009C7D47"/>
    <w:rsid w:val="009D05D6"/>
    <w:rsid w:val="009D0C80"/>
    <w:rsid w:val="009D304D"/>
    <w:rsid w:val="009D4D57"/>
    <w:rsid w:val="009D5AEF"/>
    <w:rsid w:val="009D65B7"/>
    <w:rsid w:val="009D751B"/>
    <w:rsid w:val="009D7F44"/>
    <w:rsid w:val="009E0A32"/>
    <w:rsid w:val="009E0E74"/>
    <w:rsid w:val="009E169C"/>
    <w:rsid w:val="009E1EE3"/>
    <w:rsid w:val="009E2656"/>
    <w:rsid w:val="009E2E41"/>
    <w:rsid w:val="009E33E9"/>
    <w:rsid w:val="009E7C7C"/>
    <w:rsid w:val="009F1298"/>
    <w:rsid w:val="009F39CA"/>
    <w:rsid w:val="009F3DD1"/>
    <w:rsid w:val="009F4765"/>
    <w:rsid w:val="009F62FB"/>
    <w:rsid w:val="009F6ECC"/>
    <w:rsid w:val="00A00AD9"/>
    <w:rsid w:val="00A00B54"/>
    <w:rsid w:val="00A01882"/>
    <w:rsid w:val="00A033D4"/>
    <w:rsid w:val="00A03BF5"/>
    <w:rsid w:val="00A05F4B"/>
    <w:rsid w:val="00A07744"/>
    <w:rsid w:val="00A11D75"/>
    <w:rsid w:val="00A11EDC"/>
    <w:rsid w:val="00A11F54"/>
    <w:rsid w:val="00A11FDB"/>
    <w:rsid w:val="00A12285"/>
    <w:rsid w:val="00A13C9B"/>
    <w:rsid w:val="00A14062"/>
    <w:rsid w:val="00A143F4"/>
    <w:rsid w:val="00A15E98"/>
    <w:rsid w:val="00A1666B"/>
    <w:rsid w:val="00A16D9F"/>
    <w:rsid w:val="00A16FA5"/>
    <w:rsid w:val="00A172F1"/>
    <w:rsid w:val="00A174CB"/>
    <w:rsid w:val="00A177BB"/>
    <w:rsid w:val="00A206C2"/>
    <w:rsid w:val="00A20D1A"/>
    <w:rsid w:val="00A20DDF"/>
    <w:rsid w:val="00A21669"/>
    <w:rsid w:val="00A23AF8"/>
    <w:rsid w:val="00A24752"/>
    <w:rsid w:val="00A247BC"/>
    <w:rsid w:val="00A2582A"/>
    <w:rsid w:val="00A26039"/>
    <w:rsid w:val="00A272E1"/>
    <w:rsid w:val="00A278B2"/>
    <w:rsid w:val="00A31D67"/>
    <w:rsid w:val="00A32396"/>
    <w:rsid w:val="00A33987"/>
    <w:rsid w:val="00A33F5A"/>
    <w:rsid w:val="00A36E0F"/>
    <w:rsid w:val="00A405C8"/>
    <w:rsid w:val="00A43586"/>
    <w:rsid w:val="00A45B40"/>
    <w:rsid w:val="00A46BF8"/>
    <w:rsid w:val="00A471B1"/>
    <w:rsid w:val="00A47377"/>
    <w:rsid w:val="00A501C0"/>
    <w:rsid w:val="00A50EF1"/>
    <w:rsid w:val="00A51202"/>
    <w:rsid w:val="00A51881"/>
    <w:rsid w:val="00A52A16"/>
    <w:rsid w:val="00A52F54"/>
    <w:rsid w:val="00A53415"/>
    <w:rsid w:val="00A535EF"/>
    <w:rsid w:val="00A53B9F"/>
    <w:rsid w:val="00A5545E"/>
    <w:rsid w:val="00A556D1"/>
    <w:rsid w:val="00A608D6"/>
    <w:rsid w:val="00A60DF3"/>
    <w:rsid w:val="00A63D5E"/>
    <w:rsid w:val="00A640E2"/>
    <w:rsid w:val="00A65A30"/>
    <w:rsid w:val="00A701B4"/>
    <w:rsid w:val="00A707C9"/>
    <w:rsid w:val="00A71AFE"/>
    <w:rsid w:val="00A71BA4"/>
    <w:rsid w:val="00A7219C"/>
    <w:rsid w:val="00A74262"/>
    <w:rsid w:val="00A75BC5"/>
    <w:rsid w:val="00A7660B"/>
    <w:rsid w:val="00A77167"/>
    <w:rsid w:val="00A772C7"/>
    <w:rsid w:val="00A7762F"/>
    <w:rsid w:val="00A81F94"/>
    <w:rsid w:val="00A82788"/>
    <w:rsid w:val="00A82A4C"/>
    <w:rsid w:val="00A835CF"/>
    <w:rsid w:val="00A8408A"/>
    <w:rsid w:val="00A84794"/>
    <w:rsid w:val="00A84F4C"/>
    <w:rsid w:val="00A854A0"/>
    <w:rsid w:val="00A863CD"/>
    <w:rsid w:val="00A8651D"/>
    <w:rsid w:val="00A902C1"/>
    <w:rsid w:val="00A9113E"/>
    <w:rsid w:val="00A91CDE"/>
    <w:rsid w:val="00A91EA4"/>
    <w:rsid w:val="00A94FB4"/>
    <w:rsid w:val="00A9522B"/>
    <w:rsid w:val="00AA05B9"/>
    <w:rsid w:val="00AA078D"/>
    <w:rsid w:val="00AA0D40"/>
    <w:rsid w:val="00AA1421"/>
    <w:rsid w:val="00AA1678"/>
    <w:rsid w:val="00AA247E"/>
    <w:rsid w:val="00AA24CA"/>
    <w:rsid w:val="00AA2BDB"/>
    <w:rsid w:val="00AA3F0F"/>
    <w:rsid w:val="00AA6540"/>
    <w:rsid w:val="00AB0A03"/>
    <w:rsid w:val="00AB155B"/>
    <w:rsid w:val="00AB185B"/>
    <w:rsid w:val="00AB25E3"/>
    <w:rsid w:val="00AB3DF1"/>
    <w:rsid w:val="00AB5045"/>
    <w:rsid w:val="00AB6717"/>
    <w:rsid w:val="00AB7507"/>
    <w:rsid w:val="00AC09E7"/>
    <w:rsid w:val="00AC11E2"/>
    <w:rsid w:val="00AC11E4"/>
    <w:rsid w:val="00AC1964"/>
    <w:rsid w:val="00AC2A79"/>
    <w:rsid w:val="00AC364D"/>
    <w:rsid w:val="00AC36C6"/>
    <w:rsid w:val="00AC54DC"/>
    <w:rsid w:val="00AC6EAC"/>
    <w:rsid w:val="00AD01C4"/>
    <w:rsid w:val="00AD05FE"/>
    <w:rsid w:val="00AD105C"/>
    <w:rsid w:val="00AD1348"/>
    <w:rsid w:val="00AD218B"/>
    <w:rsid w:val="00AD25E9"/>
    <w:rsid w:val="00AD2B62"/>
    <w:rsid w:val="00AD3595"/>
    <w:rsid w:val="00AD36D7"/>
    <w:rsid w:val="00AD3799"/>
    <w:rsid w:val="00AD48AA"/>
    <w:rsid w:val="00AD5559"/>
    <w:rsid w:val="00AD5969"/>
    <w:rsid w:val="00AD5E0D"/>
    <w:rsid w:val="00AD697B"/>
    <w:rsid w:val="00AD76E4"/>
    <w:rsid w:val="00AE0B15"/>
    <w:rsid w:val="00AE0B51"/>
    <w:rsid w:val="00AE1788"/>
    <w:rsid w:val="00AE1E26"/>
    <w:rsid w:val="00AE215E"/>
    <w:rsid w:val="00AE2C7F"/>
    <w:rsid w:val="00AE4998"/>
    <w:rsid w:val="00AE57AD"/>
    <w:rsid w:val="00AE6F8B"/>
    <w:rsid w:val="00AE71EF"/>
    <w:rsid w:val="00AF0390"/>
    <w:rsid w:val="00AF1444"/>
    <w:rsid w:val="00AF2973"/>
    <w:rsid w:val="00AF3F71"/>
    <w:rsid w:val="00AF4A83"/>
    <w:rsid w:val="00AF4F63"/>
    <w:rsid w:val="00AF513B"/>
    <w:rsid w:val="00AF5A54"/>
    <w:rsid w:val="00AF5A91"/>
    <w:rsid w:val="00AF5D1D"/>
    <w:rsid w:val="00AF6504"/>
    <w:rsid w:val="00AF65F0"/>
    <w:rsid w:val="00AF6641"/>
    <w:rsid w:val="00AF7A68"/>
    <w:rsid w:val="00B01E5C"/>
    <w:rsid w:val="00B0218D"/>
    <w:rsid w:val="00B02628"/>
    <w:rsid w:val="00B02766"/>
    <w:rsid w:val="00B02D28"/>
    <w:rsid w:val="00B03E9F"/>
    <w:rsid w:val="00B042EA"/>
    <w:rsid w:val="00B04E21"/>
    <w:rsid w:val="00B05113"/>
    <w:rsid w:val="00B05541"/>
    <w:rsid w:val="00B062EC"/>
    <w:rsid w:val="00B10FC3"/>
    <w:rsid w:val="00B1160C"/>
    <w:rsid w:val="00B1189A"/>
    <w:rsid w:val="00B11BB6"/>
    <w:rsid w:val="00B11D56"/>
    <w:rsid w:val="00B11E9C"/>
    <w:rsid w:val="00B1247F"/>
    <w:rsid w:val="00B136DE"/>
    <w:rsid w:val="00B13884"/>
    <w:rsid w:val="00B13953"/>
    <w:rsid w:val="00B13B88"/>
    <w:rsid w:val="00B15858"/>
    <w:rsid w:val="00B15AA8"/>
    <w:rsid w:val="00B16AA5"/>
    <w:rsid w:val="00B175C1"/>
    <w:rsid w:val="00B17872"/>
    <w:rsid w:val="00B20417"/>
    <w:rsid w:val="00B23082"/>
    <w:rsid w:val="00B25388"/>
    <w:rsid w:val="00B25840"/>
    <w:rsid w:val="00B269F4"/>
    <w:rsid w:val="00B27384"/>
    <w:rsid w:val="00B27F9B"/>
    <w:rsid w:val="00B31069"/>
    <w:rsid w:val="00B31FAB"/>
    <w:rsid w:val="00B3286B"/>
    <w:rsid w:val="00B333E0"/>
    <w:rsid w:val="00B334AA"/>
    <w:rsid w:val="00B33E42"/>
    <w:rsid w:val="00B36262"/>
    <w:rsid w:val="00B4000B"/>
    <w:rsid w:val="00B4023A"/>
    <w:rsid w:val="00B4066D"/>
    <w:rsid w:val="00B410B9"/>
    <w:rsid w:val="00B41507"/>
    <w:rsid w:val="00B41CC3"/>
    <w:rsid w:val="00B42238"/>
    <w:rsid w:val="00B427A9"/>
    <w:rsid w:val="00B42ADF"/>
    <w:rsid w:val="00B42BDA"/>
    <w:rsid w:val="00B435BC"/>
    <w:rsid w:val="00B472DB"/>
    <w:rsid w:val="00B503C8"/>
    <w:rsid w:val="00B51DDC"/>
    <w:rsid w:val="00B531BE"/>
    <w:rsid w:val="00B532AF"/>
    <w:rsid w:val="00B532C9"/>
    <w:rsid w:val="00B54046"/>
    <w:rsid w:val="00B55D57"/>
    <w:rsid w:val="00B619ED"/>
    <w:rsid w:val="00B62277"/>
    <w:rsid w:val="00B636BC"/>
    <w:rsid w:val="00B63A67"/>
    <w:rsid w:val="00B63F86"/>
    <w:rsid w:val="00B64358"/>
    <w:rsid w:val="00B646FB"/>
    <w:rsid w:val="00B6498E"/>
    <w:rsid w:val="00B65DC4"/>
    <w:rsid w:val="00B6630C"/>
    <w:rsid w:val="00B71782"/>
    <w:rsid w:val="00B7261B"/>
    <w:rsid w:val="00B72B5D"/>
    <w:rsid w:val="00B72E90"/>
    <w:rsid w:val="00B73B04"/>
    <w:rsid w:val="00B73D7B"/>
    <w:rsid w:val="00B745D9"/>
    <w:rsid w:val="00B74AE5"/>
    <w:rsid w:val="00B74D43"/>
    <w:rsid w:val="00B75062"/>
    <w:rsid w:val="00B75E3E"/>
    <w:rsid w:val="00B75FA3"/>
    <w:rsid w:val="00B765A4"/>
    <w:rsid w:val="00B84829"/>
    <w:rsid w:val="00B8497D"/>
    <w:rsid w:val="00B8587B"/>
    <w:rsid w:val="00B90601"/>
    <w:rsid w:val="00B908E3"/>
    <w:rsid w:val="00B915D7"/>
    <w:rsid w:val="00B92487"/>
    <w:rsid w:val="00B92996"/>
    <w:rsid w:val="00B93065"/>
    <w:rsid w:val="00B93754"/>
    <w:rsid w:val="00B94FBD"/>
    <w:rsid w:val="00B95441"/>
    <w:rsid w:val="00B96FF9"/>
    <w:rsid w:val="00BA0551"/>
    <w:rsid w:val="00BA164A"/>
    <w:rsid w:val="00BA178C"/>
    <w:rsid w:val="00BA2E77"/>
    <w:rsid w:val="00BA32FB"/>
    <w:rsid w:val="00BA48FF"/>
    <w:rsid w:val="00BA56A4"/>
    <w:rsid w:val="00BA5AA0"/>
    <w:rsid w:val="00BA7338"/>
    <w:rsid w:val="00BA739C"/>
    <w:rsid w:val="00BB21F3"/>
    <w:rsid w:val="00BB2353"/>
    <w:rsid w:val="00BB3407"/>
    <w:rsid w:val="00BB60FD"/>
    <w:rsid w:val="00BB69BA"/>
    <w:rsid w:val="00BB755D"/>
    <w:rsid w:val="00BB78C9"/>
    <w:rsid w:val="00BB78E8"/>
    <w:rsid w:val="00BB7D62"/>
    <w:rsid w:val="00BC0D31"/>
    <w:rsid w:val="00BC1D95"/>
    <w:rsid w:val="00BC3AD8"/>
    <w:rsid w:val="00BC4B59"/>
    <w:rsid w:val="00BC4DF0"/>
    <w:rsid w:val="00BC5355"/>
    <w:rsid w:val="00BC56DC"/>
    <w:rsid w:val="00BC5B50"/>
    <w:rsid w:val="00BC606B"/>
    <w:rsid w:val="00BD1921"/>
    <w:rsid w:val="00BD2306"/>
    <w:rsid w:val="00BD2C7C"/>
    <w:rsid w:val="00BD46EE"/>
    <w:rsid w:val="00BD6807"/>
    <w:rsid w:val="00BE06E6"/>
    <w:rsid w:val="00BE2788"/>
    <w:rsid w:val="00BE5247"/>
    <w:rsid w:val="00BE5D91"/>
    <w:rsid w:val="00BE652C"/>
    <w:rsid w:val="00BE65C1"/>
    <w:rsid w:val="00BE65C3"/>
    <w:rsid w:val="00BE7E06"/>
    <w:rsid w:val="00BE7E78"/>
    <w:rsid w:val="00BE7F73"/>
    <w:rsid w:val="00BF02BD"/>
    <w:rsid w:val="00BF0C78"/>
    <w:rsid w:val="00BF1960"/>
    <w:rsid w:val="00BF2005"/>
    <w:rsid w:val="00BF28FF"/>
    <w:rsid w:val="00BF3067"/>
    <w:rsid w:val="00BF34D4"/>
    <w:rsid w:val="00BF3B58"/>
    <w:rsid w:val="00BF40CA"/>
    <w:rsid w:val="00BF566C"/>
    <w:rsid w:val="00BF6250"/>
    <w:rsid w:val="00BF632B"/>
    <w:rsid w:val="00C00637"/>
    <w:rsid w:val="00C0069F"/>
    <w:rsid w:val="00C01153"/>
    <w:rsid w:val="00C01372"/>
    <w:rsid w:val="00C02B5A"/>
    <w:rsid w:val="00C0387A"/>
    <w:rsid w:val="00C0569F"/>
    <w:rsid w:val="00C05CBB"/>
    <w:rsid w:val="00C062F8"/>
    <w:rsid w:val="00C0719B"/>
    <w:rsid w:val="00C100BC"/>
    <w:rsid w:val="00C11244"/>
    <w:rsid w:val="00C11353"/>
    <w:rsid w:val="00C14203"/>
    <w:rsid w:val="00C145F2"/>
    <w:rsid w:val="00C14717"/>
    <w:rsid w:val="00C172D3"/>
    <w:rsid w:val="00C174BD"/>
    <w:rsid w:val="00C17755"/>
    <w:rsid w:val="00C228F6"/>
    <w:rsid w:val="00C238B0"/>
    <w:rsid w:val="00C25E59"/>
    <w:rsid w:val="00C300E3"/>
    <w:rsid w:val="00C3060E"/>
    <w:rsid w:val="00C32B89"/>
    <w:rsid w:val="00C32E51"/>
    <w:rsid w:val="00C33CD2"/>
    <w:rsid w:val="00C33D4C"/>
    <w:rsid w:val="00C33FA2"/>
    <w:rsid w:val="00C345DD"/>
    <w:rsid w:val="00C366E0"/>
    <w:rsid w:val="00C377B8"/>
    <w:rsid w:val="00C37985"/>
    <w:rsid w:val="00C403BC"/>
    <w:rsid w:val="00C403CF"/>
    <w:rsid w:val="00C4114F"/>
    <w:rsid w:val="00C421E1"/>
    <w:rsid w:val="00C429D4"/>
    <w:rsid w:val="00C4417E"/>
    <w:rsid w:val="00C444EF"/>
    <w:rsid w:val="00C44C31"/>
    <w:rsid w:val="00C44C35"/>
    <w:rsid w:val="00C46451"/>
    <w:rsid w:val="00C51193"/>
    <w:rsid w:val="00C51A27"/>
    <w:rsid w:val="00C52E1C"/>
    <w:rsid w:val="00C53829"/>
    <w:rsid w:val="00C53CAF"/>
    <w:rsid w:val="00C53E29"/>
    <w:rsid w:val="00C5545D"/>
    <w:rsid w:val="00C558AB"/>
    <w:rsid w:val="00C55DAF"/>
    <w:rsid w:val="00C56447"/>
    <w:rsid w:val="00C565A1"/>
    <w:rsid w:val="00C56B31"/>
    <w:rsid w:val="00C6076B"/>
    <w:rsid w:val="00C626E5"/>
    <w:rsid w:val="00C62717"/>
    <w:rsid w:val="00C62F6A"/>
    <w:rsid w:val="00C63B6C"/>
    <w:rsid w:val="00C640D8"/>
    <w:rsid w:val="00C64239"/>
    <w:rsid w:val="00C65058"/>
    <w:rsid w:val="00C66BC1"/>
    <w:rsid w:val="00C676C2"/>
    <w:rsid w:val="00C67D0A"/>
    <w:rsid w:val="00C7090E"/>
    <w:rsid w:val="00C712BF"/>
    <w:rsid w:val="00C717CB"/>
    <w:rsid w:val="00C73111"/>
    <w:rsid w:val="00C75B10"/>
    <w:rsid w:val="00C763F3"/>
    <w:rsid w:val="00C77AC2"/>
    <w:rsid w:val="00C77AD3"/>
    <w:rsid w:val="00C8023E"/>
    <w:rsid w:val="00C809B6"/>
    <w:rsid w:val="00C81160"/>
    <w:rsid w:val="00C8136B"/>
    <w:rsid w:val="00C8183B"/>
    <w:rsid w:val="00C81EA1"/>
    <w:rsid w:val="00C827C7"/>
    <w:rsid w:val="00C8457A"/>
    <w:rsid w:val="00C8459D"/>
    <w:rsid w:val="00C849A8"/>
    <w:rsid w:val="00C85F15"/>
    <w:rsid w:val="00C86D6A"/>
    <w:rsid w:val="00C87934"/>
    <w:rsid w:val="00C87BFD"/>
    <w:rsid w:val="00C9043B"/>
    <w:rsid w:val="00C908D0"/>
    <w:rsid w:val="00C92220"/>
    <w:rsid w:val="00C9247A"/>
    <w:rsid w:val="00C9280E"/>
    <w:rsid w:val="00C92817"/>
    <w:rsid w:val="00C92933"/>
    <w:rsid w:val="00C92B60"/>
    <w:rsid w:val="00C93FD4"/>
    <w:rsid w:val="00C94695"/>
    <w:rsid w:val="00C952D1"/>
    <w:rsid w:val="00C95BA2"/>
    <w:rsid w:val="00C96B40"/>
    <w:rsid w:val="00C971E1"/>
    <w:rsid w:val="00CA1B03"/>
    <w:rsid w:val="00CA1BBC"/>
    <w:rsid w:val="00CA2CE6"/>
    <w:rsid w:val="00CA515C"/>
    <w:rsid w:val="00CA59FC"/>
    <w:rsid w:val="00CA5AFD"/>
    <w:rsid w:val="00CA6962"/>
    <w:rsid w:val="00CA7776"/>
    <w:rsid w:val="00CA7AEA"/>
    <w:rsid w:val="00CA7E25"/>
    <w:rsid w:val="00CB0A05"/>
    <w:rsid w:val="00CB0C0B"/>
    <w:rsid w:val="00CB0E0C"/>
    <w:rsid w:val="00CB161C"/>
    <w:rsid w:val="00CB1BEF"/>
    <w:rsid w:val="00CB21B1"/>
    <w:rsid w:val="00CB2CA4"/>
    <w:rsid w:val="00CB5129"/>
    <w:rsid w:val="00CC0048"/>
    <w:rsid w:val="00CC01E5"/>
    <w:rsid w:val="00CC1AD6"/>
    <w:rsid w:val="00CC218A"/>
    <w:rsid w:val="00CC3F46"/>
    <w:rsid w:val="00CC511F"/>
    <w:rsid w:val="00CC75FD"/>
    <w:rsid w:val="00CD016D"/>
    <w:rsid w:val="00CD095D"/>
    <w:rsid w:val="00CD0A5F"/>
    <w:rsid w:val="00CD112E"/>
    <w:rsid w:val="00CD1DC1"/>
    <w:rsid w:val="00CD472E"/>
    <w:rsid w:val="00CD7C95"/>
    <w:rsid w:val="00CE07E4"/>
    <w:rsid w:val="00CE0A9F"/>
    <w:rsid w:val="00CE0AFC"/>
    <w:rsid w:val="00CE120F"/>
    <w:rsid w:val="00CE2A2E"/>
    <w:rsid w:val="00CE3C06"/>
    <w:rsid w:val="00CE3EA7"/>
    <w:rsid w:val="00CE52E8"/>
    <w:rsid w:val="00CE615A"/>
    <w:rsid w:val="00CE7383"/>
    <w:rsid w:val="00CF0AE0"/>
    <w:rsid w:val="00CF12C1"/>
    <w:rsid w:val="00CF185F"/>
    <w:rsid w:val="00CF324C"/>
    <w:rsid w:val="00CF34DA"/>
    <w:rsid w:val="00CF386C"/>
    <w:rsid w:val="00CF3CA2"/>
    <w:rsid w:val="00CF41D1"/>
    <w:rsid w:val="00CF452F"/>
    <w:rsid w:val="00CF492A"/>
    <w:rsid w:val="00CF5AE2"/>
    <w:rsid w:val="00CF5EB3"/>
    <w:rsid w:val="00CF630F"/>
    <w:rsid w:val="00CF6625"/>
    <w:rsid w:val="00CF6864"/>
    <w:rsid w:val="00CF768C"/>
    <w:rsid w:val="00CF79D5"/>
    <w:rsid w:val="00D017F4"/>
    <w:rsid w:val="00D02A40"/>
    <w:rsid w:val="00D02D5B"/>
    <w:rsid w:val="00D03C6B"/>
    <w:rsid w:val="00D044A2"/>
    <w:rsid w:val="00D04F38"/>
    <w:rsid w:val="00D0756D"/>
    <w:rsid w:val="00D1022F"/>
    <w:rsid w:val="00D11922"/>
    <w:rsid w:val="00D1195D"/>
    <w:rsid w:val="00D11B2B"/>
    <w:rsid w:val="00D11E16"/>
    <w:rsid w:val="00D1358B"/>
    <w:rsid w:val="00D13F34"/>
    <w:rsid w:val="00D20BA0"/>
    <w:rsid w:val="00D22A91"/>
    <w:rsid w:val="00D2301A"/>
    <w:rsid w:val="00D24A3A"/>
    <w:rsid w:val="00D24BF0"/>
    <w:rsid w:val="00D250B9"/>
    <w:rsid w:val="00D30C28"/>
    <w:rsid w:val="00D321C2"/>
    <w:rsid w:val="00D33762"/>
    <w:rsid w:val="00D33784"/>
    <w:rsid w:val="00D35A6F"/>
    <w:rsid w:val="00D3645E"/>
    <w:rsid w:val="00D4081A"/>
    <w:rsid w:val="00D40D35"/>
    <w:rsid w:val="00D40F0B"/>
    <w:rsid w:val="00D41311"/>
    <w:rsid w:val="00D413DB"/>
    <w:rsid w:val="00D41A19"/>
    <w:rsid w:val="00D437AA"/>
    <w:rsid w:val="00D43C8B"/>
    <w:rsid w:val="00D44313"/>
    <w:rsid w:val="00D4664D"/>
    <w:rsid w:val="00D47868"/>
    <w:rsid w:val="00D47A5E"/>
    <w:rsid w:val="00D47C33"/>
    <w:rsid w:val="00D50337"/>
    <w:rsid w:val="00D50A9A"/>
    <w:rsid w:val="00D50B2C"/>
    <w:rsid w:val="00D51174"/>
    <w:rsid w:val="00D51DCC"/>
    <w:rsid w:val="00D52C9A"/>
    <w:rsid w:val="00D52FF4"/>
    <w:rsid w:val="00D54251"/>
    <w:rsid w:val="00D54AB7"/>
    <w:rsid w:val="00D559E5"/>
    <w:rsid w:val="00D55A5C"/>
    <w:rsid w:val="00D568B5"/>
    <w:rsid w:val="00D56F16"/>
    <w:rsid w:val="00D570E0"/>
    <w:rsid w:val="00D5714D"/>
    <w:rsid w:val="00D57584"/>
    <w:rsid w:val="00D5799B"/>
    <w:rsid w:val="00D6142A"/>
    <w:rsid w:val="00D61DBC"/>
    <w:rsid w:val="00D625DF"/>
    <w:rsid w:val="00D626A6"/>
    <w:rsid w:val="00D62AE8"/>
    <w:rsid w:val="00D62DB0"/>
    <w:rsid w:val="00D63D2D"/>
    <w:rsid w:val="00D658A3"/>
    <w:rsid w:val="00D65A8A"/>
    <w:rsid w:val="00D67EC7"/>
    <w:rsid w:val="00D67F5D"/>
    <w:rsid w:val="00D715BC"/>
    <w:rsid w:val="00D72DE5"/>
    <w:rsid w:val="00D73B36"/>
    <w:rsid w:val="00D7747E"/>
    <w:rsid w:val="00D77810"/>
    <w:rsid w:val="00D805CC"/>
    <w:rsid w:val="00D837F1"/>
    <w:rsid w:val="00D83EFE"/>
    <w:rsid w:val="00D8426D"/>
    <w:rsid w:val="00D85472"/>
    <w:rsid w:val="00D8595A"/>
    <w:rsid w:val="00D866A8"/>
    <w:rsid w:val="00D867EF"/>
    <w:rsid w:val="00D872E9"/>
    <w:rsid w:val="00D8790E"/>
    <w:rsid w:val="00D87BFD"/>
    <w:rsid w:val="00D87E29"/>
    <w:rsid w:val="00D905E0"/>
    <w:rsid w:val="00D909C9"/>
    <w:rsid w:val="00D915C1"/>
    <w:rsid w:val="00D91AA3"/>
    <w:rsid w:val="00D91FC1"/>
    <w:rsid w:val="00D923D1"/>
    <w:rsid w:val="00D924C4"/>
    <w:rsid w:val="00D933ED"/>
    <w:rsid w:val="00D9357A"/>
    <w:rsid w:val="00D9410D"/>
    <w:rsid w:val="00D94C01"/>
    <w:rsid w:val="00D94DE2"/>
    <w:rsid w:val="00D95AFC"/>
    <w:rsid w:val="00D96802"/>
    <w:rsid w:val="00D971F5"/>
    <w:rsid w:val="00D97556"/>
    <w:rsid w:val="00DA0FE7"/>
    <w:rsid w:val="00DA21A3"/>
    <w:rsid w:val="00DA36CA"/>
    <w:rsid w:val="00DA4F51"/>
    <w:rsid w:val="00DA5988"/>
    <w:rsid w:val="00DA6858"/>
    <w:rsid w:val="00DA6BA9"/>
    <w:rsid w:val="00DA6FBB"/>
    <w:rsid w:val="00DB0BD7"/>
    <w:rsid w:val="00DB2079"/>
    <w:rsid w:val="00DB37BA"/>
    <w:rsid w:val="00DB4AD2"/>
    <w:rsid w:val="00DB581B"/>
    <w:rsid w:val="00DB72C0"/>
    <w:rsid w:val="00DC0411"/>
    <w:rsid w:val="00DC1009"/>
    <w:rsid w:val="00DC1689"/>
    <w:rsid w:val="00DC3E23"/>
    <w:rsid w:val="00DC4987"/>
    <w:rsid w:val="00DC57AF"/>
    <w:rsid w:val="00DC5AB5"/>
    <w:rsid w:val="00DD0573"/>
    <w:rsid w:val="00DD0E8B"/>
    <w:rsid w:val="00DD1AC2"/>
    <w:rsid w:val="00DD2370"/>
    <w:rsid w:val="00DD430D"/>
    <w:rsid w:val="00DD4FCF"/>
    <w:rsid w:val="00DD5822"/>
    <w:rsid w:val="00DD5E8B"/>
    <w:rsid w:val="00DD6FEA"/>
    <w:rsid w:val="00DD71C2"/>
    <w:rsid w:val="00DD7DB1"/>
    <w:rsid w:val="00DE113D"/>
    <w:rsid w:val="00DE1301"/>
    <w:rsid w:val="00DE2EEA"/>
    <w:rsid w:val="00DE3CFA"/>
    <w:rsid w:val="00DE3E14"/>
    <w:rsid w:val="00DE45D5"/>
    <w:rsid w:val="00DE48B0"/>
    <w:rsid w:val="00DE6515"/>
    <w:rsid w:val="00DE6F20"/>
    <w:rsid w:val="00DE7016"/>
    <w:rsid w:val="00DF3F0F"/>
    <w:rsid w:val="00DF3F2D"/>
    <w:rsid w:val="00DF4AB3"/>
    <w:rsid w:val="00DF5A40"/>
    <w:rsid w:val="00DF7061"/>
    <w:rsid w:val="00DF7461"/>
    <w:rsid w:val="00DF7689"/>
    <w:rsid w:val="00E018E1"/>
    <w:rsid w:val="00E019DF"/>
    <w:rsid w:val="00E01EDA"/>
    <w:rsid w:val="00E02C13"/>
    <w:rsid w:val="00E02FCD"/>
    <w:rsid w:val="00E037DD"/>
    <w:rsid w:val="00E03DCB"/>
    <w:rsid w:val="00E043BC"/>
    <w:rsid w:val="00E055F2"/>
    <w:rsid w:val="00E06037"/>
    <w:rsid w:val="00E077DE"/>
    <w:rsid w:val="00E1054D"/>
    <w:rsid w:val="00E111B2"/>
    <w:rsid w:val="00E116BE"/>
    <w:rsid w:val="00E11712"/>
    <w:rsid w:val="00E11751"/>
    <w:rsid w:val="00E117B5"/>
    <w:rsid w:val="00E117C7"/>
    <w:rsid w:val="00E119EF"/>
    <w:rsid w:val="00E1348D"/>
    <w:rsid w:val="00E13C1D"/>
    <w:rsid w:val="00E15937"/>
    <w:rsid w:val="00E17CE4"/>
    <w:rsid w:val="00E21CCE"/>
    <w:rsid w:val="00E2206C"/>
    <w:rsid w:val="00E22377"/>
    <w:rsid w:val="00E22BF7"/>
    <w:rsid w:val="00E23F8B"/>
    <w:rsid w:val="00E24E9B"/>
    <w:rsid w:val="00E25B90"/>
    <w:rsid w:val="00E25E17"/>
    <w:rsid w:val="00E272DA"/>
    <w:rsid w:val="00E27747"/>
    <w:rsid w:val="00E30645"/>
    <w:rsid w:val="00E30900"/>
    <w:rsid w:val="00E313ED"/>
    <w:rsid w:val="00E3225A"/>
    <w:rsid w:val="00E32D1C"/>
    <w:rsid w:val="00E331B2"/>
    <w:rsid w:val="00E3354F"/>
    <w:rsid w:val="00E33AA4"/>
    <w:rsid w:val="00E341EB"/>
    <w:rsid w:val="00E34322"/>
    <w:rsid w:val="00E34DCD"/>
    <w:rsid w:val="00E35688"/>
    <w:rsid w:val="00E369E6"/>
    <w:rsid w:val="00E3737C"/>
    <w:rsid w:val="00E37A16"/>
    <w:rsid w:val="00E37FCC"/>
    <w:rsid w:val="00E402A1"/>
    <w:rsid w:val="00E40529"/>
    <w:rsid w:val="00E40E6A"/>
    <w:rsid w:val="00E41089"/>
    <w:rsid w:val="00E418A7"/>
    <w:rsid w:val="00E41A73"/>
    <w:rsid w:val="00E41E80"/>
    <w:rsid w:val="00E42EA6"/>
    <w:rsid w:val="00E43C68"/>
    <w:rsid w:val="00E43CBA"/>
    <w:rsid w:val="00E4472D"/>
    <w:rsid w:val="00E45401"/>
    <w:rsid w:val="00E468AF"/>
    <w:rsid w:val="00E46D13"/>
    <w:rsid w:val="00E477BD"/>
    <w:rsid w:val="00E47B47"/>
    <w:rsid w:val="00E50543"/>
    <w:rsid w:val="00E51A4B"/>
    <w:rsid w:val="00E51D6C"/>
    <w:rsid w:val="00E520B3"/>
    <w:rsid w:val="00E523BC"/>
    <w:rsid w:val="00E546C9"/>
    <w:rsid w:val="00E54FDE"/>
    <w:rsid w:val="00E55DDC"/>
    <w:rsid w:val="00E5642E"/>
    <w:rsid w:val="00E57B80"/>
    <w:rsid w:val="00E604BE"/>
    <w:rsid w:val="00E614E8"/>
    <w:rsid w:val="00E62BF8"/>
    <w:rsid w:val="00E62DD2"/>
    <w:rsid w:val="00E6349A"/>
    <w:rsid w:val="00E63709"/>
    <w:rsid w:val="00E65333"/>
    <w:rsid w:val="00E656AF"/>
    <w:rsid w:val="00E65C68"/>
    <w:rsid w:val="00E65ECF"/>
    <w:rsid w:val="00E6666A"/>
    <w:rsid w:val="00E66AF9"/>
    <w:rsid w:val="00E67E33"/>
    <w:rsid w:val="00E701FD"/>
    <w:rsid w:val="00E7126C"/>
    <w:rsid w:val="00E71903"/>
    <w:rsid w:val="00E72628"/>
    <w:rsid w:val="00E726C8"/>
    <w:rsid w:val="00E72EF4"/>
    <w:rsid w:val="00E73B4F"/>
    <w:rsid w:val="00E75F2D"/>
    <w:rsid w:val="00E763A0"/>
    <w:rsid w:val="00E86BCC"/>
    <w:rsid w:val="00E87839"/>
    <w:rsid w:val="00E878B5"/>
    <w:rsid w:val="00E87B2C"/>
    <w:rsid w:val="00E90432"/>
    <w:rsid w:val="00E90B90"/>
    <w:rsid w:val="00E90F59"/>
    <w:rsid w:val="00E91142"/>
    <w:rsid w:val="00E912CC"/>
    <w:rsid w:val="00E91359"/>
    <w:rsid w:val="00E9356E"/>
    <w:rsid w:val="00E93BAD"/>
    <w:rsid w:val="00E94BBF"/>
    <w:rsid w:val="00E95C65"/>
    <w:rsid w:val="00E95DD7"/>
    <w:rsid w:val="00E9647D"/>
    <w:rsid w:val="00E9778D"/>
    <w:rsid w:val="00E97D98"/>
    <w:rsid w:val="00EA0ECC"/>
    <w:rsid w:val="00EA19FA"/>
    <w:rsid w:val="00EA239C"/>
    <w:rsid w:val="00EA281C"/>
    <w:rsid w:val="00EA2D24"/>
    <w:rsid w:val="00EA2F1F"/>
    <w:rsid w:val="00EA2F37"/>
    <w:rsid w:val="00EA3B3C"/>
    <w:rsid w:val="00EA3C9B"/>
    <w:rsid w:val="00EA3F48"/>
    <w:rsid w:val="00EA515E"/>
    <w:rsid w:val="00EA5914"/>
    <w:rsid w:val="00EA6347"/>
    <w:rsid w:val="00EA6845"/>
    <w:rsid w:val="00EA6937"/>
    <w:rsid w:val="00EA7436"/>
    <w:rsid w:val="00EA79B0"/>
    <w:rsid w:val="00EB086E"/>
    <w:rsid w:val="00EB0DEF"/>
    <w:rsid w:val="00EB1098"/>
    <w:rsid w:val="00EB1C8D"/>
    <w:rsid w:val="00EB221A"/>
    <w:rsid w:val="00EB2849"/>
    <w:rsid w:val="00EB3DEC"/>
    <w:rsid w:val="00EB421D"/>
    <w:rsid w:val="00EB462E"/>
    <w:rsid w:val="00EB4DE4"/>
    <w:rsid w:val="00EB51A3"/>
    <w:rsid w:val="00EC0BA6"/>
    <w:rsid w:val="00EC1127"/>
    <w:rsid w:val="00EC14CC"/>
    <w:rsid w:val="00EC2CD0"/>
    <w:rsid w:val="00EC37A9"/>
    <w:rsid w:val="00EC448F"/>
    <w:rsid w:val="00EC50D5"/>
    <w:rsid w:val="00EC5790"/>
    <w:rsid w:val="00EC59A0"/>
    <w:rsid w:val="00EC5B14"/>
    <w:rsid w:val="00EC612E"/>
    <w:rsid w:val="00ED05FC"/>
    <w:rsid w:val="00ED0E49"/>
    <w:rsid w:val="00ED25E4"/>
    <w:rsid w:val="00ED2986"/>
    <w:rsid w:val="00ED3CBB"/>
    <w:rsid w:val="00ED50AF"/>
    <w:rsid w:val="00ED53FC"/>
    <w:rsid w:val="00ED5CEC"/>
    <w:rsid w:val="00ED79A9"/>
    <w:rsid w:val="00EE0300"/>
    <w:rsid w:val="00EE0A95"/>
    <w:rsid w:val="00EE1864"/>
    <w:rsid w:val="00EE2391"/>
    <w:rsid w:val="00EE2939"/>
    <w:rsid w:val="00EE2972"/>
    <w:rsid w:val="00EE2CE6"/>
    <w:rsid w:val="00EE2F28"/>
    <w:rsid w:val="00EE353E"/>
    <w:rsid w:val="00EE3A8F"/>
    <w:rsid w:val="00EE3ECC"/>
    <w:rsid w:val="00EE3FF2"/>
    <w:rsid w:val="00EE4636"/>
    <w:rsid w:val="00EE497E"/>
    <w:rsid w:val="00EE6C51"/>
    <w:rsid w:val="00EF1C33"/>
    <w:rsid w:val="00EF2B31"/>
    <w:rsid w:val="00EF4135"/>
    <w:rsid w:val="00EF4183"/>
    <w:rsid w:val="00F00481"/>
    <w:rsid w:val="00F00FDF"/>
    <w:rsid w:val="00F01575"/>
    <w:rsid w:val="00F0159F"/>
    <w:rsid w:val="00F0284C"/>
    <w:rsid w:val="00F02AF4"/>
    <w:rsid w:val="00F0323D"/>
    <w:rsid w:val="00F03BD7"/>
    <w:rsid w:val="00F03DAA"/>
    <w:rsid w:val="00F07F03"/>
    <w:rsid w:val="00F10551"/>
    <w:rsid w:val="00F10F74"/>
    <w:rsid w:val="00F113A9"/>
    <w:rsid w:val="00F145F9"/>
    <w:rsid w:val="00F150A0"/>
    <w:rsid w:val="00F15C46"/>
    <w:rsid w:val="00F20166"/>
    <w:rsid w:val="00F20286"/>
    <w:rsid w:val="00F222B0"/>
    <w:rsid w:val="00F22403"/>
    <w:rsid w:val="00F22414"/>
    <w:rsid w:val="00F230F6"/>
    <w:rsid w:val="00F2370F"/>
    <w:rsid w:val="00F24315"/>
    <w:rsid w:val="00F24BBE"/>
    <w:rsid w:val="00F24E25"/>
    <w:rsid w:val="00F25DD7"/>
    <w:rsid w:val="00F279E3"/>
    <w:rsid w:val="00F30FEC"/>
    <w:rsid w:val="00F310D3"/>
    <w:rsid w:val="00F316BD"/>
    <w:rsid w:val="00F33575"/>
    <w:rsid w:val="00F33974"/>
    <w:rsid w:val="00F34019"/>
    <w:rsid w:val="00F34E1E"/>
    <w:rsid w:val="00F35ED5"/>
    <w:rsid w:val="00F37E9B"/>
    <w:rsid w:val="00F40055"/>
    <w:rsid w:val="00F426DC"/>
    <w:rsid w:val="00F42B79"/>
    <w:rsid w:val="00F42D70"/>
    <w:rsid w:val="00F432EF"/>
    <w:rsid w:val="00F433A2"/>
    <w:rsid w:val="00F43B8C"/>
    <w:rsid w:val="00F44413"/>
    <w:rsid w:val="00F4473B"/>
    <w:rsid w:val="00F45520"/>
    <w:rsid w:val="00F45F1C"/>
    <w:rsid w:val="00F46146"/>
    <w:rsid w:val="00F51048"/>
    <w:rsid w:val="00F51216"/>
    <w:rsid w:val="00F5194A"/>
    <w:rsid w:val="00F519F8"/>
    <w:rsid w:val="00F54C42"/>
    <w:rsid w:val="00F54DF7"/>
    <w:rsid w:val="00F562F2"/>
    <w:rsid w:val="00F56CF0"/>
    <w:rsid w:val="00F57F3D"/>
    <w:rsid w:val="00F60FCB"/>
    <w:rsid w:val="00F6162E"/>
    <w:rsid w:val="00F61882"/>
    <w:rsid w:val="00F61C4E"/>
    <w:rsid w:val="00F6227A"/>
    <w:rsid w:val="00F64926"/>
    <w:rsid w:val="00F65F4A"/>
    <w:rsid w:val="00F67436"/>
    <w:rsid w:val="00F70809"/>
    <w:rsid w:val="00F70A18"/>
    <w:rsid w:val="00F70CB5"/>
    <w:rsid w:val="00F7203C"/>
    <w:rsid w:val="00F80963"/>
    <w:rsid w:val="00F80BDE"/>
    <w:rsid w:val="00F81203"/>
    <w:rsid w:val="00F84524"/>
    <w:rsid w:val="00F85BDD"/>
    <w:rsid w:val="00F86227"/>
    <w:rsid w:val="00F8646E"/>
    <w:rsid w:val="00F8728B"/>
    <w:rsid w:val="00F87740"/>
    <w:rsid w:val="00F903F2"/>
    <w:rsid w:val="00F90721"/>
    <w:rsid w:val="00F923D9"/>
    <w:rsid w:val="00F92452"/>
    <w:rsid w:val="00F92978"/>
    <w:rsid w:val="00F93234"/>
    <w:rsid w:val="00F934EC"/>
    <w:rsid w:val="00F95DCE"/>
    <w:rsid w:val="00F95F91"/>
    <w:rsid w:val="00F962FF"/>
    <w:rsid w:val="00F971B8"/>
    <w:rsid w:val="00F97228"/>
    <w:rsid w:val="00F977B3"/>
    <w:rsid w:val="00FA0C19"/>
    <w:rsid w:val="00FA1BBA"/>
    <w:rsid w:val="00FA2696"/>
    <w:rsid w:val="00FA3748"/>
    <w:rsid w:val="00FA4124"/>
    <w:rsid w:val="00FA4C8F"/>
    <w:rsid w:val="00FA60A9"/>
    <w:rsid w:val="00FA6782"/>
    <w:rsid w:val="00FA7498"/>
    <w:rsid w:val="00FB17FB"/>
    <w:rsid w:val="00FB1F82"/>
    <w:rsid w:val="00FB5F9C"/>
    <w:rsid w:val="00FB67B2"/>
    <w:rsid w:val="00FB7759"/>
    <w:rsid w:val="00FB7873"/>
    <w:rsid w:val="00FC0D74"/>
    <w:rsid w:val="00FC18AA"/>
    <w:rsid w:val="00FC1C9A"/>
    <w:rsid w:val="00FC1D95"/>
    <w:rsid w:val="00FC2220"/>
    <w:rsid w:val="00FC2429"/>
    <w:rsid w:val="00FC3132"/>
    <w:rsid w:val="00FC37D2"/>
    <w:rsid w:val="00FC3CCC"/>
    <w:rsid w:val="00FC3E1E"/>
    <w:rsid w:val="00FC4259"/>
    <w:rsid w:val="00FC43E0"/>
    <w:rsid w:val="00FC620B"/>
    <w:rsid w:val="00FC66BA"/>
    <w:rsid w:val="00FC693D"/>
    <w:rsid w:val="00FD0218"/>
    <w:rsid w:val="00FD08A3"/>
    <w:rsid w:val="00FD1010"/>
    <w:rsid w:val="00FD267B"/>
    <w:rsid w:val="00FD34AB"/>
    <w:rsid w:val="00FD39BC"/>
    <w:rsid w:val="00FD3D44"/>
    <w:rsid w:val="00FD3E62"/>
    <w:rsid w:val="00FD409F"/>
    <w:rsid w:val="00FD4CD1"/>
    <w:rsid w:val="00FD5645"/>
    <w:rsid w:val="00FD593C"/>
    <w:rsid w:val="00FD5C12"/>
    <w:rsid w:val="00FD5E78"/>
    <w:rsid w:val="00FD6476"/>
    <w:rsid w:val="00FD73ED"/>
    <w:rsid w:val="00FD7796"/>
    <w:rsid w:val="00FD7FD8"/>
    <w:rsid w:val="00FE09D3"/>
    <w:rsid w:val="00FE19CA"/>
    <w:rsid w:val="00FE26C3"/>
    <w:rsid w:val="00FE2A5D"/>
    <w:rsid w:val="00FE38F9"/>
    <w:rsid w:val="00FE42B2"/>
    <w:rsid w:val="00FE4E98"/>
    <w:rsid w:val="00FE50F0"/>
    <w:rsid w:val="00FE530A"/>
    <w:rsid w:val="00FE6110"/>
    <w:rsid w:val="00FE65C1"/>
    <w:rsid w:val="00FE71DC"/>
    <w:rsid w:val="00FE71EF"/>
    <w:rsid w:val="00FE73D9"/>
    <w:rsid w:val="00FF0550"/>
    <w:rsid w:val="00FF0552"/>
    <w:rsid w:val="00FF0729"/>
    <w:rsid w:val="00FF1070"/>
    <w:rsid w:val="00FF1C45"/>
    <w:rsid w:val="00FF1E3C"/>
    <w:rsid w:val="00FF21D8"/>
    <w:rsid w:val="00FF3132"/>
    <w:rsid w:val="00FF3777"/>
    <w:rsid w:val="00FF44E1"/>
    <w:rsid w:val="00FF4821"/>
    <w:rsid w:val="00FF5775"/>
    <w:rsid w:val="00FF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3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2063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20635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420635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"/>
    <w:uiPriority w:val="99"/>
    <w:rsid w:val="0042063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uiPriority w:val="99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BalloonText">
    <w:name w:val="Balloon Text"/>
    <w:basedOn w:val="Normal"/>
    <w:link w:val="BalloonTextChar"/>
    <w:uiPriority w:val="99"/>
    <w:semiHidden/>
    <w:rsid w:val="0097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78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719</TotalTime>
  <Pages>6</Pages>
  <Words>754</Words>
  <Characters>4304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Юрьевна</cp:lastModifiedBy>
  <cp:revision>70</cp:revision>
  <cp:lastPrinted>2016-05-12T02:08:00Z</cp:lastPrinted>
  <dcterms:created xsi:type="dcterms:W3CDTF">2015-05-13T19:50:00Z</dcterms:created>
  <dcterms:modified xsi:type="dcterms:W3CDTF">2016-05-17T03:20:00Z</dcterms:modified>
</cp:coreProperties>
</file>