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8" w:rsidRDefault="009146F8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</w:t>
      </w:r>
    </w:p>
    <w:p w:rsidR="009146F8" w:rsidRDefault="009146F8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146F8" w:rsidRDefault="009146F8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_муниципальных служащих финансового управления администрации Арсеньевского городского  округа </w:t>
      </w:r>
    </w:p>
    <w:p w:rsidR="009146F8" w:rsidRDefault="009146F8" w:rsidP="00FA4B91">
      <w:pPr>
        <w:jc w:val="center"/>
        <w:rPr>
          <w:sz w:val="22"/>
          <w:szCs w:val="22"/>
        </w:rPr>
      </w:pPr>
      <w:r>
        <w:rPr>
          <w:sz w:val="22"/>
          <w:szCs w:val="22"/>
        </w:rPr>
        <w:t>(полное наименование должности  муниципального служащего)</w:t>
      </w:r>
    </w:p>
    <w:p w:rsidR="009146F8" w:rsidRDefault="009146F8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отчетный  период с 01 января по 31 декабря  2015  года </w:t>
      </w:r>
    </w:p>
    <w:p w:rsidR="009146F8" w:rsidRDefault="009146F8" w:rsidP="00FA4B91">
      <w:pPr>
        <w:jc w:val="center"/>
        <w:rPr>
          <w:b/>
          <w:bCs/>
          <w:sz w:val="28"/>
          <w:szCs w:val="28"/>
        </w:rPr>
      </w:pPr>
    </w:p>
    <w:tbl>
      <w:tblPr>
        <w:tblW w:w="15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8"/>
        <w:gridCol w:w="1870"/>
        <w:gridCol w:w="1560"/>
        <w:gridCol w:w="2125"/>
        <w:gridCol w:w="1136"/>
        <w:gridCol w:w="1134"/>
        <w:gridCol w:w="1505"/>
        <w:gridCol w:w="1421"/>
        <w:gridCol w:w="1131"/>
        <w:gridCol w:w="989"/>
        <w:gridCol w:w="1079"/>
      </w:tblGrid>
      <w:tr w:rsidR="009146F8">
        <w:tc>
          <w:tcPr>
            <w:tcW w:w="1978" w:type="dxa"/>
            <w:vMerge w:val="restart"/>
          </w:tcPr>
          <w:p w:rsidR="009146F8" w:rsidRPr="004C73AB" w:rsidRDefault="009146F8">
            <w:pPr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Фамилия, имя, отчества лица, чьи сведения размещаются, и членов их семьи</w:t>
            </w:r>
          </w:p>
        </w:tc>
        <w:tc>
          <w:tcPr>
            <w:tcW w:w="1870" w:type="dxa"/>
            <w:vMerge w:val="restart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vMerge w:val="restart"/>
            <w:vAlign w:val="center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Декларированный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годовой доход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за __</w:t>
            </w:r>
            <w:r w:rsidRPr="004C73AB">
              <w:rPr>
                <w:b/>
                <w:bCs/>
                <w:sz w:val="22"/>
                <w:szCs w:val="22"/>
                <w:u w:val="single"/>
              </w:rPr>
              <w:t>2015</w:t>
            </w:r>
            <w:r w:rsidRPr="004C73AB">
              <w:rPr>
                <w:b/>
                <w:bCs/>
                <w:sz w:val="22"/>
                <w:szCs w:val="22"/>
              </w:rPr>
              <w:t>_ г.</w:t>
            </w:r>
          </w:p>
          <w:p w:rsidR="009146F8" w:rsidRPr="004C73AB" w:rsidRDefault="009146F8">
            <w:pPr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5900" w:type="dxa"/>
            <w:gridSpan w:val="4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Перечень объектов недвижимого имущества и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транспортных средств, принадлежащих на праве</w:t>
            </w:r>
          </w:p>
          <w:p w:rsidR="009146F8" w:rsidRPr="004C73AB" w:rsidRDefault="009146F8">
            <w:pPr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собственности</w:t>
            </w:r>
          </w:p>
        </w:tc>
        <w:tc>
          <w:tcPr>
            <w:tcW w:w="3541" w:type="dxa"/>
            <w:gridSpan w:val="3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Перечень объектов недвижимого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имущества, находящихся в</w:t>
            </w:r>
          </w:p>
          <w:p w:rsidR="009146F8" w:rsidRPr="004C73AB" w:rsidRDefault="009146F8">
            <w:pPr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пользовании</w:t>
            </w:r>
          </w:p>
        </w:tc>
        <w:tc>
          <w:tcPr>
            <w:tcW w:w="1079" w:type="dxa"/>
            <w:vMerge w:val="restart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146F8">
        <w:tc>
          <w:tcPr>
            <w:tcW w:w="1978" w:type="dxa"/>
            <w:vMerge/>
            <w:vAlign w:val="center"/>
          </w:tcPr>
          <w:p w:rsidR="009146F8" w:rsidRDefault="009146F8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vMerge/>
            <w:vAlign w:val="center"/>
          </w:tcPr>
          <w:p w:rsidR="009146F8" w:rsidRDefault="009146F8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146F8" w:rsidRDefault="009146F8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125" w:type="dxa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вид объектов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недвижимости</w:t>
            </w:r>
          </w:p>
        </w:tc>
        <w:tc>
          <w:tcPr>
            <w:tcW w:w="1136" w:type="dxa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Пло-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щадь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(кв. м)</w:t>
            </w:r>
          </w:p>
        </w:tc>
        <w:tc>
          <w:tcPr>
            <w:tcW w:w="1134" w:type="dxa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страна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расположе-ния</w:t>
            </w:r>
          </w:p>
        </w:tc>
        <w:tc>
          <w:tcPr>
            <w:tcW w:w="1505" w:type="dxa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Транспорт-ные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средства</w:t>
            </w:r>
          </w:p>
        </w:tc>
        <w:tc>
          <w:tcPr>
            <w:tcW w:w="1421" w:type="dxa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вид объектов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недвижимости</w:t>
            </w:r>
          </w:p>
        </w:tc>
        <w:tc>
          <w:tcPr>
            <w:tcW w:w="1131" w:type="dxa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Пло-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щадь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(кв. м)</w:t>
            </w:r>
          </w:p>
        </w:tc>
        <w:tc>
          <w:tcPr>
            <w:tcW w:w="989" w:type="dxa"/>
          </w:tcPr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страна</w:t>
            </w:r>
          </w:p>
          <w:p w:rsidR="009146F8" w:rsidRPr="004C73AB" w:rsidRDefault="009146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C73AB">
              <w:rPr>
                <w:b/>
                <w:bCs/>
                <w:sz w:val="22"/>
                <w:szCs w:val="22"/>
              </w:rPr>
              <w:t>расположе-ния</w:t>
            </w:r>
          </w:p>
        </w:tc>
        <w:tc>
          <w:tcPr>
            <w:tcW w:w="1079" w:type="dxa"/>
            <w:vMerge/>
            <w:vAlign w:val="center"/>
          </w:tcPr>
          <w:p w:rsidR="009146F8" w:rsidRDefault="009146F8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146F8">
        <w:tc>
          <w:tcPr>
            <w:tcW w:w="1978" w:type="dxa"/>
          </w:tcPr>
          <w:p w:rsidR="009146F8" w:rsidRPr="00715CFE" w:rsidRDefault="009146F8" w:rsidP="00720D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Кизилов</w:t>
            </w:r>
          </w:p>
          <w:p w:rsidR="009146F8" w:rsidRPr="00715CFE" w:rsidRDefault="009146F8" w:rsidP="00720D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Владимир</w:t>
            </w:r>
          </w:p>
          <w:p w:rsidR="009146F8" w:rsidRDefault="009146F8" w:rsidP="00720DE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     Иванович</w:t>
            </w: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  <w:r w:rsidRPr="00720DEE">
              <w:t>заместител</w:t>
            </w:r>
            <w:r>
              <w:t>ь</w:t>
            </w:r>
            <w:r w:rsidRPr="00720DEE">
              <w:t xml:space="preserve"> начальника  финансового управления</w:t>
            </w:r>
          </w:p>
        </w:tc>
        <w:tc>
          <w:tcPr>
            <w:tcW w:w="1560" w:type="dxa"/>
          </w:tcPr>
          <w:p w:rsidR="009146F8" w:rsidRPr="00702CF0" w:rsidRDefault="009146F8" w:rsidP="00BC6A99">
            <w:r>
              <w:t xml:space="preserve">    852 726,75</w:t>
            </w:r>
          </w:p>
        </w:tc>
        <w:tc>
          <w:tcPr>
            <w:tcW w:w="2125" w:type="dxa"/>
          </w:tcPr>
          <w:p w:rsidR="009146F8" w:rsidRDefault="009146F8" w:rsidP="00BC6A99">
            <w:r>
              <w:t>Земельный участок</w:t>
            </w:r>
          </w:p>
          <w:p w:rsidR="009146F8" w:rsidRDefault="009146F8" w:rsidP="00BC6A99">
            <w:r>
              <w:t>Земельный участок</w:t>
            </w:r>
          </w:p>
          <w:p w:rsidR="009146F8" w:rsidRPr="00702CF0" w:rsidRDefault="009146F8" w:rsidP="00BC6A99">
            <w:r>
              <w:t>Земельный участок</w:t>
            </w:r>
          </w:p>
        </w:tc>
        <w:tc>
          <w:tcPr>
            <w:tcW w:w="1136" w:type="dxa"/>
          </w:tcPr>
          <w:p w:rsidR="009146F8" w:rsidRDefault="009146F8" w:rsidP="00BC6A99">
            <w:r>
              <w:t xml:space="preserve">   910 </w:t>
            </w:r>
          </w:p>
          <w:p w:rsidR="009146F8" w:rsidRDefault="009146F8" w:rsidP="00BC6A99">
            <w:r>
              <w:t xml:space="preserve"> </w:t>
            </w:r>
          </w:p>
          <w:p w:rsidR="009146F8" w:rsidRDefault="009146F8" w:rsidP="00BC6A99">
            <w:r>
              <w:t xml:space="preserve">   219 </w:t>
            </w:r>
          </w:p>
          <w:p w:rsidR="009146F8" w:rsidRDefault="009146F8" w:rsidP="00BC6A99">
            <w:r>
              <w:t xml:space="preserve">  </w:t>
            </w:r>
          </w:p>
          <w:p w:rsidR="009146F8" w:rsidRPr="00702CF0" w:rsidRDefault="009146F8" w:rsidP="00BC6A99">
            <w:r>
              <w:t xml:space="preserve">   990</w:t>
            </w:r>
          </w:p>
        </w:tc>
        <w:tc>
          <w:tcPr>
            <w:tcW w:w="1134" w:type="dxa"/>
          </w:tcPr>
          <w:p w:rsidR="009146F8" w:rsidRDefault="009146F8" w:rsidP="00BC6A99">
            <w:r>
              <w:t xml:space="preserve">     Россия</w:t>
            </w:r>
          </w:p>
          <w:p w:rsidR="009146F8" w:rsidRDefault="009146F8" w:rsidP="00BC6A99">
            <w:r>
              <w:t xml:space="preserve">      Россия       </w:t>
            </w:r>
          </w:p>
          <w:p w:rsidR="009146F8" w:rsidRPr="00270115" w:rsidRDefault="009146F8" w:rsidP="00BC6A99">
            <w:r>
              <w:t xml:space="preserve">      Россия</w:t>
            </w:r>
          </w:p>
        </w:tc>
        <w:tc>
          <w:tcPr>
            <w:tcW w:w="1505" w:type="dxa"/>
          </w:tcPr>
          <w:p w:rsidR="009146F8" w:rsidRPr="00702CF0" w:rsidRDefault="009146F8" w:rsidP="00BC6A99">
            <w:r>
              <w:t>Легковой автомобиль    Тойота            Калдина</w:t>
            </w:r>
          </w:p>
        </w:tc>
        <w:tc>
          <w:tcPr>
            <w:tcW w:w="1421" w:type="dxa"/>
          </w:tcPr>
          <w:p w:rsidR="009146F8" w:rsidRPr="00454656" w:rsidRDefault="009146F8" w:rsidP="00BC6A99">
            <w:r>
              <w:t xml:space="preserve">    Квартира</w:t>
            </w:r>
          </w:p>
        </w:tc>
        <w:tc>
          <w:tcPr>
            <w:tcW w:w="1131" w:type="dxa"/>
          </w:tcPr>
          <w:p w:rsidR="009146F8" w:rsidRPr="00454656" w:rsidRDefault="009146F8" w:rsidP="00BC6A99">
            <w:r>
              <w:t xml:space="preserve">   49,8</w:t>
            </w:r>
          </w:p>
        </w:tc>
        <w:tc>
          <w:tcPr>
            <w:tcW w:w="989" w:type="dxa"/>
          </w:tcPr>
          <w:p w:rsidR="009146F8" w:rsidRPr="00454656" w:rsidRDefault="009146F8" w:rsidP="00BC6A99">
            <w:r>
              <w:t xml:space="preserve">     Россия</w:t>
            </w:r>
          </w:p>
        </w:tc>
        <w:tc>
          <w:tcPr>
            <w:tcW w:w="1079" w:type="dxa"/>
          </w:tcPr>
          <w:p w:rsidR="009146F8" w:rsidRPr="00454656" w:rsidRDefault="009146F8" w:rsidP="00BC6A99"/>
        </w:tc>
      </w:tr>
      <w:tr w:rsidR="009146F8">
        <w:tc>
          <w:tcPr>
            <w:tcW w:w="1978" w:type="dxa"/>
          </w:tcPr>
          <w:p w:rsidR="009146F8" w:rsidRPr="00E02E27" w:rsidRDefault="009146F8">
            <w:pPr>
              <w:jc w:val="center"/>
              <w:rPr>
                <w:sz w:val="20"/>
                <w:szCs w:val="20"/>
              </w:rPr>
            </w:pPr>
            <w:r w:rsidRPr="00E02E27">
              <w:rPr>
                <w:sz w:val="22"/>
                <w:szCs w:val="22"/>
              </w:rPr>
              <w:t>Супруга</w:t>
            </w:r>
          </w:p>
        </w:tc>
        <w:tc>
          <w:tcPr>
            <w:tcW w:w="1870" w:type="dxa"/>
          </w:tcPr>
          <w:p w:rsidR="009146F8" w:rsidRPr="00702CF0" w:rsidRDefault="009146F8" w:rsidP="00BC6A99"/>
        </w:tc>
        <w:tc>
          <w:tcPr>
            <w:tcW w:w="1560" w:type="dxa"/>
          </w:tcPr>
          <w:p w:rsidR="009146F8" w:rsidRPr="00702CF0" w:rsidRDefault="009146F8" w:rsidP="00BC6A99">
            <w:r>
              <w:t xml:space="preserve">    118 240,23</w:t>
            </w:r>
          </w:p>
        </w:tc>
        <w:tc>
          <w:tcPr>
            <w:tcW w:w="2125" w:type="dxa"/>
          </w:tcPr>
          <w:p w:rsidR="009146F8" w:rsidRPr="00702CF0" w:rsidRDefault="009146F8" w:rsidP="00BC6A99">
            <w:r>
              <w:t>Квартира</w:t>
            </w:r>
          </w:p>
        </w:tc>
        <w:tc>
          <w:tcPr>
            <w:tcW w:w="1136" w:type="dxa"/>
          </w:tcPr>
          <w:p w:rsidR="009146F8" w:rsidRPr="00702CF0" w:rsidRDefault="009146F8" w:rsidP="00BC6A99">
            <w:r>
              <w:t xml:space="preserve">  49,8</w:t>
            </w:r>
          </w:p>
        </w:tc>
        <w:tc>
          <w:tcPr>
            <w:tcW w:w="1134" w:type="dxa"/>
          </w:tcPr>
          <w:p w:rsidR="009146F8" w:rsidRPr="00702CF0" w:rsidRDefault="009146F8" w:rsidP="00BC6A99">
            <w:r>
              <w:t xml:space="preserve">  Россия</w:t>
            </w:r>
          </w:p>
        </w:tc>
        <w:tc>
          <w:tcPr>
            <w:tcW w:w="1505" w:type="dxa"/>
          </w:tcPr>
          <w:p w:rsidR="009146F8" w:rsidRPr="00702CF0" w:rsidRDefault="009146F8" w:rsidP="00BC6A99">
            <w:r>
              <w:t>Не имеет</w:t>
            </w:r>
          </w:p>
        </w:tc>
        <w:tc>
          <w:tcPr>
            <w:tcW w:w="1421" w:type="dxa"/>
          </w:tcPr>
          <w:p w:rsidR="009146F8" w:rsidRPr="00702CF0" w:rsidRDefault="009146F8" w:rsidP="00BC6A99">
            <w:r>
              <w:t>Земельный  участок        Земельный      участок         Земельный участок</w:t>
            </w:r>
          </w:p>
        </w:tc>
        <w:tc>
          <w:tcPr>
            <w:tcW w:w="1131" w:type="dxa"/>
          </w:tcPr>
          <w:p w:rsidR="009146F8" w:rsidRDefault="009146F8" w:rsidP="00BC6A99">
            <w:r>
              <w:t xml:space="preserve">   910</w:t>
            </w:r>
          </w:p>
          <w:p w:rsidR="009146F8" w:rsidRDefault="009146F8" w:rsidP="00BC6A99"/>
          <w:p w:rsidR="009146F8" w:rsidRDefault="009146F8" w:rsidP="00BC6A99">
            <w:r>
              <w:t xml:space="preserve">   219</w:t>
            </w:r>
          </w:p>
          <w:p w:rsidR="009146F8" w:rsidRDefault="009146F8" w:rsidP="00BC6A99"/>
          <w:p w:rsidR="009146F8" w:rsidRPr="00702CF0" w:rsidRDefault="009146F8" w:rsidP="00BC6A99">
            <w:r>
              <w:t xml:space="preserve">   990</w:t>
            </w:r>
          </w:p>
        </w:tc>
        <w:tc>
          <w:tcPr>
            <w:tcW w:w="989" w:type="dxa"/>
          </w:tcPr>
          <w:p w:rsidR="009146F8" w:rsidRDefault="009146F8" w:rsidP="00BC6A99">
            <w:r>
              <w:t xml:space="preserve">      Россия       </w:t>
            </w:r>
          </w:p>
          <w:p w:rsidR="009146F8" w:rsidRDefault="009146F8" w:rsidP="00BC6A99">
            <w:r>
              <w:t xml:space="preserve">       Россия </w:t>
            </w:r>
          </w:p>
          <w:p w:rsidR="009146F8" w:rsidRPr="00702CF0" w:rsidRDefault="009146F8" w:rsidP="00BC6A99">
            <w:r>
              <w:t xml:space="preserve">      Россия</w:t>
            </w:r>
          </w:p>
        </w:tc>
        <w:tc>
          <w:tcPr>
            <w:tcW w:w="1079" w:type="dxa"/>
          </w:tcPr>
          <w:p w:rsidR="009146F8" w:rsidRDefault="009146F8">
            <w:pPr>
              <w:rPr>
                <w:sz w:val="20"/>
                <w:szCs w:val="20"/>
              </w:rPr>
            </w:pPr>
          </w:p>
        </w:tc>
      </w:tr>
      <w:tr w:rsidR="009146F8">
        <w:tc>
          <w:tcPr>
            <w:tcW w:w="1978" w:type="dxa"/>
          </w:tcPr>
          <w:p w:rsidR="009146F8" w:rsidRPr="00911D66" w:rsidRDefault="009146F8" w:rsidP="00567BD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E02E27">
              <w:rPr>
                <w:b/>
                <w:bCs/>
              </w:rPr>
              <w:t>Горобец Елена Александровн</w:t>
            </w:r>
            <w:r>
              <w:t>а</w:t>
            </w:r>
            <w:r w:rsidRPr="00911D66">
              <w:rPr>
                <w:i/>
                <w:iCs/>
              </w:rPr>
              <w:t xml:space="preserve">   </w:t>
            </w: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  <w:r>
              <w:t>н</w:t>
            </w:r>
            <w:r w:rsidRPr="00720DEE">
              <w:t>ачальник отдела учета и отчетности – главн</w:t>
            </w:r>
            <w:r>
              <w:t>ый</w:t>
            </w:r>
            <w:r w:rsidRPr="00720DEE">
              <w:t xml:space="preserve"> бухгалтер</w:t>
            </w:r>
          </w:p>
          <w:p w:rsidR="009146F8" w:rsidRPr="00720DEE" w:rsidRDefault="009146F8">
            <w:pPr>
              <w:ind w:left="-108" w:right="-108" w:firstLine="108"/>
              <w:jc w:val="center"/>
            </w:pPr>
            <w:r>
              <w:t>финансового управления</w:t>
            </w:r>
          </w:p>
        </w:tc>
        <w:tc>
          <w:tcPr>
            <w:tcW w:w="1560" w:type="dxa"/>
          </w:tcPr>
          <w:p w:rsidR="009146F8" w:rsidRDefault="009146F8" w:rsidP="00074D50">
            <w:pPr>
              <w:jc w:val="center"/>
            </w:pPr>
          </w:p>
          <w:p w:rsidR="009146F8" w:rsidRPr="001C7AAC" w:rsidRDefault="009146F8" w:rsidP="00074D50">
            <w:pPr>
              <w:jc w:val="center"/>
            </w:pPr>
            <w:r>
              <w:t>796 345,47</w:t>
            </w:r>
          </w:p>
        </w:tc>
        <w:tc>
          <w:tcPr>
            <w:tcW w:w="2125" w:type="dxa"/>
          </w:tcPr>
          <w:p w:rsidR="009146F8" w:rsidRDefault="009146F8" w:rsidP="00074D50">
            <w:r>
              <w:t>Зем.участок</w:t>
            </w:r>
          </w:p>
          <w:p w:rsidR="009146F8" w:rsidRDefault="009146F8" w:rsidP="00074D50">
            <w:r>
              <w:t>Жилой дом</w:t>
            </w:r>
          </w:p>
          <w:p w:rsidR="009146F8" w:rsidRPr="00702CF0" w:rsidRDefault="009146F8" w:rsidP="00074D50">
            <w:r>
              <w:t>Квартира ¼ доля</w:t>
            </w:r>
          </w:p>
        </w:tc>
        <w:tc>
          <w:tcPr>
            <w:tcW w:w="1136" w:type="dxa"/>
          </w:tcPr>
          <w:p w:rsidR="009146F8" w:rsidRDefault="009146F8" w:rsidP="00074D50">
            <w:pPr>
              <w:jc w:val="center"/>
            </w:pPr>
            <w:r>
              <w:t>639,56</w:t>
            </w:r>
          </w:p>
          <w:p w:rsidR="009146F8" w:rsidRDefault="009146F8" w:rsidP="00074D50">
            <w:pPr>
              <w:jc w:val="center"/>
            </w:pPr>
            <w:r>
              <w:t>30,2</w:t>
            </w:r>
          </w:p>
          <w:p w:rsidR="009146F8" w:rsidRPr="00702CF0" w:rsidRDefault="009146F8" w:rsidP="00074D50">
            <w:pPr>
              <w:jc w:val="center"/>
            </w:pPr>
            <w:r>
              <w:t>60,6</w:t>
            </w:r>
          </w:p>
        </w:tc>
        <w:tc>
          <w:tcPr>
            <w:tcW w:w="1134" w:type="dxa"/>
          </w:tcPr>
          <w:p w:rsidR="009146F8" w:rsidRDefault="009146F8" w:rsidP="00074D50">
            <w:pPr>
              <w:jc w:val="center"/>
            </w:pPr>
            <w:r>
              <w:t>Россия</w:t>
            </w:r>
          </w:p>
          <w:p w:rsidR="009146F8" w:rsidRDefault="009146F8" w:rsidP="00074D50">
            <w:pPr>
              <w:jc w:val="center"/>
            </w:pPr>
            <w:r>
              <w:t>Россия</w:t>
            </w:r>
          </w:p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074D50">
            <w:pPr>
              <w:jc w:val="center"/>
            </w:pPr>
          </w:p>
          <w:p w:rsidR="009146F8" w:rsidRPr="00702CF0" w:rsidRDefault="009146F8" w:rsidP="00074D50">
            <w:pPr>
              <w:jc w:val="center"/>
            </w:pPr>
            <w:r>
              <w:t>Не имею</w:t>
            </w:r>
          </w:p>
        </w:tc>
        <w:tc>
          <w:tcPr>
            <w:tcW w:w="1421" w:type="dxa"/>
          </w:tcPr>
          <w:p w:rsidR="009146F8" w:rsidRDefault="009146F8" w:rsidP="00074D50"/>
          <w:p w:rsidR="009146F8" w:rsidRPr="00336A2A" w:rsidRDefault="009146F8" w:rsidP="00074D50">
            <w:pPr>
              <w:jc w:val="center"/>
            </w:pPr>
            <w:r>
              <w:t>Не имею</w:t>
            </w:r>
          </w:p>
        </w:tc>
        <w:tc>
          <w:tcPr>
            <w:tcW w:w="1131" w:type="dxa"/>
          </w:tcPr>
          <w:p w:rsidR="009146F8" w:rsidRPr="00702CF0" w:rsidRDefault="009146F8" w:rsidP="00074D50">
            <w:pPr>
              <w:jc w:val="center"/>
            </w:pPr>
          </w:p>
        </w:tc>
        <w:tc>
          <w:tcPr>
            <w:tcW w:w="989" w:type="dxa"/>
          </w:tcPr>
          <w:p w:rsidR="009146F8" w:rsidRDefault="009146F8" w:rsidP="00074D50">
            <w:pPr>
              <w:jc w:val="center"/>
            </w:pPr>
          </w:p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>
            <w:pPr>
              <w:rPr>
                <w:sz w:val="20"/>
                <w:szCs w:val="20"/>
              </w:rPr>
            </w:pPr>
          </w:p>
        </w:tc>
      </w:tr>
      <w:tr w:rsidR="009146F8">
        <w:tc>
          <w:tcPr>
            <w:tcW w:w="1978" w:type="dxa"/>
          </w:tcPr>
          <w:p w:rsidR="009146F8" w:rsidRDefault="009146F8">
            <w:pPr>
              <w:jc w:val="center"/>
            </w:pPr>
            <w:r w:rsidRPr="00911D66">
              <w:rPr>
                <w:i/>
                <w:iCs/>
              </w:rPr>
              <w:t xml:space="preserve">Супруг   </w:t>
            </w:r>
          </w:p>
        </w:tc>
        <w:tc>
          <w:tcPr>
            <w:tcW w:w="1870" w:type="dxa"/>
          </w:tcPr>
          <w:p w:rsidR="009146F8" w:rsidRDefault="009146F8">
            <w:pPr>
              <w:jc w:val="center"/>
            </w:pPr>
          </w:p>
        </w:tc>
        <w:tc>
          <w:tcPr>
            <w:tcW w:w="1560" w:type="dxa"/>
          </w:tcPr>
          <w:p w:rsidR="009146F8" w:rsidRDefault="009146F8" w:rsidP="00074D50">
            <w:pPr>
              <w:jc w:val="center"/>
            </w:pPr>
            <w:r>
              <w:t>1 234 108,98</w:t>
            </w:r>
          </w:p>
          <w:p w:rsidR="009146F8" w:rsidRDefault="009146F8" w:rsidP="00074D50">
            <w:pPr>
              <w:jc w:val="center"/>
            </w:pPr>
          </w:p>
          <w:p w:rsidR="009146F8" w:rsidRPr="00702CF0" w:rsidRDefault="009146F8" w:rsidP="00074D50">
            <w:pPr>
              <w:jc w:val="center"/>
            </w:pPr>
          </w:p>
        </w:tc>
        <w:tc>
          <w:tcPr>
            <w:tcW w:w="2125" w:type="dxa"/>
          </w:tcPr>
          <w:p w:rsidR="009146F8" w:rsidRDefault="009146F8" w:rsidP="00074D50">
            <w:pPr>
              <w:jc w:val="center"/>
            </w:pPr>
            <w:r>
              <w:t>Зем. участок</w:t>
            </w:r>
          </w:p>
          <w:p w:rsidR="009146F8" w:rsidRDefault="009146F8" w:rsidP="00074D50">
            <w:pPr>
              <w:jc w:val="center"/>
            </w:pPr>
            <w:r>
              <w:t>Квартира ½  доля</w:t>
            </w:r>
          </w:p>
          <w:p w:rsidR="009146F8" w:rsidRPr="00702CF0" w:rsidRDefault="009146F8" w:rsidP="00074D50">
            <w:pPr>
              <w:jc w:val="center"/>
            </w:pPr>
            <w:r>
              <w:t>Гараж</w:t>
            </w:r>
          </w:p>
        </w:tc>
        <w:tc>
          <w:tcPr>
            <w:tcW w:w="1136" w:type="dxa"/>
          </w:tcPr>
          <w:p w:rsidR="009146F8" w:rsidRDefault="009146F8" w:rsidP="00074D50">
            <w:pPr>
              <w:jc w:val="center"/>
            </w:pPr>
            <w:r>
              <w:t>68,0</w:t>
            </w:r>
          </w:p>
          <w:p w:rsidR="009146F8" w:rsidRDefault="009146F8" w:rsidP="00074D50">
            <w:pPr>
              <w:jc w:val="center"/>
            </w:pPr>
            <w:r>
              <w:t>60,6</w:t>
            </w:r>
          </w:p>
          <w:p w:rsidR="009146F8" w:rsidRPr="00702CF0" w:rsidRDefault="009146F8" w:rsidP="00074D50">
            <w:pPr>
              <w:jc w:val="center"/>
            </w:pPr>
            <w:r>
              <w:t>36,0</w:t>
            </w:r>
          </w:p>
        </w:tc>
        <w:tc>
          <w:tcPr>
            <w:tcW w:w="1134" w:type="dxa"/>
          </w:tcPr>
          <w:p w:rsidR="009146F8" w:rsidRDefault="009146F8" w:rsidP="00074D50">
            <w:r>
              <w:t>Россия</w:t>
            </w:r>
          </w:p>
          <w:p w:rsidR="009146F8" w:rsidRDefault="009146F8" w:rsidP="00074D50">
            <w:pPr>
              <w:jc w:val="center"/>
            </w:pPr>
            <w:r>
              <w:t>Россия</w:t>
            </w:r>
          </w:p>
          <w:p w:rsidR="009146F8" w:rsidRPr="00702CF0" w:rsidRDefault="009146F8" w:rsidP="00074D50">
            <w:pPr>
              <w:jc w:val="center"/>
            </w:pPr>
            <w:r>
              <w:t>Росссия</w:t>
            </w:r>
          </w:p>
        </w:tc>
        <w:tc>
          <w:tcPr>
            <w:tcW w:w="1505" w:type="dxa"/>
          </w:tcPr>
          <w:p w:rsidR="009146F8" w:rsidRDefault="009146F8" w:rsidP="00074D50">
            <w:pPr>
              <w:jc w:val="center"/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9146F8" w:rsidRPr="00430310" w:rsidRDefault="009146F8" w:rsidP="00074D50">
            <w:pPr>
              <w:jc w:val="center"/>
            </w:pPr>
            <w:r w:rsidRPr="00430310">
              <w:rPr>
                <w:sz w:val="22"/>
                <w:szCs w:val="22"/>
                <w:lang w:val="en-US"/>
              </w:rPr>
              <w:t>MAZDA</w:t>
            </w:r>
            <w:r w:rsidRPr="00430310">
              <w:rPr>
                <w:sz w:val="22"/>
                <w:szCs w:val="22"/>
              </w:rPr>
              <w:t xml:space="preserve"> </w:t>
            </w:r>
            <w:r w:rsidRPr="00430310">
              <w:rPr>
                <w:sz w:val="22"/>
                <w:szCs w:val="22"/>
                <w:lang w:val="en-US"/>
              </w:rPr>
              <w:t>PROCEED</w:t>
            </w:r>
            <w:r w:rsidRPr="00430310">
              <w:rPr>
                <w:sz w:val="22"/>
                <w:szCs w:val="22"/>
              </w:rPr>
              <w:t xml:space="preserve"> </w:t>
            </w:r>
            <w:r w:rsidRPr="00430310">
              <w:rPr>
                <w:sz w:val="22"/>
                <w:szCs w:val="22"/>
                <w:lang w:val="en-US"/>
              </w:rPr>
              <w:t>MARVIE</w:t>
            </w:r>
          </w:p>
        </w:tc>
        <w:tc>
          <w:tcPr>
            <w:tcW w:w="1421" w:type="dxa"/>
          </w:tcPr>
          <w:p w:rsidR="009146F8" w:rsidRDefault="009146F8" w:rsidP="00074D50">
            <w:pPr>
              <w:jc w:val="center"/>
            </w:pPr>
          </w:p>
          <w:p w:rsidR="009146F8" w:rsidRPr="00454656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1131" w:type="dxa"/>
          </w:tcPr>
          <w:p w:rsidR="009146F8" w:rsidRPr="00454656" w:rsidRDefault="009146F8" w:rsidP="00074D50">
            <w:pPr>
              <w:jc w:val="center"/>
            </w:pPr>
          </w:p>
        </w:tc>
        <w:tc>
          <w:tcPr>
            <w:tcW w:w="989" w:type="dxa"/>
          </w:tcPr>
          <w:p w:rsidR="009146F8" w:rsidRPr="00454656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Default="009146F8">
            <w:pPr>
              <w:jc w:val="center"/>
            </w:pPr>
            <w:r>
              <w:rPr>
                <w:i/>
                <w:iCs/>
              </w:rPr>
              <w:t>С</w:t>
            </w:r>
            <w:r w:rsidRPr="00911D66">
              <w:rPr>
                <w:i/>
                <w:iCs/>
              </w:rPr>
              <w:t>ын</w:t>
            </w:r>
          </w:p>
        </w:tc>
        <w:tc>
          <w:tcPr>
            <w:tcW w:w="1870" w:type="dxa"/>
          </w:tcPr>
          <w:p w:rsidR="009146F8" w:rsidRDefault="009146F8">
            <w:pPr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2125" w:type="dxa"/>
          </w:tcPr>
          <w:p w:rsidR="009146F8" w:rsidRPr="00702CF0" w:rsidRDefault="009146F8" w:rsidP="00074D50">
            <w:pPr>
              <w:jc w:val="center"/>
            </w:pPr>
            <w:r>
              <w:t>Квартира ¼ доля</w:t>
            </w:r>
          </w:p>
        </w:tc>
        <w:tc>
          <w:tcPr>
            <w:tcW w:w="1136" w:type="dxa"/>
          </w:tcPr>
          <w:p w:rsidR="009146F8" w:rsidRPr="00702CF0" w:rsidRDefault="009146F8" w:rsidP="00074D50">
            <w:pPr>
              <w:jc w:val="center"/>
            </w:pPr>
            <w:r>
              <w:t>60,6</w:t>
            </w:r>
          </w:p>
        </w:tc>
        <w:tc>
          <w:tcPr>
            <w:tcW w:w="1134" w:type="dxa"/>
          </w:tcPr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9146F8" w:rsidRPr="00336A2A" w:rsidRDefault="009146F8" w:rsidP="00074D50">
            <w:pPr>
              <w:jc w:val="center"/>
            </w:pPr>
            <w:r>
              <w:t>Не имею</w:t>
            </w:r>
          </w:p>
        </w:tc>
        <w:tc>
          <w:tcPr>
            <w:tcW w:w="1421" w:type="dxa"/>
          </w:tcPr>
          <w:p w:rsidR="009146F8" w:rsidRPr="00430310" w:rsidRDefault="009146F8" w:rsidP="00074D50">
            <w:pPr>
              <w:tabs>
                <w:tab w:val="left" w:pos="1320"/>
              </w:tabs>
              <w:jc w:val="center"/>
            </w:pPr>
            <w:r>
              <w:t>Не имеет</w:t>
            </w:r>
          </w:p>
        </w:tc>
        <w:tc>
          <w:tcPr>
            <w:tcW w:w="1131" w:type="dxa"/>
          </w:tcPr>
          <w:p w:rsidR="009146F8" w:rsidRPr="00702CF0" w:rsidRDefault="009146F8" w:rsidP="00074D50">
            <w:pPr>
              <w:jc w:val="center"/>
            </w:pPr>
          </w:p>
        </w:tc>
        <w:tc>
          <w:tcPr>
            <w:tcW w:w="989" w:type="dxa"/>
          </w:tcPr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Default="009146F8">
            <w:r>
              <w:rPr>
                <w:i/>
                <w:iCs/>
              </w:rPr>
              <w:t xml:space="preserve">          </w:t>
            </w:r>
            <w:r w:rsidRPr="00911D66">
              <w:rPr>
                <w:i/>
                <w:iCs/>
              </w:rPr>
              <w:t>Дочь</w:t>
            </w: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2125" w:type="dxa"/>
          </w:tcPr>
          <w:p w:rsidR="009146F8" w:rsidRPr="00702CF0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1136" w:type="dxa"/>
          </w:tcPr>
          <w:p w:rsidR="009146F8" w:rsidRPr="00702CF0" w:rsidRDefault="009146F8" w:rsidP="00074D50"/>
        </w:tc>
        <w:tc>
          <w:tcPr>
            <w:tcW w:w="1134" w:type="dxa"/>
          </w:tcPr>
          <w:p w:rsidR="009146F8" w:rsidRPr="00702CF0" w:rsidRDefault="009146F8" w:rsidP="00074D50">
            <w:pPr>
              <w:jc w:val="center"/>
            </w:pPr>
          </w:p>
        </w:tc>
        <w:tc>
          <w:tcPr>
            <w:tcW w:w="1505" w:type="dxa"/>
          </w:tcPr>
          <w:p w:rsidR="009146F8" w:rsidRPr="00336A2A" w:rsidRDefault="009146F8" w:rsidP="00074D50">
            <w:pPr>
              <w:jc w:val="center"/>
            </w:pPr>
            <w:r>
              <w:t>Не имею</w:t>
            </w:r>
          </w:p>
        </w:tc>
        <w:tc>
          <w:tcPr>
            <w:tcW w:w="1421" w:type="dxa"/>
          </w:tcPr>
          <w:p w:rsidR="009146F8" w:rsidRPr="00702CF0" w:rsidRDefault="009146F8" w:rsidP="00074D50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9146F8" w:rsidRPr="00702CF0" w:rsidRDefault="009146F8" w:rsidP="00074D50">
            <w:pPr>
              <w:jc w:val="center"/>
            </w:pPr>
            <w:r>
              <w:t>60,6</w:t>
            </w:r>
          </w:p>
        </w:tc>
        <w:tc>
          <w:tcPr>
            <w:tcW w:w="989" w:type="dxa"/>
          </w:tcPr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E02E27" w:rsidRDefault="009146F8">
            <w:pPr>
              <w:rPr>
                <w:b/>
                <w:bCs/>
              </w:rPr>
            </w:pPr>
            <w:r w:rsidRPr="00E02E27">
              <w:rPr>
                <w:b/>
                <w:bCs/>
              </w:rPr>
              <w:t xml:space="preserve">Двинянникова Галина Михайловна    </w:t>
            </w:r>
          </w:p>
        </w:tc>
        <w:tc>
          <w:tcPr>
            <w:tcW w:w="1870" w:type="dxa"/>
          </w:tcPr>
          <w:p w:rsidR="009146F8" w:rsidRPr="0052378B" w:rsidRDefault="009146F8" w:rsidP="0052378B">
            <w:pPr>
              <w:autoSpaceDE w:val="0"/>
              <w:autoSpaceDN w:val="0"/>
              <w:adjustRightInd w:val="0"/>
              <w:jc w:val="center"/>
            </w:pPr>
            <w:r w:rsidRPr="0052378B">
              <w:rPr>
                <w:sz w:val="22"/>
                <w:szCs w:val="22"/>
              </w:rPr>
              <w:t xml:space="preserve">начальник бюджетного отдела финансового управления </w:t>
            </w:r>
          </w:p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Default="009146F8">
            <w:pPr>
              <w:jc w:val="center"/>
            </w:pPr>
            <w:r>
              <w:t>639 558,89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6" w:type="dxa"/>
          </w:tcPr>
          <w:p w:rsidR="009146F8" w:rsidRDefault="009146F8">
            <w:pPr>
              <w:jc w:val="center"/>
            </w:pPr>
            <w:r>
              <w:t>43,9</w:t>
            </w:r>
          </w:p>
        </w:tc>
        <w:tc>
          <w:tcPr>
            <w:tcW w:w="1134" w:type="dxa"/>
          </w:tcPr>
          <w:p w:rsidR="009146F8" w:rsidRPr="00702CF0" w:rsidRDefault="009146F8" w:rsidP="00567BD8"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9B239C">
            <w:r>
              <w:t xml:space="preserve">       Нет</w:t>
            </w:r>
          </w:p>
          <w:p w:rsidR="009146F8" w:rsidRDefault="009146F8">
            <w:pPr>
              <w:jc w:val="center"/>
            </w:pPr>
          </w:p>
        </w:tc>
        <w:tc>
          <w:tcPr>
            <w:tcW w:w="1421" w:type="dxa"/>
          </w:tcPr>
          <w:p w:rsidR="009146F8" w:rsidRDefault="009146F8" w:rsidP="009B239C">
            <w:r>
              <w:t xml:space="preserve">       Нет</w:t>
            </w:r>
          </w:p>
          <w:p w:rsidR="009146F8" w:rsidRDefault="009146F8">
            <w:pPr>
              <w:jc w:val="center"/>
            </w:pPr>
          </w:p>
        </w:tc>
        <w:tc>
          <w:tcPr>
            <w:tcW w:w="1131" w:type="dxa"/>
          </w:tcPr>
          <w:p w:rsidR="009146F8" w:rsidRDefault="009146F8">
            <w:r>
              <w:t>-</w:t>
            </w:r>
          </w:p>
        </w:tc>
        <w:tc>
          <w:tcPr>
            <w:tcW w:w="989" w:type="dxa"/>
          </w:tcPr>
          <w:p w:rsidR="009146F8" w:rsidRDefault="009146F8"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E02E27" w:rsidRDefault="009146F8" w:rsidP="003B3BBB">
            <w:pPr>
              <w:jc w:val="both"/>
              <w:rPr>
                <w:b/>
                <w:bCs/>
              </w:rPr>
            </w:pPr>
            <w:r w:rsidRPr="00E02E27">
              <w:rPr>
                <w:b/>
                <w:bCs/>
                <w:sz w:val="22"/>
                <w:szCs w:val="22"/>
              </w:rPr>
              <w:t xml:space="preserve">Банакова </w:t>
            </w:r>
          </w:p>
          <w:p w:rsidR="009146F8" w:rsidRPr="00E02E27" w:rsidRDefault="009146F8" w:rsidP="003B3BBB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02E27">
              <w:rPr>
                <w:b/>
                <w:bCs/>
                <w:sz w:val="22"/>
                <w:szCs w:val="22"/>
              </w:rPr>
              <w:t>Валентина</w:t>
            </w:r>
          </w:p>
          <w:p w:rsidR="009146F8" w:rsidRDefault="009146F8" w:rsidP="003B3BBB">
            <w:pPr>
              <w:jc w:val="both"/>
            </w:pPr>
            <w:r w:rsidRPr="00E02E27">
              <w:rPr>
                <w:b/>
                <w:bCs/>
                <w:sz w:val="22"/>
                <w:szCs w:val="22"/>
              </w:rPr>
              <w:t>Дмитриевна</w:t>
            </w:r>
          </w:p>
        </w:tc>
        <w:tc>
          <w:tcPr>
            <w:tcW w:w="1870" w:type="dxa"/>
          </w:tcPr>
          <w:p w:rsidR="009146F8" w:rsidRPr="00434571" w:rsidRDefault="009146F8" w:rsidP="00434571">
            <w:pPr>
              <w:jc w:val="center"/>
            </w:pPr>
            <w:r w:rsidRPr="00434571">
              <w:rPr>
                <w:sz w:val="22"/>
                <w:szCs w:val="22"/>
              </w:rPr>
              <w:t xml:space="preserve">начальник отдела доходов финансового управления </w:t>
            </w:r>
          </w:p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816 533,87</w:t>
            </w:r>
          </w:p>
        </w:tc>
        <w:tc>
          <w:tcPr>
            <w:tcW w:w="2125" w:type="dxa"/>
          </w:tcPr>
          <w:p w:rsidR="009146F8" w:rsidRDefault="009146F8" w:rsidP="00074D50">
            <w:pPr>
              <w:jc w:val="center"/>
            </w:pPr>
            <w:r>
              <w:t>квартира</w:t>
            </w:r>
          </w:p>
          <w:p w:rsidR="009146F8" w:rsidRPr="00702CF0" w:rsidRDefault="009146F8" w:rsidP="00074D50">
            <w:pPr>
              <w:jc w:val="center"/>
            </w:pPr>
            <w:r>
              <w:t>совместная</w:t>
            </w:r>
          </w:p>
        </w:tc>
        <w:tc>
          <w:tcPr>
            <w:tcW w:w="1136" w:type="dxa"/>
          </w:tcPr>
          <w:p w:rsidR="009146F8" w:rsidRPr="00702CF0" w:rsidRDefault="009146F8" w:rsidP="00074D50">
            <w:pPr>
              <w:jc w:val="center"/>
            </w:pPr>
            <w:r>
              <w:t>55,1</w:t>
            </w:r>
          </w:p>
        </w:tc>
        <w:tc>
          <w:tcPr>
            <w:tcW w:w="1134" w:type="dxa"/>
          </w:tcPr>
          <w:p w:rsidR="009146F8" w:rsidRPr="00702CF0" w:rsidRDefault="009146F8" w:rsidP="00074D50">
            <w:r>
              <w:t>Россия</w:t>
            </w:r>
          </w:p>
        </w:tc>
        <w:tc>
          <w:tcPr>
            <w:tcW w:w="1505" w:type="dxa"/>
          </w:tcPr>
          <w:p w:rsidR="009146F8" w:rsidRPr="00702CF0" w:rsidRDefault="009146F8" w:rsidP="00074D50">
            <w:pPr>
              <w:jc w:val="center"/>
            </w:pPr>
            <w:r>
              <w:t xml:space="preserve">не имею </w:t>
            </w:r>
          </w:p>
        </w:tc>
        <w:tc>
          <w:tcPr>
            <w:tcW w:w="1421" w:type="dxa"/>
          </w:tcPr>
          <w:p w:rsidR="009146F8" w:rsidRPr="00702CF0" w:rsidRDefault="009146F8" w:rsidP="00074D50">
            <w:pPr>
              <w:jc w:val="center"/>
            </w:pPr>
            <w:r>
              <w:t>земельный участок для ведения садоводства</w:t>
            </w:r>
          </w:p>
        </w:tc>
        <w:tc>
          <w:tcPr>
            <w:tcW w:w="1131" w:type="dxa"/>
          </w:tcPr>
          <w:p w:rsidR="009146F8" w:rsidRPr="00702CF0" w:rsidRDefault="009146F8" w:rsidP="00074D50">
            <w:pPr>
              <w:jc w:val="center"/>
            </w:pPr>
            <w:r>
              <w:t>1026</w:t>
            </w:r>
          </w:p>
        </w:tc>
        <w:tc>
          <w:tcPr>
            <w:tcW w:w="989" w:type="dxa"/>
          </w:tcPr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284CB0" w:rsidRDefault="009146F8" w:rsidP="00434571">
            <w:pPr>
              <w:jc w:val="center"/>
            </w:pPr>
            <w:r w:rsidRPr="00284CB0">
              <w:rPr>
                <w:sz w:val="22"/>
                <w:szCs w:val="22"/>
              </w:rPr>
              <w:t>Супруг</w:t>
            </w:r>
          </w:p>
          <w:p w:rsidR="009146F8" w:rsidRDefault="009146F8"/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1 196 676,92</w:t>
            </w:r>
          </w:p>
        </w:tc>
        <w:tc>
          <w:tcPr>
            <w:tcW w:w="2125" w:type="dxa"/>
          </w:tcPr>
          <w:p w:rsidR="009146F8" w:rsidRDefault="009146F8" w:rsidP="00074D50">
            <w:pPr>
              <w:jc w:val="center"/>
            </w:pPr>
            <w:r>
              <w:t>квартира</w:t>
            </w:r>
          </w:p>
          <w:p w:rsidR="009146F8" w:rsidRDefault="009146F8" w:rsidP="00074D50">
            <w:pPr>
              <w:jc w:val="center"/>
            </w:pPr>
            <w:r>
              <w:t>совместная</w:t>
            </w:r>
          </w:p>
          <w:p w:rsidR="009146F8" w:rsidRDefault="009146F8" w:rsidP="00074D50">
            <w:pPr>
              <w:jc w:val="center"/>
            </w:pPr>
          </w:p>
          <w:p w:rsidR="009146F8" w:rsidRPr="00702CF0" w:rsidRDefault="009146F8" w:rsidP="00074D50">
            <w:pPr>
              <w:jc w:val="center"/>
            </w:pPr>
            <w:r>
              <w:t>земельный участок для ведения садоводства</w:t>
            </w:r>
          </w:p>
        </w:tc>
        <w:tc>
          <w:tcPr>
            <w:tcW w:w="1136" w:type="dxa"/>
          </w:tcPr>
          <w:p w:rsidR="009146F8" w:rsidRDefault="009146F8" w:rsidP="00074D50">
            <w:pPr>
              <w:jc w:val="center"/>
            </w:pPr>
            <w:r>
              <w:t>55,1</w:t>
            </w:r>
          </w:p>
          <w:p w:rsidR="009146F8" w:rsidRDefault="009146F8" w:rsidP="00074D50">
            <w:pPr>
              <w:jc w:val="center"/>
            </w:pPr>
          </w:p>
          <w:p w:rsidR="009146F8" w:rsidRDefault="009146F8" w:rsidP="00074D50">
            <w:pPr>
              <w:jc w:val="center"/>
            </w:pPr>
          </w:p>
          <w:p w:rsidR="009146F8" w:rsidRDefault="009146F8" w:rsidP="00074D50">
            <w:pPr>
              <w:jc w:val="center"/>
            </w:pPr>
          </w:p>
          <w:p w:rsidR="009146F8" w:rsidRDefault="009146F8" w:rsidP="00074D50">
            <w:pPr>
              <w:jc w:val="center"/>
            </w:pPr>
          </w:p>
          <w:p w:rsidR="009146F8" w:rsidRPr="00702CF0" w:rsidRDefault="009146F8" w:rsidP="00074D50">
            <w:pPr>
              <w:jc w:val="center"/>
            </w:pPr>
            <w:r>
              <w:t>1026</w:t>
            </w:r>
          </w:p>
        </w:tc>
        <w:tc>
          <w:tcPr>
            <w:tcW w:w="1134" w:type="dxa"/>
          </w:tcPr>
          <w:p w:rsidR="009146F8" w:rsidRPr="00702CF0" w:rsidRDefault="009146F8" w:rsidP="00074D50">
            <w:r>
              <w:t>Россия</w:t>
            </w:r>
          </w:p>
        </w:tc>
        <w:tc>
          <w:tcPr>
            <w:tcW w:w="1505" w:type="dxa"/>
          </w:tcPr>
          <w:p w:rsidR="009146F8" w:rsidRPr="00915937" w:rsidRDefault="009146F8" w:rsidP="00074D50">
            <w:pPr>
              <w:jc w:val="center"/>
            </w:pPr>
            <w:r>
              <w:rPr>
                <w:lang w:val="en-US"/>
              </w:rPr>
              <w:t>Toyota Funkargo</w:t>
            </w:r>
            <w:r>
              <w:t>, 2002г.</w:t>
            </w:r>
          </w:p>
        </w:tc>
        <w:tc>
          <w:tcPr>
            <w:tcW w:w="1421" w:type="dxa"/>
          </w:tcPr>
          <w:p w:rsidR="009146F8" w:rsidRPr="00454656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1131" w:type="dxa"/>
          </w:tcPr>
          <w:p w:rsidR="009146F8" w:rsidRDefault="009146F8"/>
        </w:tc>
        <w:tc>
          <w:tcPr>
            <w:tcW w:w="989" w:type="dxa"/>
          </w:tcPr>
          <w:p w:rsidR="009146F8" w:rsidRDefault="009146F8"/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Default="009146F8">
            <w:r>
              <w:rPr>
                <w:b/>
                <w:bCs/>
                <w:sz w:val="22"/>
                <w:szCs w:val="22"/>
              </w:rPr>
              <w:t>Проценко Нонна Викторовна</w:t>
            </w:r>
          </w:p>
        </w:tc>
        <w:tc>
          <w:tcPr>
            <w:tcW w:w="1870" w:type="dxa"/>
          </w:tcPr>
          <w:p w:rsidR="009146F8" w:rsidRPr="00434571" w:rsidRDefault="009146F8" w:rsidP="00434571">
            <w:pPr>
              <w:jc w:val="center"/>
            </w:pPr>
            <w:r w:rsidRPr="00434571">
              <w:rPr>
                <w:sz w:val="22"/>
                <w:szCs w:val="22"/>
              </w:rPr>
              <w:t>начальник платежно-операционного отдела финансового управления</w:t>
            </w:r>
          </w:p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554 208</w:t>
            </w:r>
          </w:p>
        </w:tc>
        <w:tc>
          <w:tcPr>
            <w:tcW w:w="2125" w:type="dxa"/>
          </w:tcPr>
          <w:p w:rsidR="009146F8" w:rsidRPr="00702CF0" w:rsidRDefault="009146F8" w:rsidP="00074D50">
            <w:pPr>
              <w:jc w:val="center"/>
            </w:pPr>
            <w:r>
              <w:t>Не имею</w:t>
            </w:r>
          </w:p>
        </w:tc>
        <w:tc>
          <w:tcPr>
            <w:tcW w:w="1136" w:type="dxa"/>
          </w:tcPr>
          <w:p w:rsidR="009146F8" w:rsidRPr="00702CF0" w:rsidRDefault="009146F8" w:rsidP="00074D50">
            <w:r>
              <w:t>Не имею</w:t>
            </w:r>
          </w:p>
        </w:tc>
        <w:tc>
          <w:tcPr>
            <w:tcW w:w="1134" w:type="dxa"/>
          </w:tcPr>
          <w:p w:rsidR="009146F8" w:rsidRPr="00702CF0" w:rsidRDefault="009146F8" w:rsidP="00074D50"/>
        </w:tc>
        <w:tc>
          <w:tcPr>
            <w:tcW w:w="1505" w:type="dxa"/>
          </w:tcPr>
          <w:p w:rsidR="009146F8" w:rsidRPr="00702CF0" w:rsidRDefault="009146F8" w:rsidP="00074D50">
            <w:pPr>
              <w:jc w:val="center"/>
            </w:pPr>
            <w:r>
              <w:t xml:space="preserve">Автомобиль легковой </w:t>
            </w:r>
            <w:r w:rsidRPr="00731404">
              <w:rPr>
                <w:sz w:val="22"/>
                <w:szCs w:val="22"/>
                <w:lang w:val="en-US"/>
              </w:rPr>
              <w:t>HONDA CIVIC</w:t>
            </w:r>
            <w:r>
              <w:t xml:space="preserve"> </w:t>
            </w:r>
          </w:p>
        </w:tc>
        <w:tc>
          <w:tcPr>
            <w:tcW w:w="1421" w:type="dxa"/>
          </w:tcPr>
          <w:p w:rsidR="009146F8" w:rsidRDefault="009146F8" w:rsidP="00074D50">
            <w:r>
              <w:t>Дом</w:t>
            </w:r>
          </w:p>
          <w:p w:rsidR="009146F8" w:rsidRDefault="009146F8" w:rsidP="00074D50">
            <w:r>
              <w:t>Приусадебный участок</w:t>
            </w:r>
          </w:p>
          <w:p w:rsidR="009146F8" w:rsidRPr="00731404" w:rsidRDefault="009146F8" w:rsidP="00074D50"/>
        </w:tc>
        <w:tc>
          <w:tcPr>
            <w:tcW w:w="1131" w:type="dxa"/>
          </w:tcPr>
          <w:p w:rsidR="009146F8" w:rsidRDefault="009146F8" w:rsidP="00074D50">
            <w:pPr>
              <w:jc w:val="center"/>
            </w:pPr>
            <w:r>
              <w:t>41,3</w:t>
            </w:r>
          </w:p>
          <w:p w:rsidR="009146F8" w:rsidRDefault="009146F8" w:rsidP="00074D50">
            <w:pPr>
              <w:jc w:val="center"/>
            </w:pPr>
            <w:r>
              <w:t>654,0</w:t>
            </w:r>
          </w:p>
          <w:p w:rsidR="009146F8" w:rsidRDefault="009146F8" w:rsidP="00074D50">
            <w:pPr>
              <w:jc w:val="center"/>
            </w:pPr>
          </w:p>
          <w:p w:rsidR="009146F8" w:rsidRPr="00702CF0" w:rsidRDefault="009146F8" w:rsidP="00074D50">
            <w:pPr>
              <w:jc w:val="center"/>
            </w:pPr>
          </w:p>
        </w:tc>
        <w:tc>
          <w:tcPr>
            <w:tcW w:w="989" w:type="dxa"/>
          </w:tcPr>
          <w:p w:rsidR="009146F8" w:rsidRDefault="009146F8" w:rsidP="00074D50">
            <w:pPr>
              <w:jc w:val="center"/>
            </w:pPr>
            <w:r>
              <w:t>Россия</w:t>
            </w:r>
          </w:p>
          <w:p w:rsidR="009146F8" w:rsidRDefault="009146F8" w:rsidP="00074D50">
            <w:pPr>
              <w:jc w:val="center"/>
            </w:pPr>
            <w:r>
              <w:t>Россия</w:t>
            </w:r>
          </w:p>
          <w:p w:rsidR="009146F8" w:rsidRDefault="009146F8" w:rsidP="00074D50">
            <w:pPr>
              <w:jc w:val="center"/>
            </w:pPr>
          </w:p>
          <w:p w:rsidR="009146F8" w:rsidRPr="00702CF0" w:rsidRDefault="009146F8" w:rsidP="00074D50">
            <w:pPr>
              <w:jc w:val="center"/>
            </w:pP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E02E27" w:rsidRDefault="009146F8" w:rsidP="00434571">
            <w:pPr>
              <w:jc w:val="center"/>
            </w:pPr>
            <w:r w:rsidRPr="00E02E27">
              <w:rPr>
                <w:sz w:val="22"/>
                <w:szCs w:val="22"/>
              </w:rPr>
              <w:t xml:space="preserve">Супруг </w:t>
            </w:r>
          </w:p>
          <w:p w:rsidR="009146F8" w:rsidRDefault="009146F8"/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239 675</w:t>
            </w:r>
          </w:p>
        </w:tc>
        <w:tc>
          <w:tcPr>
            <w:tcW w:w="2125" w:type="dxa"/>
          </w:tcPr>
          <w:p w:rsidR="009146F8" w:rsidRDefault="009146F8" w:rsidP="00074D50">
            <w:r>
              <w:t>Приусадебный участок (индивидуальная)</w:t>
            </w:r>
          </w:p>
          <w:p w:rsidR="009146F8" w:rsidRDefault="009146F8" w:rsidP="00074D50">
            <w:r>
              <w:t>Земельный участок (индивидуальная)</w:t>
            </w:r>
          </w:p>
          <w:p w:rsidR="009146F8" w:rsidRDefault="009146F8" w:rsidP="00074D50">
            <w:r>
              <w:t>Дом (индивидуальная)</w:t>
            </w:r>
          </w:p>
          <w:p w:rsidR="009146F8" w:rsidRPr="00731404" w:rsidRDefault="009146F8" w:rsidP="00074D50">
            <w:r>
              <w:t>2х комнатная квартира (индивидуальная)</w:t>
            </w:r>
          </w:p>
        </w:tc>
        <w:tc>
          <w:tcPr>
            <w:tcW w:w="1136" w:type="dxa"/>
          </w:tcPr>
          <w:p w:rsidR="009146F8" w:rsidRDefault="009146F8" w:rsidP="00074D50">
            <w:r>
              <w:t>654,0</w:t>
            </w:r>
          </w:p>
          <w:p w:rsidR="009146F8" w:rsidRDefault="009146F8" w:rsidP="00074D50"/>
          <w:p w:rsidR="009146F8" w:rsidRDefault="009146F8" w:rsidP="00074D50"/>
          <w:p w:rsidR="009146F8" w:rsidRDefault="009146F8" w:rsidP="00074D50">
            <w:r>
              <w:t>25,0</w:t>
            </w:r>
          </w:p>
          <w:p w:rsidR="009146F8" w:rsidRDefault="009146F8" w:rsidP="00074D50"/>
          <w:p w:rsidR="009146F8" w:rsidRDefault="009146F8" w:rsidP="00074D50"/>
          <w:p w:rsidR="009146F8" w:rsidRDefault="009146F8" w:rsidP="00074D50">
            <w:r>
              <w:t>41,3</w:t>
            </w:r>
          </w:p>
          <w:p w:rsidR="009146F8" w:rsidRDefault="009146F8" w:rsidP="00074D50"/>
          <w:p w:rsidR="009146F8" w:rsidRDefault="009146F8" w:rsidP="00074D50">
            <w:r>
              <w:t>45,0</w:t>
            </w:r>
          </w:p>
          <w:p w:rsidR="009146F8" w:rsidRPr="00702CF0" w:rsidRDefault="009146F8" w:rsidP="00074D50"/>
        </w:tc>
        <w:tc>
          <w:tcPr>
            <w:tcW w:w="1134" w:type="dxa"/>
          </w:tcPr>
          <w:p w:rsidR="009146F8" w:rsidRDefault="009146F8" w:rsidP="00074D50">
            <w:r>
              <w:t>Россия</w:t>
            </w:r>
          </w:p>
          <w:p w:rsidR="009146F8" w:rsidRDefault="009146F8" w:rsidP="00074D50"/>
          <w:p w:rsidR="009146F8" w:rsidRDefault="009146F8" w:rsidP="00074D50"/>
          <w:p w:rsidR="009146F8" w:rsidRDefault="009146F8" w:rsidP="00074D50">
            <w:r>
              <w:t>Россия</w:t>
            </w:r>
          </w:p>
          <w:p w:rsidR="009146F8" w:rsidRDefault="009146F8" w:rsidP="00074D50"/>
          <w:p w:rsidR="009146F8" w:rsidRDefault="009146F8" w:rsidP="00074D50">
            <w:r>
              <w:t>Россия</w:t>
            </w:r>
          </w:p>
          <w:p w:rsidR="009146F8" w:rsidRDefault="009146F8" w:rsidP="00074D50"/>
          <w:p w:rsidR="009146F8" w:rsidRPr="00702CF0" w:rsidRDefault="009146F8" w:rsidP="00074D50">
            <w:r>
              <w:t>Россия</w:t>
            </w:r>
          </w:p>
        </w:tc>
        <w:tc>
          <w:tcPr>
            <w:tcW w:w="1505" w:type="dxa"/>
          </w:tcPr>
          <w:p w:rsidR="009146F8" w:rsidRPr="00702CF0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1421" w:type="dxa"/>
          </w:tcPr>
          <w:p w:rsidR="009146F8" w:rsidRDefault="009146F8" w:rsidP="00074D50">
            <w:r>
              <w:t>Дом</w:t>
            </w:r>
          </w:p>
          <w:p w:rsidR="009146F8" w:rsidRDefault="009146F8" w:rsidP="00074D50">
            <w:r>
              <w:t>Приусадебный участок</w:t>
            </w:r>
          </w:p>
          <w:p w:rsidR="009146F8" w:rsidRPr="00454656" w:rsidRDefault="009146F8" w:rsidP="00074D50"/>
        </w:tc>
        <w:tc>
          <w:tcPr>
            <w:tcW w:w="1131" w:type="dxa"/>
          </w:tcPr>
          <w:p w:rsidR="009146F8" w:rsidRDefault="009146F8" w:rsidP="00074D50">
            <w:pPr>
              <w:jc w:val="center"/>
            </w:pPr>
            <w:r>
              <w:t>41,3</w:t>
            </w:r>
          </w:p>
          <w:p w:rsidR="009146F8" w:rsidRDefault="009146F8" w:rsidP="00074D50">
            <w:pPr>
              <w:jc w:val="center"/>
            </w:pPr>
            <w:r>
              <w:t>654,0</w:t>
            </w:r>
          </w:p>
          <w:p w:rsidR="009146F8" w:rsidRDefault="009146F8" w:rsidP="00074D50">
            <w:pPr>
              <w:jc w:val="center"/>
            </w:pPr>
          </w:p>
          <w:p w:rsidR="009146F8" w:rsidRPr="00454656" w:rsidRDefault="009146F8" w:rsidP="00074D50">
            <w:pPr>
              <w:jc w:val="center"/>
            </w:pPr>
          </w:p>
        </w:tc>
        <w:tc>
          <w:tcPr>
            <w:tcW w:w="989" w:type="dxa"/>
          </w:tcPr>
          <w:p w:rsidR="009146F8" w:rsidRDefault="009146F8" w:rsidP="00074D50">
            <w:pPr>
              <w:jc w:val="center"/>
            </w:pPr>
            <w:r>
              <w:t>Россия</w:t>
            </w:r>
          </w:p>
          <w:p w:rsidR="009146F8" w:rsidRDefault="009146F8" w:rsidP="00074D50">
            <w:pPr>
              <w:jc w:val="center"/>
            </w:pPr>
            <w:r>
              <w:t>Россия</w:t>
            </w:r>
          </w:p>
          <w:p w:rsidR="009146F8" w:rsidRDefault="009146F8" w:rsidP="00074D50">
            <w:pPr>
              <w:jc w:val="center"/>
            </w:pPr>
          </w:p>
          <w:p w:rsidR="009146F8" w:rsidRPr="00454656" w:rsidRDefault="009146F8" w:rsidP="00074D50">
            <w:pPr>
              <w:jc w:val="center"/>
            </w:pPr>
          </w:p>
        </w:tc>
        <w:tc>
          <w:tcPr>
            <w:tcW w:w="1079" w:type="dxa"/>
          </w:tcPr>
          <w:p w:rsidR="009146F8" w:rsidRDefault="009146F8" w:rsidP="008A126F"/>
          <w:p w:rsidR="009146F8" w:rsidRPr="00C87765" w:rsidRDefault="009146F8" w:rsidP="008A126F"/>
        </w:tc>
      </w:tr>
      <w:tr w:rsidR="009146F8">
        <w:tc>
          <w:tcPr>
            <w:tcW w:w="1978" w:type="dxa"/>
          </w:tcPr>
          <w:p w:rsidR="009146F8" w:rsidRPr="00E02E27" w:rsidRDefault="009146F8">
            <w:pPr>
              <w:rPr>
                <w:b/>
                <w:bCs/>
              </w:rPr>
            </w:pPr>
            <w:r w:rsidRPr="00E02E27">
              <w:rPr>
                <w:b/>
                <w:bCs/>
              </w:rPr>
              <w:t>Иванова Анна Васильевна</w:t>
            </w: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  <w:r>
              <w:t>Главный специалист 1 разряда отдела учета и отчетности</w:t>
            </w:r>
          </w:p>
          <w:p w:rsidR="009146F8" w:rsidRDefault="009146F8">
            <w:pPr>
              <w:ind w:left="-108" w:right="-108" w:firstLine="108"/>
              <w:jc w:val="center"/>
            </w:pPr>
            <w:r>
              <w:t>финансового управления</w:t>
            </w:r>
          </w:p>
        </w:tc>
        <w:tc>
          <w:tcPr>
            <w:tcW w:w="1560" w:type="dxa"/>
          </w:tcPr>
          <w:p w:rsidR="009146F8" w:rsidRDefault="009146F8">
            <w:pPr>
              <w:jc w:val="center"/>
            </w:pPr>
            <w:r>
              <w:t>452 040,98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Квартира1/3 доля</w:t>
            </w:r>
          </w:p>
        </w:tc>
        <w:tc>
          <w:tcPr>
            <w:tcW w:w="1136" w:type="dxa"/>
          </w:tcPr>
          <w:p w:rsidR="009146F8" w:rsidRPr="00702CF0" w:rsidRDefault="009146F8" w:rsidP="001D05F8">
            <w:pPr>
              <w:jc w:val="center"/>
            </w:pPr>
            <w:r>
              <w:t>55,3</w:t>
            </w:r>
          </w:p>
        </w:tc>
        <w:tc>
          <w:tcPr>
            <w:tcW w:w="1134" w:type="dxa"/>
          </w:tcPr>
          <w:p w:rsidR="009146F8" w:rsidRPr="00702CF0" w:rsidRDefault="009146F8" w:rsidP="008A126F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9146F8" w:rsidRPr="00702CF0" w:rsidRDefault="009146F8" w:rsidP="008A126F">
            <w:pPr>
              <w:jc w:val="center"/>
            </w:pPr>
            <w:r>
              <w:t>-</w:t>
            </w:r>
          </w:p>
        </w:tc>
        <w:tc>
          <w:tcPr>
            <w:tcW w:w="1421" w:type="dxa"/>
          </w:tcPr>
          <w:p w:rsidR="009146F8" w:rsidRPr="00702CF0" w:rsidRDefault="009146F8" w:rsidP="008A126F">
            <w:pPr>
              <w:jc w:val="center"/>
            </w:pPr>
            <w:r>
              <w:t>-</w:t>
            </w:r>
          </w:p>
        </w:tc>
        <w:tc>
          <w:tcPr>
            <w:tcW w:w="1131" w:type="dxa"/>
          </w:tcPr>
          <w:p w:rsidR="009146F8" w:rsidRPr="00702CF0" w:rsidRDefault="009146F8" w:rsidP="008A126F">
            <w:r>
              <w:t>-</w:t>
            </w:r>
          </w:p>
        </w:tc>
        <w:tc>
          <w:tcPr>
            <w:tcW w:w="989" w:type="dxa"/>
          </w:tcPr>
          <w:p w:rsidR="009146F8" w:rsidRPr="00B20ABD" w:rsidRDefault="009146F8" w:rsidP="008A126F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Default="009146F8">
            <w:r>
              <w:rPr>
                <w:i/>
                <w:iCs/>
              </w:rPr>
              <w:t>Супруг</w:t>
            </w: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Default="009146F8">
            <w:pPr>
              <w:jc w:val="center"/>
            </w:pPr>
            <w:r>
              <w:t>2 749 796,33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Квартира ¼ доля</w:t>
            </w:r>
          </w:p>
        </w:tc>
        <w:tc>
          <w:tcPr>
            <w:tcW w:w="1136" w:type="dxa"/>
          </w:tcPr>
          <w:p w:rsidR="009146F8" w:rsidRPr="00702CF0" w:rsidRDefault="009146F8" w:rsidP="001D05F8">
            <w:pPr>
              <w:jc w:val="center"/>
            </w:pPr>
            <w:r>
              <w:t>44,6</w:t>
            </w:r>
          </w:p>
        </w:tc>
        <w:tc>
          <w:tcPr>
            <w:tcW w:w="1134" w:type="dxa"/>
          </w:tcPr>
          <w:p w:rsidR="009146F8" w:rsidRPr="00702CF0" w:rsidRDefault="009146F8" w:rsidP="008A126F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4B1060">
            <w:r>
              <w:t>1)Ниссан Икстрейл</w:t>
            </w:r>
          </w:p>
          <w:p w:rsidR="009146F8" w:rsidRDefault="009146F8" w:rsidP="004B1060">
            <w:pPr>
              <w:jc w:val="center"/>
            </w:pPr>
          </w:p>
        </w:tc>
        <w:tc>
          <w:tcPr>
            <w:tcW w:w="1421" w:type="dxa"/>
          </w:tcPr>
          <w:p w:rsidR="009146F8" w:rsidRDefault="009146F8" w:rsidP="008A126F">
            <w:pPr>
              <w:jc w:val="center"/>
            </w:pPr>
          </w:p>
          <w:p w:rsidR="009146F8" w:rsidRPr="00702CF0" w:rsidRDefault="009146F8" w:rsidP="008A126F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9146F8" w:rsidRDefault="009146F8" w:rsidP="008A126F">
            <w:pPr>
              <w:jc w:val="center"/>
            </w:pPr>
          </w:p>
          <w:p w:rsidR="009146F8" w:rsidRPr="00702CF0" w:rsidRDefault="009146F8" w:rsidP="008A126F">
            <w:pPr>
              <w:jc w:val="center"/>
            </w:pPr>
            <w:r>
              <w:t>55,3</w:t>
            </w:r>
          </w:p>
        </w:tc>
        <w:tc>
          <w:tcPr>
            <w:tcW w:w="989" w:type="dxa"/>
          </w:tcPr>
          <w:p w:rsidR="009146F8" w:rsidRDefault="009146F8" w:rsidP="008A126F">
            <w:pPr>
              <w:jc w:val="center"/>
            </w:pPr>
          </w:p>
          <w:p w:rsidR="009146F8" w:rsidRPr="00702CF0" w:rsidRDefault="009146F8" w:rsidP="008A126F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5D360C" w:rsidRDefault="009146F8">
            <w:pPr>
              <w:rPr>
                <w:b/>
                <w:bCs/>
                <w:i/>
                <w:iCs/>
              </w:rPr>
            </w:pPr>
            <w:r w:rsidRPr="005D360C">
              <w:rPr>
                <w:b/>
                <w:bCs/>
              </w:rPr>
              <w:t>Прокопьева Людмила Ивановна</w:t>
            </w:r>
          </w:p>
        </w:tc>
        <w:tc>
          <w:tcPr>
            <w:tcW w:w="1870" w:type="dxa"/>
          </w:tcPr>
          <w:p w:rsidR="009146F8" w:rsidRDefault="009146F8" w:rsidP="00B513C9">
            <w:pPr>
              <w:autoSpaceDE w:val="0"/>
              <w:autoSpaceDN w:val="0"/>
              <w:adjustRightInd w:val="0"/>
              <w:jc w:val="center"/>
            </w:pPr>
            <w:r w:rsidRPr="00B513C9">
              <w:rPr>
                <w:sz w:val="22"/>
                <w:szCs w:val="22"/>
              </w:rPr>
              <w:t>Главный специалист 1 разряда  бюджетно</w:t>
            </w:r>
            <w:r>
              <w:rPr>
                <w:sz w:val="22"/>
                <w:szCs w:val="22"/>
              </w:rPr>
              <w:t>го</w:t>
            </w:r>
            <w:r w:rsidRPr="00B513C9">
              <w:rPr>
                <w:sz w:val="22"/>
                <w:szCs w:val="22"/>
              </w:rPr>
              <w:t xml:space="preserve"> отдел</w:t>
            </w:r>
            <w:r>
              <w:rPr>
                <w:sz w:val="22"/>
                <w:szCs w:val="22"/>
              </w:rPr>
              <w:t>а</w:t>
            </w:r>
          </w:p>
          <w:p w:rsidR="009146F8" w:rsidRPr="00B513C9" w:rsidRDefault="009146F8" w:rsidP="00B513C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финансового управления</w:t>
            </w:r>
            <w:r w:rsidRPr="00B513C9">
              <w:rPr>
                <w:sz w:val="22"/>
                <w:szCs w:val="22"/>
              </w:rPr>
              <w:t xml:space="preserve"> </w:t>
            </w:r>
          </w:p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Default="009146F8" w:rsidP="00074D50">
            <w:pPr>
              <w:jc w:val="center"/>
            </w:pPr>
            <w:r>
              <w:t>463 456,66</w:t>
            </w:r>
          </w:p>
          <w:p w:rsidR="009146F8" w:rsidRDefault="009146F8" w:rsidP="00074D50">
            <w:pPr>
              <w:jc w:val="center"/>
            </w:pPr>
          </w:p>
        </w:tc>
        <w:tc>
          <w:tcPr>
            <w:tcW w:w="2125" w:type="dxa"/>
          </w:tcPr>
          <w:p w:rsidR="009146F8" w:rsidRDefault="009146F8" w:rsidP="00074D50">
            <w:pPr>
              <w:jc w:val="center"/>
            </w:pPr>
            <w:r>
              <w:t>2-х комнатная квартира, 1/2 доля</w:t>
            </w:r>
          </w:p>
        </w:tc>
        <w:tc>
          <w:tcPr>
            <w:tcW w:w="1136" w:type="dxa"/>
          </w:tcPr>
          <w:p w:rsidR="009146F8" w:rsidRDefault="009146F8" w:rsidP="00074D50">
            <w:r>
              <w:t>50,1</w:t>
            </w:r>
          </w:p>
        </w:tc>
        <w:tc>
          <w:tcPr>
            <w:tcW w:w="1134" w:type="dxa"/>
          </w:tcPr>
          <w:p w:rsidR="009146F8" w:rsidRDefault="009146F8" w:rsidP="00074D50">
            <w:r>
              <w:t>Россия</w:t>
            </w:r>
          </w:p>
        </w:tc>
        <w:tc>
          <w:tcPr>
            <w:tcW w:w="1505" w:type="dxa"/>
          </w:tcPr>
          <w:p w:rsidR="009146F8" w:rsidRPr="00392BE2" w:rsidRDefault="009146F8" w:rsidP="00074D50">
            <w:pPr>
              <w:jc w:val="center"/>
            </w:pPr>
            <w:r>
              <w:t>нет</w:t>
            </w:r>
          </w:p>
        </w:tc>
        <w:tc>
          <w:tcPr>
            <w:tcW w:w="1421" w:type="dxa"/>
          </w:tcPr>
          <w:p w:rsidR="009146F8" w:rsidRDefault="009146F8" w:rsidP="00074D50">
            <w:pPr>
              <w:tabs>
                <w:tab w:val="left" w:pos="8662"/>
              </w:tabs>
              <w:jc w:val="center"/>
            </w:pPr>
            <w:r>
              <w:t>нет</w:t>
            </w:r>
          </w:p>
        </w:tc>
        <w:tc>
          <w:tcPr>
            <w:tcW w:w="1131" w:type="dxa"/>
          </w:tcPr>
          <w:p w:rsidR="009146F8" w:rsidRDefault="009146F8" w:rsidP="008A126F">
            <w:pPr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9146F8" w:rsidRDefault="009146F8" w:rsidP="008A126F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rPr>
          <w:trHeight w:val="530"/>
        </w:trPr>
        <w:tc>
          <w:tcPr>
            <w:tcW w:w="1978" w:type="dxa"/>
          </w:tcPr>
          <w:p w:rsidR="009146F8" w:rsidRPr="005D360C" w:rsidRDefault="009146F8" w:rsidP="00B513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D360C">
              <w:rPr>
                <w:b/>
                <w:bCs/>
              </w:rPr>
              <w:t>Малкова Тамара</w:t>
            </w:r>
          </w:p>
          <w:p w:rsidR="009146F8" w:rsidRDefault="009146F8" w:rsidP="00B513C9">
            <w:pPr>
              <w:rPr>
                <w:i/>
                <w:iCs/>
              </w:rPr>
            </w:pPr>
            <w:r w:rsidRPr="005D360C">
              <w:rPr>
                <w:b/>
                <w:bCs/>
              </w:rPr>
              <w:t>Федоровна</w:t>
            </w:r>
          </w:p>
        </w:tc>
        <w:tc>
          <w:tcPr>
            <w:tcW w:w="1870" w:type="dxa"/>
          </w:tcPr>
          <w:p w:rsidR="009146F8" w:rsidRPr="00B513C9" w:rsidRDefault="009146F8">
            <w:pPr>
              <w:ind w:left="-108" w:right="-108" w:firstLine="108"/>
              <w:jc w:val="center"/>
            </w:pPr>
            <w:r w:rsidRPr="00B513C9">
              <w:rPr>
                <w:sz w:val="22"/>
                <w:szCs w:val="22"/>
              </w:rPr>
              <w:t>главн</w:t>
            </w:r>
            <w:r>
              <w:rPr>
                <w:sz w:val="22"/>
                <w:szCs w:val="22"/>
              </w:rPr>
              <w:t>ый</w:t>
            </w:r>
            <w:r w:rsidRPr="00B513C9">
              <w:rPr>
                <w:sz w:val="22"/>
                <w:szCs w:val="22"/>
              </w:rPr>
              <w:t xml:space="preserve"> специалист 1 разряда отдела доходов финансового управления</w:t>
            </w: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622 233,85</w:t>
            </w:r>
          </w:p>
        </w:tc>
        <w:tc>
          <w:tcPr>
            <w:tcW w:w="2125" w:type="dxa"/>
          </w:tcPr>
          <w:p w:rsidR="009146F8" w:rsidRDefault="009146F8" w:rsidP="00956510">
            <w:pPr>
              <w:numPr>
                <w:ilvl w:val="0"/>
                <w:numId w:val="1"/>
              </w:numPr>
              <w:tabs>
                <w:tab w:val="clear" w:pos="720"/>
                <w:tab w:val="num" w:pos="92"/>
              </w:tabs>
              <w:ind w:left="92" w:hanging="408"/>
            </w:pPr>
            <w:r>
              <w:t>Земельный участок для ведения садоводства</w:t>
            </w:r>
          </w:p>
          <w:p w:rsidR="009146F8" w:rsidRDefault="009146F8" w:rsidP="00956510">
            <w:pPr>
              <w:numPr>
                <w:ilvl w:val="0"/>
                <w:numId w:val="1"/>
              </w:numPr>
              <w:tabs>
                <w:tab w:val="clear" w:pos="720"/>
                <w:tab w:val="num" w:pos="92"/>
              </w:tabs>
              <w:ind w:left="92" w:hanging="628"/>
            </w:pPr>
            <w:r>
              <w:t xml:space="preserve"> 3-х комнатная квартира</w:t>
            </w:r>
          </w:p>
          <w:p w:rsidR="009146F8" w:rsidRDefault="009146F8" w:rsidP="00956510">
            <w:pPr>
              <w:numPr>
                <w:ilvl w:val="0"/>
                <w:numId w:val="1"/>
              </w:numPr>
              <w:tabs>
                <w:tab w:val="clear" w:pos="720"/>
                <w:tab w:val="num" w:pos="92"/>
              </w:tabs>
              <w:ind w:left="92" w:hanging="408"/>
            </w:pPr>
            <w:r>
              <w:t xml:space="preserve">Гараж ЖСК </w:t>
            </w:r>
            <w:r w:rsidRPr="0004449E">
              <w:rPr>
                <w:sz w:val="22"/>
                <w:szCs w:val="22"/>
              </w:rPr>
              <w:t>«Метеор-</w:t>
            </w:r>
            <w:r>
              <w:rPr>
                <w:sz w:val="22"/>
                <w:szCs w:val="22"/>
              </w:rPr>
              <w:t>1</w:t>
            </w:r>
            <w:r w:rsidRPr="0004449E">
              <w:rPr>
                <w:sz w:val="22"/>
                <w:szCs w:val="22"/>
              </w:rPr>
              <w:t>»,</w:t>
            </w:r>
            <w:r>
              <w:t xml:space="preserve"> нежилое 1-этажный</w:t>
            </w:r>
          </w:p>
          <w:p w:rsidR="009146F8" w:rsidRPr="00702CF0" w:rsidRDefault="009146F8" w:rsidP="00956510">
            <w:pPr>
              <w:numPr>
                <w:ilvl w:val="0"/>
                <w:numId w:val="1"/>
              </w:numPr>
              <w:tabs>
                <w:tab w:val="clear" w:pos="720"/>
                <w:tab w:val="num" w:pos="92"/>
              </w:tabs>
              <w:ind w:left="92" w:hanging="408"/>
            </w:pPr>
            <w:r>
              <w:t>Земельный участок под гаражом</w:t>
            </w:r>
          </w:p>
        </w:tc>
        <w:tc>
          <w:tcPr>
            <w:tcW w:w="1136" w:type="dxa"/>
          </w:tcPr>
          <w:p w:rsidR="009146F8" w:rsidRDefault="009146F8" w:rsidP="00956510"/>
          <w:p w:rsidR="009146F8" w:rsidRDefault="009146F8" w:rsidP="00956510">
            <w:r>
              <w:t>1 235,00</w:t>
            </w:r>
          </w:p>
          <w:p w:rsidR="009146F8" w:rsidRDefault="009146F8" w:rsidP="00956510"/>
          <w:p w:rsidR="009146F8" w:rsidRDefault="009146F8" w:rsidP="00956510"/>
          <w:p w:rsidR="009146F8" w:rsidRDefault="009146F8" w:rsidP="00956510">
            <w:r>
              <w:t>56,30</w:t>
            </w:r>
          </w:p>
          <w:p w:rsidR="009146F8" w:rsidRDefault="009146F8" w:rsidP="00956510"/>
          <w:p w:rsidR="009146F8" w:rsidRDefault="009146F8" w:rsidP="00956510">
            <w:r>
              <w:t>18,00</w:t>
            </w:r>
          </w:p>
          <w:p w:rsidR="009146F8" w:rsidRDefault="009146F8" w:rsidP="00956510"/>
          <w:p w:rsidR="009146F8" w:rsidRDefault="009146F8" w:rsidP="00956510"/>
          <w:p w:rsidR="009146F8" w:rsidRDefault="009146F8" w:rsidP="00956510"/>
          <w:p w:rsidR="009146F8" w:rsidRDefault="009146F8" w:rsidP="00956510">
            <w:r>
              <w:t>23,0</w:t>
            </w:r>
          </w:p>
          <w:p w:rsidR="009146F8" w:rsidRPr="00702CF0" w:rsidRDefault="009146F8" w:rsidP="00956510"/>
        </w:tc>
        <w:tc>
          <w:tcPr>
            <w:tcW w:w="1134" w:type="dxa"/>
          </w:tcPr>
          <w:p w:rsidR="009146F8" w:rsidRDefault="009146F8" w:rsidP="00956510"/>
          <w:p w:rsidR="009146F8" w:rsidRDefault="009146F8" w:rsidP="00956510">
            <w:r>
              <w:t>Россия</w:t>
            </w:r>
          </w:p>
          <w:p w:rsidR="009146F8" w:rsidRDefault="009146F8" w:rsidP="00956510"/>
          <w:p w:rsidR="009146F8" w:rsidRDefault="009146F8" w:rsidP="00956510"/>
          <w:p w:rsidR="009146F8" w:rsidRDefault="009146F8" w:rsidP="00956510">
            <w:r>
              <w:t>Россия</w:t>
            </w:r>
          </w:p>
          <w:p w:rsidR="009146F8" w:rsidRDefault="009146F8" w:rsidP="00956510"/>
          <w:p w:rsidR="009146F8" w:rsidRDefault="009146F8" w:rsidP="00956510">
            <w:r>
              <w:t>Россия</w:t>
            </w:r>
          </w:p>
          <w:p w:rsidR="009146F8" w:rsidRDefault="009146F8" w:rsidP="00956510"/>
          <w:p w:rsidR="009146F8" w:rsidRDefault="009146F8" w:rsidP="00956510"/>
          <w:p w:rsidR="009146F8" w:rsidRDefault="009146F8" w:rsidP="00956510"/>
          <w:p w:rsidR="009146F8" w:rsidRDefault="009146F8" w:rsidP="00956510">
            <w:r>
              <w:t>Россия</w:t>
            </w:r>
          </w:p>
          <w:p w:rsidR="009146F8" w:rsidRPr="00702CF0" w:rsidRDefault="009146F8" w:rsidP="00956510"/>
        </w:tc>
        <w:tc>
          <w:tcPr>
            <w:tcW w:w="1505" w:type="dxa"/>
          </w:tcPr>
          <w:p w:rsidR="009146F8" w:rsidRPr="00702CF0" w:rsidRDefault="009146F8" w:rsidP="00074D50">
            <w:pPr>
              <w:jc w:val="both"/>
            </w:pPr>
            <w:r>
              <w:t xml:space="preserve"> Не имею</w:t>
            </w:r>
          </w:p>
        </w:tc>
        <w:tc>
          <w:tcPr>
            <w:tcW w:w="1421" w:type="dxa"/>
          </w:tcPr>
          <w:p w:rsidR="009146F8" w:rsidRPr="00702CF0" w:rsidRDefault="009146F8" w:rsidP="00074D50">
            <w:pPr>
              <w:jc w:val="both"/>
            </w:pPr>
            <w:r>
              <w:t xml:space="preserve">  -</w:t>
            </w:r>
          </w:p>
        </w:tc>
        <w:tc>
          <w:tcPr>
            <w:tcW w:w="1131" w:type="dxa"/>
          </w:tcPr>
          <w:p w:rsidR="009146F8" w:rsidRPr="00702CF0" w:rsidRDefault="009146F8" w:rsidP="00074D50">
            <w:pPr>
              <w:jc w:val="both"/>
            </w:pPr>
            <w:r>
              <w:t>-</w:t>
            </w:r>
          </w:p>
        </w:tc>
        <w:tc>
          <w:tcPr>
            <w:tcW w:w="989" w:type="dxa"/>
          </w:tcPr>
          <w:p w:rsidR="009146F8" w:rsidRPr="00702CF0" w:rsidRDefault="009146F8" w:rsidP="00074D50">
            <w:pPr>
              <w:jc w:val="both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5D360C" w:rsidRDefault="009146F8">
            <w:pPr>
              <w:rPr>
                <w:b/>
                <w:bCs/>
                <w:i/>
                <w:iCs/>
              </w:rPr>
            </w:pPr>
            <w:r w:rsidRPr="005D360C">
              <w:rPr>
                <w:b/>
                <w:bCs/>
              </w:rPr>
              <w:t>Бадеева Ирина Борисовна</w:t>
            </w:r>
          </w:p>
        </w:tc>
        <w:tc>
          <w:tcPr>
            <w:tcW w:w="1870" w:type="dxa"/>
          </w:tcPr>
          <w:p w:rsidR="009146F8" w:rsidRPr="00B513C9" w:rsidRDefault="009146F8">
            <w:pPr>
              <w:ind w:left="-108" w:right="-108" w:firstLine="108"/>
              <w:jc w:val="center"/>
            </w:pPr>
            <w:r w:rsidRPr="00B513C9">
              <w:rPr>
                <w:sz w:val="22"/>
                <w:szCs w:val="22"/>
              </w:rPr>
              <w:t>главн</w:t>
            </w:r>
            <w:r>
              <w:rPr>
                <w:sz w:val="22"/>
                <w:szCs w:val="22"/>
              </w:rPr>
              <w:t>ый</w:t>
            </w:r>
            <w:r w:rsidRPr="00B513C9">
              <w:rPr>
                <w:sz w:val="22"/>
                <w:szCs w:val="22"/>
              </w:rPr>
              <w:t xml:space="preserve"> специалист 1 разряда бюджетного отдела</w:t>
            </w:r>
            <w:r>
              <w:rPr>
                <w:sz w:val="22"/>
                <w:szCs w:val="22"/>
              </w:rPr>
              <w:t xml:space="preserve"> финансового управления</w:t>
            </w:r>
          </w:p>
        </w:tc>
        <w:tc>
          <w:tcPr>
            <w:tcW w:w="1560" w:type="dxa"/>
          </w:tcPr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585 554,59</w:t>
            </w:r>
          </w:p>
        </w:tc>
        <w:tc>
          <w:tcPr>
            <w:tcW w:w="2125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трех</w:t>
            </w:r>
            <w:r w:rsidRPr="00AF5E13">
              <w:rPr>
                <w:i/>
                <w:iCs/>
              </w:rPr>
              <w:t>комнатная квартира</w:t>
            </w:r>
            <w:r>
              <w:rPr>
                <w:i/>
                <w:iCs/>
              </w:rPr>
              <w:t>;</w:t>
            </w: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Земельный участок под жилую застройку</w:t>
            </w:r>
            <w:r>
              <w:rPr>
                <w:i/>
                <w:iCs/>
              </w:rPr>
              <w:t>;</w:t>
            </w: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жилой дом</w:t>
            </w:r>
          </w:p>
        </w:tc>
        <w:tc>
          <w:tcPr>
            <w:tcW w:w="1136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72,4</w:t>
            </w: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636</w:t>
            </w:r>
          </w:p>
          <w:p w:rsidR="009146F8" w:rsidRPr="00AF5E13" w:rsidRDefault="009146F8" w:rsidP="00074D50">
            <w:pPr>
              <w:rPr>
                <w:i/>
                <w:iCs/>
              </w:rPr>
            </w:pP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43,2</w:t>
            </w:r>
          </w:p>
        </w:tc>
        <w:tc>
          <w:tcPr>
            <w:tcW w:w="1134" w:type="dxa"/>
          </w:tcPr>
          <w:p w:rsidR="009146F8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9146F8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</w:tc>
        <w:tc>
          <w:tcPr>
            <w:tcW w:w="1505" w:type="dxa"/>
          </w:tcPr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Не имею</w:t>
            </w:r>
            <w:r w:rsidRPr="00AF5E13">
              <w:rPr>
                <w:i/>
                <w:iCs/>
              </w:rPr>
              <w:t xml:space="preserve"> </w:t>
            </w:r>
          </w:p>
        </w:tc>
        <w:tc>
          <w:tcPr>
            <w:tcW w:w="1421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Не имею</w:t>
            </w:r>
          </w:p>
        </w:tc>
        <w:tc>
          <w:tcPr>
            <w:tcW w:w="1131" w:type="dxa"/>
          </w:tcPr>
          <w:p w:rsidR="009146F8" w:rsidRDefault="009146F8" w:rsidP="008A126F">
            <w:pPr>
              <w:jc w:val="center"/>
            </w:pPr>
          </w:p>
        </w:tc>
        <w:tc>
          <w:tcPr>
            <w:tcW w:w="989" w:type="dxa"/>
          </w:tcPr>
          <w:p w:rsidR="009146F8" w:rsidRDefault="009146F8" w:rsidP="008A126F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BB4BA2" w:rsidRDefault="009146F8" w:rsidP="00B513C9">
            <w:pPr>
              <w:autoSpaceDE w:val="0"/>
              <w:autoSpaceDN w:val="0"/>
              <w:adjustRightInd w:val="0"/>
            </w:pPr>
            <w:r w:rsidRPr="00BB4BA2">
              <w:t xml:space="preserve">Супруг </w:t>
            </w:r>
          </w:p>
          <w:p w:rsidR="009146F8" w:rsidRDefault="009146F8">
            <w:pPr>
              <w:rPr>
                <w:i/>
                <w:iCs/>
              </w:rPr>
            </w:pP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</w:p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795 969,46</w:t>
            </w:r>
          </w:p>
        </w:tc>
        <w:tc>
          <w:tcPr>
            <w:tcW w:w="2125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трех</w:t>
            </w:r>
            <w:r w:rsidRPr="00AF5E13">
              <w:rPr>
                <w:i/>
                <w:iCs/>
              </w:rPr>
              <w:t>комнатная квартира</w:t>
            </w:r>
            <w:r>
              <w:rPr>
                <w:i/>
                <w:iCs/>
              </w:rPr>
              <w:t>;</w:t>
            </w: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Земельный участок под жилую застройку</w:t>
            </w:r>
            <w:r>
              <w:rPr>
                <w:i/>
                <w:iCs/>
              </w:rPr>
              <w:t>;</w:t>
            </w: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жилой дом</w:t>
            </w:r>
          </w:p>
        </w:tc>
        <w:tc>
          <w:tcPr>
            <w:tcW w:w="1136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72,4</w:t>
            </w: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636</w:t>
            </w:r>
          </w:p>
          <w:p w:rsidR="009146F8" w:rsidRPr="00AF5E13" w:rsidRDefault="009146F8" w:rsidP="00074D50">
            <w:pPr>
              <w:rPr>
                <w:i/>
                <w:iCs/>
              </w:rPr>
            </w:pP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43,2</w:t>
            </w:r>
          </w:p>
        </w:tc>
        <w:tc>
          <w:tcPr>
            <w:tcW w:w="1134" w:type="dxa"/>
          </w:tcPr>
          <w:p w:rsidR="009146F8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9146F8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9146F8" w:rsidRDefault="009146F8" w:rsidP="00074D50">
            <w:pPr>
              <w:rPr>
                <w:i/>
                <w:iCs/>
              </w:rPr>
            </w:pPr>
          </w:p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</w:tc>
        <w:tc>
          <w:tcPr>
            <w:tcW w:w="1505" w:type="dxa"/>
          </w:tcPr>
          <w:p w:rsidR="009146F8" w:rsidRDefault="009146F8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Легковой автомобиль </w:t>
            </w:r>
            <w:r w:rsidRPr="00AF5E13">
              <w:rPr>
                <w:i/>
                <w:iCs/>
              </w:rPr>
              <w:t>Ssang</w:t>
            </w:r>
          </w:p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Y</w:t>
            </w:r>
            <w:r w:rsidRPr="00AF5E13">
              <w:rPr>
                <w:i/>
                <w:iCs/>
              </w:rPr>
              <w:t>ong Ac</w:t>
            </w:r>
            <w:r>
              <w:rPr>
                <w:i/>
                <w:iCs/>
                <w:lang w:val="en-US"/>
              </w:rPr>
              <w:t>ty</w:t>
            </w:r>
            <w:r w:rsidRPr="00AF5E13">
              <w:rPr>
                <w:i/>
                <w:iCs/>
              </w:rPr>
              <w:t>on</w:t>
            </w:r>
          </w:p>
        </w:tc>
        <w:tc>
          <w:tcPr>
            <w:tcW w:w="1421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Не имеет</w:t>
            </w:r>
          </w:p>
        </w:tc>
        <w:tc>
          <w:tcPr>
            <w:tcW w:w="1131" w:type="dxa"/>
          </w:tcPr>
          <w:p w:rsidR="009146F8" w:rsidRDefault="009146F8" w:rsidP="008A126F">
            <w:pPr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9146F8" w:rsidRDefault="009146F8" w:rsidP="008A126F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BB4BA2" w:rsidRDefault="009146F8" w:rsidP="00B513C9">
            <w:pPr>
              <w:autoSpaceDE w:val="0"/>
              <w:autoSpaceDN w:val="0"/>
              <w:adjustRightInd w:val="0"/>
            </w:pPr>
            <w:r w:rsidRPr="00BB4BA2">
              <w:t xml:space="preserve">Дочь </w:t>
            </w:r>
          </w:p>
          <w:p w:rsidR="009146F8" w:rsidRDefault="009146F8">
            <w:pPr>
              <w:rPr>
                <w:i/>
                <w:iCs/>
              </w:rPr>
            </w:pP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Default="009146F8" w:rsidP="00074D50">
            <w:pPr>
              <w:jc w:val="center"/>
              <w:rPr>
                <w:i/>
                <w:iCs/>
              </w:rPr>
            </w:pPr>
          </w:p>
          <w:p w:rsidR="009146F8" w:rsidRPr="00B64C4B" w:rsidRDefault="009146F8" w:rsidP="00074D50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5 000</w:t>
            </w:r>
            <w:r>
              <w:rPr>
                <w:i/>
                <w:iCs/>
              </w:rPr>
              <w:t>,</w:t>
            </w:r>
            <w:r>
              <w:rPr>
                <w:i/>
                <w:iCs/>
                <w:lang w:val="en-US"/>
              </w:rPr>
              <w:t>00</w:t>
            </w:r>
          </w:p>
        </w:tc>
        <w:tc>
          <w:tcPr>
            <w:tcW w:w="2125" w:type="dxa"/>
          </w:tcPr>
          <w:p w:rsidR="009146F8" w:rsidRDefault="009146F8" w:rsidP="00074D50">
            <w:pPr>
              <w:jc w:val="center"/>
              <w:rPr>
                <w:i/>
                <w:iCs/>
              </w:rPr>
            </w:pPr>
          </w:p>
          <w:p w:rsidR="009146F8" w:rsidRPr="00AF5E13" w:rsidRDefault="009146F8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Не имеет</w:t>
            </w:r>
          </w:p>
        </w:tc>
        <w:tc>
          <w:tcPr>
            <w:tcW w:w="1136" w:type="dxa"/>
          </w:tcPr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</w:p>
        </w:tc>
        <w:tc>
          <w:tcPr>
            <w:tcW w:w="1134" w:type="dxa"/>
          </w:tcPr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</w:p>
        </w:tc>
        <w:tc>
          <w:tcPr>
            <w:tcW w:w="1505" w:type="dxa"/>
          </w:tcPr>
          <w:p w:rsidR="009146F8" w:rsidRDefault="009146F8" w:rsidP="00074D50">
            <w:pPr>
              <w:jc w:val="center"/>
              <w:rPr>
                <w:i/>
                <w:iCs/>
              </w:rPr>
            </w:pPr>
          </w:p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Не имеет</w:t>
            </w:r>
          </w:p>
        </w:tc>
        <w:tc>
          <w:tcPr>
            <w:tcW w:w="1421" w:type="dxa"/>
          </w:tcPr>
          <w:p w:rsidR="009146F8" w:rsidRPr="00AF5E13" w:rsidRDefault="009146F8" w:rsidP="00074D50">
            <w:pPr>
              <w:jc w:val="center"/>
              <w:rPr>
                <w:i/>
                <w:iCs/>
              </w:rPr>
            </w:pPr>
            <w:r w:rsidRPr="00AF5E13">
              <w:rPr>
                <w:i/>
                <w:iCs/>
              </w:rPr>
              <w:t>трехкомнатная квартира</w:t>
            </w:r>
          </w:p>
        </w:tc>
        <w:tc>
          <w:tcPr>
            <w:tcW w:w="1131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72.4</w:t>
            </w:r>
          </w:p>
        </w:tc>
        <w:tc>
          <w:tcPr>
            <w:tcW w:w="989" w:type="dxa"/>
          </w:tcPr>
          <w:p w:rsidR="009146F8" w:rsidRPr="00AF5E13" w:rsidRDefault="009146F8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BB4BA2" w:rsidRDefault="009146F8" w:rsidP="00B513C9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>Анохина Наталья Сергеевна</w:t>
            </w:r>
          </w:p>
        </w:tc>
        <w:tc>
          <w:tcPr>
            <w:tcW w:w="1870" w:type="dxa"/>
          </w:tcPr>
          <w:p w:rsidR="009146F8" w:rsidRPr="00702CF0" w:rsidRDefault="009146F8" w:rsidP="00361EDD">
            <w:pPr>
              <w:jc w:val="center"/>
            </w:pPr>
            <w:r>
              <w:t>Главный специалист 1 разряда платежно-операционного управления</w:t>
            </w:r>
          </w:p>
        </w:tc>
        <w:tc>
          <w:tcPr>
            <w:tcW w:w="1560" w:type="dxa"/>
          </w:tcPr>
          <w:p w:rsidR="009146F8" w:rsidRPr="00702CF0" w:rsidRDefault="009146F8" w:rsidP="00361EDD">
            <w:pPr>
              <w:jc w:val="center"/>
            </w:pPr>
            <w:r>
              <w:t>578 318,55</w:t>
            </w:r>
          </w:p>
        </w:tc>
        <w:tc>
          <w:tcPr>
            <w:tcW w:w="2125" w:type="dxa"/>
          </w:tcPr>
          <w:p w:rsidR="009146F8" w:rsidRPr="00702CF0" w:rsidRDefault="009146F8" w:rsidP="00361EDD">
            <w:r>
              <w:t>квартира</w:t>
            </w:r>
          </w:p>
        </w:tc>
        <w:tc>
          <w:tcPr>
            <w:tcW w:w="1136" w:type="dxa"/>
          </w:tcPr>
          <w:p w:rsidR="009146F8" w:rsidRPr="00702CF0" w:rsidRDefault="009146F8" w:rsidP="00361EDD">
            <w:r>
              <w:t>55,3</w:t>
            </w:r>
          </w:p>
        </w:tc>
        <w:tc>
          <w:tcPr>
            <w:tcW w:w="1134" w:type="dxa"/>
          </w:tcPr>
          <w:p w:rsidR="009146F8" w:rsidRPr="00702CF0" w:rsidRDefault="009146F8" w:rsidP="00DD2940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DD2940">
            <w:pPr>
              <w:jc w:val="center"/>
            </w:pPr>
            <w:r>
              <w:rPr>
                <w:lang w:val="en-US"/>
              </w:rPr>
              <w:t>MAZDA PREMACY</w:t>
            </w:r>
            <w:r>
              <w:t xml:space="preserve"> </w:t>
            </w:r>
          </w:p>
          <w:p w:rsidR="009146F8" w:rsidRPr="00702CF0" w:rsidRDefault="009146F8" w:rsidP="00361EDD">
            <w:pPr>
              <w:jc w:val="center"/>
            </w:pPr>
          </w:p>
        </w:tc>
        <w:tc>
          <w:tcPr>
            <w:tcW w:w="1421" w:type="dxa"/>
          </w:tcPr>
          <w:p w:rsidR="009146F8" w:rsidRPr="00702CF0" w:rsidRDefault="009146F8" w:rsidP="00361EDD">
            <w:pPr>
              <w:jc w:val="center"/>
            </w:pPr>
          </w:p>
        </w:tc>
        <w:tc>
          <w:tcPr>
            <w:tcW w:w="1131" w:type="dxa"/>
          </w:tcPr>
          <w:p w:rsidR="009146F8" w:rsidRPr="00702CF0" w:rsidRDefault="009146F8" w:rsidP="00361EDD">
            <w:pPr>
              <w:jc w:val="center"/>
            </w:pPr>
          </w:p>
        </w:tc>
        <w:tc>
          <w:tcPr>
            <w:tcW w:w="989" w:type="dxa"/>
          </w:tcPr>
          <w:p w:rsidR="009146F8" w:rsidRPr="00C87765" w:rsidRDefault="009146F8" w:rsidP="008A126F">
            <w:pPr>
              <w:jc w:val="center"/>
            </w:pP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727DEF" w:rsidRDefault="009146F8" w:rsidP="00727DEF">
            <w:pPr>
              <w:jc w:val="center"/>
            </w:pPr>
            <w:r w:rsidRPr="00727DEF">
              <w:rPr>
                <w:sz w:val="22"/>
                <w:szCs w:val="22"/>
              </w:rPr>
              <w:t xml:space="preserve">Супруг </w:t>
            </w:r>
          </w:p>
          <w:p w:rsidR="009146F8" w:rsidRPr="00BB4BA2" w:rsidRDefault="009146F8" w:rsidP="00B513C9">
            <w:pPr>
              <w:autoSpaceDE w:val="0"/>
              <w:autoSpaceDN w:val="0"/>
              <w:adjustRightInd w:val="0"/>
            </w:pPr>
          </w:p>
        </w:tc>
        <w:tc>
          <w:tcPr>
            <w:tcW w:w="1870" w:type="dxa"/>
          </w:tcPr>
          <w:p w:rsidR="009146F8" w:rsidRPr="00702CF0" w:rsidRDefault="009146F8" w:rsidP="00361EDD">
            <w:pPr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361EDD">
            <w:pPr>
              <w:jc w:val="center"/>
            </w:pPr>
            <w:r>
              <w:t>120 712,81</w:t>
            </w:r>
          </w:p>
        </w:tc>
        <w:tc>
          <w:tcPr>
            <w:tcW w:w="2125" w:type="dxa"/>
          </w:tcPr>
          <w:p w:rsidR="009146F8" w:rsidRPr="00702CF0" w:rsidRDefault="009146F8" w:rsidP="00361EDD"/>
        </w:tc>
        <w:tc>
          <w:tcPr>
            <w:tcW w:w="1136" w:type="dxa"/>
          </w:tcPr>
          <w:p w:rsidR="009146F8" w:rsidRPr="00702CF0" w:rsidRDefault="009146F8" w:rsidP="00361EDD"/>
        </w:tc>
        <w:tc>
          <w:tcPr>
            <w:tcW w:w="1134" w:type="dxa"/>
          </w:tcPr>
          <w:p w:rsidR="009146F8" w:rsidRPr="00702CF0" w:rsidRDefault="009146F8" w:rsidP="00361EDD">
            <w:pPr>
              <w:jc w:val="center"/>
            </w:pPr>
          </w:p>
        </w:tc>
        <w:tc>
          <w:tcPr>
            <w:tcW w:w="1505" w:type="dxa"/>
          </w:tcPr>
          <w:p w:rsidR="009146F8" w:rsidRPr="00454656" w:rsidRDefault="009146F8" w:rsidP="00361EDD">
            <w:pPr>
              <w:jc w:val="center"/>
            </w:pPr>
            <w:r>
              <w:t>квартира</w:t>
            </w:r>
          </w:p>
        </w:tc>
        <w:tc>
          <w:tcPr>
            <w:tcW w:w="1421" w:type="dxa"/>
          </w:tcPr>
          <w:p w:rsidR="009146F8" w:rsidRPr="00454656" w:rsidRDefault="009146F8" w:rsidP="00361EDD">
            <w:pPr>
              <w:jc w:val="center"/>
            </w:pPr>
            <w:r>
              <w:t>55,3</w:t>
            </w:r>
          </w:p>
        </w:tc>
        <w:tc>
          <w:tcPr>
            <w:tcW w:w="1131" w:type="dxa"/>
          </w:tcPr>
          <w:p w:rsidR="009146F8" w:rsidRPr="00454656" w:rsidRDefault="009146F8" w:rsidP="00361EDD">
            <w:pPr>
              <w:jc w:val="center"/>
            </w:pPr>
            <w:r>
              <w:t>Россия</w:t>
            </w:r>
          </w:p>
        </w:tc>
        <w:tc>
          <w:tcPr>
            <w:tcW w:w="989" w:type="dxa"/>
          </w:tcPr>
          <w:p w:rsidR="009146F8" w:rsidRPr="00C87765" w:rsidRDefault="009146F8" w:rsidP="008A126F">
            <w:pPr>
              <w:jc w:val="center"/>
            </w:pPr>
          </w:p>
        </w:tc>
        <w:tc>
          <w:tcPr>
            <w:tcW w:w="1079" w:type="dxa"/>
          </w:tcPr>
          <w:p w:rsidR="009146F8" w:rsidRDefault="009146F8"/>
        </w:tc>
      </w:tr>
      <w:tr w:rsidR="009146F8">
        <w:trPr>
          <w:trHeight w:val="70"/>
        </w:trPr>
        <w:tc>
          <w:tcPr>
            <w:tcW w:w="1978" w:type="dxa"/>
          </w:tcPr>
          <w:p w:rsidR="009146F8" w:rsidRPr="005D360C" w:rsidRDefault="009146F8" w:rsidP="008A12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Анисимова</w:t>
            </w:r>
            <w:r w:rsidRPr="005D360C">
              <w:rPr>
                <w:b/>
                <w:bCs/>
              </w:rPr>
              <w:t xml:space="preserve"> Светлана Григорьевна    </w:t>
            </w: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  <w:r>
              <w:t>Ведущий специалист 1 разряда бюджетного отдела финансового управления</w:t>
            </w:r>
          </w:p>
        </w:tc>
        <w:tc>
          <w:tcPr>
            <w:tcW w:w="1560" w:type="dxa"/>
          </w:tcPr>
          <w:p w:rsidR="009146F8" w:rsidRPr="00702CF0" w:rsidRDefault="009146F8" w:rsidP="008A126F">
            <w:r>
              <w:t>423 512,36</w:t>
            </w:r>
          </w:p>
        </w:tc>
        <w:tc>
          <w:tcPr>
            <w:tcW w:w="2125" w:type="dxa"/>
          </w:tcPr>
          <w:p w:rsidR="009146F8" w:rsidRDefault="009146F8" w:rsidP="00956510">
            <w:r>
              <w:t xml:space="preserve">2-х комнатная квартира, </w:t>
            </w:r>
            <w:r w:rsidRPr="005413B8">
              <w:rPr>
                <w:b/>
                <w:bCs/>
                <w:sz w:val="32"/>
                <w:szCs w:val="32"/>
              </w:rPr>
              <w:t xml:space="preserve">½ </w:t>
            </w:r>
            <w:r>
              <w:t xml:space="preserve">доля </w:t>
            </w:r>
          </w:p>
          <w:p w:rsidR="009146F8" w:rsidRDefault="009146F8" w:rsidP="00956510">
            <w:r>
              <w:t>1 комнатная квартира, индивидуальная собственность</w:t>
            </w:r>
          </w:p>
        </w:tc>
        <w:tc>
          <w:tcPr>
            <w:tcW w:w="1136" w:type="dxa"/>
          </w:tcPr>
          <w:p w:rsidR="009146F8" w:rsidRDefault="009146F8" w:rsidP="001D05F8">
            <w:pPr>
              <w:jc w:val="center"/>
            </w:pPr>
            <w:r>
              <w:t>48,5</w:t>
            </w:r>
          </w:p>
          <w:p w:rsidR="009146F8" w:rsidRDefault="009146F8" w:rsidP="001D05F8">
            <w:pPr>
              <w:jc w:val="center"/>
            </w:pPr>
          </w:p>
          <w:p w:rsidR="009146F8" w:rsidRDefault="009146F8" w:rsidP="001D05F8">
            <w:pPr>
              <w:jc w:val="center"/>
            </w:pPr>
          </w:p>
          <w:p w:rsidR="009146F8" w:rsidRDefault="009146F8" w:rsidP="001D05F8">
            <w:pPr>
              <w:jc w:val="center"/>
            </w:pPr>
          </w:p>
          <w:p w:rsidR="009146F8" w:rsidRDefault="009146F8" w:rsidP="001D05F8">
            <w:pPr>
              <w:jc w:val="center"/>
            </w:pPr>
          </w:p>
          <w:p w:rsidR="009146F8" w:rsidRDefault="009146F8" w:rsidP="001D05F8">
            <w:pPr>
              <w:jc w:val="center"/>
            </w:pPr>
            <w:r>
              <w:t>29,5</w:t>
            </w:r>
          </w:p>
        </w:tc>
        <w:tc>
          <w:tcPr>
            <w:tcW w:w="1134" w:type="dxa"/>
          </w:tcPr>
          <w:p w:rsidR="009146F8" w:rsidRDefault="009146F8" w:rsidP="00E8714C">
            <w:r>
              <w:t>Россия</w:t>
            </w:r>
          </w:p>
          <w:p w:rsidR="009146F8" w:rsidRDefault="009146F8" w:rsidP="00E8714C"/>
          <w:p w:rsidR="009146F8" w:rsidRDefault="009146F8" w:rsidP="00E8714C"/>
          <w:p w:rsidR="009146F8" w:rsidRDefault="009146F8" w:rsidP="00E8714C"/>
          <w:p w:rsidR="009146F8" w:rsidRDefault="009146F8" w:rsidP="00E8714C"/>
          <w:p w:rsidR="009146F8" w:rsidRDefault="009146F8" w:rsidP="008A126F"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8A126F">
            <w:pPr>
              <w:jc w:val="center"/>
            </w:pPr>
          </w:p>
          <w:p w:rsidR="009146F8" w:rsidRDefault="009146F8" w:rsidP="008A126F">
            <w:pPr>
              <w:jc w:val="center"/>
            </w:pPr>
            <w:r>
              <w:t xml:space="preserve">нет </w:t>
            </w:r>
          </w:p>
          <w:p w:rsidR="009146F8" w:rsidRDefault="009146F8" w:rsidP="008A126F">
            <w:pPr>
              <w:jc w:val="center"/>
            </w:pPr>
          </w:p>
          <w:p w:rsidR="009146F8" w:rsidRDefault="009146F8" w:rsidP="008A126F">
            <w:pPr>
              <w:jc w:val="center"/>
            </w:pPr>
          </w:p>
          <w:p w:rsidR="009146F8" w:rsidRDefault="009146F8" w:rsidP="008A126F">
            <w:pPr>
              <w:jc w:val="center"/>
            </w:pPr>
          </w:p>
          <w:p w:rsidR="009146F8" w:rsidRDefault="009146F8" w:rsidP="008A126F">
            <w:pPr>
              <w:jc w:val="center"/>
            </w:pPr>
          </w:p>
          <w:p w:rsidR="009146F8" w:rsidRPr="00702CF0" w:rsidRDefault="009146F8" w:rsidP="008A126F">
            <w:pPr>
              <w:jc w:val="center"/>
            </w:pPr>
          </w:p>
        </w:tc>
        <w:tc>
          <w:tcPr>
            <w:tcW w:w="1421" w:type="dxa"/>
          </w:tcPr>
          <w:p w:rsidR="009146F8" w:rsidRDefault="009146F8" w:rsidP="008A126F"/>
          <w:p w:rsidR="009146F8" w:rsidRPr="00702CF0" w:rsidRDefault="009146F8" w:rsidP="008A126F">
            <w:pPr>
              <w:jc w:val="center"/>
            </w:pPr>
            <w:r>
              <w:t>нет</w:t>
            </w:r>
          </w:p>
        </w:tc>
        <w:tc>
          <w:tcPr>
            <w:tcW w:w="1131" w:type="dxa"/>
          </w:tcPr>
          <w:p w:rsidR="009146F8" w:rsidRDefault="009146F8" w:rsidP="008A126F"/>
          <w:p w:rsidR="009146F8" w:rsidRPr="00702CF0" w:rsidRDefault="009146F8" w:rsidP="008A126F">
            <w:pPr>
              <w:jc w:val="center"/>
            </w:pPr>
            <w:r>
              <w:t>х</w:t>
            </w:r>
          </w:p>
        </w:tc>
        <w:tc>
          <w:tcPr>
            <w:tcW w:w="989" w:type="dxa"/>
          </w:tcPr>
          <w:p w:rsidR="009146F8" w:rsidRDefault="009146F8" w:rsidP="008A126F"/>
          <w:p w:rsidR="009146F8" w:rsidRPr="00702CF0" w:rsidRDefault="009146F8" w:rsidP="008A126F">
            <w:pPr>
              <w:jc w:val="center"/>
            </w:pPr>
            <w:r>
              <w:t>х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911D66" w:rsidRDefault="009146F8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11D66">
              <w:rPr>
                <w:i/>
                <w:iCs/>
              </w:rPr>
              <w:t xml:space="preserve">Дочь </w:t>
            </w:r>
          </w:p>
          <w:p w:rsidR="009146F8" w:rsidRPr="00BB4BA2" w:rsidRDefault="009146F8" w:rsidP="00B513C9">
            <w:pPr>
              <w:autoSpaceDE w:val="0"/>
              <w:autoSpaceDN w:val="0"/>
              <w:adjustRightInd w:val="0"/>
            </w:pP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Default="009146F8">
            <w:pPr>
              <w:jc w:val="center"/>
            </w:pPr>
            <w:r>
              <w:t>135 737,39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 xml:space="preserve">2-х комнатная квартира, </w:t>
            </w:r>
            <w:r w:rsidRPr="005413B8">
              <w:rPr>
                <w:b/>
                <w:bCs/>
                <w:sz w:val="32"/>
                <w:szCs w:val="32"/>
              </w:rPr>
              <w:t xml:space="preserve">½ </w:t>
            </w:r>
            <w:r>
              <w:t>доля</w:t>
            </w:r>
          </w:p>
        </w:tc>
        <w:tc>
          <w:tcPr>
            <w:tcW w:w="1136" w:type="dxa"/>
          </w:tcPr>
          <w:p w:rsidR="009146F8" w:rsidRPr="00702CF0" w:rsidRDefault="009146F8" w:rsidP="001D05F8">
            <w:pPr>
              <w:jc w:val="center"/>
            </w:pPr>
            <w:r>
              <w:t>48,5</w:t>
            </w:r>
          </w:p>
        </w:tc>
        <w:tc>
          <w:tcPr>
            <w:tcW w:w="1134" w:type="dxa"/>
          </w:tcPr>
          <w:p w:rsidR="009146F8" w:rsidRDefault="009146F8" w:rsidP="008A126F">
            <w:r>
              <w:t>Россия</w:t>
            </w:r>
          </w:p>
        </w:tc>
        <w:tc>
          <w:tcPr>
            <w:tcW w:w="1505" w:type="dxa"/>
          </w:tcPr>
          <w:p w:rsidR="009146F8" w:rsidRPr="00702CF0" w:rsidRDefault="009146F8" w:rsidP="008A126F">
            <w:pPr>
              <w:jc w:val="center"/>
            </w:pPr>
            <w:r>
              <w:t>нет</w:t>
            </w:r>
          </w:p>
        </w:tc>
        <w:tc>
          <w:tcPr>
            <w:tcW w:w="1421" w:type="dxa"/>
          </w:tcPr>
          <w:p w:rsidR="009146F8" w:rsidRPr="00702CF0" w:rsidRDefault="009146F8" w:rsidP="008A126F">
            <w:pPr>
              <w:jc w:val="center"/>
            </w:pPr>
            <w:r>
              <w:t>нет</w:t>
            </w:r>
          </w:p>
        </w:tc>
        <w:tc>
          <w:tcPr>
            <w:tcW w:w="1131" w:type="dxa"/>
          </w:tcPr>
          <w:p w:rsidR="009146F8" w:rsidRPr="00702CF0" w:rsidRDefault="009146F8" w:rsidP="008A126F">
            <w:pPr>
              <w:jc w:val="center"/>
            </w:pPr>
            <w:r>
              <w:t>х</w:t>
            </w:r>
          </w:p>
        </w:tc>
        <w:tc>
          <w:tcPr>
            <w:tcW w:w="989" w:type="dxa"/>
          </w:tcPr>
          <w:p w:rsidR="009146F8" w:rsidRPr="00702CF0" w:rsidRDefault="009146F8" w:rsidP="008A126F">
            <w:pPr>
              <w:jc w:val="center"/>
            </w:pPr>
            <w:r>
              <w:t>х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911D66" w:rsidRDefault="009146F8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Супруг</w:t>
            </w: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Default="009146F8">
            <w:pPr>
              <w:jc w:val="center"/>
            </w:pPr>
            <w:r>
              <w:t>397 724,31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Не имеет</w:t>
            </w:r>
          </w:p>
        </w:tc>
        <w:tc>
          <w:tcPr>
            <w:tcW w:w="1136" w:type="dxa"/>
          </w:tcPr>
          <w:p w:rsidR="009146F8" w:rsidRDefault="009146F8" w:rsidP="001D05F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146F8" w:rsidRDefault="009146F8" w:rsidP="008A126F">
            <w:r>
              <w:t>0</w:t>
            </w:r>
          </w:p>
        </w:tc>
        <w:tc>
          <w:tcPr>
            <w:tcW w:w="1505" w:type="dxa"/>
          </w:tcPr>
          <w:p w:rsidR="009146F8" w:rsidRDefault="009146F8" w:rsidP="008A126F">
            <w:r>
              <w:t>Легковой автомобиль «Тойота пробокс» 2007 г.</w:t>
            </w:r>
          </w:p>
        </w:tc>
        <w:tc>
          <w:tcPr>
            <w:tcW w:w="1421" w:type="dxa"/>
          </w:tcPr>
          <w:p w:rsidR="009146F8" w:rsidRDefault="009146F8" w:rsidP="008A126F">
            <w:r>
              <w:t>нет</w:t>
            </w:r>
          </w:p>
        </w:tc>
        <w:tc>
          <w:tcPr>
            <w:tcW w:w="1131" w:type="dxa"/>
          </w:tcPr>
          <w:p w:rsidR="009146F8" w:rsidRDefault="009146F8" w:rsidP="00F73723">
            <w:pPr>
              <w:jc w:val="center"/>
            </w:pPr>
            <w:r>
              <w:t>х</w:t>
            </w:r>
          </w:p>
        </w:tc>
        <w:tc>
          <w:tcPr>
            <w:tcW w:w="989" w:type="dxa"/>
          </w:tcPr>
          <w:p w:rsidR="009146F8" w:rsidRDefault="009146F8" w:rsidP="000B3583">
            <w:pPr>
              <w:jc w:val="center"/>
            </w:pPr>
            <w:r>
              <w:t>х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rPr>
          <w:trHeight w:val="1854"/>
        </w:trPr>
        <w:tc>
          <w:tcPr>
            <w:tcW w:w="1978" w:type="dxa"/>
          </w:tcPr>
          <w:p w:rsidR="009146F8" w:rsidRDefault="009146F8" w:rsidP="00D73BE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Баранова Светлана</w:t>
            </w:r>
          </w:p>
          <w:p w:rsidR="009146F8" w:rsidRPr="00911D66" w:rsidRDefault="009146F8" w:rsidP="00D73BEB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>Михайловна</w:t>
            </w:r>
          </w:p>
        </w:tc>
        <w:tc>
          <w:tcPr>
            <w:tcW w:w="1870" w:type="dxa"/>
          </w:tcPr>
          <w:p w:rsidR="009146F8" w:rsidRPr="00A6399F" w:rsidRDefault="009146F8" w:rsidP="00A6399F">
            <w:pPr>
              <w:jc w:val="center"/>
            </w:pPr>
            <w:r w:rsidRPr="00A6399F">
              <w:rPr>
                <w:sz w:val="22"/>
                <w:szCs w:val="22"/>
              </w:rPr>
              <w:t>ведущ</w:t>
            </w:r>
            <w:r>
              <w:rPr>
                <w:sz w:val="22"/>
                <w:szCs w:val="22"/>
              </w:rPr>
              <w:t>ий</w:t>
            </w:r>
            <w:r w:rsidRPr="00A6399F">
              <w:rPr>
                <w:sz w:val="22"/>
                <w:szCs w:val="22"/>
              </w:rPr>
              <w:t xml:space="preserve"> специалист </w:t>
            </w:r>
            <w:r>
              <w:rPr>
                <w:sz w:val="22"/>
                <w:szCs w:val="22"/>
              </w:rPr>
              <w:t xml:space="preserve">1 разряда </w:t>
            </w:r>
            <w:r w:rsidRPr="00A6399F">
              <w:rPr>
                <w:sz w:val="22"/>
                <w:szCs w:val="22"/>
              </w:rPr>
              <w:t>платежно-операционного отдела финансового управления</w:t>
            </w:r>
          </w:p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377 825,10</w:t>
            </w:r>
          </w:p>
        </w:tc>
        <w:tc>
          <w:tcPr>
            <w:tcW w:w="2125" w:type="dxa"/>
          </w:tcPr>
          <w:p w:rsidR="009146F8" w:rsidRPr="00702CF0" w:rsidRDefault="009146F8" w:rsidP="00074D50">
            <w:pPr>
              <w:jc w:val="center"/>
            </w:pPr>
            <w:r>
              <w:t>Не имею</w:t>
            </w:r>
          </w:p>
        </w:tc>
        <w:tc>
          <w:tcPr>
            <w:tcW w:w="1136" w:type="dxa"/>
          </w:tcPr>
          <w:p w:rsidR="009146F8" w:rsidRPr="00702CF0" w:rsidRDefault="009146F8" w:rsidP="00074D50"/>
        </w:tc>
        <w:tc>
          <w:tcPr>
            <w:tcW w:w="1134" w:type="dxa"/>
          </w:tcPr>
          <w:p w:rsidR="009146F8" w:rsidRPr="00702CF0" w:rsidRDefault="009146F8" w:rsidP="00074D50"/>
        </w:tc>
        <w:tc>
          <w:tcPr>
            <w:tcW w:w="1505" w:type="dxa"/>
          </w:tcPr>
          <w:p w:rsidR="009146F8" w:rsidRPr="00702CF0" w:rsidRDefault="009146F8" w:rsidP="00074D50">
            <w:pPr>
              <w:jc w:val="center"/>
            </w:pPr>
            <w:r>
              <w:t xml:space="preserve">Не имею </w:t>
            </w:r>
          </w:p>
        </w:tc>
        <w:tc>
          <w:tcPr>
            <w:tcW w:w="1421" w:type="dxa"/>
          </w:tcPr>
          <w:p w:rsidR="009146F8" w:rsidRPr="00702CF0" w:rsidRDefault="009146F8" w:rsidP="00074D50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9146F8" w:rsidRPr="00702CF0" w:rsidRDefault="009146F8" w:rsidP="00074D50">
            <w:pPr>
              <w:jc w:val="center"/>
            </w:pPr>
            <w:r>
              <w:t>43,5</w:t>
            </w:r>
          </w:p>
        </w:tc>
        <w:tc>
          <w:tcPr>
            <w:tcW w:w="989" w:type="dxa"/>
          </w:tcPr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5D360C" w:rsidRDefault="009146F8" w:rsidP="00A6399F">
            <w:pPr>
              <w:jc w:val="center"/>
            </w:pPr>
            <w:r w:rsidRPr="005D360C">
              <w:rPr>
                <w:sz w:val="22"/>
                <w:szCs w:val="22"/>
              </w:rPr>
              <w:t>Дочь</w:t>
            </w:r>
          </w:p>
          <w:p w:rsidR="009146F8" w:rsidRPr="00911D66" w:rsidRDefault="009146F8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870" w:type="dxa"/>
          </w:tcPr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Pr="00702CF0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2125" w:type="dxa"/>
          </w:tcPr>
          <w:p w:rsidR="009146F8" w:rsidRPr="00702CF0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1136" w:type="dxa"/>
          </w:tcPr>
          <w:p w:rsidR="009146F8" w:rsidRPr="00702CF0" w:rsidRDefault="009146F8" w:rsidP="00074D50">
            <w:pPr>
              <w:jc w:val="center"/>
            </w:pPr>
          </w:p>
        </w:tc>
        <w:tc>
          <w:tcPr>
            <w:tcW w:w="1134" w:type="dxa"/>
          </w:tcPr>
          <w:p w:rsidR="009146F8" w:rsidRPr="00702CF0" w:rsidRDefault="009146F8" w:rsidP="00074D50">
            <w:pPr>
              <w:jc w:val="center"/>
            </w:pPr>
          </w:p>
        </w:tc>
        <w:tc>
          <w:tcPr>
            <w:tcW w:w="1505" w:type="dxa"/>
          </w:tcPr>
          <w:p w:rsidR="009146F8" w:rsidRPr="00702CF0" w:rsidRDefault="009146F8" w:rsidP="00074D50">
            <w:pPr>
              <w:jc w:val="center"/>
            </w:pPr>
            <w:r>
              <w:t>Не имеет</w:t>
            </w:r>
          </w:p>
        </w:tc>
        <w:tc>
          <w:tcPr>
            <w:tcW w:w="1421" w:type="dxa"/>
          </w:tcPr>
          <w:p w:rsidR="009146F8" w:rsidRPr="00702CF0" w:rsidRDefault="009146F8" w:rsidP="00074D50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9146F8" w:rsidRPr="00702CF0" w:rsidRDefault="009146F8" w:rsidP="00074D50">
            <w:pPr>
              <w:jc w:val="center"/>
            </w:pPr>
            <w:r>
              <w:t>43,5</w:t>
            </w:r>
          </w:p>
        </w:tc>
        <w:tc>
          <w:tcPr>
            <w:tcW w:w="989" w:type="dxa"/>
          </w:tcPr>
          <w:p w:rsidR="009146F8" w:rsidRPr="00702CF0" w:rsidRDefault="009146F8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5D360C" w:rsidRDefault="009146F8" w:rsidP="00E871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D360C">
              <w:rPr>
                <w:b/>
                <w:bCs/>
              </w:rPr>
              <w:t>Батырева Елена Владимировна</w:t>
            </w:r>
          </w:p>
        </w:tc>
        <w:tc>
          <w:tcPr>
            <w:tcW w:w="1870" w:type="dxa"/>
          </w:tcPr>
          <w:p w:rsidR="009146F8" w:rsidRPr="00A6399F" w:rsidRDefault="009146F8" w:rsidP="00A6399F">
            <w:pPr>
              <w:autoSpaceDE w:val="0"/>
              <w:autoSpaceDN w:val="0"/>
              <w:adjustRightInd w:val="0"/>
              <w:jc w:val="center"/>
            </w:pPr>
            <w:r w:rsidRPr="00A6399F">
              <w:rPr>
                <w:sz w:val="22"/>
                <w:szCs w:val="22"/>
              </w:rPr>
              <w:t>старш</w:t>
            </w:r>
            <w:r>
              <w:rPr>
                <w:sz w:val="22"/>
                <w:szCs w:val="22"/>
              </w:rPr>
              <w:t>ий</w:t>
            </w:r>
            <w:r w:rsidRPr="00A6399F">
              <w:rPr>
                <w:sz w:val="22"/>
                <w:szCs w:val="22"/>
              </w:rPr>
              <w:t xml:space="preserve"> специалист 2 разряда финансового управления</w:t>
            </w:r>
          </w:p>
          <w:p w:rsidR="009146F8" w:rsidRDefault="009146F8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9146F8" w:rsidRDefault="009146F8">
            <w:pPr>
              <w:jc w:val="center"/>
            </w:pPr>
            <w:r>
              <w:t>292 645,25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Квартира (долевая)</w:t>
            </w:r>
          </w:p>
        </w:tc>
        <w:tc>
          <w:tcPr>
            <w:tcW w:w="1136" w:type="dxa"/>
          </w:tcPr>
          <w:p w:rsidR="009146F8" w:rsidRDefault="009146F8" w:rsidP="001D05F8">
            <w:pPr>
              <w:jc w:val="center"/>
            </w:pPr>
            <w:r>
              <w:t>45,9</w:t>
            </w:r>
          </w:p>
        </w:tc>
        <w:tc>
          <w:tcPr>
            <w:tcW w:w="1134" w:type="dxa"/>
          </w:tcPr>
          <w:p w:rsidR="009146F8" w:rsidRDefault="009146F8" w:rsidP="008A126F"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8A126F">
            <w:r>
              <w:t>нет</w:t>
            </w:r>
          </w:p>
        </w:tc>
        <w:tc>
          <w:tcPr>
            <w:tcW w:w="1421" w:type="dxa"/>
          </w:tcPr>
          <w:p w:rsidR="009146F8" w:rsidRDefault="009146F8" w:rsidP="008A126F">
            <w:r>
              <w:t>-</w:t>
            </w:r>
          </w:p>
        </w:tc>
        <w:tc>
          <w:tcPr>
            <w:tcW w:w="1131" w:type="dxa"/>
          </w:tcPr>
          <w:p w:rsidR="009146F8" w:rsidRDefault="009146F8" w:rsidP="008A126F">
            <w:r>
              <w:t>-</w:t>
            </w:r>
          </w:p>
        </w:tc>
        <w:tc>
          <w:tcPr>
            <w:tcW w:w="989" w:type="dxa"/>
          </w:tcPr>
          <w:p w:rsidR="009146F8" w:rsidRDefault="009146F8" w:rsidP="008A126F"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Default="009146F8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Супруг</w:t>
            </w:r>
          </w:p>
        </w:tc>
        <w:tc>
          <w:tcPr>
            <w:tcW w:w="1870" w:type="dxa"/>
          </w:tcPr>
          <w:p w:rsidR="009146F8" w:rsidRPr="00A6399F" w:rsidRDefault="009146F8" w:rsidP="00A6399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9146F8" w:rsidRPr="00E106BF" w:rsidRDefault="009146F8" w:rsidP="00074D50">
            <w:r>
              <w:t>-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Квартира (долевая)</w:t>
            </w:r>
          </w:p>
        </w:tc>
        <w:tc>
          <w:tcPr>
            <w:tcW w:w="1136" w:type="dxa"/>
          </w:tcPr>
          <w:p w:rsidR="009146F8" w:rsidRPr="00702CF0" w:rsidRDefault="009146F8" w:rsidP="001D05F8">
            <w:pPr>
              <w:jc w:val="center"/>
            </w:pPr>
            <w:r>
              <w:t>45,9</w:t>
            </w:r>
          </w:p>
        </w:tc>
        <w:tc>
          <w:tcPr>
            <w:tcW w:w="1134" w:type="dxa"/>
          </w:tcPr>
          <w:p w:rsidR="009146F8" w:rsidRPr="00702CF0" w:rsidRDefault="009146F8" w:rsidP="008A126F"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6E6206">
            <w:r>
              <w:t>Автомобиль легковой</w:t>
            </w:r>
          </w:p>
          <w:p w:rsidR="009146F8" w:rsidRDefault="009146F8" w:rsidP="006E6206">
            <w:r>
              <w:rPr>
                <w:lang w:val="en-US"/>
              </w:rPr>
              <w:t>MAZDA</w:t>
            </w:r>
            <w:r w:rsidRPr="00744BB7">
              <w:t xml:space="preserve"> </w:t>
            </w:r>
            <w:r>
              <w:rPr>
                <w:lang w:val="en-US"/>
              </w:rPr>
              <w:t>LUCE</w:t>
            </w:r>
            <w:r>
              <w:t xml:space="preserve"> (индивидуальная)</w:t>
            </w:r>
          </w:p>
          <w:p w:rsidR="009146F8" w:rsidRDefault="009146F8" w:rsidP="006E6206">
            <w:r>
              <w:t>1979 года седан</w:t>
            </w:r>
          </w:p>
        </w:tc>
        <w:tc>
          <w:tcPr>
            <w:tcW w:w="1421" w:type="dxa"/>
          </w:tcPr>
          <w:p w:rsidR="009146F8" w:rsidRDefault="009146F8" w:rsidP="008A126F">
            <w:r>
              <w:t>-</w:t>
            </w:r>
          </w:p>
        </w:tc>
        <w:tc>
          <w:tcPr>
            <w:tcW w:w="1131" w:type="dxa"/>
          </w:tcPr>
          <w:p w:rsidR="009146F8" w:rsidRDefault="009146F8" w:rsidP="008A126F">
            <w:r>
              <w:t>-</w:t>
            </w:r>
          </w:p>
        </w:tc>
        <w:tc>
          <w:tcPr>
            <w:tcW w:w="989" w:type="dxa"/>
          </w:tcPr>
          <w:p w:rsidR="009146F8" w:rsidRDefault="009146F8" w:rsidP="008A126F"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2615FE" w:rsidRDefault="009146F8" w:rsidP="00E871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615FE">
              <w:rPr>
                <w:b/>
                <w:bCs/>
              </w:rPr>
              <w:t>Кашпура Анна Валерьевна</w:t>
            </w:r>
          </w:p>
        </w:tc>
        <w:tc>
          <w:tcPr>
            <w:tcW w:w="1870" w:type="dxa"/>
          </w:tcPr>
          <w:p w:rsidR="009146F8" w:rsidRPr="00A6399F" w:rsidRDefault="009146F8" w:rsidP="00A6399F">
            <w:pPr>
              <w:autoSpaceDE w:val="0"/>
              <w:autoSpaceDN w:val="0"/>
              <w:adjustRightInd w:val="0"/>
              <w:jc w:val="center"/>
            </w:pPr>
            <w:r>
              <w:t>Старший специалист 1 разряда платежно-операционного отдела финансового управления</w:t>
            </w:r>
          </w:p>
        </w:tc>
        <w:tc>
          <w:tcPr>
            <w:tcW w:w="1560" w:type="dxa"/>
          </w:tcPr>
          <w:p w:rsidR="009146F8" w:rsidRDefault="009146F8" w:rsidP="00074D50">
            <w:r>
              <w:t>324 283,97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Не  имеет</w:t>
            </w:r>
          </w:p>
        </w:tc>
        <w:tc>
          <w:tcPr>
            <w:tcW w:w="1136" w:type="dxa"/>
          </w:tcPr>
          <w:p w:rsidR="009146F8" w:rsidRDefault="009146F8" w:rsidP="001D05F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146F8" w:rsidRDefault="009146F8" w:rsidP="008A126F">
            <w:r>
              <w:t>-</w:t>
            </w:r>
          </w:p>
        </w:tc>
        <w:tc>
          <w:tcPr>
            <w:tcW w:w="1505" w:type="dxa"/>
          </w:tcPr>
          <w:p w:rsidR="009146F8" w:rsidRDefault="009146F8" w:rsidP="006E6206">
            <w:r>
              <w:t>Не имеет</w:t>
            </w:r>
          </w:p>
        </w:tc>
        <w:tc>
          <w:tcPr>
            <w:tcW w:w="1421" w:type="dxa"/>
          </w:tcPr>
          <w:p w:rsidR="009146F8" w:rsidRDefault="009146F8" w:rsidP="008A126F">
            <w:r>
              <w:t>Двухкомнатная квартира</w:t>
            </w:r>
          </w:p>
        </w:tc>
        <w:tc>
          <w:tcPr>
            <w:tcW w:w="1131" w:type="dxa"/>
          </w:tcPr>
          <w:p w:rsidR="009146F8" w:rsidRDefault="009146F8" w:rsidP="008A126F">
            <w:r>
              <w:t>51,2</w:t>
            </w:r>
          </w:p>
        </w:tc>
        <w:tc>
          <w:tcPr>
            <w:tcW w:w="989" w:type="dxa"/>
          </w:tcPr>
          <w:p w:rsidR="009146F8" w:rsidRDefault="009146F8" w:rsidP="008A126F"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  <w:tr w:rsidR="009146F8">
        <w:tc>
          <w:tcPr>
            <w:tcW w:w="1978" w:type="dxa"/>
          </w:tcPr>
          <w:p w:rsidR="009146F8" w:rsidRPr="002615FE" w:rsidRDefault="009146F8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Супруг</w:t>
            </w:r>
          </w:p>
        </w:tc>
        <w:tc>
          <w:tcPr>
            <w:tcW w:w="1870" w:type="dxa"/>
          </w:tcPr>
          <w:p w:rsidR="009146F8" w:rsidRPr="00A6399F" w:rsidRDefault="009146F8" w:rsidP="00A6399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9146F8" w:rsidRDefault="009146F8" w:rsidP="00074D50">
            <w:r>
              <w:t>1 190 541,71</w:t>
            </w:r>
          </w:p>
        </w:tc>
        <w:tc>
          <w:tcPr>
            <w:tcW w:w="2125" w:type="dxa"/>
          </w:tcPr>
          <w:p w:rsidR="009146F8" w:rsidRDefault="009146F8">
            <w:pPr>
              <w:jc w:val="center"/>
            </w:pPr>
            <w:r>
              <w:t>Двухкомнатная квартира</w:t>
            </w:r>
          </w:p>
        </w:tc>
        <w:tc>
          <w:tcPr>
            <w:tcW w:w="1136" w:type="dxa"/>
          </w:tcPr>
          <w:p w:rsidR="009146F8" w:rsidRDefault="009146F8" w:rsidP="001D05F8">
            <w:pPr>
              <w:jc w:val="center"/>
            </w:pPr>
            <w:r>
              <w:t>51,2</w:t>
            </w:r>
          </w:p>
        </w:tc>
        <w:tc>
          <w:tcPr>
            <w:tcW w:w="1134" w:type="dxa"/>
          </w:tcPr>
          <w:p w:rsidR="009146F8" w:rsidRDefault="009146F8" w:rsidP="008A126F">
            <w:r>
              <w:t>Россия</w:t>
            </w:r>
          </w:p>
        </w:tc>
        <w:tc>
          <w:tcPr>
            <w:tcW w:w="1505" w:type="dxa"/>
          </w:tcPr>
          <w:p w:rsidR="009146F8" w:rsidRDefault="009146F8" w:rsidP="006E6206">
            <w:pPr>
              <w:rPr>
                <w:lang w:val="en-US"/>
              </w:rPr>
            </w:pPr>
            <w:r>
              <w:t xml:space="preserve">1. </w:t>
            </w:r>
            <w:r>
              <w:rPr>
                <w:lang w:val="en-US"/>
              </w:rPr>
              <w:t>KIA Corento. 2010</w:t>
            </w:r>
          </w:p>
          <w:p w:rsidR="009146F8" w:rsidRPr="002615FE" w:rsidRDefault="009146F8" w:rsidP="006E6206">
            <w:pPr>
              <w:rPr>
                <w:lang w:val="en-US"/>
              </w:rPr>
            </w:pPr>
            <w:r>
              <w:rPr>
                <w:lang w:val="en-US"/>
              </w:rPr>
              <w:t>2. Mitsubishi Delica. 1993</w:t>
            </w:r>
          </w:p>
        </w:tc>
        <w:tc>
          <w:tcPr>
            <w:tcW w:w="1421" w:type="dxa"/>
          </w:tcPr>
          <w:p w:rsidR="009146F8" w:rsidRPr="002615FE" w:rsidRDefault="009146F8" w:rsidP="008A126F">
            <w:r>
              <w:t>Земельный участок</w:t>
            </w:r>
          </w:p>
        </w:tc>
        <w:tc>
          <w:tcPr>
            <w:tcW w:w="1131" w:type="dxa"/>
          </w:tcPr>
          <w:p w:rsidR="009146F8" w:rsidRDefault="009146F8" w:rsidP="008A126F">
            <w:r>
              <w:t>384,0</w:t>
            </w:r>
          </w:p>
        </w:tc>
        <w:tc>
          <w:tcPr>
            <w:tcW w:w="989" w:type="dxa"/>
          </w:tcPr>
          <w:p w:rsidR="009146F8" w:rsidRDefault="009146F8" w:rsidP="008A126F">
            <w:r>
              <w:t>Россия</w:t>
            </w:r>
          </w:p>
        </w:tc>
        <w:tc>
          <w:tcPr>
            <w:tcW w:w="1079" w:type="dxa"/>
          </w:tcPr>
          <w:p w:rsidR="009146F8" w:rsidRDefault="009146F8"/>
        </w:tc>
      </w:tr>
    </w:tbl>
    <w:p w:rsidR="009146F8" w:rsidRDefault="009146F8"/>
    <w:sectPr w:rsidR="009146F8" w:rsidSect="00BA0ADC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C26F4"/>
    <w:multiLevelType w:val="hybridMultilevel"/>
    <w:tmpl w:val="3F40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B91"/>
    <w:rsid w:val="00000090"/>
    <w:rsid w:val="0000042F"/>
    <w:rsid w:val="000004DC"/>
    <w:rsid w:val="00000A56"/>
    <w:rsid w:val="00000CF1"/>
    <w:rsid w:val="00000FEA"/>
    <w:rsid w:val="00001500"/>
    <w:rsid w:val="000015A9"/>
    <w:rsid w:val="00001940"/>
    <w:rsid w:val="00001A0A"/>
    <w:rsid w:val="00001B90"/>
    <w:rsid w:val="000024E7"/>
    <w:rsid w:val="00002A75"/>
    <w:rsid w:val="00002BC7"/>
    <w:rsid w:val="000033A1"/>
    <w:rsid w:val="00003406"/>
    <w:rsid w:val="00003DBE"/>
    <w:rsid w:val="000041B7"/>
    <w:rsid w:val="00004314"/>
    <w:rsid w:val="0000469A"/>
    <w:rsid w:val="000048AC"/>
    <w:rsid w:val="00005065"/>
    <w:rsid w:val="00005629"/>
    <w:rsid w:val="00005C2F"/>
    <w:rsid w:val="00006157"/>
    <w:rsid w:val="0000642F"/>
    <w:rsid w:val="00006545"/>
    <w:rsid w:val="00006D54"/>
    <w:rsid w:val="00006DBC"/>
    <w:rsid w:val="00007446"/>
    <w:rsid w:val="0000747B"/>
    <w:rsid w:val="00007C22"/>
    <w:rsid w:val="00011568"/>
    <w:rsid w:val="00011721"/>
    <w:rsid w:val="00012400"/>
    <w:rsid w:val="00012777"/>
    <w:rsid w:val="00012D70"/>
    <w:rsid w:val="0001305B"/>
    <w:rsid w:val="000133F9"/>
    <w:rsid w:val="0001423C"/>
    <w:rsid w:val="0001464E"/>
    <w:rsid w:val="000149C2"/>
    <w:rsid w:val="00014BD9"/>
    <w:rsid w:val="00014F17"/>
    <w:rsid w:val="0001550F"/>
    <w:rsid w:val="00015AEC"/>
    <w:rsid w:val="00016502"/>
    <w:rsid w:val="00016BE7"/>
    <w:rsid w:val="00016FDE"/>
    <w:rsid w:val="000172B5"/>
    <w:rsid w:val="000172D9"/>
    <w:rsid w:val="00017B97"/>
    <w:rsid w:val="00020B3D"/>
    <w:rsid w:val="00020E1B"/>
    <w:rsid w:val="0002102B"/>
    <w:rsid w:val="0002155D"/>
    <w:rsid w:val="00021D4D"/>
    <w:rsid w:val="00021E5E"/>
    <w:rsid w:val="00021F1D"/>
    <w:rsid w:val="00021F6F"/>
    <w:rsid w:val="00022346"/>
    <w:rsid w:val="000223DC"/>
    <w:rsid w:val="00023036"/>
    <w:rsid w:val="000233F1"/>
    <w:rsid w:val="00023A5E"/>
    <w:rsid w:val="00023ECE"/>
    <w:rsid w:val="000240A8"/>
    <w:rsid w:val="00024774"/>
    <w:rsid w:val="000248D5"/>
    <w:rsid w:val="00024C52"/>
    <w:rsid w:val="00024C60"/>
    <w:rsid w:val="00025093"/>
    <w:rsid w:val="000251DC"/>
    <w:rsid w:val="000252C2"/>
    <w:rsid w:val="000253A1"/>
    <w:rsid w:val="00025915"/>
    <w:rsid w:val="00025BCB"/>
    <w:rsid w:val="00025CB7"/>
    <w:rsid w:val="00026021"/>
    <w:rsid w:val="00026276"/>
    <w:rsid w:val="000264DC"/>
    <w:rsid w:val="0002680B"/>
    <w:rsid w:val="00026D91"/>
    <w:rsid w:val="000272D1"/>
    <w:rsid w:val="00027871"/>
    <w:rsid w:val="00027AB9"/>
    <w:rsid w:val="0003046C"/>
    <w:rsid w:val="00030756"/>
    <w:rsid w:val="000308C9"/>
    <w:rsid w:val="000309B7"/>
    <w:rsid w:val="000318B2"/>
    <w:rsid w:val="00031DAF"/>
    <w:rsid w:val="00032109"/>
    <w:rsid w:val="00032190"/>
    <w:rsid w:val="00032DC6"/>
    <w:rsid w:val="00033D03"/>
    <w:rsid w:val="0003462B"/>
    <w:rsid w:val="000348BD"/>
    <w:rsid w:val="0003518C"/>
    <w:rsid w:val="000353E8"/>
    <w:rsid w:val="00035501"/>
    <w:rsid w:val="000355F6"/>
    <w:rsid w:val="00035631"/>
    <w:rsid w:val="00035668"/>
    <w:rsid w:val="00035719"/>
    <w:rsid w:val="0003612C"/>
    <w:rsid w:val="00036470"/>
    <w:rsid w:val="00037C44"/>
    <w:rsid w:val="00040257"/>
    <w:rsid w:val="0004076C"/>
    <w:rsid w:val="00041014"/>
    <w:rsid w:val="0004127A"/>
    <w:rsid w:val="0004173F"/>
    <w:rsid w:val="000418DE"/>
    <w:rsid w:val="00041F8B"/>
    <w:rsid w:val="000420E3"/>
    <w:rsid w:val="0004221A"/>
    <w:rsid w:val="0004259A"/>
    <w:rsid w:val="00042E7D"/>
    <w:rsid w:val="0004342D"/>
    <w:rsid w:val="0004371B"/>
    <w:rsid w:val="00043AF7"/>
    <w:rsid w:val="000441AB"/>
    <w:rsid w:val="0004449E"/>
    <w:rsid w:val="00045580"/>
    <w:rsid w:val="000455EC"/>
    <w:rsid w:val="00045AE9"/>
    <w:rsid w:val="00045D9E"/>
    <w:rsid w:val="0004607B"/>
    <w:rsid w:val="000463FA"/>
    <w:rsid w:val="00046592"/>
    <w:rsid w:val="0004750A"/>
    <w:rsid w:val="00050570"/>
    <w:rsid w:val="00051529"/>
    <w:rsid w:val="000515F9"/>
    <w:rsid w:val="00051B5E"/>
    <w:rsid w:val="000522D8"/>
    <w:rsid w:val="00052436"/>
    <w:rsid w:val="000528B0"/>
    <w:rsid w:val="00052CBD"/>
    <w:rsid w:val="00052F20"/>
    <w:rsid w:val="00052FB2"/>
    <w:rsid w:val="00052FE0"/>
    <w:rsid w:val="000536DA"/>
    <w:rsid w:val="0005370A"/>
    <w:rsid w:val="0005392C"/>
    <w:rsid w:val="00053DAB"/>
    <w:rsid w:val="00054159"/>
    <w:rsid w:val="000548B5"/>
    <w:rsid w:val="00054D8A"/>
    <w:rsid w:val="000550CB"/>
    <w:rsid w:val="000558B3"/>
    <w:rsid w:val="00055FA4"/>
    <w:rsid w:val="00056843"/>
    <w:rsid w:val="000570FB"/>
    <w:rsid w:val="00057480"/>
    <w:rsid w:val="00057562"/>
    <w:rsid w:val="00057BE4"/>
    <w:rsid w:val="00060409"/>
    <w:rsid w:val="0006047F"/>
    <w:rsid w:val="00060693"/>
    <w:rsid w:val="00060E88"/>
    <w:rsid w:val="00060F37"/>
    <w:rsid w:val="00061029"/>
    <w:rsid w:val="000610DE"/>
    <w:rsid w:val="000619A4"/>
    <w:rsid w:val="00061A58"/>
    <w:rsid w:val="00061C63"/>
    <w:rsid w:val="00061EB5"/>
    <w:rsid w:val="00061EDD"/>
    <w:rsid w:val="00062128"/>
    <w:rsid w:val="0006229F"/>
    <w:rsid w:val="00063369"/>
    <w:rsid w:val="000639D8"/>
    <w:rsid w:val="00064161"/>
    <w:rsid w:val="00064888"/>
    <w:rsid w:val="00064F4C"/>
    <w:rsid w:val="00065202"/>
    <w:rsid w:val="00065598"/>
    <w:rsid w:val="000655B0"/>
    <w:rsid w:val="00065DBF"/>
    <w:rsid w:val="0006616B"/>
    <w:rsid w:val="000671A4"/>
    <w:rsid w:val="000672AA"/>
    <w:rsid w:val="00067695"/>
    <w:rsid w:val="00067C3A"/>
    <w:rsid w:val="00070B1C"/>
    <w:rsid w:val="00070E6E"/>
    <w:rsid w:val="000716DD"/>
    <w:rsid w:val="00071935"/>
    <w:rsid w:val="000719B0"/>
    <w:rsid w:val="00071A38"/>
    <w:rsid w:val="00071ABA"/>
    <w:rsid w:val="00073270"/>
    <w:rsid w:val="000734FB"/>
    <w:rsid w:val="000736BE"/>
    <w:rsid w:val="00073DB8"/>
    <w:rsid w:val="000741E0"/>
    <w:rsid w:val="00074887"/>
    <w:rsid w:val="000748C3"/>
    <w:rsid w:val="00074D50"/>
    <w:rsid w:val="00075C99"/>
    <w:rsid w:val="00076A07"/>
    <w:rsid w:val="00076B6D"/>
    <w:rsid w:val="00076C36"/>
    <w:rsid w:val="00076D86"/>
    <w:rsid w:val="00077441"/>
    <w:rsid w:val="00077564"/>
    <w:rsid w:val="0007784E"/>
    <w:rsid w:val="00077BD5"/>
    <w:rsid w:val="00080834"/>
    <w:rsid w:val="00081136"/>
    <w:rsid w:val="000819A5"/>
    <w:rsid w:val="000825FB"/>
    <w:rsid w:val="000826A4"/>
    <w:rsid w:val="000828A6"/>
    <w:rsid w:val="00082E2C"/>
    <w:rsid w:val="00083032"/>
    <w:rsid w:val="0008320C"/>
    <w:rsid w:val="000837BA"/>
    <w:rsid w:val="00083BC8"/>
    <w:rsid w:val="000849BD"/>
    <w:rsid w:val="00084E69"/>
    <w:rsid w:val="000853D4"/>
    <w:rsid w:val="000855B0"/>
    <w:rsid w:val="000858CB"/>
    <w:rsid w:val="00085C49"/>
    <w:rsid w:val="000862D8"/>
    <w:rsid w:val="000867F8"/>
    <w:rsid w:val="00086AC6"/>
    <w:rsid w:val="00087521"/>
    <w:rsid w:val="00087873"/>
    <w:rsid w:val="00087BA2"/>
    <w:rsid w:val="000906B0"/>
    <w:rsid w:val="00090842"/>
    <w:rsid w:val="00090A3C"/>
    <w:rsid w:val="00090A92"/>
    <w:rsid w:val="00090BF0"/>
    <w:rsid w:val="00091126"/>
    <w:rsid w:val="00091B61"/>
    <w:rsid w:val="00092512"/>
    <w:rsid w:val="0009272D"/>
    <w:rsid w:val="00092A6C"/>
    <w:rsid w:val="00092B2F"/>
    <w:rsid w:val="00092DE1"/>
    <w:rsid w:val="00093AE7"/>
    <w:rsid w:val="00093AF7"/>
    <w:rsid w:val="00093D3C"/>
    <w:rsid w:val="000941E1"/>
    <w:rsid w:val="000944FC"/>
    <w:rsid w:val="000947E5"/>
    <w:rsid w:val="00094D88"/>
    <w:rsid w:val="00094F2F"/>
    <w:rsid w:val="00095AC1"/>
    <w:rsid w:val="000960A4"/>
    <w:rsid w:val="00096C93"/>
    <w:rsid w:val="00096FE5"/>
    <w:rsid w:val="000979F8"/>
    <w:rsid w:val="000A085E"/>
    <w:rsid w:val="000A0C83"/>
    <w:rsid w:val="000A1154"/>
    <w:rsid w:val="000A1E8A"/>
    <w:rsid w:val="000A1ED0"/>
    <w:rsid w:val="000A2006"/>
    <w:rsid w:val="000A29E3"/>
    <w:rsid w:val="000A2CF9"/>
    <w:rsid w:val="000A32D4"/>
    <w:rsid w:val="000A3458"/>
    <w:rsid w:val="000A3A52"/>
    <w:rsid w:val="000A4667"/>
    <w:rsid w:val="000A52BB"/>
    <w:rsid w:val="000A552D"/>
    <w:rsid w:val="000A57B5"/>
    <w:rsid w:val="000A5AF7"/>
    <w:rsid w:val="000A61E5"/>
    <w:rsid w:val="000A6C6F"/>
    <w:rsid w:val="000A7614"/>
    <w:rsid w:val="000A77C3"/>
    <w:rsid w:val="000A7F42"/>
    <w:rsid w:val="000B059A"/>
    <w:rsid w:val="000B07CA"/>
    <w:rsid w:val="000B0B58"/>
    <w:rsid w:val="000B129F"/>
    <w:rsid w:val="000B139F"/>
    <w:rsid w:val="000B19DC"/>
    <w:rsid w:val="000B25F7"/>
    <w:rsid w:val="000B2B0D"/>
    <w:rsid w:val="000B2C82"/>
    <w:rsid w:val="000B2E10"/>
    <w:rsid w:val="000B309C"/>
    <w:rsid w:val="000B3239"/>
    <w:rsid w:val="000B33C5"/>
    <w:rsid w:val="000B34D8"/>
    <w:rsid w:val="000B3583"/>
    <w:rsid w:val="000B366A"/>
    <w:rsid w:val="000B3B36"/>
    <w:rsid w:val="000B40B2"/>
    <w:rsid w:val="000B41A5"/>
    <w:rsid w:val="000B468F"/>
    <w:rsid w:val="000B4E34"/>
    <w:rsid w:val="000B4F81"/>
    <w:rsid w:val="000B5082"/>
    <w:rsid w:val="000B5304"/>
    <w:rsid w:val="000B55D5"/>
    <w:rsid w:val="000B5C58"/>
    <w:rsid w:val="000B5D32"/>
    <w:rsid w:val="000B5E8F"/>
    <w:rsid w:val="000B60DF"/>
    <w:rsid w:val="000B663B"/>
    <w:rsid w:val="000B6652"/>
    <w:rsid w:val="000B6BD4"/>
    <w:rsid w:val="000B7935"/>
    <w:rsid w:val="000B7D79"/>
    <w:rsid w:val="000C00CD"/>
    <w:rsid w:val="000C17C5"/>
    <w:rsid w:val="000C2A3D"/>
    <w:rsid w:val="000C2DC4"/>
    <w:rsid w:val="000C2F3E"/>
    <w:rsid w:val="000C36D0"/>
    <w:rsid w:val="000C38E0"/>
    <w:rsid w:val="000C38E7"/>
    <w:rsid w:val="000C392D"/>
    <w:rsid w:val="000C3A6E"/>
    <w:rsid w:val="000C3A7F"/>
    <w:rsid w:val="000C4311"/>
    <w:rsid w:val="000C47F8"/>
    <w:rsid w:val="000C5B63"/>
    <w:rsid w:val="000C5BCB"/>
    <w:rsid w:val="000C5BEA"/>
    <w:rsid w:val="000C6343"/>
    <w:rsid w:val="000C6403"/>
    <w:rsid w:val="000C6970"/>
    <w:rsid w:val="000C69E4"/>
    <w:rsid w:val="000C6AAB"/>
    <w:rsid w:val="000C6B3E"/>
    <w:rsid w:val="000C7559"/>
    <w:rsid w:val="000C75BA"/>
    <w:rsid w:val="000C7CC0"/>
    <w:rsid w:val="000D0079"/>
    <w:rsid w:val="000D0247"/>
    <w:rsid w:val="000D0A37"/>
    <w:rsid w:val="000D1658"/>
    <w:rsid w:val="000D208E"/>
    <w:rsid w:val="000D2928"/>
    <w:rsid w:val="000D2CD7"/>
    <w:rsid w:val="000D325F"/>
    <w:rsid w:val="000D3517"/>
    <w:rsid w:val="000D4016"/>
    <w:rsid w:val="000D491C"/>
    <w:rsid w:val="000D494F"/>
    <w:rsid w:val="000D4A45"/>
    <w:rsid w:val="000D4F7B"/>
    <w:rsid w:val="000D5419"/>
    <w:rsid w:val="000D554B"/>
    <w:rsid w:val="000D5891"/>
    <w:rsid w:val="000D5D1A"/>
    <w:rsid w:val="000D67AB"/>
    <w:rsid w:val="000D6D0C"/>
    <w:rsid w:val="000D6D47"/>
    <w:rsid w:val="000D6E60"/>
    <w:rsid w:val="000D7370"/>
    <w:rsid w:val="000D7FF7"/>
    <w:rsid w:val="000E0C47"/>
    <w:rsid w:val="000E1665"/>
    <w:rsid w:val="000E1974"/>
    <w:rsid w:val="000E21FC"/>
    <w:rsid w:val="000E245E"/>
    <w:rsid w:val="000E2AC4"/>
    <w:rsid w:val="000E39AE"/>
    <w:rsid w:val="000E4795"/>
    <w:rsid w:val="000E4895"/>
    <w:rsid w:val="000E4D94"/>
    <w:rsid w:val="000E50A5"/>
    <w:rsid w:val="000E5573"/>
    <w:rsid w:val="000E5A89"/>
    <w:rsid w:val="000E5CF0"/>
    <w:rsid w:val="000E5F14"/>
    <w:rsid w:val="000E61F8"/>
    <w:rsid w:val="000E6743"/>
    <w:rsid w:val="000E7CA8"/>
    <w:rsid w:val="000F04DD"/>
    <w:rsid w:val="000F1053"/>
    <w:rsid w:val="000F1367"/>
    <w:rsid w:val="000F1748"/>
    <w:rsid w:val="000F1F97"/>
    <w:rsid w:val="000F21AF"/>
    <w:rsid w:val="000F2344"/>
    <w:rsid w:val="000F2809"/>
    <w:rsid w:val="000F2ABE"/>
    <w:rsid w:val="000F2D8B"/>
    <w:rsid w:val="000F3264"/>
    <w:rsid w:val="000F357E"/>
    <w:rsid w:val="000F3710"/>
    <w:rsid w:val="000F4203"/>
    <w:rsid w:val="000F470B"/>
    <w:rsid w:val="000F483F"/>
    <w:rsid w:val="000F56D1"/>
    <w:rsid w:val="000F5B86"/>
    <w:rsid w:val="000F5E88"/>
    <w:rsid w:val="000F679A"/>
    <w:rsid w:val="000F6DF7"/>
    <w:rsid w:val="00100296"/>
    <w:rsid w:val="0010033C"/>
    <w:rsid w:val="001007E5"/>
    <w:rsid w:val="00100E9F"/>
    <w:rsid w:val="001019A5"/>
    <w:rsid w:val="00102D71"/>
    <w:rsid w:val="00102DAE"/>
    <w:rsid w:val="0010365C"/>
    <w:rsid w:val="00103727"/>
    <w:rsid w:val="001038FE"/>
    <w:rsid w:val="0010396D"/>
    <w:rsid w:val="00103E20"/>
    <w:rsid w:val="001041EC"/>
    <w:rsid w:val="00104266"/>
    <w:rsid w:val="001048D5"/>
    <w:rsid w:val="00105165"/>
    <w:rsid w:val="001059D3"/>
    <w:rsid w:val="00105B77"/>
    <w:rsid w:val="00105C97"/>
    <w:rsid w:val="00106030"/>
    <w:rsid w:val="001061C1"/>
    <w:rsid w:val="00106D3B"/>
    <w:rsid w:val="00106F16"/>
    <w:rsid w:val="00107F7D"/>
    <w:rsid w:val="00110139"/>
    <w:rsid w:val="00110344"/>
    <w:rsid w:val="00110447"/>
    <w:rsid w:val="00111256"/>
    <w:rsid w:val="00111826"/>
    <w:rsid w:val="00111A4C"/>
    <w:rsid w:val="00111D95"/>
    <w:rsid w:val="001130E9"/>
    <w:rsid w:val="001134B0"/>
    <w:rsid w:val="001138F8"/>
    <w:rsid w:val="00113C9F"/>
    <w:rsid w:val="00114A80"/>
    <w:rsid w:val="001153CD"/>
    <w:rsid w:val="00116649"/>
    <w:rsid w:val="001168B1"/>
    <w:rsid w:val="00116CC1"/>
    <w:rsid w:val="0011731D"/>
    <w:rsid w:val="001175E6"/>
    <w:rsid w:val="0011791B"/>
    <w:rsid w:val="001179BD"/>
    <w:rsid w:val="00117BA7"/>
    <w:rsid w:val="00117FA9"/>
    <w:rsid w:val="00120451"/>
    <w:rsid w:val="00120474"/>
    <w:rsid w:val="00120921"/>
    <w:rsid w:val="001209F6"/>
    <w:rsid w:val="00120EDA"/>
    <w:rsid w:val="00120FAA"/>
    <w:rsid w:val="0012109A"/>
    <w:rsid w:val="0012129C"/>
    <w:rsid w:val="0012132E"/>
    <w:rsid w:val="00121345"/>
    <w:rsid w:val="00121553"/>
    <w:rsid w:val="001217B2"/>
    <w:rsid w:val="00121E07"/>
    <w:rsid w:val="00122050"/>
    <w:rsid w:val="001220EB"/>
    <w:rsid w:val="00122C61"/>
    <w:rsid w:val="00123C73"/>
    <w:rsid w:val="001240E5"/>
    <w:rsid w:val="001240F6"/>
    <w:rsid w:val="0012412B"/>
    <w:rsid w:val="00124505"/>
    <w:rsid w:val="001247D0"/>
    <w:rsid w:val="00124834"/>
    <w:rsid w:val="001249D6"/>
    <w:rsid w:val="00124E75"/>
    <w:rsid w:val="00124FD3"/>
    <w:rsid w:val="0012510F"/>
    <w:rsid w:val="001251B0"/>
    <w:rsid w:val="00125289"/>
    <w:rsid w:val="00125543"/>
    <w:rsid w:val="00125D90"/>
    <w:rsid w:val="001265F0"/>
    <w:rsid w:val="001268CF"/>
    <w:rsid w:val="0012793E"/>
    <w:rsid w:val="001279D8"/>
    <w:rsid w:val="00127E10"/>
    <w:rsid w:val="00130395"/>
    <w:rsid w:val="0013092C"/>
    <w:rsid w:val="001312FC"/>
    <w:rsid w:val="00132002"/>
    <w:rsid w:val="00132F49"/>
    <w:rsid w:val="00133391"/>
    <w:rsid w:val="001338C3"/>
    <w:rsid w:val="0013466F"/>
    <w:rsid w:val="00134DB7"/>
    <w:rsid w:val="00135904"/>
    <w:rsid w:val="00135EEE"/>
    <w:rsid w:val="00135FC1"/>
    <w:rsid w:val="00136078"/>
    <w:rsid w:val="001361DD"/>
    <w:rsid w:val="0013628F"/>
    <w:rsid w:val="001363DC"/>
    <w:rsid w:val="00136650"/>
    <w:rsid w:val="00136E25"/>
    <w:rsid w:val="00140822"/>
    <w:rsid w:val="00140DA6"/>
    <w:rsid w:val="0014180B"/>
    <w:rsid w:val="00141A07"/>
    <w:rsid w:val="0014373E"/>
    <w:rsid w:val="00144AA9"/>
    <w:rsid w:val="00145D2E"/>
    <w:rsid w:val="001466F1"/>
    <w:rsid w:val="0014674A"/>
    <w:rsid w:val="00146CA5"/>
    <w:rsid w:val="00146DCA"/>
    <w:rsid w:val="00147072"/>
    <w:rsid w:val="00147212"/>
    <w:rsid w:val="00147328"/>
    <w:rsid w:val="001479D1"/>
    <w:rsid w:val="00150988"/>
    <w:rsid w:val="00150991"/>
    <w:rsid w:val="00150B49"/>
    <w:rsid w:val="00150B99"/>
    <w:rsid w:val="00150C53"/>
    <w:rsid w:val="00151157"/>
    <w:rsid w:val="00151180"/>
    <w:rsid w:val="00151332"/>
    <w:rsid w:val="00151435"/>
    <w:rsid w:val="00151462"/>
    <w:rsid w:val="00151763"/>
    <w:rsid w:val="001519BB"/>
    <w:rsid w:val="00151FEB"/>
    <w:rsid w:val="00152AA7"/>
    <w:rsid w:val="00152B5A"/>
    <w:rsid w:val="00152F38"/>
    <w:rsid w:val="001530C3"/>
    <w:rsid w:val="00153D14"/>
    <w:rsid w:val="001547D8"/>
    <w:rsid w:val="001547FD"/>
    <w:rsid w:val="001555EE"/>
    <w:rsid w:val="00155874"/>
    <w:rsid w:val="00155D11"/>
    <w:rsid w:val="0015723E"/>
    <w:rsid w:val="00157C38"/>
    <w:rsid w:val="001602D8"/>
    <w:rsid w:val="001605EC"/>
    <w:rsid w:val="00160774"/>
    <w:rsid w:val="0016080A"/>
    <w:rsid w:val="0016096B"/>
    <w:rsid w:val="0016124A"/>
    <w:rsid w:val="00161457"/>
    <w:rsid w:val="00161534"/>
    <w:rsid w:val="0016195D"/>
    <w:rsid w:val="001624F0"/>
    <w:rsid w:val="001625E7"/>
    <w:rsid w:val="001634B1"/>
    <w:rsid w:val="00163961"/>
    <w:rsid w:val="00164D02"/>
    <w:rsid w:val="00165891"/>
    <w:rsid w:val="001659BE"/>
    <w:rsid w:val="00165DC6"/>
    <w:rsid w:val="00165EA2"/>
    <w:rsid w:val="00165F52"/>
    <w:rsid w:val="0016604F"/>
    <w:rsid w:val="001661F8"/>
    <w:rsid w:val="00166912"/>
    <w:rsid w:val="00166E96"/>
    <w:rsid w:val="00167936"/>
    <w:rsid w:val="00167C21"/>
    <w:rsid w:val="00167C70"/>
    <w:rsid w:val="00167F71"/>
    <w:rsid w:val="00170204"/>
    <w:rsid w:val="00170738"/>
    <w:rsid w:val="00170C59"/>
    <w:rsid w:val="00170D2D"/>
    <w:rsid w:val="001713D4"/>
    <w:rsid w:val="00171780"/>
    <w:rsid w:val="001717AC"/>
    <w:rsid w:val="00171DFF"/>
    <w:rsid w:val="001723AB"/>
    <w:rsid w:val="0017263B"/>
    <w:rsid w:val="001728CE"/>
    <w:rsid w:val="00172B3D"/>
    <w:rsid w:val="00172F75"/>
    <w:rsid w:val="001731A5"/>
    <w:rsid w:val="00173BCF"/>
    <w:rsid w:val="0017468B"/>
    <w:rsid w:val="00174723"/>
    <w:rsid w:val="001748C0"/>
    <w:rsid w:val="001748DE"/>
    <w:rsid w:val="00174BED"/>
    <w:rsid w:val="00174E89"/>
    <w:rsid w:val="00174F1E"/>
    <w:rsid w:val="00175103"/>
    <w:rsid w:val="001758AC"/>
    <w:rsid w:val="00175A78"/>
    <w:rsid w:val="0017617E"/>
    <w:rsid w:val="00176645"/>
    <w:rsid w:val="001766CB"/>
    <w:rsid w:val="0017716D"/>
    <w:rsid w:val="001772F3"/>
    <w:rsid w:val="001773AD"/>
    <w:rsid w:val="00177E24"/>
    <w:rsid w:val="0018090C"/>
    <w:rsid w:val="00180A9F"/>
    <w:rsid w:val="00180ACE"/>
    <w:rsid w:val="00180AEC"/>
    <w:rsid w:val="00180D95"/>
    <w:rsid w:val="0018116F"/>
    <w:rsid w:val="00181295"/>
    <w:rsid w:val="00181BC1"/>
    <w:rsid w:val="001832D2"/>
    <w:rsid w:val="001833F3"/>
    <w:rsid w:val="001840A1"/>
    <w:rsid w:val="00184653"/>
    <w:rsid w:val="00184687"/>
    <w:rsid w:val="001852B5"/>
    <w:rsid w:val="0018570A"/>
    <w:rsid w:val="00185CDE"/>
    <w:rsid w:val="00186CB3"/>
    <w:rsid w:val="00187A7C"/>
    <w:rsid w:val="0019067E"/>
    <w:rsid w:val="00190BB8"/>
    <w:rsid w:val="00191130"/>
    <w:rsid w:val="0019144B"/>
    <w:rsid w:val="00191510"/>
    <w:rsid w:val="00191AA7"/>
    <w:rsid w:val="00191D48"/>
    <w:rsid w:val="001923C2"/>
    <w:rsid w:val="00192D55"/>
    <w:rsid w:val="00192F5D"/>
    <w:rsid w:val="00192F6B"/>
    <w:rsid w:val="0019311D"/>
    <w:rsid w:val="001932C2"/>
    <w:rsid w:val="001933B6"/>
    <w:rsid w:val="00193438"/>
    <w:rsid w:val="001934CC"/>
    <w:rsid w:val="00193ABC"/>
    <w:rsid w:val="00193C4B"/>
    <w:rsid w:val="00193CF9"/>
    <w:rsid w:val="001940E5"/>
    <w:rsid w:val="0019417F"/>
    <w:rsid w:val="001941C8"/>
    <w:rsid w:val="00194528"/>
    <w:rsid w:val="001949C1"/>
    <w:rsid w:val="00194B71"/>
    <w:rsid w:val="00194C2B"/>
    <w:rsid w:val="00194CEE"/>
    <w:rsid w:val="00194E2B"/>
    <w:rsid w:val="001951EE"/>
    <w:rsid w:val="00195501"/>
    <w:rsid w:val="00195A1F"/>
    <w:rsid w:val="00195AF6"/>
    <w:rsid w:val="00195D18"/>
    <w:rsid w:val="001963EB"/>
    <w:rsid w:val="001965C7"/>
    <w:rsid w:val="0019760C"/>
    <w:rsid w:val="00197D3A"/>
    <w:rsid w:val="00197EB0"/>
    <w:rsid w:val="001A00DF"/>
    <w:rsid w:val="001A0878"/>
    <w:rsid w:val="001A1039"/>
    <w:rsid w:val="001A1CE1"/>
    <w:rsid w:val="001A2AF6"/>
    <w:rsid w:val="001A2D04"/>
    <w:rsid w:val="001A37B2"/>
    <w:rsid w:val="001A3AA5"/>
    <w:rsid w:val="001A5214"/>
    <w:rsid w:val="001A5748"/>
    <w:rsid w:val="001A621A"/>
    <w:rsid w:val="001A6555"/>
    <w:rsid w:val="001A67EC"/>
    <w:rsid w:val="001A68CD"/>
    <w:rsid w:val="001A6DAD"/>
    <w:rsid w:val="001A70DD"/>
    <w:rsid w:val="001A79DD"/>
    <w:rsid w:val="001B062C"/>
    <w:rsid w:val="001B0C0A"/>
    <w:rsid w:val="001B1749"/>
    <w:rsid w:val="001B1AE3"/>
    <w:rsid w:val="001B2CDB"/>
    <w:rsid w:val="001B3BC1"/>
    <w:rsid w:val="001B4050"/>
    <w:rsid w:val="001B40D1"/>
    <w:rsid w:val="001B432E"/>
    <w:rsid w:val="001B51F9"/>
    <w:rsid w:val="001B5ABC"/>
    <w:rsid w:val="001B5EC2"/>
    <w:rsid w:val="001B69C4"/>
    <w:rsid w:val="001B712F"/>
    <w:rsid w:val="001B794D"/>
    <w:rsid w:val="001B79D5"/>
    <w:rsid w:val="001C02A5"/>
    <w:rsid w:val="001C0505"/>
    <w:rsid w:val="001C0A3A"/>
    <w:rsid w:val="001C0BE5"/>
    <w:rsid w:val="001C105A"/>
    <w:rsid w:val="001C1A9C"/>
    <w:rsid w:val="001C1FBA"/>
    <w:rsid w:val="001C23B2"/>
    <w:rsid w:val="001C245A"/>
    <w:rsid w:val="001C29D8"/>
    <w:rsid w:val="001C2D85"/>
    <w:rsid w:val="001C33B5"/>
    <w:rsid w:val="001C3836"/>
    <w:rsid w:val="001C3BFF"/>
    <w:rsid w:val="001C3CBB"/>
    <w:rsid w:val="001C3FB6"/>
    <w:rsid w:val="001C46B5"/>
    <w:rsid w:val="001C48A8"/>
    <w:rsid w:val="001C4A0A"/>
    <w:rsid w:val="001C4C33"/>
    <w:rsid w:val="001C50E8"/>
    <w:rsid w:val="001C55DD"/>
    <w:rsid w:val="001C5992"/>
    <w:rsid w:val="001C5DED"/>
    <w:rsid w:val="001C6643"/>
    <w:rsid w:val="001C6722"/>
    <w:rsid w:val="001C7371"/>
    <w:rsid w:val="001C7AAC"/>
    <w:rsid w:val="001C7E29"/>
    <w:rsid w:val="001D05F8"/>
    <w:rsid w:val="001D07A4"/>
    <w:rsid w:val="001D07B2"/>
    <w:rsid w:val="001D07F8"/>
    <w:rsid w:val="001D0FF5"/>
    <w:rsid w:val="001D108B"/>
    <w:rsid w:val="001D170A"/>
    <w:rsid w:val="001D17D0"/>
    <w:rsid w:val="001D1DAC"/>
    <w:rsid w:val="001D40F2"/>
    <w:rsid w:val="001D4115"/>
    <w:rsid w:val="001D501C"/>
    <w:rsid w:val="001D52EA"/>
    <w:rsid w:val="001D5832"/>
    <w:rsid w:val="001D5ADF"/>
    <w:rsid w:val="001D614A"/>
    <w:rsid w:val="001D6341"/>
    <w:rsid w:val="001D63B8"/>
    <w:rsid w:val="001D673B"/>
    <w:rsid w:val="001D7707"/>
    <w:rsid w:val="001D77E0"/>
    <w:rsid w:val="001E020A"/>
    <w:rsid w:val="001E0D1E"/>
    <w:rsid w:val="001E120B"/>
    <w:rsid w:val="001E18AB"/>
    <w:rsid w:val="001E263A"/>
    <w:rsid w:val="001E30A6"/>
    <w:rsid w:val="001E3CC3"/>
    <w:rsid w:val="001E3D37"/>
    <w:rsid w:val="001E3D87"/>
    <w:rsid w:val="001E4958"/>
    <w:rsid w:val="001E52CC"/>
    <w:rsid w:val="001E52F9"/>
    <w:rsid w:val="001E5322"/>
    <w:rsid w:val="001E6383"/>
    <w:rsid w:val="001E65E0"/>
    <w:rsid w:val="001E6722"/>
    <w:rsid w:val="001E69BB"/>
    <w:rsid w:val="001E7B7C"/>
    <w:rsid w:val="001E7CE1"/>
    <w:rsid w:val="001E7EF4"/>
    <w:rsid w:val="001E7F6B"/>
    <w:rsid w:val="001F00FF"/>
    <w:rsid w:val="001F053E"/>
    <w:rsid w:val="001F07E0"/>
    <w:rsid w:val="001F0B8B"/>
    <w:rsid w:val="001F1D9A"/>
    <w:rsid w:val="001F2181"/>
    <w:rsid w:val="001F2CE0"/>
    <w:rsid w:val="001F2E9C"/>
    <w:rsid w:val="001F494B"/>
    <w:rsid w:val="001F4C87"/>
    <w:rsid w:val="001F634B"/>
    <w:rsid w:val="001F6516"/>
    <w:rsid w:val="001F6E09"/>
    <w:rsid w:val="001F6E22"/>
    <w:rsid w:val="001F6E79"/>
    <w:rsid w:val="001F6F33"/>
    <w:rsid w:val="001F75CF"/>
    <w:rsid w:val="0020061A"/>
    <w:rsid w:val="00200744"/>
    <w:rsid w:val="0020117E"/>
    <w:rsid w:val="002011EC"/>
    <w:rsid w:val="00201FD2"/>
    <w:rsid w:val="0020223F"/>
    <w:rsid w:val="00203218"/>
    <w:rsid w:val="00203246"/>
    <w:rsid w:val="002032D6"/>
    <w:rsid w:val="002032DF"/>
    <w:rsid w:val="0020392A"/>
    <w:rsid w:val="002041CF"/>
    <w:rsid w:val="002048F5"/>
    <w:rsid w:val="00204967"/>
    <w:rsid w:val="00204A28"/>
    <w:rsid w:val="00205A0A"/>
    <w:rsid w:val="00206690"/>
    <w:rsid w:val="002067A2"/>
    <w:rsid w:val="00207227"/>
    <w:rsid w:val="002074F9"/>
    <w:rsid w:val="00207C42"/>
    <w:rsid w:val="00207DD4"/>
    <w:rsid w:val="002103A6"/>
    <w:rsid w:val="002104E3"/>
    <w:rsid w:val="00210567"/>
    <w:rsid w:val="002105E7"/>
    <w:rsid w:val="002107EB"/>
    <w:rsid w:val="00210828"/>
    <w:rsid w:val="0021094E"/>
    <w:rsid w:val="00210F65"/>
    <w:rsid w:val="00211040"/>
    <w:rsid w:val="00211607"/>
    <w:rsid w:val="00211614"/>
    <w:rsid w:val="0021190D"/>
    <w:rsid w:val="00211D86"/>
    <w:rsid w:val="002121E9"/>
    <w:rsid w:val="002124FB"/>
    <w:rsid w:val="00212715"/>
    <w:rsid w:val="002134C8"/>
    <w:rsid w:val="002134CA"/>
    <w:rsid w:val="0021392B"/>
    <w:rsid w:val="00213EC2"/>
    <w:rsid w:val="00213FA7"/>
    <w:rsid w:val="00213FC4"/>
    <w:rsid w:val="00214ED3"/>
    <w:rsid w:val="002151AC"/>
    <w:rsid w:val="002152B9"/>
    <w:rsid w:val="00215A21"/>
    <w:rsid w:val="002162B6"/>
    <w:rsid w:val="00216481"/>
    <w:rsid w:val="00216776"/>
    <w:rsid w:val="00216884"/>
    <w:rsid w:val="00217308"/>
    <w:rsid w:val="00217AF9"/>
    <w:rsid w:val="0022001C"/>
    <w:rsid w:val="0022015C"/>
    <w:rsid w:val="002201BF"/>
    <w:rsid w:val="00220430"/>
    <w:rsid w:val="00220620"/>
    <w:rsid w:val="00220ECE"/>
    <w:rsid w:val="00220F68"/>
    <w:rsid w:val="002211D3"/>
    <w:rsid w:val="0022131C"/>
    <w:rsid w:val="002219D8"/>
    <w:rsid w:val="00221CB9"/>
    <w:rsid w:val="00221F67"/>
    <w:rsid w:val="00222005"/>
    <w:rsid w:val="00222A43"/>
    <w:rsid w:val="00222C6A"/>
    <w:rsid w:val="00222D56"/>
    <w:rsid w:val="002231C5"/>
    <w:rsid w:val="00223936"/>
    <w:rsid w:val="002240F7"/>
    <w:rsid w:val="00224325"/>
    <w:rsid w:val="00224464"/>
    <w:rsid w:val="00225895"/>
    <w:rsid w:val="002259DF"/>
    <w:rsid w:val="00225F49"/>
    <w:rsid w:val="002265FC"/>
    <w:rsid w:val="00226B3C"/>
    <w:rsid w:val="00226F7D"/>
    <w:rsid w:val="002273CE"/>
    <w:rsid w:val="00227870"/>
    <w:rsid w:val="00227B16"/>
    <w:rsid w:val="00230211"/>
    <w:rsid w:val="0023028B"/>
    <w:rsid w:val="002305CB"/>
    <w:rsid w:val="002306BD"/>
    <w:rsid w:val="00230F8A"/>
    <w:rsid w:val="00231530"/>
    <w:rsid w:val="00232794"/>
    <w:rsid w:val="00232CEE"/>
    <w:rsid w:val="00232F55"/>
    <w:rsid w:val="002337AB"/>
    <w:rsid w:val="00233F67"/>
    <w:rsid w:val="002342C3"/>
    <w:rsid w:val="002343CA"/>
    <w:rsid w:val="0023451D"/>
    <w:rsid w:val="00234767"/>
    <w:rsid w:val="00234C0F"/>
    <w:rsid w:val="00234C2D"/>
    <w:rsid w:val="00234F30"/>
    <w:rsid w:val="0023522B"/>
    <w:rsid w:val="0023545C"/>
    <w:rsid w:val="00235EE6"/>
    <w:rsid w:val="00235FDA"/>
    <w:rsid w:val="00237D3C"/>
    <w:rsid w:val="0024005A"/>
    <w:rsid w:val="002400FF"/>
    <w:rsid w:val="00240427"/>
    <w:rsid w:val="0024144C"/>
    <w:rsid w:val="00241A4C"/>
    <w:rsid w:val="00241CD1"/>
    <w:rsid w:val="002422DD"/>
    <w:rsid w:val="002426AF"/>
    <w:rsid w:val="002427EA"/>
    <w:rsid w:val="0024284F"/>
    <w:rsid w:val="002429D5"/>
    <w:rsid w:val="00242ACE"/>
    <w:rsid w:val="00242D90"/>
    <w:rsid w:val="00243095"/>
    <w:rsid w:val="002434CA"/>
    <w:rsid w:val="00243522"/>
    <w:rsid w:val="00243D74"/>
    <w:rsid w:val="00244283"/>
    <w:rsid w:val="00245140"/>
    <w:rsid w:val="00245E36"/>
    <w:rsid w:val="00245E95"/>
    <w:rsid w:val="002460F5"/>
    <w:rsid w:val="0024785F"/>
    <w:rsid w:val="0024799B"/>
    <w:rsid w:val="00247C81"/>
    <w:rsid w:val="00250912"/>
    <w:rsid w:val="00251C16"/>
    <w:rsid w:val="00252079"/>
    <w:rsid w:val="00252252"/>
    <w:rsid w:val="00252578"/>
    <w:rsid w:val="002528F0"/>
    <w:rsid w:val="00252AFB"/>
    <w:rsid w:val="00252B8F"/>
    <w:rsid w:val="00252D8E"/>
    <w:rsid w:val="00252D9A"/>
    <w:rsid w:val="00253024"/>
    <w:rsid w:val="0025316C"/>
    <w:rsid w:val="002531C7"/>
    <w:rsid w:val="00253DD5"/>
    <w:rsid w:val="00253FA7"/>
    <w:rsid w:val="0025528B"/>
    <w:rsid w:val="002553DC"/>
    <w:rsid w:val="0025557E"/>
    <w:rsid w:val="00255783"/>
    <w:rsid w:val="00255FA1"/>
    <w:rsid w:val="00256013"/>
    <w:rsid w:val="00257608"/>
    <w:rsid w:val="002576B1"/>
    <w:rsid w:val="002577C1"/>
    <w:rsid w:val="002579C8"/>
    <w:rsid w:val="00260162"/>
    <w:rsid w:val="00260176"/>
    <w:rsid w:val="002601B6"/>
    <w:rsid w:val="00260258"/>
    <w:rsid w:val="002602A7"/>
    <w:rsid w:val="00261316"/>
    <w:rsid w:val="002615FE"/>
    <w:rsid w:val="002619DE"/>
    <w:rsid w:val="00261B29"/>
    <w:rsid w:val="002626C6"/>
    <w:rsid w:val="00262F32"/>
    <w:rsid w:val="0026396C"/>
    <w:rsid w:val="00263CD5"/>
    <w:rsid w:val="00264143"/>
    <w:rsid w:val="002644DC"/>
    <w:rsid w:val="0026468B"/>
    <w:rsid w:val="00264BBD"/>
    <w:rsid w:val="00265E32"/>
    <w:rsid w:val="00265FB4"/>
    <w:rsid w:val="002666F9"/>
    <w:rsid w:val="002668F3"/>
    <w:rsid w:val="00266AFD"/>
    <w:rsid w:val="00267937"/>
    <w:rsid w:val="00270115"/>
    <w:rsid w:val="00270203"/>
    <w:rsid w:val="00270ACC"/>
    <w:rsid w:val="00270CAA"/>
    <w:rsid w:val="00270DD7"/>
    <w:rsid w:val="002710E8"/>
    <w:rsid w:val="0027128F"/>
    <w:rsid w:val="00271520"/>
    <w:rsid w:val="00271563"/>
    <w:rsid w:val="00271ABE"/>
    <w:rsid w:val="00272028"/>
    <w:rsid w:val="0027207C"/>
    <w:rsid w:val="0027233C"/>
    <w:rsid w:val="00272661"/>
    <w:rsid w:val="002726A9"/>
    <w:rsid w:val="00272D6B"/>
    <w:rsid w:val="00272DB2"/>
    <w:rsid w:val="00272F10"/>
    <w:rsid w:val="0027344D"/>
    <w:rsid w:val="0027365F"/>
    <w:rsid w:val="002736E0"/>
    <w:rsid w:val="00273B81"/>
    <w:rsid w:val="00273BB6"/>
    <w:rsid w:val="00273F8F"/>
    <w:rsid w:val="002742BD"/>
    <w:rsid w:val="00274983"/>
    <w:rsid w:val="002751DA"/>
    <w:rsid w:val="00275717"/>
    <w:rsid w:val="00275BC8"/>
    <w:rsid w:val="00275C43"/>
    <w:rsid w:val="0027621F"/>
    <w:rsid w:val="002766CF"/>
    <w:rsid w:val="00276705"/>
    <w:rsid w:val="002767A3"/>
    <w:rsid w:val="002777C7"/>
    <w:rsid w:val="00277B5F"/>
    <w:rsid w:val="00277DAD"/>
    <w:rsid w:val="00280008"/>
    <w:rsid w:val="0028057D"/>
    <w:rsid w:val="00280845"/>
    <w:rsid w:val="00280ED4"/>
    <w:rsid w:val="00282129"/>
    <w:rsid w:val="00282175"/>
    <w:rsid w:val="002823C7"/>
    <w:rsid w:val="002825B5"/>
    <w:rsid w:val="0028306F"/>
    <w:rsid w:val="00283A5B"/>
    <w:rsid w:val="002844AA"/>
    <w:rsid w:val="00284649"/>
    <w:rsid w:val="00284743"/>
    <w:rsid w:val="00284820"/>
    <w:rsid w:val="00284947"/>
    <w:rsid w:val="00284B4B"/>
    <w:rsid w:val="00284CB0"/>
    <w:rsid w:val="002852B5"/>
    <w:rsid w:val="002858C1"/>
    <w:rsid w:val="00285AAD"/>
    <w:rsid w:val="00286210"/>
    <w:rsid w:val="00286CFE"/>
    <w:rsid w:val="00286EF5"/>
    <w:rsid w:val="002876E5"/>
    <w:rsid w:val="00287C37"/>
    <w:rsid w:val="002902FC"/>
    <w:rsid w:val="00290D83"/>
    <w:rsid w:val="0029127C"/>
    <w:rsid w:val="00291C39"/>
    <w:rsid w:val="00291E21"/>
    <w:rsid w:val="002925C5"/>
    <w:rsid w:val="00292E4F"/>
    <w:rsid w:val="0029341D"/>
    <w:rsid w:val="0029457E"/>
    <w:rsid w:val="00295080"/>
    <w:rsid w:val="00295298"/>
    <w:rsid w:val="0029548F"/>
    <w:rsid w:val="00295948"/>
    <w:rsid w:val="00295C74"/>
    <w:rsid w:val="002962AF"/>
    <w:rsid w:val="0029644C"/>
    <w:rsid w:val="002965F3"/>
    <w:rsid w:val="00296674"/>
    <w:rsid w:val="00297BB6"/>
    <w:rsid w:val="00297CD7"/>
    <w:rsid w:val="002A036C"/>
    <w:rsid w:val="002A05B1"/>
    <w:rsid w:val="002A0849"/>
    <w:rsid w:val="002A0995"/>
    <w:rsid w:val="002A0DE8"/>
    <w:rsid w:val="002A1242"/>
    <w:rsid w:val="002A1957"/>
    <w:rsid w:val="002A19CA"/>
    <w:rsid w:val="002A19D9"/>
    <w:rsid w:val="002A27D1"/>
    <w:rsid w:val="002A2C8E"/>
    <w:rsid w:val="002A2CBC"/>
    <w:rsid w:val="002A3099"/>
    <w:rsid w:val="002A3175"/>
    <w:rsid w:val="002A3CE2"/>
    <w:rsid w:val="002A40A1"/>
    <w:rsid w:val="002A439E"/>
    <w:rsid w:val="002A45FE"/>
    <w:rsid w:val="002A468D"/>
    <w:rsid w:val="002A4857"/>
    <w:rsid w:val="002A581B"/>
    <w:rsid w:val="002A5E31"/>
    <w:rsid w:val="002A6232"/>
    <w:rsid w:val="002A62CA"/>
    <w:rsid w:val="002A650C"/>
    <w:rsid w:val="002A68A8"/>
    <w:rsid w:val="002A6CA3"/>
    <w:rsid w:val="002A6F0C"/>
    <w:rsid w:val="002A73CB"/>
    <w:rsid w:val="002B07EA"/>
    <w:rsid w:val="002B2047"/>
    <w:rsid w:val="002B21FD"/>
    <w:rsid w:val="002B224F"/>
    <w:rsid w:val="002B2749"/>
    <w:rsid w:val="002B2B95"/>
    <w:rsid w:val="002B31BD"/>
    <w:rsid w:val="002B3256"/>
    <w:rsid w:val="002B32BC"/>
    <w:rsid w:val="002B333B"/>
    <w:rsid w:val="002B3570"/>
    <w:rsid w:val="002B371B"/>
    <w:rsid w:val="002B42A5"/>
    <w:rsid w:val="002B44CA"/>
    <w:rsid w:val="002B4548"/>
    <w:rsid w:val="002B4746"/>
    <w:rsid w:val="002B48EC"/>
    <w:rsid w:val="002B4C14"/>
    <w:rsid w:val="002B568C"/>
    <w:rsid w:val="002B5EF7"/>
    <w:rsid w:val="002B6464"/>
    <w:rsid w:val="002B7018"/>
    <w:rsid w:val="002B7347"/>
    <w:rsid w:val="002B7B61"/>
    <w:rsid w:val="002B7CD7"/>
    <w:rsid w:val="002C01EC"/>
    <w:rsid w:val="002C0910"/>
    <w:rsid w:val="002C0E0C"/>
    <w:rsid w:val="002C0FB2"/>
    <w:rsid w:val="002C1384"/>
    <w:rsid w:val="002C1998"/>
    <w:rsid w:val="002C1BDB"/>
    <w:rsid w:val="002C28D2"/>
    <w:rsid w:val="002C29A4"/>
    <w:rsid w:val="002C2A1A"/>
    <w:rsid w:val="002C2BFC"/>
    <w:rsid w:val="002C33B4"/>
    <w:rsid w:val="002C3903"/>
    <w:rsid w:val="002C3EB4"/>
    <w:rsid w:val="002C52F5"/>
    <w:rsid w:val="002C656E"/>
    <w:rsid w:val="002C65F5"/>
    <w:rsid w:val="002C68D7"/>
    <w:rsid w:val="002C6CD0"/>
    <w:rsid w:val="002C75AA"/>
    <w:rsid w:val="002C7B11"/>
    <w:rsid w:val="002C7D0A"/>
    <w:rsid w:val="002D01BE"/>
    <w:rsid w:val="002D0A04"/>
    <w:rsid w:val="002D0D61"/>
    <w:rsid w:val="002D0D70"/>
    <w:rsid w:val="002D0D89"/>
    <w:rsid w:val="002D1254"/>
    <w:rsid w:val="002D131A"/>
    <w:rsid w:val="002D1A34"/>
    <w:rsid w:val="002D1B1F"/>
    <w:rsid w:val="002D2731"/>
    <w:rsid w:val="002D2C79"/>
    <w:rsid w:val="002D2F8A"/>
    <w:rsid w:val="002D30DD"/>
    <w:rsid w:val="002D332B"/>
    <w:rsid w:val="002D35F1"/>
    <w:rsid w:val="002D4012"/>
    <w:rsid w:val="002D40A9"/>
    <w:rsid w:val="002D43FD"/>
    <w:rsid w:val="002D44EE"/>
    <w:rsid w:val="002D4A39"/>
    <w:rsid w:val="002D5450"/>
    <w:rsid w:val="002D583E"/>
    <w:rsid w:val="002D628A"/>
    <w:rsid w:val="002D62E8"/>
    <w:rsid w:val="002D655F"/>
    <w:rsid w:val="002D7ABA"/>
    <w:rsid w:val="002E01C3"/>
    <w:rsid w:val="002E0378"/>
    <w:rsid w:val="002E09F3"/>
    <w:rsid w:val="002E11BB"/>
    <w:rsid w:val="002E12EB"/>
    <w:rsid w:val="002E1623"/>
    <w:rsid w:val="002E1E36"/>
    <w:rsid w:val="002E20AA"/>
    <w:rsid w:val="002E2184"/>
    <w:rsid w:val="002E364A"/>
    <w:rsid w:val="002E3BC7"/>
    <w:rsid w:val="002E42F9"/>
    <w:rsid w:val="002E4849"/>
    <w:rsid w:val="002E4C46"/>
    <w:rsid w:val="002E4CEC"/>
    <w:rsid w:val="002E4EBE"/>
    <w:rsid w:val="002E5278"/>
    <w:rsid w:val="002E535B"/>
    <w:rsid w:val="002E5C01"/>
    <w:rsid w:val="002E5F04"/>
    <w:rsid w:val="002E5F68"/>
    <w:rsid w:val="002E73CE"/>
    <w:rsid w:val="002E7431"/>
    <w:rsid w:val="002E7CA8"/>
    <w:rsid w:val="002E7D90"/>
    <w:rsid w:val="002F0C2D"/>
    <w:rsid w:val="002F0C5F"/>
    <w:rsid w:val="002F0D6F"/>
    <w:rsid w:val="002F1006"/>
    <w:rsid w:val="002F11B9"/>
    <w:rsid w:val="002F1261"/>
    <w:rsid w:val="002F1E4E"/>
    <w:rsid w:val="002F28A1"/>
    <w:rsid w:val="002F2C8F"/>
    <w:rsid w:val="002F2CEA"/>
    <w:rsid w:val="002F2D7B"/>
    <w:rsid w:val="002F31EF"/>
    <w:rsid w:val="002F326B"/>
    <w:rsid w:val="002F365E"/>
    <w:rsid w:val="002F4182"/>
    <w:rsid w:val="002F4764"/>
    <w:rsid w:val="002F4768"/>
    <w:rsid w:val="002F4FE5"/>
    <w:rsid w:val="002F52E3"/>
    <w:rsid w:val="002F5584"/>
    <w:rsid w:val="002F573A"/>
    <w:rsid w:val="002F5E8C"/>
    <w:rsid w:val="002F642D"/>
    <w:rsid w:val="002F660B"/>
    <w:rsid w:val="002F6945"/>
    <w:rsid w:val="002F79C3"/>
    <w:rsid w:val="002F79E3"/>
    <w:rsid w:val="002F7C1B"/>
    <w:rsid w:val="003001B7"/>
    <w:rsid w:val="003007F7"/>
    <w:rsid w:val="00300FA1"/>
    <w:rsid w:val="00301FAB"/>
    <w:rsid w:val="003026DF"/>
    <w:rsid w:val="0030274F"/>
    <w:rsid w:val="00302A0C"/>
    <w:rsid w:val="00303152"/>
    <w:rsid w:val="0030354F"/>
    <w:rsid w:val="003037EC"/>
    <w:rsid w:val="00303D0A"/>
    <w:rsid w:val="00303FD9"/>
    <w:rsid w:val="0030413D"/>
    <w:rsid w:val="00304988"/>
    <w:rsid w:val="00305369"/>
    <w:rsid w:val="00305475"/>
    <w:rsid w:val="0030567D"/>
    <w:rsid w:val="003058B7"/>
    <w:rsid w:val="00305938"/>
    <w:rsid w:val="0030659D"/>
    <w:rsid w:val="003075E0"/>
    <w:rsid w:val="00307DDB"/>
    <w:rsid w:val="00307EFE"/>
    <w:rsid w:val="00310430"/>
    <w:rsid w:val="003109DC"/>
    <w:rsid w:val="00310C93"/>
    <w:rsid w:val="00310F4F"/>
    <w:rsid w:val="00311634"/>
    <w:rsid w:val="00311B37"/>
    <w:rsid w:val="00311B76"/>
    <w:rsid w:val="00311BF8"/>
    <w:rsid w:val="00311C3C"/>
    <w:rsid w:val="00311F34"/>
    <w:rsid w:val="00311F50"/>
    <w:rsid w:val="0031229F"/>
    <w:rsid w:val="00312C02"/>
    <w:rsid w:val="0031305C"/>
    <w:rsid w:val="00313233"/>
    <w:rsid w:val="003136EA"/>
    <w:rsid w:val="00313E3A"/>
    <w:rsid w:val="00314BC5"/>
    <w:rsid w:val="00314C83"/>
    <w:rsid w:val="00314EF0"/>
    <w:rsid w:val="00315696"/>
    <w:rsid w:val="00315705"/>
    <w:rsid w:val="00315B04"/>
    <w:rsid w:val="00315D25"/>
    <w:rsid w:val="00315E72"/>
    <w:rsid w:val="003167B9"/>
    <w:rsid w:val="003167FA"/>
    <w:rsid w:val="00316939"/>
    <w:rsid w:val="00316AF6"/>
    <w:rsid w:val="00316B0D"/>
    <w:rsid w:val="003172EA"/>
    <w:rsid w:val="00317A13"/>
    <w:rsid w:val="003203B9"/>
    <w:rsid w:val="00321606"/>
    <w:rsid w:val="00321C39"/>
    <w:rsid w:val="00321C53"/>
    <w:rsid w:val="00322636"/>
    <w:rsid w:val="00322808"/>
    <w:rsid w:val="00322FA2"/>
    <w:rsid w:val="0032377B"/>
    <w:rsid w:val="00324281"/>
    <w:rsid w:val="003246A1"/>
    <w:rsid w:val="00324C2F"/>
    <w:rsid w:val="00324E1E"/>
    <w:rsid w:val="00325068"/>
    <w:rsid w:val="0032510E"/>
    <w:rsid w:val="0032524E"/>
    <w:rsid w:val="003261BF"/>
    <w:rsid w:val="003273E3"/>
    <w:rsid w:val="003277C9"/>
    <w:rsid w:val="00331329"/>
    <w:rsid w:val="003313AB"/>
    <w:rsid w:val="00331FBE"/>
    <w:rsid w:val="00332129"/>
    <w:rsid w:val="00332643"/>
    <w:rsid w:val="00332EBF"/>
    <w:rsid w:val="0033387E"/>
    <w:rsid w:val="00333B5A"/>
    <w:rsid w:val="00334822"/>
    <w:rsid w:val="003349D2"/>
    <w:rsid w:val="00334E18"/>
    <w:rsid w:val="00335CFC"/>
    <w:rsid w:val="00335E91"/>
    <w:rsid w:val="00335EF8"/>
    <w:rsid w:val="00335FF2"/>
    <w:rsid w:val="003361CB"/>
    <w:rsid w:val="003364F5"/>
    <w:rsid w:val="003366F7"/>
    <w:rsid w:val="00336A2A"/>
    <w:rsid w:val="0033779C"/>
    <w:rsid w:val="00337992"/>
    <w:rsid w:val="00340025"/>
    <w:rsid w:val="00340064"/>
    <w:rsid w:val="003403B2"/>
    <w:rsid w:val="00340A92"/>
    <w:rsid w:val="00340BCA"/>
    <w:rsid w:val="00340E1B"/>
    <w:rsid w:val="0034124A"/>
    <w:rsid w:val="003415C0"/>
    <w:rsid w:val="00341916"/>
    <w:rsid w:val="00341D2B"/>
    <w:rsid w:val="003424BF"/>
    <w:rsid w:val="00343355"/>
    <w:rsid w:val="00343A20"/>
    <w:rsid w:val="00343B19"/>
    <w:rsid w:val="003441F3"/>
    <w:rsid w:val="00344B08"/>
    <w:rsid w:val="00344C41"/>
    <w:rsid w:val="00344D09"/>
    <w:rsid w:val="00345007"/>
    <w:rsid w:val="0034508D"/>
    <w:rsid w:val="0034520D"/>
    <w:rsid w:val="003454C8"/>
    <w:rsid w:val="00345B0B"/>
    <w:rsid w:val="00345C70"/>
    <w:rsid w:val="00345E03"/>
    <w:rsid w:val="0034617B"/>
    <w:rsid w:val="003467C6"/>
    <w:rsid w:val="00346D42"/>
    <w:rsid w:val="0035042D"/>
    <w:rsid w:val="00350639"/>
    <w:rsid w:val="00350F31"/>
    <w:rsid w:val="00351042"/>
    <w:rsid w:val="0035139B"/>
    <w:rsid w:val="00351CFA"/>
    <w:rsid w:val="0035262F"/>
    <w:rsid w:val="00352912"/>
    <w:rsid w:val="0035351C"/>
    <w:rsid w:val="00353D18"/>
    <w:rsid w:val="00353E4B"/>
    <w:rsid w:val="003541E5"/>
    <w:rsid w:val="00354347"/>
    <w:rsid w:val="00354AFB"/>
    <w:rsid w:val="00354F0F"/>
    <w:rsid w:val="00355761"/>
    <w:rsid w:val="00355E07"/>
    <w:rsid w:val="00356AE4"/>
    <w:rsid w:val="00356D6D"/>
    <w:rsid w:val="00357155"/>
    <w:rsid w:val="003571FD"/>
    <w:rsid w:val="0035729E"/>
    <w:rsid w:val="00357FD4"/>
    <w:rsid w:val="0036043C"/>
    <w:rsid w:val="003606F5"/>
    <w:rsid w:val="00360998"/>
    <w:rsid w:val="00360B1A"/>
    <w:rsid w:val="0036120E"/>
    <w:rsid w:val="00361533"/>
    <w:rsid w:val="00361A2C"/>
    <w:rsid w:val="00361D4F"/>
    <w:rsid w:val="00361EDD"/>
    <w:rsid w:val="00361FE3"/>
    <w:rsid w:val="00362CB3"/>
    <w:rsid w:val="00363245"/>
    <w:rsid w:val="00363295"/>
    <w:rsid w:val="00363860"/>
    <w:rsid w:val="00363D0F"/>
    <w:rsid w:val="00363FAD"/>
    <w:rsid w:val="0036415E"/>
    <w:rsid w:val="00364488"/>
    <w:rsid w:val="0036457F"/>
    <w:rsid w:val="00364D4D"/>
    <w:rsid w:val="003658D3"/>
    <w:rsid w:val="0036665E"/>
    <w:rsid w:val="0036785E"/>
    <w:rsid w:val="0036791C"/>
    <w:rsid w:val="00367A65"/>
    <w:rsid w:val="00367EA2"/>
    <w:rsid w:val="003719DB"/>
    <w:rsid w:val="00371C02"/>
    <w:rsid w:val="003720B4"/>
    <w:rsid w:val="003722A2"/>
    <w:rsid w:val="00373A4A"/>
    <w:rsid w:val="00374519"/>
    <w:rsid w:val="00374B44"/>
    <w:rsid w:val="00375878"/>
    <w:rsid w:val="00375C15"/>
    <w:rsid w:val="00375D91"/>
    <w:rsid w:val="00375DDC"/>
    <w:rsid w:val="00376485"/>
    <w:rsid w:val="0037720A"/>
    <w:rsid w:val="00377786"/>
    <w:rsid w:val="00377F26"/>
    <w:rsid w:val="00380840"/>
    <w:rsid w:val="003809FE"/>
    <w:rsid w:val="00380D40"/>
    <w:rsid w:val="00380DD3"/>
    <w:rsid w:val="003819FA"/>
    <w:rsid w:val="00382807"/>
    <w:rsid w:val="00382A6B"/>
    <w:rsid w:val="00382B1E"/>
    <w:rsid w:val="00383461"/>
    <w:rsid w:val="0038350A"/>
    <w:rsid w:val="00384322"/>
    <w:rsid w:val="003844E5"/>
    <w:rsid w:val="0038461A"/>
    <w:rsid w:val="0038473B"/>
    <w:rsid w:val="00385003"/>
    <w:rsid w:val="003853AE"/>
    <w:rsid w:val="0038552F"/>
    <w:rsid w:val="0038590A"/>
    <w:rsid w:val="00385C72"/>
    <w:rsid w:val="00385D0D"/>
    <w:rsid w:val="00386287"/>
    <w:rsid w:val="00386A9E"/>
    <w:rsid w:val="00386D5E"/>
    <w:rsid w:val="00391C0B"/>
    <w:rsid w:val="00391D4E"/>
    <w:rsid w:val="00392AC2"/>
    <w:rsid w:val="00392BE2"/>
    <w:rsid w:val="0039312F"/>
    <w:rsid w:val="003932DD"/>
    <w:rsid w:val="003945A5"/>
    <w:rsid w:val="003945F8"/>
    <w:rsid w:val="00394612"/>
    <w:rsid w:val="00394A52"/>
    <w:rsid w:val="00394FD3"/>
    <w:rsid w:val="00396175"/>
    <w:rsid w:val="003961D6"/>
    <w:rsid w:val="00396BF2"/>
    <w:rsid w:val="00396DFF"/>
    <w:rsid w:val="00397A64"/>
    <w:rsid w:val="00397B14"/>
    <w:rsid w:val="00397C92"/>
    <w:rsid w:val="00397CEA"/>
    <w:rsid w:val="003A0372"/>
    <w:rsid w:val="003A04C5"/>
    <w:rsid w:val="003A08B2"/>
    <w:rsid w:val="003A0DE3"/>
    <w:rsid w:val="003A1A87"/>
    <w:rsid w:val="003A1E39"/>
    <w:rsid w:val="003A20A4"/>
    <w:rsid w:val="003A264A"/>
    <w:rsid w:val="003A2D0A"/>
    <w:rsid w:val="003A322B"/>
    <w:rsid w:val="003A3BF8"/>
    <w:rsid w:val="003A3C8C"/>
    <w:rsid w:val="003A46F3"/>
    <w:rsid w:val="003A4DA6"/>
    <w:rsid w:val="003A4F69"/>
    <w:rsid w:val="003A50E7"/>
    <w:rsid w:val="003A5D9A"/>
    <w:rsid w:val="003A610A"/>
    <w:rsid w:val="003A75AA"/>
    <w:rsid w:val="003A7DD2"/>
    <w:rsid w:val="003B029A"/>
    <w:rsid w:val="003B087B"/>
    <w:rsid w:val="003B08AD"/>
    <w:rsid w:val="003B0C6C"/>
    <w:rsid w:val="003B0CED"/>
    <w:rsid w:val="003B0F7B"/>
    <w:rsid w:val="003B29B2"/>
    <w:rsid w:val="003B2A27"/>
    <w:rsid w:val="003B30C7"/>
    <w:rsid w:val="003B3BBB"/>
    <w:rsid w:val="003B4390"/>
    <w:rsid w:val="003B4C0A"/>
    <w:rsid w:val="003B4EBB"/>
    <w:rsid w:val="003B52D0"/>
    <w:rsid w:val="003B5EA2"/>
    <w:rsid w:val="003B662F"/>
    <w:rsid w:val="003B6ACC"/>
    <w:rsid w:val="003B71F0"/>
    <w:rsid w:val="003B7400"/>
    <w:rsid w:val="003B7402"/>
    <w:rsid w:val="003B79A9"/>
    <w:rsid w:val="003B7C3E"/>
    <w:rsid w:val="003C0953"/>
    <w:rsid w:val="003C0EE2"/>
    <w:rsid w:val="003C155D"/>
    <w:rsid w:val="003C163D"/>
    <w:rsid w:val="003C1D66"/>
    <w:rsid w:val="003C2FBD"/>
    <w:rsid w:val="003C334D"/>
    <w:rsid w:val="003C3685"/>
    <w:rsid w:val="003C36E1"/>
    <w:rsid w:val="003C473B"/>
    <w:rsid w:val="003C48D7"/>
    <w:rsid w:val="003C4A2E"/>
    <w:rsid w:val="003C4C10"/>
    <w:rsid w:val="003C5259"/>
    <w:rsid w:val="003C52A5"/>
    <w:rsid w:val="003C53F4"/>
    <w:rsid w:val="003C55ED"/>
    <w:rsid w:val="003C58ED"/>
    <w:rsid w:val="003C5D94"/>
    <w:rsid w:val="003C5E27"/>
    <w:rsid w:val="003C6D93"/>
    <w:rsid w:val="003C7160"/>
    <w:rsid w:val="003C76A1"/>
    <w:rsid w:val="003C770E"/>
    <w:rsid w:val="003C7790"/>
    <w:rsid w:val="003C7A82"/>
    <w:rsid w:val="003C7E41"/>
    <w:rsid w:val="003D074E"/>
    <w:rsid w:val="003D0E95"/>
    <w:rsid w:val="003D1DEF"/>
    <w:rsid w:val="003D1E93"/>
    <w:rsid w:val="003D2835"/>
    <w:rsid w:val="003D39EA"/>
    <w:rsid w:val="003D43DF"/>
    <w:rsid w:val="003D4AE5"/>
    <w:rsid w:val="003D50C1"/>
    <w:rsid w:val="003D6833"/>
    <w:rsid w:val="003D69B2"/>
    <w:rsid w:val="003D6D5D"/>
    <w:rsid w:val="003D70EA"/>
    <w:rsid w:val="003D7877"/>
    <w:rsid w:val="003D7AE9"/>
    <w:rsid w:val="003D7E2D"/>
    <w:rsid w:val="003E0661"/>
    <w:rsid w:val="003E10AE"/>
    <w:rsid w:val="003E143E"/>
    <w:rsid w:val="003E20A6"/>
    <w:rsid w:val="003E23BC"/>
    <w:rsid w:val="003E2424"/>
    <w:rsid w:val="003E2572"/>
    <w:rsid w:val="003E27F0"/>
    <w:rsid w:val="003E2A8F"/>
    <w:rsid w:val="003E2E4D"/>
    <w:rsid w:val="003E2F43"/>
    <w:rsid w:val="003E3165"/>
    <w:rsid w:val="003E3198"/>
    <w:rsid w:val="003E31BF"/>
    <w:rsid w:val="003E3512"/>
    <w:rsid w:val="003E37BF"/>
    <w:rsid w:val="003E4458"/>
    <w:rsid w:val="003E4EBE"/>
    <w:rsid w:val="003E532B"/>
    <w:rsid w:val="003E5773"/>
    <w:rsid w:val="003E600D"/>
    <w:rsid w:val="003E6E7D"/>
    <w:rsid w:val="003E75B1"/>
    <w:rsid w:val="003E7B3D"/>
    <w:rsid w:val="003E7D85"/>
    <w:rsid w:val="003F00EE"/>
    <w:rsid w:val="003F035B"/>
    <w:rsid w:val="003F063F"/>
    <w:rsid w:val="003F0A90"/>
    <w:rsid w:val="003F0B7B"/>
    <w:rsid w:val="003F0EF2"/>
    <w:rsid w:val="003F1502"/>
    <w:rsid w:val="003F155C"/>
    <w:rsid w:val="003F15F6"/>
    <w:rsid w:val="003F1845"/>
    <w:rsid w:val="003F19C7"/>
    <w:rsid w:val="003F19D0"/>
    <w:rsid w:val="003F2DE2"/>
    <w:rsid w:val="003F31DF"/>
    <w:rsid w:val="003F3B66"/>
    <w:rsid w:val="003F3C55"/>
    <w:rsid w:val="003F3D4E"/>
    <w:rsid w:val="003F4044"/>
    <w:rsid w:val="003F4762"/>
    <w:rsid w:val="003F4886"/>
    <w:rsid w:val="003F48BC"/>
    <w:rsid w:val="003F5B16"/>
    <w:rsid w:val="003F605A"/>
    <w:rsid w:val="003F618C"/>
    <w:rsid w:val="003F6305"/>
    <w:rsid w:val="003F65AB"/>
    <w:rsid w:val="003F6679"/>
    <w:rsid w:val="003F6FC8"/>
    <w:rsid w:val="003F7A4A"/>
    <w:rsid w:val="003F7B0F"/>
    <w:rsid w:val="003F7C5F"/>
    <w:rsid w:val="004001E9"/>
    <w:rsid w:val="00400F25"/>
    <w:rsid w:val="00401D29"/>
    <w:rsid w:val="0040245C"/>
    <w:rsid w:val="004025F7"/>
    <w:rsid w:val="00402944"/>
    <w:rsid w:val="00402AF3"/>
    <w:rsid w:val="00402C7C"/>
    <w:rsid w:val="00402CA8"/>
    <w:rsid w:val="00402D7B"/>
    <w:rsid w:val="00403017"/>
    <w:rsid w:val="004030C0"/>
    <w:rsid w:val="004035F4"/>
    <w:rsid w:val="00404163"/>
    <w:rsid w:val="0040423D"/>
    <w:rsid w:val="00404703"/>
    <w:rsid w:val="00404932"/>
    <w:rsid w:val="00404FC0"/>
    <w:rsid w:val="00405332"/>
    <w:rsid w:val="00405E9A"/>
    <w:rsid w:val="00406804"/>
    <w:rsid w:val="00407684"/>
    <w:rsid w:val="0041036A"/>
    <w:rsid w:val="004104A2"/>
    <w:rsid w:val="004109AA"/>
    <w:rsid w:val="004109D2"/>
    <w:rsid w:val="0041112B"/>
    <w:rsid w:val="00411214"/>
    <w:rsid w:val="00411A2C"/>
    <w:rsid w:val="00411D3D"/>
    <w:rsid w:val="004121EE"/>
    <w:rsid w:val="00412903"/>
    <w:rsid w:val="004129A2"/>
    <w:rsid w:val="00412B8B"/>
    <w:rsid w:val="00413947"/>
    <w:rsid w:val="00413FFA"/>
    <w:rsid w:val="0041441D"/>
    <w:rsid w:val="0041466F"/>
    <w:rsid w:val="0041467D"/>
    <w:rsid w:val="00414E98"/>
    <w:rsid w:val="00414EF4"/>
    <w:rsid w:val="004153EE"/>
    <w:rsid w:val="004155AD"/>
    <w:rsid w:val="0041613A"/>
    <w:rsid w:val="004164D1"/>
    <w:rsid w:val="0041663B"/>
    <w:rsid w:val="00416DEF"/>
    <w:rsid w:val="0041722E"/>
    <w:rsid w:val="004172D2"/>
    <w:rsid w:val="00417981"/>
    <w:rsid w:val="00417BE3"/>
    <w:rsid w:val="00417BF9"/>
    <w:rsid w:val="0042048F"/>
    <w:rsid w:val="00420AD0"/>
    <w:rsid w:val="00420C03"/>
    <w:rsid w:val="004212BB"/>
    <w:rsid w:val="00421F03"/>
    <w:rsid w:val="00422720"/>
    <w:rsid w:val="00423973"/>
    <w:rsid w:val="0042470F"/>
    <w:rsid w:val="00425042"/>
    <w:rsid w:val="00425430"/>
    <w:rsid w:val="0042631E"/>
    <w:rsid w:val="00426588"/>
    <w:rsid w:val="00426810"/>
    <w:rsid w:val="00426FED"/>
    <w:rsid w:val="0042744A"/>
    <w:rsid w:val="00427A92"/>
    <w:rsid w:val="0043018D"/>
    <w:rsid w:val="00430310"/>
    <w:rsid w:val="004311B9"/>
    <w:rsid w:val="00431761"/>
    <w:rsid w:val="00431DFD"/>
    <w:rsid w:val="00431EB4"/>
    <w:rsid w:val="00431EDC"/>
    <w:rsid w:val="004326F4"/>
    <w:rsid w:val="00432CDF"/>
    <w:rsid w:val="00432F40"/>
    <w:rsid w:val="004332CC"/>
    <w:rsid w:val="004332CE"/>
    <w:rsid w:val="00433A45"/>
    <w:rsid w:val="00433F45"/>
    <w:rsid w:val="00434185"/>
    <w:rsid w:val="00434469"/>
    <w:rsid w:val="00434571"/>
    <w:rsid w:val="004345E4"/>
    <w:rsid w:val="004347EC"/>
    <w:rsid w:val="00434CC9"/>
    <w:rsid w:val="00434E5B"/>
    <w:rsid w:val="00434F90"/>
    <w:rsid w:val="004355DB"/>
    <w:rsid w:val="004356D8"/>
    <w:rsid w:val="0043582E"/>
    <w:rsid w:val="00435CFD"/>
    <w:rsid w:val="004360EB"/>
    <w:rsid w:val="00436241"/>
    <w:rsid w:val="0043693A"/>
    <w:rsid w:val="00437760"/>
    <w:rsid w:val="004379B0"/>
    <w:rsid w:val="00437D84"/>
    <w:rsid w:val="00440349"/>
    <w:rsid w:val="00440E28"/>
    <w:rsid w:val="0044112B"/>
    <w:rsid w:val="00441313"/>
    <w:rsid w:val="00441ACA"/>
    <w:rsid w:val="0044204B"/>
    <w:rsid w:val="004429DE"/>
    <w:rsid w:val="00443786"/>
    <w:rsid w:val="00443D14"/>
    <w:rsid w:val="004441C0"/>
    <w:rsid w:val="0044421B"/>
    <w:rsid w:val="00444861"/>
    <w:rsid w:val="00445025"/>
    <w:rsid w:val="004450F3"/>
    <w:rsid w:val="0044554C"/>
    <w:rsid w:val="00445770"/>
    <w:rsid w:val="00445AE0"/>
    <w:rsid w:val="00445CD5"/>
    <w:rsid w:val="00445F1F"/>
    <w:rsid w:val="00446451"/>
    <w:rsid w:val="00446676"/>
    <w:rsid w:val="00446B15"/>
    <w:rsid w:val="00446F78"/>
    <w:rsid w:val="004473BD"/>
    <w:rsid w:val="00447767"/>
    <w:rsid w:val="00447F05"/>
    <w:rsid w:val="004501F5"/>
    <w:rsid w:val="00450669"/>
    <w:rsid w:val="00451424"/>
    <w:rsid w:val="0045148E"/>
    <w:rsid w:val="0045187D"/>
    <w:rsid w:val="00451D5E"/>
    <w:rsid w:val="00451E18"/>
    <w:rsid w:val="00452094"/>
    <w:rsid w:val="0045278C"/>
    <w:rsid w:val="00452C43"/>
    <w:rsid w:val="00452C65"/>
    <w:rsid w:val="00452F55"/>
    <w:rsid w:val="0045407A"/>
    <w:rsid w:val="004545BC"/>
    <w:rsid w:val="00454656"/>
    <w:rsid w:val="00454671"/>
    <w:rsid w:val="004547A1"/>
    <w:rsid w:val="004549EB"/>
    <w:rsid w:val="00454AA8"/>
    <w:rsid w:val="00454F6A"/>
    <w:rsid w:val="004554FB"/>
    <w:rsid w:val="00455791"/>
    <w:rsid w:val="0045586F"/>
    <w:rsid w:val="004559ED"/>
    <w:rsid w:val="00455FC3"/>
    <w:rsid w:val="00456388"/>
    <w:rsid w:val="00456474"/>
    <w:rsid w:val="00456D90"/>
    <w:rsid w:val="004574BE"/>
    <w:rsid w:val="0045769F"/>
    <w:rsid w:val="00457782"/>
    <w:rsid w:val="00457AF7"/>
    <w:rsid w:val="00457FF6"/>
    <w:rsid w:val="004600D2"/>
    <w:rsid w:val="00460B73"/>
    <w:rsid w:val="00460F04"/>
    <w:rsid w:val="00461163"/>
    <w:rsid w:val="004615AC"/>
    <w:rsid w:val="004617E7"/>
    <w:rsid w:val="004623D5"/>
    <w:rsid w:val="00462874"/>
    <w:rsid w:val="00462887"/>
    <w:rsid w:val="0046289A"/>
    <w:rsid w:val="00462D61"/>
    <w:rsid w:val="004643B7"/>
    <w:rsid w:val="00464755"/>
    <w:rsid w:val="00464D14"/>
    <w:rsid w:val="004651A7"/>
    <w:rsid w:val="004651F3"/>
    <w:rsid w:val="00465351"/>
    <w:rsid w:val="00465932"/>
    <w:rsid w:val="004662D0"/>
    <w:rsid w:val="0046650E"/>
    <w:rsid w:val="004669C1"/>
    <w:rsid w:val="004674C0"/>
    <w:rsid w:val="00467A4B"/>
    <w:rsid w:val="00467EAE"/>
    <w:rsid w:val="00470A11"/>
    <w:rsid w:val="004715B5"/>
    <w:rsid w:val="0047194E"/>
    <w:rsid w:val="00471A15"/>
    <w:rsid w:val="00471F3D"/>
    <w:rsid w:val="00471F4B"/>
    <w:rsid w:val="0047219A"/>
    <w:rsid w:val="004723D2"/>
    <w:rsid w:val="00472BF5"/>
    <w:rsid w:val="00473237"/>
    <w:rsid w:val="0047335B"/>
    <w:rsid w:val="004737FA"/>
    <w:rsid w:val="00473A2D"/>
    <w:rsid w:val="00473F6C"/>
    <w:rsid w:val="0047447C"/>
    <w:rsid w:val="004747C4"/>
    <w:rsid w:val="00474DAF"/>
    <w:rsid w:val="00474E50"/>
    <w:rsid w:val="00475105"/>
    <w:rsid w:val="004751E8"/>
    <w:rsid w:val="004755BF"/>
    <w:rsid w:val="00475AC3"/>
    <w:rsid w:val="00475DC0"/>
    <w:rsid w:val="00476115"/>
    <w:rsid w:val="004767D6"/>
    <w:rsid w:val="00476C1B"/>
    <w:rsid w:val="00477150"/>
    <w:rsid w:val="004772B9"/>
    <w:rsid w:val="004773DF"/>
    <w:rsid w:val="004778D1"/>
    <w:rsid w:val="00477C1A"/>
    <w:rsid w:val="00477F7F"/>
    <w:rsid w:val="004807A8"/>
    <w:rsid w:val="0048086C"/>
    <w:rsid w:val="00480A18"/>
    <w:rsid w:val="00480A55"/>
    <w:rsid w:val="004811E5"/>
    <w:rsid w:val="00481C76"/>
    <w:rsid w:val="00481FDA"/>
    <w:rsid w:val="004821B6"/>
    <w:rsid w:val="00482DBC"/>
    <w:rsid w:val="00482E16"/>
    <w:rsid w:val="00482E21"/>
    <w:rsid w:val="0048300F"/>
    <w:rsid w:val="004836DA"/>
    <w:rsid w:val="00483BB9"/>
    <w:rsid w:val="00483F3B"/>
    <w:rsid w:val="004846C3"/>
    <w:rsid w:val="0048502B"/>
    <w:rsid w:val="00485527"/>
    <w:rsid w:val="00485B7A"/>
    <w:rsid w:val="004863C3"/>
    <w:rsid w:val="00487056"/>
    <w:rsid w:val="004875F8"/>
    <w:rsid w:val="004877A1"/>
    <w:rsid w:val="0048794E"/>
    <w:rsid w:val="00487C05"/>
    <w:rsid w:val="00487CBC"/>
    <w:rsid w:val="00487F45"/>
    <w:rsid w:val="00487F7C"/>
    <w:rsid w:val="00490329"/>
    <w:rsid w:val="0049036A"/>
    <w:rsid w:val="004905E3"/>
    <w:rsid w:val="0049070C"/>
    <w:rsid w:val="004907AF"/>
    <w:rsid w:val="0049090F"/>
    <w:rsid w:val="0049096D"/>
    <w:rsid w:val="004909E4"/>
    <w:rsid w:val="00490BF1"/>
    <w:rsid w:val="00491148"/>
    <w:rsid w:val="00491360"/>
    <w:rsid w:val="0049154A"/>
    <w:rsid w:val="004923EB"/>
    <w:rsid w:val="004923F0"/>
    <w:rsid w:val="00492566"/>
    <w:rsid w:val="0049268B"/>
    <w:rsid w:val="0049312F"/>
    <w:rsid w:val="00493135"/>
    <w:rsid w:val="00493340"/>
    <w:rsid w:val="004944CC"/>
    <w:rsid w:val="0049492F"/>
    <w:rsid w:val="00494C30"/>
    <w:rsid w:val="004952F5"/>
    <w:rsid w:val="00495499"/>
    <w:rsid w:val="004958B7"/>
    <w:rsid w:val="00495AB4"/>
    <w:rsid w:val="00495D40"/>
    <w:rsid w:val="00495E3E"/>
    <w:rsid w:val="00496352"/>
    <w:rsid w:val="00496449"/>
    <w:rsid w:val="004964DB"/>
    <w:rsid w:val="00496910"/>
    <w:rsid w:val="00496AAE"/>
    <w:rsid w:val="00496FBE"/>
    <w:rsid w:val="00497A65"/>
    <w:rsid w:val="00497D09"/>
    <w:rsid w:val="00497DF2"/>
    <w:rsid w:val="00497F63"/>
    <w:rsid w:val="004A0C5B"/>
    <w:rsid w:val="004A0D57"/>
    <w:rsid w:val="004A194C"/>
    <w:rsid w:val="004A196B"/>
    <w:rsid w:val="004A1BD5"/>
    <w:rsid w:val="004A2A82"/>
    <w:rsid w:val="004A2B2A"/>
    <w:rsid w:val="004A2E1A"/>
    <w:rsid w:val="004A3005"/>
    <w:rsid w:val="004A3AE9"/>
    <w:rsid w:val="004A3BA7"/>
    <w:rsid w:val="004A3ECD"/>
    <w:rsid w:val="004A4D6F"/>
    <w:rsid w:val="004A4E2A"/>
    <w:rsid w:val="004A5366"/>
    <w:rsid w:val="004A609E"/>
    <w:rsid w:val="004A6360"/>
    <w:rsid w:val="004A6A07"/>
    <w:rsid w:val="004A6BE3"/>
    <w:rsid w:val="004A6C75"/>
    <w:rsid w:val="004A7150"/>
    <w:rsid w:val="004A7C9B"/>
    <w:rsid w:val="004A7D4B"/>
    <w:rsid w:val="004A7ED4"/>
    <w:rsid w:val="004B01B5"/>
    <w:rsid w:val="004B0939"/>
    <w:rsid w:val="004B0C87"/>
    <w:rsid w:val="004B1060"/>
    <w:rsid w:val="004B1104"/>
    <w:rsid w:val="004B1452"/>
    <w:rsid w:val="004B170F"/>
    <w:rsid w:val="004B1B0C"/>
    <w:rsid w:val="004B22AA"/>
    <w:rsid w:val="004B243F"/>
    <w:rsid w:val="004B2496"/>
    <w:rsid w:val="004B25FD"/>
    <w:rsid w:val="004B2B28"/>
    <w:rsid w:val="004B2FE6"/>
    <w:rsid w:val="004B4155"/>
    <w:rsid w:val="004B4C7C"/>
    <w:rsid w:val="004B4F65"/>
    <w:rsid w:val="004B57F8"/>
    <w:rsid w:val="004B6032"/>
    <w:rsid w:val="004B65DE"/>
    <w:rsid w:val="004B6F53"/>
    <w:rsid w:val="004B73B4"/>
    <w:rsid w:val="004B79A2"/>
    <w:rsid w:val="004C0191"/>
    <w:rsid w:val="004C0744"/>
    <w:rsid w:val="004C1568"/>
    <w:rsid w:val="004C18CB"/>
    <w:rsid w:val="004C1E8B"/>
    <w:rsid w:val="004C1F22"/>
    <w:rsid w:val="004C20AD"/>
    <w:rsid w:val="004C2291"/>
    <w:rsid w:val="004C24FE"/>
    <w:rsid w:val="004C271D"/>
    <w:rsid w:val="004C2B4D"/>
    <w:rsid w:val="004C2BA4"/>
    <w:rsid w:val="004C3E8F"/>
    <w:rsid w:val="004C40C1"/>
    <w:rsid w:val="004C44F5"/>
    <w:rsid w:val="004C4A16"/>
    <w:rsid w:val="004C4A59"/>
    <w:rsid w:val="004C4D3C"/>
    <w:rsid w:val="004C4D6B"/>
    <w:rsid w:val="004C4EAB"/>
    <w:rsid w:val="004C5036"/>
    <w:rsid w:val="004C5995"/>
    <w:rsid w:val="004C646A"/>
    <w:rsid w:val="004C6C0E"/>
    <w:rsid w:val="004C6CFA"/>
    <w:rsid w:val="004C6E18"/>
    <w:rsid w:val="004C7268"/>
    <w:rsid w:val="004C7277"/>
    <w:rsid w:val="004C72B7"/>
    <w:rsid w:val="004C72F6"/>
    <w:rsid w:val="004C73AB"/>
    <w:rsid w:val="004C7E37"/>
    <w:rsid w:val="004D01C3"/>
    <w:rsid w:val="004D0204"/>
    <w:rsid w:val="004D0233"/>
    <w:rsid w:val="004D089B"/>
    <w:rsid w:val="004D089E"/>
    <w:rsid w:val="004D0CDC"/>
    <w:rsid w:val="004D148B"/>
    <w:rsid w:val="004D17F6"/>
    <w:rsid w:val="004D1F0E"/>
    <w:rsid w:val="004D2192"/>
    <w:rsid w:val="004D34B6"/>
    <w:rsid w:val="004D3748"/>
    <w:rsid w:val="004D397B"/>
    <w:rsid w:val="004D3D06"/>
    <w:rsid w:val="004D3E1A"/>
    <w:rsid w:val="004D42EF"/>
    <w:rsid w:val="004D5808"/>
    <w:rsid w:val="004D5929"/>
    <w:rsid w:val="004D59D8"/>
    <w:rsid w:val="004D5D07"/>
    <w:rsid w:val="004D727D"/>
    <w:rsid w:val="004D783F"/>
    <w:rsid w:val="004D78BE"/>
    <w:rsid w:val="004D7FCD"/>
    <w:rsid w:val="004E01DE"/>
    <w:rsid w:val="004E03AE"/>
    <w:rsid w:val="004E0C5B"/>
    <w:rsid w:val="004E0F93"/>
    <w:rsid w:val="004E0FE2"/>
    <w:rsid w:val="004E1266"/>
    <w:rsid w:val="004E138D"/>
    <w:rsid w:val="004E1821"/>
    <w:rsid w:val="004E2053"/>
    <w:rsid w:val="004E2197"/>
    <w:rsid w:val="004E2700"/>
    <w:rsid w:val="004E32FC"/>
    <w:rsid w:val="004E37CC"/>
    <w:rsid w:val="004E3E3D"/>
    <w:rsid w:val="004E3F6C"/>
    <w:rsid w:val="004E4476"/>
    <w:rsid w:val="004E4493"/>
    <w:rsid w:val="004E44A4"/>
    <w:rsid w:val="004E44E2"/>
    <w:rsid w:val="004E4550"/>
    <w:rsid w:val="004E4730"/>
    <w:rsid w:val="004E4747"/>
    <w:rsid w:val="004E52D9"/>
    <w:rsid w:val="004E5712"/>
    <w:rsid w:val="004E58F4"/>
    <w:rsid w:val="004E6180"/>
    <w:rsid w:val="004E69C7"/>
    <w:rsid w:val="004E6ECF"/>
    <w:rsid w:val="004E7476"/>
    <w:rsid w:val="004E75D0"/>
    <w:rsid w:val="004E7605"/>
    <w:rsid w:val="004E76AB"/>
    <w:rsid w:val="004E7C28"/>
    <w:rsid w:val="004F03EF"/>
    <w:rsid w:val="004F16CC"/>
    <w:rsid w:val="004F16E8"/>
    <w:rsid w:val="004F1D7D"/>
    <w:rsid w:val="004F1E46"/>
    <w:rsid w:val="004F1E82"/>
    <w:rsid w:val="004F2034"/>
    <w:rsid w:val="004F2C92"/>
    <w:rsid w:val="004F2F25"/>
    <w:rsid w:val="004F3162"/>
    <w:rsid w:val="004F3E28"/>
    <w:rsid w:val="004F40AF"/>
    <w:rsid w:val="004F4662"/>
    <w:rsid w:val="004F4A5C"/>
    <w:rsid w:val="004F4AB8"/>
    <w:rsid w:val="004F4C79"/>
    <w:rsid w:val="004F4DC7"/>
    <w:rsid w:val="004F4EE6"/>
    <w:rsid w:val="004F527B"/>
    <w:rsid w:val="004F5441"/>
    <w:rsid w:val="004F6062"/>
    <w:rsid w:val="004F63F3"/>
    <w:rsid w:val="004F689D"/>
    <w:rsid w:val="004F72D1"/>
    <w:rsid w:val="004F7485"/>
    <w:rsid w:val="004F7AB9"/>
    <w:rsid w:val="004F7EA9"/>
    <w:rsid w:val="005009A4"/>
    <w:rsid w:val="00500A08"/>
    <w:rsid w:val="00500D5A"/>
    <w:rsid w:val="00500FD3"/>
    <w:rsid w:val="005019F5"/>
    <w:rsid w:val="00501BAE"/>
    <w:rsid w:val="00501BE4"/>
    <w:rsid w:val="0050251E"/>
    <w:rsid w:val="00502540"/>
    <w:rsid w:val="0050311D"/>
    <w:rsid w:val="00503301"/>
    <w:rsid w:val="005042D2"/>
    <w:rsid w:val="005052B4"/>
    <w:rsid w:val="005054CA"/>
    <w:rsid w:val="00505F2C"/>
    <w:rsid w:val="00505FFE"/>
    <w:rsid w:val="00506DDB"/>
    <w:rsid w:val="00507273"/>
    <w:rsid w:val="005076A0"/>
    <w:rsid w:val="005104B9"/>
    <w:rsid w:val="00510962"/>
    <w:rsid w:val="0051131C"/>
    <w:rsid w:val="00511711"/>
    <w:rsid w:val="00511CA3"/>
    <w:rsid w:val="00512127"/>
    <w:rsid w:val="005126D6"/>
    <w:rsid w:val="00512B59"/>
    <w:rsid w:val="00512E97"/>
    <w:rsid w:val="005134B3"/>
    <w:rsid w:val="005134F3"/>
    <w:rsid w:val="00513B95"/>
    <w:rsid w:val="005145FA"/>
    <w:rsid w:val="00514AA4"/>
    <w:rsid w:val="00514F0A"/>
    <w:rsid w:val="005153F0"/>
    <w:rsid w:val="00515574"/>
    <w:rsid w:val="005158CF"/>
    <w:rsid w:val="0051606F"/>
    <w:rsid w:val="00516369"/>
    <w:rsid w:val="005164E3"/>
    <w:rsid w:val="00516C3D"/>
    <w:rsid w:val="00516C88"/>
    <w:rsid w:val="0051714D"/>
    <w:rsid w:val="00517B91"/>
    <w:rsid w:val="005203ED"/>
    <w:rsid w:val="00520B11"/>
    <w:rsid w:val="00521453"/>
    <w:rsid w:val="0052171D"/>
    <w:rsid w:val="00521DF3"/>
    <w:rsid w:val="0052243A"/>
    <w:rsid w:val="00522529"/>
    <w:rsid w:val="0052255E"/>
    <w:rsid w:val="00522625"/>
    <w:rsid w:val="00522718"/>
    <w:rsid w:val="00522F5A"/>
    <w:rsid w:val="0052335B"/>
    <w:rsid w:val="0052378B"/>
    <w:rsid w:val="0052378F"/>
    <w:rsid w:val="00523BAF"/>
    <w:rsid w:val="00523D2F"/>
    <w:rsid w:val="00525058"/>
    <w:rsid w:val="00525075"/>
    <w:rsid w:val="0052564F"/>
    <w:rsid w:val="00525F01"/>
    <w:rsid w:val="00526A12"/>
    <w:rsid w:val="005272CB"/>
    <w:rsid w:val="00527A4A"/>
    <w:rsid w:val="00530190"/>
    <w:rsid w:val="00530373"/>
    <w:rsid w:val="00530CE4"/>
    <w:rsid w:val="005310D3"/>
    <w:rsid w:val="00531269"/>
    <w:rsid w:val="005314E7"/>
    <w:rsid w:val="0053203B"/>
    <w:rsid w:val="005327D8"/>
    <w:rsid w:val="00532B93"/>
    <w:rsid w:val="00532CD3"/>
    <w:rsid w:val="00532D0D"/>
    <w:rsid w:val="00532F8A"/>
    <w:rsid w:val="0053327C"/>
    <w:rsid w:val="005335A7"/>
    <w:rsid w:val="00534933"/>
    <w:rsid w:val="00534C99"/>
    <w:rsid w:val="005351BC"/>
    <w:rsid w:val="0053556A"/>
    <w:rsid w:val="00535772"/>
    <w:rsid w:val="005357E5"/>
    <w:rsid w:val="00535A09"/>
    <w:rsid w:val="00535AF5"/>
    <w:rsid w:val="00535DE5"/>
    <w:rsid w:val="005362F2"/>
    <w:rsid w:val="00536647"/>
    <w:rsid w:val="0053697E"/>
    <w:rsid w:val="00536CE4"/>
    <w:rsid w:val="00536D0F"/>
    <w:rsid w:val="00537311"/>
    <w:rsid w:val="00537A77"/>
    <w:rsid w:val="00537F47"/>
    <w:rsid w:val="005413B8"/>
    <w:rsid w:val="00541BFB"/>
    <w:rsid w:val="00541C1E"/>
    <w:rsid w:val="0054241D"/>
    <w:rsid w:val="005426C2"/>
    <w:rsid w:val="0054294C"/>
    <w:rsid w:val="005429BB"/>
    <w:rsid w:val="00542F91"/>
    <w:rsid w:val="00543DA6"/>
    <w:rsid w:val="00544203"/>
    <w:rsid w:val="00544348"/>
    <w:rsid w:val="005450F7"/>
    <w:rsid w:val="00545E6A"/>
    <w:rsid w:val="00545FE7"/>
    <w:rsid w:val="00546525"/>
    <w:rsid w:val="0054657F"/>
    <w:rsid w:val="00546978"/>
    <w:rsid w:val="005469D8"/>
    <w:rsid w:val="00546DD1"/>
    <w:rsid w:val="0054718D"/>
    <w:rsid w:val="00547623"/>
    <w:rsid w:val="00547A26"/>
    <w:rsid w:val="00547F2A"/>
    <w:rsid w:val="005505DB"/>
    <w:rsid w:val="00550DE1"/>
    <w:rsid w:val="00550EEF"/>
    <w:rsid w:val="005511BC"/>
    <w:rsid w:val="005512B7"/>
    <w:rsid w:val="00551730"/>
    <w:rsid w:val="005524ED"/>
    <w:rsid w:val="005526BF"/>
    <w:rsid w:val="00552DB6"/>
    <w:rsid w:val="00553184"/>
    <w:rsid w:val="00553219"/>
    <w:rsid w:val="0055373A"/>
    <w:rsid w:val="00553ABF"/>
    <w:rsid w:val="00554277"/>
    <w:rsid w:val="00554D17"/>
    <w:rsid w:val="0055563B"/>
    <w:rsid w:val="005559F6"/>
    <w:rsid w:val="00556227"/>
    <w:rsid w:val="00556779"/>
    <w:rsid w:val="00556A05"/>
    <w:rsid w:val="00557E69"/>
    <w:rsid w:val="00560125"/>
    <w:rsid w:val="005601A8"/>
    <w:rsid w:val="00560381"/>
    <w:rsid w:val="00560902"/>
    <w:rsid w:val="00561367"/>
    <w:rsid w:val="00561C67"/>
    <w:rsid w:val="00562995"/>
    <w:rsid w:val="00562C3E"/>
    <w:rsid w:val="00562CFE"/>
    <w:rsid w:val="00562F99"/>
    <w:rsid w:val="00563961"/>
    <w:rsid w:val="0056413A"/>
    <w:rsid w:val="0056422B"/>
    <w:rsid w:val="00564471"/>
    <w:rsid w:val="005647F0"/>
    <w:rsid w:val="00564A71"/>
    <w:rsid w:val="00564BE3"/>
    <w:rsid w:val="005653B9"/>
    <w:rsid w:val="00565635"/>
    <w:rsid w:val="005661B6"/>
    <w:rsid w:val="005663A6"/>
    <w:rsid w:val="005669BF"/>
    <w:rsid w:val="00566AAC"/>
    <w:rsid w:val="00567551"/>
    <w:rsid w:val="005675CE"/>
    <w:rsid w:val="00567948"/>
    <w:rsid w:val="00567BD8"/>
    <w:rsid w:val="00567ED9"/>
    <w:rsid w:val="00570963"/>
    <w:rsid w:val="00570C24"/>
    <w:rsid w:val="0057171D"/>
    <w:rsid w:val="0057258B"/>
    <w:rsid w:val="00572821"/>
    <w:rsid w:val="00572A20"/>
    <w:rsid w:val="00572E14"/>
    <w:rsid w:val="0057332A"/>
    <w:rsid w:val="0057343D"/>
    <w:rsid w:val="00573509"/>
    <w:rsid w:val="005738FF"/>
    <w:rsid w:val="00573942"/>
    <w:rsid w:val="00573DB7"/>
    <w:rsid w:val="00574575"/>
    <w:rsid w:val="00574781"/>
    <w:rsid w:val="005747A7"/>
    <w:rsid w:val="005748CB"/>
    <w:rsid w:val="005751E6"/>
    <w:rsid w:val="00575612"/>
    <w:rsid w:val="00575630"/>
    <w:rsid w:val="0057586A"/>
    <w:rsid w:val="00575AB9"/>
    <w:rsid w:val="00575AC9"/>
    <w:rsid w:val="00575D96"/>
    <w:rsid w:val="00576AB8"/>
    <w:rsid w:val="005770FE"/>
    <w:rsid w:val="00577755"/>
    <w:rsid w:val="0057793B"/>
    <w:rsid w:val="00580B41"/>
    <w:rsid w:val="00580BE1"/>
    <w:rsid w:val="00581097"/>
    <w:rsid w:val="0058150F"/>
    <w:rsid w:val="005819BF"/>
    <w:rsid w:val="00581A36"/>
    <w:rsid w:val="00581F35"/>
    <w:rsid w:val="00581F68"/>
    <w:rsid w:val="005823A1"/>
    <w:rsid w:val="00582542"/>
    <w:rsid w:val="005827FA"/>
    <w:rsid w:val="00583503"/>
    <w:rsid w:val="005835ED"/>
    <w:rsid w:val="00583984"/>
    <w:rsid w:val="005839B8"/>
    <w:rsid w:val="00584179"/>
    <w:rsid w:val="005846D1"/>
    <w:rsid w:val="00584CD5"/>
    <w:rsid w:val="005850BF"/>
    <w:rsid w:val="00585218"/>
    <w:rsid w:val="005854E9"/>
    <w:rsid w:val="00585B9C"/>
    <w:rsid w:val="00585CF7"/>
    <w:rsid w:val="00585D6D"/>
    <w:rsid w:val="00586525"/>
    <w:rsid w:val="0058699E"/>
    <w:rsid w:val="00587470"/>
    <w:rsid w:val="00587DF7"/>
    <w:rsid w:val="005907F5"/>
    <w:rsid w:val="005909CA"/>
    <w:rsid w:val="00590C97"/>
    <w:rsid w:val="0059168B"/>
    <w:rsid w:val="0059273A"/>
    <w:rsid w:val="00592828"/>
    <w:rsid w:val="005929D1"/>
    <w:rsid w:val="00593175"/>
    <w:rsid w:val="00593343"/>
    <w:rsid w:val="00593E74"/>
    <w:rsid w:val="0059426D"/>
    <w:rsid w:val="0059475C"/>
    <w:rsid w:val="00594E85"/>
    <w:rsid w:val="00594F0F"/>
    <w:rsid w:val="00595267"/>
    <w:rsid w:val="005957A8"/>
    <w:rsid w:val="00595E0D"/>
    <w:rsid w:val="005963DC"/>
    <w:rsid w:val="005966C0"/>
    <w:rsid w:val="00597C1C"/>
    <w:rsid w:val="005A03B4"/>
    <w:rsid w:val="005A0509"/>
    <w:rsid w:val="005A09C3"/>
    <w:rsid w:val="005A0C58"/>
    <w:rsid w:val="005A0FEF"/>
    <w:rsid w:val="005A15B6"/>
    <w:rsid w:val="005A17B5"/>
    <w:rsid w:val="005A2183"/>
    <w:rsid w:val="005A256A"/>
    <w:rsid w:val="005A2674"/>
    <w:rsid w:val="005A3340"/>
    <w:rsid w:val="005A4311"/>
    <w:rsid w:val="005A48C0"/>
    <w:rsid w:val="005A48F8"/>
    <w:rsid w:val="005A51A0"/>
    <w:rsid w:val="005A530C"/>
    <w:rsid w:val="005A5798"/>
    <w:rsid w:val="005A5A5E"/>
    <w:rsid w:val="005A5DB8"/>
    <w:rsid w:val="005A68D2"/>
    <w:rsid w:val="005A6B56"/>
    <w:rsid w:val="005A7412"/>
    <w:rsid w:val="005B0374"/>
    <w:rsid w:val="005B1294"/>
    <w:rsid w:val="005B1446"/>
    <w:rsid w:val="005B199B"/>
    <w:rsid w:val="005B1D82"/>
    <w:rsid w:val="005B217A"/>
    <w:rsid w:val="005B2499"/>
    <w:rsid w:val="005B24D4"/>
    <w:rsid w:val="005B2F79"/>
    <w:rsid w:val="005B32DF"/>
    <w:rsid w:val="005B378D"/>
    <w:rsid w:val="005B3E4F"/>
    <w:rsid w:val="005B410B"/>
    <w:rsid w:val="005B45D2"/>
    <w:rsid w:val="005B47FB"/>
    <w:rsid w:val="005B4C65"/>
    <w:rsid w:val="005B5210"/>
    <w:rsid w:val="005B530C"/>
    <w:rsid w:val="005B5339"/>
    <w:rsid w:val="005B5716"/>
    <w:rsid w:val="005B6190"/>
    <w:rsid w:val="005B6204"/>
    <w:rsid w:val="005B6A61"/>
    <w:rsid w:val="005B6B58"/>
    <w:rsid w:val="005B6F96"/>
    <w:rsid w:val="005B7864"/>
    <w:rsid w:val="005B79F5"/>
    <w:rsid w:val="005C05A4"/>
    <w:rsid w:val="005C10E0"/>
    <w:rsid w:val="005C1180"/>
    <w:rsid w:val="005C11F4"/>
    <w:rsid w:val="005C1869"/>
    <w:rsid w:val="005C2840"/>
    <w:rsid w:val="005C28DD"/>
    <w:rsid w:val="005C2E4A"/>
    <w:rsid w:val="005C2F78"/>
    <w:rsid w:val="005C31DE"/>
    <w:rsid w:val="005C37CE"/>
    <w:rsid w:val="005C396C"/>
    <w:rsid w:val="005C47DE"/>
    <w:rsid w:val="005C4994"/>
    <w:rsid w:val="005C4BE3"/>
    <w:rsid w:val="005C4E15"/>
    <w:rsid w:val="005C4F45"/>
    <w:rsid w:val="005C527D"/>
    <w:rsid w:val="005C566F"/>
    <w:rsid w:val="005C59F6"/>
    <w:rsid w:val="005C61A1"/>
    <w:rsid w:val="005C6716"/>
    <w:rsid w:val="005C6863"/>
    <w:rsid w:val="005C6C11"/>
    <w:rsid w:val="005C6EB4"/>
    <w:rsid w:val="005C71B7"/>
    <w:rsid w:val="005C7808"/>
    <w:rsid w:val="005C7BB4"/>
    <w:rsid w:val="005C7BCB"/>
    <w:rsid w:val="005C7E6B"/>
    <w:rsid w:val="005C7FA2"/>
    <w:rsid w:val="005C7FCC"/>
    <w:rsid w:val="005D0F5D"/>
    <w:rsid w:val="005D1D7B"/>
    <w:rsid w:val="005D2305"/>
    <w:rsid w:val="005D24BE"/>
    <w:rsid w:val="005D360C"/>
    <w:rsid w:val="005D4A0D"/>
    <w:rsid w:val="005D4BBE"/>
    <w:rsid w:val="005D4D37"/>
    <w:rsid w:val="005D50D4"/>
    <w:rsid w:val="005D57FF"/>
    <w:rsid w:val="005D596A"/>
    <w:rsid w:val="005D5D0A"/>
    <w:rsid w:val="005D5E73"/>
    <w:rsid w:val="005D6842"/>
    <w:rsid w:val="005D6B60"/>
    <w:rsid w:val="005D6B73"/>
    <w:rsid w:val="005D71FD"/>
    <w:rsid w:val="005E03A7"/>
    <w:rsid w:val="005E067D"/>
    <w:rsid w:val="005E093B"/>
    <w:rsid w:val="005E09AA"/>
    <w:rsid w:val="005E0B95"/>
    <w:rsid w:val="005E0C14"/>
    <w:rsid w:val="005E0DBF"/>
    <w:rsid w:val="005E1173"/>
    <w:rsid w:val="005E11C9"/>
    <w:rsid w:val="005E19B5"/>
    <w:rsid w:val="005E1E73"/>
    <w:rsid w:val="005E2527"/>
    <w:rsid w:val="005E2733"/>
    <w:rsid w:val="005E3E5B"/>
    <w:rsid w:val="005E4AB3"/>
    <w:rsid w:val="005E50E4"/>
    <w:rsid w:val="005E51DD"/>
    <w:rsid w:val="005E5958"/>
    <w:rsid w:val="005E5BAD"/>
    <w:rsid w:val="005E5C93"/>
    <w:rsid w:val="005E5F6F"/>
    <w:rsid w:val="005E7397"/>
    <w:rsid w:val="005E7DB0"/>
    <w:rsid w:val="005F0095"/>
    <w:rsid w:val="005F0529"/>
    <w:rsid w:val="005F0934"/>
    <w:rsid w:val="005F0A84"/>
    <w:rsid w:val="005F0DD4"/>
    <w:rsid w:val="005F1022"/>
    <w:rsid w:val="005F176B"/>
    <w:rsid w:val="005F1E52"/>
    <w:rsid w:val="005F29C4"/>
    <w:rsid w:val="005F2C03"/>
    <w:rsid w:val="005F3351"/>
    <w:rsid w:val="005F33D5"/>
    <w:rsid w:val="005F3428"/>
    <w:rsid w:val="005F35D8"/>
    <w:rsid w:val="005F39C2"/>
    <w:rsid w:val="005F3DB4"/>
    <w:rsid w:val="005F3E84"/>
    <w:rsid w:val="005F3F9B"/>
    <w:rsid w:val="005F4288"/>
    <w:rsid w:val="005F4C68"/>
    <w:rsid w:val="005F4D25"/>
    <w:rsid w:val="005F4DD0"/>
    <w:rsid w:val="005F4E92"/>
    <w:rsid w:val="005F5367"/>
    <w:rsid w:val="005F54A3"/>
    <w:rsid w:val="005F566B"/>
    <w:rsid w:val="005F5723"/>
    <w:rsid w:val="005F5A7E"/>
    <w:rsid w:val="005F5B9F"/>
    <w:rsid w:val="005F5F8B"/>
    <w:rsid w:val="005F5F9F"/>
    <w:rsid w:val="005F6078"/>
    <w:rsid w:val="005F61B7"/>
    <w:rsid w:val="005F631F"/>
    <w:rsid w:val="005F638D"/>
    <w:rsid w:val="005F6CD0"/>
    <w:rsid w:val="005F771C"/>
    <w:rsid w:val="005F78B7"/>
    <w:rsid w:val="005F7E39"/>
    <w:rsid w:val="005F7E95"/>
    <w:rsid w:val="005F7EB2"/>
    <w:rsid w:val="006002D1"/>
    <w:rsid w:val="00601550"/>
    <w:rsid w:val="0060199E"/>
    <w:rsid w:val="00601C77"/>
    <w:rsid w:val="00602AD0"/>
    <w:rsid w:val="00602DCE"/>
    <w:rsid w:val="006032C8"/>
    <w:rsid w:val="0060397E"/>
    <w:rsid w:val="00603AAF"/>
    <w:rsid w:val="00604871"/>
    <w:rsid w:val="006048E2"/>
    <w:rsid w:val="00604C6F"/>
    <w:rsid w:val="00605484"/>
    <w:rsid w:val="00605570"/>
    <w:rsid w:val="006056DC"/>
    <w:rsid w:val="006061AA"/>
    <w:rsid w:val="006062CD"/>
    <w:rsid w:val="006067FF"/>
    <w:rsid w:val="00607023"/>
    <w:rsid w:val="006070AE"/>
    <w:rsid w:val="00607160"/>
    <w:rsid w:val="00607CC8"/>
    <w:rsid w:val="00607DA4"/>
    <w:rsid w:val="0061058C"/>
    <w:rsid w:val="006108E7"/>
    <w:rsid w:val="006109C3"/>
    <w:rsid w:val="00610D2D"/>
    <w:rsid w:val="00611169"/>
    <w:rsid w:val="00611191"/>
    <w:rsid w:val="00611649"/>
    <w:rsid w:val="006117F8"/>
    <w:rsid w:val="00611A5A"/>
    <w:rsid w:val="00611AE9"/>
    <w:rsid w:val="0061210A"/>
    <w:rsid w:val="00612293"/>
    <w:rsid w:val="00613008"/>
    <w:rsid w:val="006132DA"/>
    <w:rsid w:val="00613A5A"/>
    <w:rsid w:val="0061463D"/>
    <w:rsid w:val="00614E8C"/>
    <w:rsid w:val="00616893"/>
    <w:rsid w:val="00616B19"/>
    <w:rsid w:val="00617001"/>
    <w:rsid w:val="0061708F"/>
    <w:rsid w:val="006171DA"/>
    <w:rsid w:val="006174F9"/>
    <w:rsid w:val="006203FB"/>
    <w:rsid w:val="00621006"/>
    <w:rsid w:val="00621826"/>
    <w:rsid w:val="00621DC2"/>
    <w:rsid w:val="00621DEA"/>
    <w:rsid w:val="00621F86"/>
    <w:rsid w:val="006228F8"/>
    <w:rsid w:val="00622A55"/>
    <w:rsid w:val="00622ED5"/>
    <w:rsid w:val="00623165"/>
    <w:rsid w:val="00623A08"/>
    <w:rsid w:val="006245DE"/>
    <w:rsid w:val="0062486E"/>
    <w:rsid w:val="00624D10"/>
    <w:rsid w:val="00625077"/>
    <w:rsid w:val="0062511F"/>
    <w:rsid w:val="00625A17"/>
    <w:rsid w:val="00626007"/>
    <w:rsid w:val="0062605F"/>
    <w:rsid w:val="006262D2"/>
    <w:rsid w:val="00626439"/>
    <w:rsid w:val="00626527"/>
    <w:rsid w:val="00626540"/>
    <w:rsid w:val="0062679B"/>
    <w:rsid w:val="006268D5"/>
    <w:rsid w:val="00626ABB"/>
    <w:rsid w:val="00626E52"/>
    <w:rsid w:val="00626FE3"/>
    <w:rsid w:val="0062715D"/>
    <w:rsid w:val="006277C0"/>
    <w:rsid w:val="00627EF9"/>
    <w:rsid w:val="00631DBC"/>
    <w:rsid w:val="00631FF1"/>
    <w:rsid w:val="00632446"/>
    <w:rsid w:val="00632A58"/>
    <w:rsid w:val="006336E0"/>
    <w:rsid w:val="00634A12"/>
    <w:rsid w:val="006350DB"/>
    <w:rsid w:val="00635DD5"/>
    <w:rsid w:val="00635E46"/>
    <w:rsid w:val="0063604E"/>
    <w:rsid w:val="006361C0"/>
    <w:rsid w:val="00636253"/>
    <w:rsid w:val="006364CE"/>
    <w:rsid w:val="006365B0"/>
    <w:rsid w:val="006368A5"/>
    <w:rsid w:val="00637CFC"/>
    <w:rsid w:val="006401AB"/>
    <w:rsid w:val="006408AF"/>
    <w:rsid w:val="00640C8D"/>
    <w:rsid w:val="0064214C"/>
    <w:rsid w:val="00642898"/>
    <w:rsid w:val="00642B00"/>
    <w:rsid w:val="00642E05"/>
    <w:rsid w:val="00643B05"/>
    <w:rsid w:val="00643C58"/>
    <w:rsid w:val="00643CC3"/>
    <w:rsid w:val="00643FE9"/>
    <w:rsid w:val="00644357"/>
    <w:rsid w:val="006449A4"/>
    <w:rsid w:val="00644D88"/>
    <w:rsid w:val="00644EAA"/>
    <w:rsid w:val="00644FB9"/>
    <w:rsid w:val="00645131"/>
    <w:rsid w:val="0064612F"/>
    <w:rsid w:val="00646210"/>
    <w:rsid w:val="006462CE"/>
    <w:rsid w:val="00646665"/>
    <w:rsid w:val="0064674A"/>
    <w:rsid w:val="00646BC8"/>
    <w:rsid w:val="006470FB"/>
    <w:rsid w:val="0064727F"/>
    <w:rsid w:val="00647A8F"/>
    <w:rsid w:val="00647A94"/>
    <w:rsid w:val="00647D80"/>
    <w:rsid w:val="00647E5C"/>
    <w:rsid w:val="00650457"/>
    <w:rsid w:val="00650783"/>
    <w:rsid w:val="00650A2B"/>
    <w:rsid w:val="006515A7"/>
    <w:rsid w:val="006517DE"/>
    <w:rsid w:val="00652644"/>
    <w:rsid w:val="006526AE"/>
    <w:rsid w:val="00652863"/>
    <w:rsid w:val="00652CB6"/>
    <w:rsid w:val="00653096"/>
    <w:rsid w:val="006538AE"/>
    <w:rsid w:val="00653A46"/>
    <w:rsid w:val="00653DBE"/>
    <w:rsid w:val="0065518D"/>
    <w:rsid w:val="00655DFE"/>
    <w:rsid w:val="0065635A"/>
    <w:rsid w:val="00656A2B"/>
    <w:rsid w:val="00657164"/>
    <w:rsid w:val="00657308"/>
    <w:rsid w:val="006576ED"/>
    <w:rsid w:val="006577EC"/>
    <w:rsid w:val="00657EF6"/>
    <w:rsid w:val="006604F9"/>
    <w:rsid w:val="0066070F"/>
    <w:rsid w:val="00661134"/>
    <w:rsid w:val="00661621"/>
    <w:rsid w:val="00661D82"/>
    <w:rsid w:val="00662611"/>
    <w:rsid w:val="0066270A"/>
    <w:rsid w:val="00662EDD"/>
    <w:rsid w:val="006634D3"/>
    <w:rsid w:val="00663697"/>
    <w:rsid w:val="00663D74"/>
    <w:rsid w:val="00664538"/>
    <w:rsid w:val="00664767"/>
    <w:rsid w:val="00664DAC"/>
    <w:rsid w:val="0066532D"/>
    <w:rsid w:val="00666B43"/>
    <w:rsid w:val="006674AB"/>
    <w:rsid w:val="00667566"/>
    <w:rsid w:val="006675E5"/>
    <w:rsid w:val="006704EE"/>
    <w:rsid w:val="006706B0"/>
    <w:rsid w:val="00670A57"/>
    <w:rsid w:val="006710B3"/>
    <w:rsid w:val="00671DE9"/>
    <w:rsid w:val="00671F26"/>
    <w:rsid w:val="00672288"/>
    <w:rsid w:val="00672865"/>
    <w:rsid w:val="00672A82"/>
    <w:rsid w:val="006737C2"/>
    <w:rsid w:val="0067413B"/>
    <w:rsid w:val="006741FD"/>
    <w:rsid w:val="00674363"/>
    <w:rsid w:val="006746DC"/>
    <w:rsid w:val="0067471F"/>
    <w:rsid w:val="0067479B"/>
    <w:rsid w:val="0067485D"/>
    <w:rsid w:val="00674AC8"/>
    <w:rsid w:val="00674F74"/>
    <w:rsid w:val="006757C4"/>
    <w:rsid w:val="00675D9D"/>
    <w:rsid w:val="0067650E"/>
    <w:rsid w:val="00676700"/>
    <w:rsid w:val="006767BB"/>
    <w:rsid w:val="00676927"/>
    <w:rsid w:val="00676DF1"/>
    <w:rsid w:val="00677CA9"/>
    <w:rsid w:val="00677D3C"/>
    <w:rsid w:val="0068021D"/>
    <w:rsid w:val="006804A5"/>
    <w:rsid w:val="006806BA"/>
    <w:rsid w:val="006806D2"/>
    <w:rsid w:val="00681A28"/>
    <w:rsid w:val="00681F21"/>
    <w:rsid w:val="00682634"/>
    <w:rsid w:val="00682872"/>
    <w:rsid w:val="006830A7"/>
    <w:rsid w:val="006836CF"/>
    <w:rsid w:val="0068375D"/>
    <w:rsid w:val="006840B0"/>
    <w:rsid w:val="006840E1"/>
    <w:rsid w:val="0068559F"/>
    <w:rsid w:val="006855FC"/>
    <w:rsid w:val="00685BB5"/>
    <w:rsid w:val="00685D2E"/>
    <w:rsid w:val="00686414"/>
    <w:rsid w:val="00687497"/>
    <w:rsid w:val="006901CA"/>
    <w:rsid w:val="00690291"/>
    <w:rsid w:val="006902B9"/>
    <w:rsid w:val="0069063A"/>
    <w:rsid w:val="00690D26"/>
    <w:rsid w:val="00690ECC"/>
    <w:rsid w:val="00692673"/>
    <w:rsid w:val="00692F09"/>
    <w:rsid w:val="0069305E"/>
    <w:rsid w:val="0069387B"/>
    <w:rsid w:val="00694326"/>
    <w:rsid w:val="00694798"/>
    <w:rsid w:val="00694E4E"/>
    <w:rsid w:val="00695678"/>
    <w:rsid w:val="00695B6F"/>
    <w:rsid w:val="00696380"/>
    <w:rsid w:val="0069665B"/>
    <w:rsid w:val="00696E03"/>
    <w:rsid w:val="00696FC6"/>
    <w:rsid w:val="006974E8"/>
    <w:rsid w:val="006A02C0"/>
    <w:rsid w:val="006A0A7A"/>
    <w:rsid w:val="006A10A7"/>
    <w:rsid w:val="006A13CA"/>
    <w:rsid w:val="006A1626"/>
    <w:rsid w:val="006A1902"/>
    <w:rsid w:val="006A1AFE"/>
    <w:rsid w:val="006A1E67"/>
    <w:rsid w:val="006A1E83"/>
    <w:rsid w:val="006A236C"/>
    <w:rsid w:val="006A2F37"/>
    <w:rsid w:val="006A32B6"/>
    <w:rsid w:val="006A3C99"/>
    <w:rsid w:val="006A469E"/>
    <w:rsid w:val="006A49DA"/>
    <w:rsid w:val="006A4B00"/>
    <w:rsid w:val="006A4C36"/>
    <w:rsid w:val="006A5055"/>
    <w:rsid w:val="006A52DE"/>
    <w:rsid w:val="006A53F3"/>
    <w:rsid w:val="006A58AF"/>
    <w:rsid w:val="006A59C6"/>
    <w:rsid w:val="006A5C19"/>
    <w:rsid w:val="006A61CD"/>
    <w:rsid w:val="006A6C4F"/>
    <w:rsid w:val="006A7098"/>
    <w:rsid w:val="006A73CA"/>
    <w:rsid w:val="006A7A8F"/>
    <w:rsid w:val="006A7D71"/>
    <w:rsid w:val="006B09A0"/>
    <w:rsid w:val="006B0D57"/>
    <w:rsid w:val="006B1494"/>
    <w:rsid w:val="006B1A40"/>
    <w:rsid w:val="006B1E96"/>
    <w:rsid w:val="006B24C7"/>
    <w:rsid w:val="006B2AAB"/>
    <w:rsid w:val="006B30DD"/>
    <w:rsid w:val="006B37D8"/>
    <w:rsid w:val="006B3893"/>
    <w:rsid w:val="006B3C9D"/>
    <w:rsid w:val="006B3CBE"/>
    <w:rsid w:val="006B427B"/>
    <w:rsid w:val="006B4674"/>
    <w:rsid w:val="006B4D3B"/>
    <w:rsid w:val="006B4F80"/>
    <w:rsid w:val="006B5127"/>
    <w:rsid w:val="006B5192"/>
    <w:rsid w:val="006B61E7"/>
    <w:rsid w:val="006B6CBD"/>
    <w:rsid w:val="006B7822"/>
    <w:rsid w:val="006B7A20"/>
    <w:rsid w:val="006C00D2"/>
    <w:rsid w:val="006C01E8"/>
    <w:rsid w:val="006C0236"/>
    <w:rsid w:val="006C03D5"/>
    <w:rsid w:val="006C04AA"/>
    <w:rsid w:val="006C078A"/>
    <w:rsid w:val="006C0C47"/>
    <w:rsid w:val="006C189C"/>
    <w:rsid w:val="006C19BE"/>
    <w:rsid w:val="006C1A67"/>
    <w:rsid w:val="006C2310"/>
    <w:rsid w:val="006C2A0C"/>
    <w:rsid w:val="006C2EF4"/>
    <w:rsid w:val="006C35E1"/>
    <w:rsid w:val="006C3756"/>
    <w:rsid w:val="006C39FD"/>
    <w:rsid w:val="006C4EF8"/>
    <w:rsid w:val="006C5052"/>
    <w:rsid w:val="006C54C6"/>
    <w:rsid w:val="006C5B8F"/>
    <w:rsid w:val="006C6B1F"/>
    <w:rsid w:val="006C770A"/>
    <w:rsid w:val="006C79A2"/>
    <w:rsid w:val="006D02DC"/>
    <w:rsid w:val="006D04D6"/>
    <w:rsid w:val="006D07F5"/>
    <w:rsid w:val="006D0AB2"/>
    <w:rsid w:val="006D0C71"/>
    <w:rsid w:val="006D1701"/>
    <w:rsid w:val="006D17E8"/>
    <w:rsid w:val="006D1C54"/>
    <w:rsid w:val="006D1FD6"/>
    <w:rsid w:val="006D25F5"/>
    <w:rsid w:val="006D31EB"/>
    <w:rsid w:val="006D3703"/>
    <w:rsid w:val="006D3AE8"/>
    <w:rsid w:val="006D4971"/>
    <w:rsid w:val="006D4D46"/>
    <w:rsid w:val="006D4F20"/>
    <w:rsid w:val="006D6728"/>
    <w:rsid w:val="006D6C47"/>
    <w:rsid w:val="006D6CA4"/>
    <w:rsid w:val="006D6D35"/>
    <w:rsid w:val="006D6E6B"/>
    <w:rsid w:val="006D738D"/>
    <w:rsid w:val="006D7533"/>
    <w:rsid w:val="006D7984"/>
    <w:rsid w:val="006D7D9F"/>
    <w:rsid w:val="006D7F5C"/>
    <w:rsid w:val="006E028F"/>
    <w:rsid w:val="006E03E1"/>
    <w:rsid w:val="006E0A1D"/>
    <w:rsid w:val="006E0CBB"/>
    <w:rsid w:val="006E132E"/>
    <w:rsid w:val="006E1F4A"/>
    <w:rsid w:val="006E236A"/>
    <w:rsid w:val="006E248D"/>
    <w:rsid w:val="006E2D38"/>
    <w:rsid w:val="006E390C"/>
    <w:rsid w:val="006E3B31"/>
    <w:rsid w:val="006E46C2"/>
    <w:rsid w:val="006E4AD9"/>
    <w:rsid w:val="006E4BC1"/>
    <w:rsid w:val="006E543B"/>
    <w:rsid w:val="006E55B7"/>
    <w:rsid w:val="006E55DF"/>
    <w:rsid w:val="006E5AD0"/>
    <w:rsid w:val="006E5BD9"/>
    <w:rsid w:val="006E5EB0"/>
    <w:rsid w:val="006E5EFF"/>
    <w:rsid w:val="006E618C"/>
    <w:rsid w:val="006E6206"/>
    <w:rsid w:val="006E7958"/>
    <w:rsid w:val="006E7A6B"/>
    <w:rsid w:val="006E7B4E"/>
    <w:rsid w:val="006E7C63"/>
    <w:rsid w:val="006F002D"/>
    <w:rsid w:val="006F018E"/>
    <w:rsid w:val="006F0D7D"/>
    <w:rsid w:val="006F1242"/>
    <w:rsid w:val="006F12FD"/>
    <w:rsid w:val="006F18D0"/>
    <w:rsid w:val="006F1D3B"/>
    <w:rsid w:val="006F342D"/>
    <w:rsid w:val="006F362C"/>
    <w:rsid w:val="006F3CAF"/>
    <w:rsid w:val="006F3F1E"/>
    <w:rsid w:val="006F40A3"/>
    <w:rsid w:val="006F4969"/>
    <w:rsid w:val="006F4BBD"/>
    <w:rsid w:val="006F4E05"/>
    <w:rsid w:val="006F4E95"/>
    <w:rsid w:val="006F4F91"/>
    <w:rsid w:val="006F56A9"/>
    <w:rsid w:val="006F5BBF"/>
    <w:rsid w:val="006F613C"/>
    <w:rsid w:val="006F654D"/>
    <w:rsid w:val="006F69DA"/>
    <w:rsid w:val="006F6DF3"/>
    <w:rsid w:val="006F708C"/>
    <w:rsid w:val="006F74D6"/>
    <w:rsid w:val="006F7663"/>
    <w:rsid w:val="006F7993"/>
    <w:rsid w:val="00700CAE"/>
    <w:rsid w:val="00700CD6"/>
    <w:rsid w:val="00700D64"/>
    <w:rsid w:val="007011FF"/>
    <w:rsid w:val="007019BB"/>
    <w:rsid w:val="00701CC2"/>
    <w:rsid w:val="00701CFF"/>
    <w:rsid w:val="0070233D"/>
    <w:rsid w:val="00702C8C"/>
    <w:rsid w:val="00702CF0"/>
    <w:rsid w:val="00702D95"/>
    <w:rsid w:val="00702EF0"/>
    <w:rsid w:val="00702FF5"/>
    <w:rsid w:val="0070302D"/>
    <w:rsid w:val="00703DAF"/>
    <w:rsid w:val="00704224"/>
    <w:rsid w:val="007043BD"/>
    <w:rsid w:val="00704473"/>
    <w:rsid w:val="00704E88"/>
    <w:rsid w:val="00704FC8"/>
    <w:rsid w:val="0070511B"/>
    <w:rsid w:val="007052CE"/>
    <w:rsid w:val="00705FD6"/>
    <w:rsid w:val="007060EB"/>
    <w:rsid w:val="00706497"/>
    <w:rsid w:val="00706725"/>
    <w:rsid w:val="0070698D"/>
    <w:rsid w:val="00706ADC"/>
    <w:rsid w:val="00707BAF"/>
    <w:rsid w:val="00707DED"/>
    <w:rsid w:val="00707E6D"/>
    <w:rsid w:val="00707EFF"/>
    <w:rsid w:val="00710180"/>
    <w:rsid w:val="007107FB"/>
    <w:rsid w:val="00710C1B"/>
    <w:rsid w:val="00710E0A"/>
    <w:rsid w:val="00710F17"/>
    <w:rsid w:val="0071189B"/>
    <w:rsid w:val="00711E3D"/>
    <w:rsid w:val="00712094"/>
    <w:rsid w:val="0071239A"/>
    <w:rsid w:val="00713796"/>
    <w:rsid w:val="00713A69"/>
    <w:rsid w:val="00713B21"/>
    <w:rsid w:val="00713B4C"/>
    <w:rsid w:val="00713F4E"/>
    <w:rsid w:val="00713F92"/>
    <w:rsid w:val="00714113"/>
    <w:rsid w:val="007141E6"/>
    <w:rsid w:val="0071440B"/>
    <w:rsid w:val="007144EC"/>
    <w:rsid w:val="007145C7"/>
    <w:rsid w:val="0071485A"/>
    <w:rsid w:val="007158DA"/>
    <w:rsid w:val="00715CFE"/>
    <w:rsid w:val="00716A8B"/>
    <w:rsid w:val="00716B04"/>
    <w:rsid w:val="00717A2D"/>
    <w:rsid w:val="00717E52"/>
    <w:rsid w:val="0072020E"/>
    <w:rsid w:val="00720CDA"/>
    <w:rsid w:val="00720DEE"/>
    <w:rsid w:val="0072104B"/>
    <w:rsid w:val="0072148C"/>
    <w:rsid w:val="00721580"/>
    <w:rsid w:val="00721E4A"/>
    <w:rsid w:val="007224D6"/>
    <w:rsid w:val="0072276E"/>
    <w:rsid w:val="00722A8F"/>
    <w:rsid w:val="00722EE9"/>
    <w:rsid w:val="00723452"/>
    <w:rsid w:val="007243ED"/>
    <w:rsid w:val="00724E8F"/>
    <w:rsid w:val="00724F04"/>
    <w:rsid w:val="00725744"/>
    <w:rsid w:val="00725BFA"/>
    <w:rsid w:val="00725D99"/>
    <w:rsid w:val="00726461"/>
    <w:rsid w:val="00726954"/>
    <w:rsid w:val="00726AD1"/>
    <w:rsid w:val="00726B1D"/>
    <w:rsid w:val="00727655"/>
    <w:rsid w:val="00727944"/>
    <w:rsid w:val="00727DEF"/>
    <w:rsid w:val="007300D1"/>
    <w:rsid w:val="007301AC"/>
    <w:rsid w:val="00730983"/>
    <w:rsid w:val="007310A8"/>
    <w:rsid w:val="007310F9"/>
    <w:rsid w:val="00731404"/>
    <w:rsid w:val="00731CF9"/>
    <w:rsid w:val="007338EE"/>
    <w:rsid w:val="00735BD2"/>
    <w:rsid w:val="0073641F"/>
    <w:rsid w:val="007364A3"/>
    <w:rsid w:val="007364FF"/>
    <w:rsid w:val="00737362"/>
    <w:rsid w:val="00737574"/>
    <w:rsid w:val="0073759B"/>
    <w:rsid w:val="00737850"/>
    <w:rsid w:val="007378E5"/>
    <w:rsid w:val="007379DC"/>
    <w:rsid w:val="00737B8F"/>
    <w:rsid w:val="00737FF6"/>
    <w:rsid w:val="0074049A"/>
    <w:rsid w:val="00740A7F"/>
    <w:rsid w:val="00740D70"/>
    <w:rsid w:val="00740F50"/>
    <w:rsid w:val="00741157"/>
    <w:rsid w:val="007422B0"/>
    <w:rsid w:val="007423C6"/>
    <w:rsid w:val="0074250B"/>
    <w:rsid w:val="00742C8D"/>
    <w:rsid w:val="00743116"/>
    <w:rsid w:val="00743278"/>
    <w:rsid w:val="0074368D"/>
    <w:rsid w:val="00743B78"/>
    <w:rsid w:val="00744871"/>
    <w:rsid w:val="00744BB7"/>
    <w:rsid w:val="00744C8A"/>
    <w:rsid w:val="00744EC5"/>
    <w:rsid w:val="0074588D"/>
    <w:rsid w:val="00745963"/>
    <w:rsid w:val="00745D79"/>
    <w:rsid w:val="007464DD"/>
    <w:rsid w:val="0074650A"/>
    <w:rsid w:val="00747305"/>
    <w:rsid w:val="0074730A"/>
    <w:rsid w:val="007476D1"/>
    <w:rsid w:val="00750331"/>
    <w:rsid w:val="0075051C"/>
    <w:rsid w:val="0075057D"/>
    <w:rsid w:val="00750B21"/>
    <w:rsid w:val="00750CD8"/>
    <w:rsid w:val="00750CEF"/>
    <w:rsid w:val="00751395"/>
    <w:rsid w:val="00751545"/>
    <w:rsid w:val="00751C8E"/>
    <w:rsid w:val="00751E6D"/>
    <w:rsid w:val="007529C2"/>
    <w:rsid w:val="00753152"/>
    <w:rsid w:val="0075366D"/>
    <w:rsid w:val="007545E9"/>
    <w:rsid w:val="0075481A"/>
    <w:rsid w:val="0075518F"/>
    <w:rsid w:val="007553C4"/>
    <w:rsid w:val="00755D26"/>
    <w:rsid w:val="0075605E"/>
    <w:rsid w:val="007568B4"/>
    <w:rsid w:val="00757301"/>
    <w:rsid w:val="007573AF"/>
    <w:rsid w:val="007576DF"/>
    <w:rsid w:val="00757B8E"/>
    <w:rsid w:val="00760686"/>
    <w:rsid w:val="007606E5"/>
    <w:rsid w:val="00760E73"/>
    <w:rsid w:val="00761412"/>
    <w:rsid w:val="007614A8"/>
    <w:rsid w:val="00761916"/>
    <w:rsid w:val="007619B7"/>
    <w:rsid w:val="00762CF6"/>
    <w:rsid w:val="00763F31"/>
    <w:rsid w:val="00764488"/>
    <w:rsid w:val="0076453D"/>
    <w:rsid w:val="00764C52"/>
    <w:rsid w:val="0076509C"/>
    <w:rsid w:val="007659A2"/>
    <w:rsid w:val="00766158"/>
    <w:rsid w:val="0076632B"/>
    <w:rsid w:val="007664A5"/>
    <w:rsid w:val="00766C06"/>
    <w:rsid w:val="007670B9"/>
    <w:rsid w:val="00767687"/>
    <w:rsid w:val="00767ABA"/>
    <w:rsid w:val="0077002F"/>
    <w:rsid w:val="0077015D"/>
    <w:rsid w:val="00770928"/>
    <w:rsid w:val="00770E91"/>
    <w:rsid w:val="0077117F"/>
    <w:rsid w:val="007711F8"/>
    <w:rsid w:val="0077129D"/>
    <w:rsid w:val="007712A8"/>
    <w:rsid w:val="007717C8"/>
    <w:rsid w:val="00771F10"/>
    <w:rsid w:val="007729D7"/>
    <w:rsid w:val="00772BD6"/>
    <w:rsid w:val="00772E89"/>
    <w:rsid w:val="007730ED"/>
    <w:rsid w:val="00773C9A"/>
    <w:rsid w:val="0077402C"/>
    <w:rsid w:val="007740B4"/>
    <w:rsid w:val="00774161"/>
    <w:rsid w:val="007746D4"/>
    <w:rsid w:val="007747F2"/>
    <w:rsid w:val="0077480C"/>
    <w:rsid w:val="00775353"/>
    <w:rsid w:val="007757F3"/>
    <w:rsid w:val="00775A35"/>
    <w:rsid w:val="00775F2D"/>
    <w:rsid w:val="007769B0"/>
    <w:rsid w:val="00776CBE"/>
    <w:rsid w:val="00777284"/>
    <w:rsid w:val="00777491"/>
    <w:rsid w:val="007774CC"/>
    <w:rsid w:val="00777632"/>
    <w:rsid w:val="00777ACF"/>
    <w:rsid w:val="00777D40"/>
    <w:rsid w:val="00780B33"/>
    <w:rsid w:val="00780E17"/>
    <w:rsid w:val="0078107B"/>
    <w:rsid w:val="007810B0"/>
    <w:rsid w:val="00781599"/>
    <w:rsid w:val="007816D4"/>
    <w:rsid w:val="00781BC5"/>
    <w:rsid w:val="00781C89"/>
    <w:rsid w:val="00782519"/>
    <w:rsid w:val="007825CC"/>
    <w:rsid w:val="007828F2"/>
    <w:rsid w:val="0078310D"/>
    <w:rsid w:val="00784613"/>
    <w:rsid w:val="00784A26"/>
    <w:rsid w:val="0078576F"/>
    <w:rsid w:val="0078591C"/>
    <w:rsid w:val="00785C1E"/>
    <w:rsid w:val="00786F73"/>
    <w:rsid w:val="0078718F"/>
    <w:rsid w:val="00787C74"/>
    <w:rsid w:val="00787E3E"/>
    <w:rsid w:val="00787EE7"/>
    <w:rsid w:val="00787F14"/>
    <w:rsid w:val="00790716"/>
    <w:rsid w:val="00790C7C"/>
    <w:rsid w:val="00791639"/>
    <w:rsid w:val="00791670"/>
    <w:rsid w:val="007917A5"/>
    <w:rsid w:val="00791D2C"/>
    <w:rsid w:val="00791EE7"/>
    <w:rsid w:val="007921AA"/>
    <w:rsid w:val="00792477"/>
    <w:rsid w:val="00792AD8"/>
    <w:rsid w:val="0079304B"/>
    <w:rsid w:val="007931A2"/>
    <w:rsid w:val="0079495C"/>
    <w:rsid w:val="00794BFD"/>
    <w:rsid w:val="00794DAA"/>
    <w:rsid w:val="007955F9"/>
    <w:rsid w:val="0079588C"/>
    <w:rsid w:val="00795B1F"/>
    <w:rsid w:val="00795C9E"/>
    <w:rsid w:val="0079749F"/>
    <w:rsid w:val="007A00EE"/>
    <w:rsid w:val="007A023C"/>
    <w:rsid w:val="007A0C15"/>
    <w:rsid w:val="007A1269"/>
    <w:rsid w:val="007A175D"/>
    <w:rsid w:val="007A1915"/>
    <w:rsid w:val="007A1952"/>
    <w:rsid w:val="007A19B8"/>
    <w:rsid w:val="007A1B5D"/>
    <w:rsid w:val="007A1BC5"/>
    <w:rsid w:val="007A2094"/>
    <w:rsid w:val="007A22F2"/>
    <w:rsid w:val="007A2E25"/>
    <w:rsid w:val="007A3214"/>
    <w:rsid w:val="007A3CAA"/>
    <w:rsid w:val="007A49AE"/>
    <w:rsid w:val="007A4C9A"/>
    <w:rsid w:val="007A4D1C"/>
    <w:rsid w:val="007A533E"/>
    <w:rsid w:val="007A53EE"/>
    <w:rsid w:val="007A555E"/>
    <w:rsid w:val="007A566A"/>
    <w:rsid w:val="007A5803"/>
    <w:rsid w:val="007A673B"/>
    <w:rsid w:val="007A6759"/>
    <w:rsid w:val="007A6999"/>
    <w:rsid w:val="007A705D"/>
    <w:rsid w:val="007A74DE"/>
    <w:rsid w:val="007A79CC"/>
    <w:rsid w:val="007A7ED4"/>
    <w:rsid w:val="007A7F63"/>
    <w:rsid w:val="007B0B3E"/>
    <w:rsid w:val="007B0D9D"/>
    <w:rsid w:val="007B0DE2"/>
    <w:rsid w:val="007B18A5"/>
    <w:rsid w:val="007B1B63"/>
    <w:rsid w:val="007B1CDB"/>
    <w:rsid w:val="007B1D35"/>
    <w:rsid w:val="007B31DF"/>
    <w:rsid w:val="007B3603"/>
    <w:rsid w:val="007B3F66"/>
    <w:rsid w:val="007B42C8"/>
    <w:rsid w:val="007B4589"/>
    <w:rsid w:val="007B49B6"/>
    <w:rsid w:val="007B4A2D"/>
    <w:rsid w:val="007B61E5"/>
    <w:rsid w:val="007B6D91"/>
    <w:rsid w:val="007B71A3"/>
    <w:rsid w:val="007B785C"/>
    <w:rsid w:val="007B787A"/>
    <w:rsid w:val="007B7C59"/>
    <w:rsid w:val="007C01E6"/>
    <w:rsid w:val="007C0416"/>
    <w:rsid w:val="007C1ECA"/>
    <w:rsid w:val="007C22CA"/>
    <w:rsid w:val="007C3030"/>
    <w:rsid w:val="007C3725"/>
    <w:rsid w:val="007C37CD"/>
    <w:rsid w:val="007C3EDB"/>
    <w:rsid w:val="007C3F42"/>
    <w:rsid w:val="007C3FC7"/>
    <w:rsid w:val="007C419D"/>
    <w:rsid w:val="007C4A04"/>
    <w:rsid w:val="007C4AF8"/>
    <w:rsid w:val="007C4F10"/>
    <w:rsid w:val="007C55BD"/>
    <w:rsid w:val="007C5DA5"/>
    <w:rsid w:val="007C5EC8"/>
    <w:rsid w:val="007C6A78"/>
    <w:rsid w:val="007C6DDC"/>
    <w:rsid w:val="007C7444"/>
    <w:rsid w:val="007C750B"/>
    <w:rsid w:val="007C7BBE"/>
    <w:rsid w:val="007C7FD2"/>
    <w:rsid w:val="007D084A"/>
    <w:rsid w:val="007D1488"/>
    <w:rsid w:val="007D1709"/>
    <w:rsid w:val="007D1945"/>
    <w:rsid w:val="007D1989"/>
    <w:rsid w:val="007D29FC"/>
    <w:rsid w:val="007D2D71"/>
    <w:rsid w:val="007D34E7"/>
    <w:rsid w:val="007D360D"/>
    <w:rsid w:val="007D3FE4"/>
    <w:rsid w:val="007D4259"/>
    <w:rsid w:val="007D4B00"/>
    <w:rsid w:val="007D4B15"/>
    <w:rsid w:val="007D4C6E"/>
    <w:rsid w:val="007D4F14"/>
    <w:rsid w:val="007D4FC8"/>
    <w:rsid w:val="007D500B"/>
    <w:rsid w:val="007D588A"/>
    <w:rsid w:val="007D5D36"/>
    <w:rsid w:val="007D6851"/>
    <w:rsid w:val="007D6B0F"/>
    <w:rsid w:val="007D6EAA"/>
    <w:rsid w:val="007D6F2F"/>
    <w:rsid w:val="007D6F9A"/>
    <w:rsid w:val="007D7621"/>
    <w:rsid w:val="007D7CE9"/>
    <w:rsid w:val="007E0365"/>
    <w:rsid w:val="007E04A3"/>
    <w:rsid w:val="007E22FE"/>
    <w:rsid w:val="007E2C7C"/>
    <w:rsid w:val="007E30FD"/>
    <w:rsid w:val="007E3499"/>
    <w:rsid w:val="007E3A90"/>
    <w:rsid w:val="007E4904"/>
    <w:rsid w:val="007E4C38"/>
    <w:rsid w:val="007E4E69"/>
    <w:rsid w:val="007E528F"/>
    <w:rsid w:val="007E52E4"/>
    <w:rsid w:val="007E5E29"/>
    <w:rsid w:val="007E6363"/>
    <w:rsid w:val="007E6BAA"/>
    <w:rsid w:val="007E6DB7"/>
    <w:rsid w:val="007E6DDA"/>
    <w:rsid w:val="007E6F6B"/>
    <w:rsid w:val="007F09B9"/>
    <w:rsid w:val="007F0B40"/>
    <w:rsid w:val="007F1077"/>
    <w:rsid w:val="007F19E8"/>
    <w:rsid w:val="007F1B0D"/>
    <w:rsid w:val="007F208F"/>
    <w:rsid w:val="007F22A2"/>
    <w:rsid w:val="007F299B"/>
    <w:rsid w:val="007F2E13"/>
    <w:rsid w:val="007F2FFA"/>
    <w:rsid w:val="007F32BE"/>
    <w:rsid w:val="007F37D8"/>
    <w:rsid w:val="007F3C9C"/>
    <w:rsid w:val="007F3EFE"/>
    <w:rsid w:val="007F437E"/>
    <w:rsid w:val="007F4428"/>
    <w:rsid w:val="007F519D"/>
    <w:rsid w:val="007F5927"/>
    <w:rsid w:val="007F66B5"/>
    <w:rsid w:val="007F6ADD"/>
    <w:rsid w:val="007F6AF7"/>
    <w:rsid w:val="00801133"/>
    <w:rsid w:val="0080162F"/>
    <w:rsid w:val="008017F2"/>
    <w:rsid w:val="00801ACF"/>
    <w:rsid w:val="008021F2"/>
    <w:rsid w:val="0080223A"/>
    <w:rsid w:val="00802821"/>
    <w:rsid w:val="0080307B"/>
    <w:rsid w:val="00803335"/>
    <w:rsid w:val="00803803"/>
    <w:rsid w:val="008038ED"/>
    <w:rsid w:val="00803B73"/>
    <w:rsid w:val="00804F7B"/>
    <w:rsid w:val="00804F7E"/>
    <w:rsid w:val="00805229"/>
    <w:rsid w:val="00805237"/>
    <w:rsid w:val="00805E08"/>
    <w:rsid w:val="00805F9D"/>
    <w:rsid w:val="0080603B"/>
    <w:rsid w:val="0080677A"/>
    <w:rsid w:val="00807520"/>
    <w:rsid w:val="00807749"/>
    <w:rsid w:val="00807896"/>
    <w:rsid w:val="00807BD7"/>
    <w:rsid w:val="00807D12"/>
    <w:rsid w:val="00810450"/>
    <w:rsid w:val="008109D7"/>
    <w:rsid w:val="00810C04"/>
    <w:rsid w:val="0081154F"/>
    <w:rsid w:val="00812437"/>
    <w:rsid w:val="00812592"/>
    <w:rsid w:val="0081284C"/>
    <w:rsid w:val="008129DB"/>
    <w:rsid w:val="00812D2A"/>
    <w:rsid w:val="0081366E"/>
    <w:rsid w:val="0081367F"/>
    <w:rsid w:val="00813D77"/>
    <w:rsid w:val="00813FA2"/>
    <w:rsid w:val="00813FAC"/>
    <w:rsid w:val="00814350"/>
    <w:rsid w:val="008144D3"/>
    <w:rsid w:val="00814901"/>
    <w:rsid w:val="008149DC"/>
    <w:rsid w:val="008149E4"/>
    <w:rsid w:val="00814BB2"/>
    <w:rsid w:val="00814C64"/>
    <w:rsid w:val="00814CE9"/>
    <w:rsid w:val="00814EAD"/>
    <w:rsid w:val="00814FDA"/>
    <w:rsid w:val="008154DB"/>
    <w:rsid w:val="008156DF"/>
    <w:rsid w:val="00815BC7"/>
    <w:rsid w:val="00815E96"/>
    <w:rsid w:val="00815F9B"/>
    <w:rsid w:val="00816236"/>
    <w:rsid w:val="008162AA"/>
    <w:rsid w:val="00817CD0"/>
    <w:rsid w:val="00817D60"/>
    <w:rsid w:val="00817F1B"/>
    <w:rsid w:val="00820329"/>
    <w:rsid w:val="00820658"/>
    <w:rsid w:val="0082070D"/>
    <w:rsid w:val="00820E1A"/>
    <w:rsid w:val="00820E8D"/>
    <w:rsid w:val="00820F8C"/>
    <w:rsid w:val="00821BF8"/>
    <w:rsid w:val="00823DCB"/>
    <w:rsid w:val="00823FD6"/>
    <w:rsid w:val="00824093"/>
    <w:rsid w:val="008244A6"/>
    <w:rsid w:val="0082493F"/>
    <w:rsid w:val="00824AEF"/>
    <w:rsid w:val="008253EC"/>
    <w:rsid w:val="00825437"/>
    <w:rsid w:val="008258D9"/>
    <w:rsid w:val="008264C2"/>
    <w:rsid w:val="00826A4F"/>
    <w:rsid w:val="008272EB"/>
    <w:rsid w:val="008301E2"/>
    <w:rsid w:val="008310A4"/>
    <w:rsid w:val="00831147"/>
    <w:rsid w:val="008314EC"/>
    <w:rsid w:val="00832405"/>
    <w:rsid w:val="008325E2"/>
    <w:rsid w:val="008326C5"/>
    <w:rsid w:val="0083292B"/>
    <w:rsid w:val="00832A08"/>
    <w:rsid w:val="00832ADE"/>
    <w:rsid w:val="00833434"/>
    <w:rsid w:val="0083418A"/>
    <w:rsid w:val="008348C7"/>
    <w:rsid w:val="00834E63"/>
    <w:rsid w:val="00835346"/>
    <w:rsid w:val="008358E7"/>
    <w:rsid w:val="00835C54"/>
    <w:rsid w:val="008363B6"/>
    <w:rsid w:val="00837A27"/>
    <w:rsid w:val="00837B3D"/>
    <w:rsid w:val="00837D47"/>
    <w:rsid w:val="00837E7F"/>
    <w:rsid w:val="0084036D"/>
    <w:rsid w:val="00840DE0"/>
    <w:rsid w:val="00840E27"/>
    <w:rsid w:val="008416A6"/>
    <w:rsid w:val="008416F1"/>
    <w:rsid w:val="00841931"/>
    <w:rsid w:val="008419BD"/>
    <w:rsid w:val="00841BF5"/>
    <w:rsid w:val="0084350F"/>
    <w:rsid w:val="00843B76"/>
    <w:rsid w:val="00843C9A"/>
    <w:rsid w:val="00843EF4"/>
    <w:rsid w:val="008440D2"/>
    <w:rsid w:val="0084425E"/>
    <w:rsid w:val="00844429"/>
    <w:rsid w:val="00844906"/>
    <w:rsid w:val="00844AE0"/>
    <w:rsid w:val="00844B9F"/>
    <w:rsid w:val="00844D8A"/>
    <w:rsid w:val="00845E54"/>
    <w:rsid w:val="0084618F"/>
    <w:rsid w:val="008464DD"/>
    <w:rsid w:val="00846564"/>
    <w:rsid w:val="008465F2"/>
    <w:rsid w:val="00846F20"/>
    <w:rsid w:val="008474AF"/>
    <w:rsid w:val="0084776D"/>
    <w:rsid w:val="0085011D"/>
    <w:rsid w:val="008501AD"/>
    <w:rsid w:val="00850534"/>
    <w:rsid w:val="0085053E"/>
    <w:rsid w:val="00850871"/>
    <w:rsid w:val="00850E00"/>
    <w:rsid w:val="008510CA"/>
    <w:rsid w:val="0085125B"/>
    <w:rsid w:val="008515F4"/>
    <w:rsid w:val="00851767"/>
    <w:rsid w:val="00851A15"/>
    <w:rsid w:val="00851C92"/>
    <w:rsid w:val="00851F21"/>
    <w:rsid w:val="008524AF"/>
    <w:rsid w:val="00852642"/>
    <w:rsid w:val="00853029"/>
    <w:rsid w:val="008537F7"/>
    <w:rsid w:val="00855017"/>
    <w:rsid w:val="00855255"/>
    <w:rsid w:val="008555A7"/>
    <w:rsid w:val="008555F2"/>
    <w:rsid w:val="00855FC6"/>
    <w:rsid w:val="00856059"/>
    <w:rsid w:val="0085642B"/>
    <w:rsid w:val="00856606"/>
    <w:rsid w:val="00856830"/>
    <w:rsid w:val="00856D36"/>
    <w:rsid w:val="00857507"/>
    <w:rsid w:val="008579AC"/>
    <w:rsid w:val="00857C6F"/>
    <w:rsid w:val="00857DC2"/>
    <w:rsid w:val="00857FFC"/>
    <w:rsid w:val="0086009F"/>
    <w:rsid w:val="0086061E"/>
    <w:rsid w:val="00860BD9"/>
    <w:rsid w:val="00861B16"/>
    <w:rsid w:val="00861E3A"/>
    <w:rsid w:val="00861EAC"/>
    <w:rsid w:val="00862437"/>
    <w:rsid w:val="008627A7"/>
    <w:rsid w:val="00862878"/>
    <w:rsid w:val="00862F06"/>
    <w:rsid w:val="00863849"/>
    <w:rsid w:val="008638D9"/>
    <w:rsid w:val="008638F3"/>
    <w:rsid w:val="00864084"/>
    <w:rsid w:val="0086424B"/>
    <w:rsid w:val="00864372"/>
    <w:rsid w:val="008643BD"/>
    <w:rsid w:val="0086442F"/>
    <w:rsid w:val="00864890"/>
    <w:rsid w:val="008649A7"/>
    <w:rsid w:val="00864F9A"/>
    <w:rsid w:val="00865974"/>
    <w:rsid w:val="00865A10"/>
    <w:rsid w:val="00866041"/>
    <w:rsid w:val="008661D0"/>
    <w:rsid w:val="00866C2C"/>
    <w:rsid w:val="008676F8"/>
    <w:rsid w:val="00867B53"/>
    <w:rsid w:val="00867B7B"/>
    <w:rsid w:val="00867D54"/>
    <w:rsid w:val="0087000E"/>
    <w:rsid w:val="008700BC"/>
    <w:rsid w:val="00870480"/>
    <w:rsid w:val="008713F5"/>
    <w:rsid w:val="0087141D"/>
    <w:rsid w:val="00871806"/>
    <w:rsid w:val="0087184C"/>
    <w:rsid w:val="00871898"/>
    <w:rsid w:val="008719AE"/>
    <w:rsid w:val="00871B12"/>
    <w:rsid w:val="00871EF9"/>
    <w:rsid w:val="00872E2A"/>
    <w:rsid w:val="00873AE8"/>
    <w:rsid w:val="00873C4A"/>
    <w:rsid w:val="00874B8A"/>
    <w:rsid w:val="00874BFC"/>
    <w:rsid w:val="00874E96"/>
    <w:rsid w:val="00874F7C"/>
    <w:rsid w:val="0087536E"/>
    <w:rsid w:val="008753D4"/>
    <w:rsid w:val="008755BC"/>
    <w:rsid w:val="00875DD6"/>
    <w:rsid w:val="008763EE"/>
    <w:rsid w:val="008769B8"/>
    <w:rsid w:val="0087734C"/>
    <w:rsid w:val="0088046C"/>
    <w:rsid w:val="008807E0"/>
    <w:rsid w:val="00880C9A"/>
    <w:rsid w:val="008815ED"/>
    <w:rsid w:val="00881C39"/>
    <w:rsid w:val="00881DC5"/>
    <w:rsid w:val="00882271"/>
    <w:rsid w:val="0088336B"/>
    <w:rsid w:val="008839B6"/>
    <w:rsid w:val="00883A9F"/>
    <w:rsid w:val="008841DA"/>
    <w:rsid w:val="0088450F"/>
    <w:rsid w:val="00884566"/>
    <w:rsid w:val="00884B5C"/>
    <w:rsid w:val="008851F8"/>
    <w:rsid w:val="00885365"/>
    <w:rsid w:val="00885593"/>
    <w:rsid w:val="008856CC"/>
    <w:rsid w:val="00885E01"/>
    <w:rsid w:val="0088606A"/>
    <w:rsid w:val="00886949"/>
    <w:rsid w:val="008873C8"/>
    <w:rsid w:val="00887B18"/>
    <w:rsid w:val="00890609"/>
    <w:rsid w:val="00890A2E"/>
    <w:rsid w:val="00890C4C"/>
    <w:rsid w:val="00890EB8"/>
    <w:rsid w:val="008911F0"/>
    <w:rsid w:val="00891558"/>
    <w:rsid w:val="00891876"/>
    <w:rsid w:val="00891B05"/>
    <w:rsid w:val="00891BA6"/>
    <w:rsid w:val="00892589"/>
    <w:rsid w:val="00892BB1"/>
    <w:rsid w:val="00892FB3"/>
    <w:rsid w:val="0089364E"/>
    <w:rsid w:val="008949A9"/>
    <w:rsid w:val="00895D0C"/>
    <w:rsid w:val="00896003"/>
    <w:rsid w:val="00896ADA"/>
    <w:rsid w:val="00896F71"/>
    <w:rsid w:val="00897E76"/>
    <w:rsid w:val="008A00C7"/>
    <w:rsid w:val="008A0370"/>
    <w:rsid w:val="008A0537"/>
    <w:rsid w:val="008A0793"/>
    <w:rsid w:val="008A08F0"/>
    <w:rsid w:val="008A0938"/>
    <w:rsid w:val="008A0BA2"/>
    <w:rsid w:val="008A126F"/>
    <w:rsid w:val="008A1347"/>
    <w:rsid w:val="008A1484"/>
    <w:rsid w:val="008A188D"/>
    <w:rsid w:val="008A290F"/>
    <w:rsid w:val="008A2AA6"/>
    <w:rsid w:val="008A3A20"/>
    <w:rsid w:val="008A3B84"/>
    <w:rsid w:val="008A3CF1"/>
    <w:rsid w:val="008A46D1"/>
    <w:rsid w:val="008A49EA"/>
    <w:rsid w:val="008A58FA"/>
    <w:rsid w:val="008A6EA6"/>
    <w:rsid w:val="008B01CE"/>
    <w:rsid w:val="008B0F93"/>
    <w:rsid w:val="008B21F7"/>
    <w:rsid w:val="008B2543"/>
    <w:rsid w:val="008B276E"/>
    <w:rsid w:val="008B3255"/>
    <w:rsid w:val="008B3709"/>
    <w:rsid w:val="008B404F"/>
    <w:rsid w:val="008B4500"/>
    <w:rsid w:val="008B4925"/>
    <w:rsid w:val="008B5157"/>
    <w:rsid w:val="008B51C1"/>
    <w:rsid w:val="008B52A6"/>
    <w:rsid w:val="008B5323"/>
    <w:rsid w:val="008B5513"/>
    <w:rsid w:val="008B56C5"/>
    <w:rsid w:val="008B592E"/>
    <w:rsid w:val="008B595E"/>
    <w:rsid w:val="008B6183"/>
    <w:rsid w:val="008B69C1"/>
    <w:rsid w:val="008B6D47"/>
    <w:rsid w:val="008B7B21"/>
    <w:rsid w:val="008B7FEA"/>
    <w:rsid w:val="008C01DC"/>
    <w:rsid w:val="008C056B"/>
    <w:rsid w:val="008C07ED"/>
    <w:rsid w:val="008C0E3A"/>
    <w:rsid w:val="008C17F5"/>
    <w:rsid w:val="008C1A1C"/>
    <w:rsid w:val="008C1A4B"/>
    <w:rsid w:val="008C1FF5"/>
    <w:rsid w:val="008C227D"/>
    <w:rsid w:val="008C2BEC"/>
    <w:rsid w:val="008C2C68"/>
    <w:rsid w:val="008C3DA7"/>
    <w:rsid w:val="008C3E15"/>
    <w:rsid w:val="008C4865"/>
    <w:rsid w:val="008C4A22"/>
    <w:rsid w:val="008C5297"/>
    <w:rsid w:val="008C5446"/>
    <w:rsid w:val="008C5B8E"/>
    <w:rsid w:val="008C5E91"/>
    <w:rsid w:val="008C5F5C"/>
    <w:rsid w:val="008C6B66"/>
    <w:rsid w:val="008C6FBE"/>
    <w:rsid w:val="008C7E9C"/>
    <w:rsid w:val="008D03A1"/>
    <w:rsid w:val="008D0642"/>
    <w:rsid w:val="008D1419"/>
    <w:rsid w:val="008D14D5"/>
    <w:rsid w:val="008D1E60"/>
    <w:rsid w:val="008D1E7D"/>
    <w:rsid w:val="008D1F39"/>
    <w:rsid w:val="008D2271"/>
    <w:rsid w:val="008D296F"/>
    <w:rsid w:val="008D2AAE"/>
    <w:rsid w:val="008D2E3A"/>
    <w:rsid w:val="008D2E81"/>
    <w:rsid w:val="008D301E"/>
    <w:rsid w:val="008D34E9"/>
    <w:rsid w:val="008D390A"/>
    <w:rsid w:val="008D3968"/>
    <w:rsid w:val="008D3F34"/>
    <w:rsid w:val="008D4865"/>
    <w:rsid w:val="008D5145"/>
    <w:rsid w:val="008D53C9"/>
    <w:rsid w:val="008D5526"/>
    <w:rsid w:val="008D5587"/>
    <w:rsid w:val="008D5609"/>
    <w:rsid w:val="008D5E7E"/>
    <w:rsid w:val="008D60B0"/>
    <w:rsid w:val="008D6BA4"/>
    <w:rsid w:val="008D7033"/>
    <w:rsid w:val="008D7411"/>
    <w:rsid w:val="008E0387"/>
    <w:rsid w:val="008E07E0"/>
    <w:rsid w:val="008E0E32"/>
    <w:rsid w:val="008E1C5C"/>
    <w:rsid w:val="008E242D"/>
    <w:rsid w:val="008E2556"/>
    <w:rsid w:val="008E2B9E"/>
    <w:rsid w:val="008E2D8D"/>
    <w:rsid w:val="008E3044"/>
    <w:rsid w:val="008E30A1"/>
    <w:rsid w:val="008E3A29"/>
    <w:rsid w:val="008E41B1"/>
    <w:rsid w:val="008E4C8D"/>
    <w:rsid w:val="008E5148"/>
    <w:rsid w:val="008E5B50"/>
    <w:rsid w:val="008E5F47"/>
    <w:rsid w:val="008E65E0"/>
    <w:rsid w:val="008E6ADC"/>
    <w:rsid w:val="008E70A1"/>
    <w:rsid w:val="008E72C8"/>
    <w:rsid w:val="008E73A4"/>
    <w:rsid w:val="008E7A7B"/>
    <w:rsid w:val="008F0456"/>
    <w:rsid w:val="008F0735"/>
    <w:rsid w:val="008F0E91"/>
    <w:rsid w:val="008F187E"/>
    <w:rsid w:val="008F2614"/>
    <w:rsid w:val="008F28E8"/>
    <w:rsid w:val="008F297B"/>
    <w:rsid w:val="008F2DAA"/>
    <w:rsid w:val="008F2E0C"/>
    <w:rsid w:val="008F2E40"/>
    <w:rsid w:val="008F3C1D"/>
    <w:rsid w:val="008F46F1"/>
    <w:rsid w:val="008F4903"/>
    <w:rsid w:val="008F4E8F"/>
    <w:rsid w:val="008F52A2"/>
    <w:rsid w:val="008F52F2"/>
    <w:rsid w:val="008F5C24"/>
    <w:rsid w:val="008F6C43"/>
    <w:rsid w:val="008F73D0"/>
    <w:rsid w:val="008F777A"/>
    <w:rsid w:val="008F7852"/>
    <w:rsid w:val="008F7DB4"/>
    <w:rsid w:val="008F7E8E"/>
    <w:rsid w:val="008F7F9C"/>
    <w:rsid w:val="00900073"/>
    <w:rsid w:val="00900CC8"/>
    <w:rsid w:val="00900E48"/>
    <w:rsid w:val="00900F2C"/>
    <w:rsid w:val="00901037"/>
    <w:rsid w:val="00901065"/>
    <w:rsid w:val="00901513"/>
    <w:rsid w:val="009019F1"/>
    <w:rsid w:val="00902315"/>
    <w:rsid w:val="00903358"/>
    <w:rsid w:val="0090379D"/>
    <w:rsid w:val="00903A8A"/>
    <w:rsid w:val="00904213"/>
    <w:rsid w:val="00904580"/>
    <w:rsid w:val="00904ACC"/>
    <w:rsid w:val="00905014"/>
    <w:rsid w:val="00905105"/>
    <w:rsid w:val="00905A31"/>
    <w:rsid w:val="009066B9"/>
    <w:rsid w:val="00906792"/>
    <w:rsid w:val="00906AA3"/>
    <w:rsid w:val="00906B8A"/>
    <w:rsid w:val="009071E2"/>
    <w:rsid w:val="0090746D"/>
    <w:rsid w:val="00910175"/>
    <w:rsid w:val="009112F7"/>
    <w:rsid w:val="0091160E"/>
    <w:rsid w:val="0091194A"/>
    <w:rsid w:val="00911D66"/>
    <w:rsid w:val="00912181"/>
    <w:rsid w:val="00912B7F"/>
    <w:rsid w:val="00912C92"/>
    <w:rsid w:val="00913D8D"/>
    <w:rsid w:val="00913FDE"/>
    <w:rsid w:val="0091415E"/>
    <w:rsid w:val="009146F8"/>
    <w:rsid w:val="00914801"/>
    <w:rsid w:val="00914D2F"/>
    <w:rsid w:val="009158DB"/>
    <w:rsid w:val="00915937"/>
    <w:rsid w:val="00915957"/>
    <w:rsid w:val="00915FC6"/>
    <w:rsid w:val="009166FF"/>
    <w:rsid w:val="00916923"/>
    <w:rsid w:val="00916A81"/>
    <w:rsid w:val="00916E75"/>
    <w:rsid w:val="00917446"/>
    <w:rsid w:val="00917EE1"/>
    <w:rsid w:val="009206C1"/>
    <w:rsid w:val="00920B36"/>
    <w:rsid w:val="00921350"/>
    <w:rsid w:val="00921C29"/>
    <w:rsid w:val="00921F06"/>
    <w:rsid w:val="009226E0"/>
    <w:rsid w:val="00923963"/>
    <w:rsid w:val="00923B94"/>
    <w:rsid w:val="009246F8"/>
    <w:rsid w:val="009249B3"/>
    <w:rsid w:val="00924B84"/>
    <w:rsid w:val="009251C2"/>
    <w:rsid w:val="00925318"/>
    <w:rsid w:val="009258B6"/>
    <w:rsid w:val="009259F3"/>
    <w:rsid w:val="00925EBC"/>
    <w:rsid w:val="009261E9"/>
    <w:rsid w:val="00926687"/>
    <w:rsid w:val="00926A8F"/>
    <w:rsid w:val="00926C9E"/>
    <w:rsid w:val="0092732E"/>
    <w:rsid w:val="0092790F"/>
    <w:rsid w:val="00931639"/>
    <w:rsid w:val="009316B9"/>
    <w:rsid w:val="00931F95"/>
    <w:rsid w:val="009326F5"/>
    <w:rsid w:val="00933A74"/>
    <w:rsid w:val="00934354"/>
    <w:rsid w:val="00934372"/>
    <w:rsid w:val="00934415"/>
    <w:rsid w:val="009347F7"/>
    <w:rsid w:val="00934A49"/>
    <w:rsid w:val="00934BBA"/>
    <w:rsid w:val="00934ECC"/>
    <w:rsid w:val="00934F27"/>
    <w:rsid w:val="00935FA2"/>
    <w:rsid w:val="00936658"/>
    <w:rsid w:val="00936D20"/>
    <w:rsid w:val="009370B8"/>
    <w:rsid w:val="009371C2"/>
    <w:rsid w:val="00941879"/>
    <w:rsid w:val="00941A08"/>
    <w:rsid w:val="00941D41"/>
    <w:rsid w:val="00941EE7"/>
    <w:rsid w:val="0094232A"/>
    <w:rsid w:val="009425A6"/>
    <w:rsid w:val="00942DD2"/>
    <w:rsid w:val="00943123"/>
    <w:rsid w:val="0094393C"/>
    <w:rsid w:val="00943DB9"/>
    <w:rsid w:val="009443F8"/>
    <w:rsid w:val="009444C6"/>
    <w:rsid w:val="00944685"/>
    <w:rsid w:val="00944B2E"/>
    <w:rsid w:val="00944E7F"/>
    <w:rsid w:val="00945336"/>
    <w:rsid w:val="00945579"/>
    <w:rsid w:val="00945A81"/>
    <w:rsid w:val="00945F3D"/>
    <w:rsid w:val="0094613B"/>
    <w:rsid w:val="00946349"/>
    <w:rsid w:val="00946653"/>
    <w:rsid w:val="00946F27"/>
    <w:rsid w:val="0094728F"/>
    <w:rsid w:val="009477FC"/>
    <w:rsid w:val="00947943"/>
    <w:rsid w:val="00950379"/>
    <w:rsid w:val="009506A3"/>
    <w:rsid w:val="00950CF4"/>
    <w:rsid w:val="00950D2B"/>
    <w:rsid w:val="00950DA7"/>
    <w:rsid w:val="009515FD"/>
    <w:rsid w:val="00951EC0"/>
    <w:rsid w:val="00951F18"/>
    <w:rsid w:val="009529BF"/>
    <w:rsid w:val="00952A7D"/>
    <w:rsid w:val="00952E1E"/>
    <w:rsid w:val="009539C4"/>
    <w:rsid w:val="00953DFF"/>
    <w:rsid w:val="00954989"/>
    <w:rsid w:val="00954B46"/>
    <w:rsid w:val="00954F00"/>
    <w:rsid w:val="009550FE"/>
    <w:rsid w:val="009550FF"/>
    <w:rsid w:val="0095517B"/>
    <w:rsid w:val="0095588A"/>
    <w:rsid w:val="00955F48"/>
    <w:rsid w:val="009560B1"/>
    <w:rsid w:val="00956510"/>
    <w:rsid w:val="0095761C"/>
    <w:rsid w:val="00957AE4"/>
    <w:rsid w:val="009601B2"/>
    <w:rsid w:val="00960830"/>
    <w:rsid w:val="009613AA"/>
    <w:rsid w:val="0096159D"/>
    <w:rsid w:val="0096210C"/>
    <w:rsid w:val="00962155"/>
    <w:rsid w:val="009622E3"/>
    <w:rsid w:val="009626D6"/>
    <w:rsid w:val="00962871"/>
    <w:rsid w:val="00962C9A"/>
    <w:rsid w:val="0096341B"/>
    <w:rsid w:val="00963469"/>
    <w:rsid w:val="00963732"/>
    <w:rsid w:val="00964117"/>
    <w:rsid w:val="009644EB"/>
    <w:rsid w:val="00964887"/>
    <w:rsid w:val="00965020"/>
    <w:rsid w:val="00965368"/>
    <w:rsid w:val="00965595"/>
    <w:rsid w:val="009657BE"/>
    <w:rsid w:val="00965BB7"/>
    <w:rsid w:val="00965C76"/>
    <w:rsid w:val="00966185"/>
    <w:rsid w:val="00966D54"/>
    <w:rsid w:val="00967007"/>
    <w:rsid w:val="009670F8"/>
    <w:rsid w:val="0096754D"/>
    <w:rsid w:val="00967617"/>
    <w:rsid w:val="009678D9"/>
    <w:rsid w:val="009700E7"/>
    <w:rsid w:val="0097077B"/>
    <w:rsid w:val="00971150"/>
    <w:rsid w:val="009711B7"/>
    <w:rsid w:val="009712F5"/>
    <w:rsid w:val="00971BC0"/>
    <w:rsid w:val="00972A3D"/>
    <w:rsid w:val="00972DF6"/>
    <w:rsid w:val="00972E54"/>
    <w:rsid w:val="009731DA"/>
    <w:rsid w:val="00973216"/>
    <w:rsid w:val="0097436C"/>
    <w:rsid w:val="0097567F"/>
    <w:rsid w:val="00975A95"/>
    <w:rsid w:val="009761A3"/>
    <w:rsid w:val="009761C8"/>
    <w:rsid w:val="0097642A"/>
    <w:rsid w:val="0097657C"/>
    <w:rsid w:val="00976FE7"/>
    <w:rsid w:val="009808ED"/>
    <w:rsid w:val="00980EB0"/>
    <w:rsid w:val="0098175A"/>
    <w:rsid w:val="0098181E"/>
    <w:rsid w:val="00981BA9"/>
    <w:rsid w:val="00981CEF"/>
    <w:rsid w:val="00982962"/>
    <w:rsid w:val="00982CFD"/>
    <w:rsid w:val="00982DCE"/>
    <w:rsid w:val="00983064"/>
    <w:rsid w:val="009830D5"/>
    <w:rsid w:val="00983421"/>
    <w:rsid w:val="00983BF2"/>
    <w:rsid w:val="00984DE6"/>
    <w:rsid w:val="00985899"/>
    <w:rsid w:val="00985916"/>
    <w:rsid w:val="00985AA8"/>
    <w:rsid w:val="00986AB3"/>
    <w:rsid w:val="00986CDC"/>
    <w:rsid w:val="00987F3B"/>
    <w:rsid w:val="00991624"/>
    <w:rsid w:val="00991EA2"/>
    <w:rsid w:val="0099240D"/>
    <w:rsid w:val="00992775"/>
    <w:rsid w:val="00992872"/>
    <w:rsid w:val="00992C50"/>
    <w:rsid w:val="0099309B"/>
    <w:rsid w:val="009938E6"/>
    <w:rsid w:val="0099404D"/>
    <w:rsid w:val="0099405A"/>
    <w:rsid w:val="00995D9F"/>
    <w:rsid w:val="009960AC"/>
    <w:rsid w:val="0099674E"/>
    <w:rsid w:val="009967FF"/>
    <w:rsid w:val="00996AAA"/>
    <w:rsid w:val="00996DAD"/>
    <w:rsid w:val="0099746C"/>
    <w:rsid w:val="00997527"/>
    <w:rsid w:val="00997FF2"/>
    <w:rsid w:val="009A0371"/>
    <w:rsid w:val="009A0989"/>
    <w:rsid w:val="009A1099"/>
    <w:rsid w:val="009A1133"/>
    <w:rsid w:val="009A113C"/>
    <w:rsid w:val="009A1BD3"/>
    <w:rsid w:val="009A1BE7"/>
    <w:rsid w:val="009A1CE0"/>
    <w:rsid w:val="009A30E3"/>
    <w:rsid w:val="009A325D"/>
    <w:rsid w:val="009A36AD"/>
    <w:rsid w:val="009A3842"/>
    <w:rsid w:val="009A3ED2"/>
    <w:rsid w:val="009A41DE"/>
    <w:rsid w:val="009A43D2"/>
    <w:rsid w:val="009A448C"/>
    <w:rsid w:val="009A4A67"/>
    <w:rsid w:val="009A4B00"/>
    <w:rsid w:val="009A52DE"/>
    <w:rsid w:val="009A5525"/>
    <w:rsid w:val="009A5BEF"/>
    <w:rsid w:val="009A5E6F"/>
    <w:rsid w:val="009A6252"/>
    <w:rsid w:val="009A62D8"/>
    <w:rsid w:val="009A6D8F"/>
    <w:rsid w:val="009A701A"/>
    <w:rsid w:val="009A711C"/>
    <w:rsid w:val="009A72F5"/>
    <w:rsid w:val="009A7C5B"/>
    <w:rsid w:val="009B0587"/>
    <w:rsid w:val="009B10D5"/>
    <w:rsid w:val="009B19C7"/>
    <w:rsid w:val="009B1A10"/>
    <w:rsid w:val="009B239C"/>
    <w:rsid w:val="009B2453"/>
    <w:rsid w:val="009B2D12"/>
    <w:rsid w:val="009B2F8F"/>
    <w:rsid w:val="009B3294"/>
    <w:rsid w:val="009B367A"/>
    <w:rsid w:val="009B3850"/>
    <w:rsid w:val="009B3F05"/>
    <w:rsid w:val="009B41E2"/>
    <w:rsid w:val="009B45AB"/>
    <w:rsid w:val="009B497A"/>
    <w:rsid w:val="009B5267"/>
    <w:rsid w:val="009B5333"/>
    <w:rsid w:val="009B569D"/>
    <w:rsid w:val="009B5A16"/>
    <w:rsid w:val="009B5BAD"/>
    <w:rsid w:val="009B6833"/>
    <w:rsid w:val="009B6C43"/>
    <w:rsid w:val="009B6CD7"/>
    <w:rsid w:val="009B7DDA"/>
    <w:rsid w:val="009C007B"/>
    <w:rsid w:val="009C043C"/>
    <w:rsid w:val="009C047E"/>
    <w:rsid w:val="009C2DF3"/>
    <w:rsid w:val="009C3271"/>
    <w:rsid w:val="009C35DB"/>
    <w:rsid w:val="009C44E5"/>
    <w:rsid w:val="009C513D"/>
    <w:rsid w:val="009C5263"/>
    <w:rsid w:val="009C5FC6"/>
    <w:rsid w:val="009C6CD1"/>
    <w:rsid w:val="009C6E8E"/>
    <w:rsid w:val="009C7736"/>
    <w:rsid w:val="009D0546"/>
    <w:rsid w:val="009D0592"/>
    <w:rsid w:val="009D063A"/>
    <w:rsid w:val="009D0C14"/>
    <w:rsid w:val="009D0CA3"/>
    <w:rsid w:val="009D11D6"/>
    <w:rsid w:val="009D12ED"/>
    <w:rsid w:val="009D1544"/>
    <w:rsid w:val="009D18C5"/>
    <w:rsid w:val="009D3645"/>
    <w:rsid w:val="009D4197"/>
    <w:rsid w:val="009D461A"/>
    <w:rsid w:val="009D61EB"/>
    <w:rsid w:val="009D6570"/>
    <w:rsid w:val="009D70A8"/>
    <w:rsid w:val="009D74DC"/>
    <w:rsid w:val="009D7A61"/>
    <w:rsid w:val="009D7CD8"/>
    <w:rsid w:val="009E03BA"/>
    <w:rsid w:val="009E0630"/>
    <w:rsid w:val="009E0C2A"/>
    <w:rsid w:val="009E1790"/>
    <w:rsid w:val="009E1BDD"/>
    <w:rsid w:val="009E1CB3"/>
    <w:rsid w:val="009E1DF1"/>
    <w:rsid w:val="009E1F45"/>
    <w:rsid w:val="009E2047"/>
    <w:rsid w:val="009E278F"/>
    <w:rsid w:val="009E3C39"/>
    <w:rsid w:val="009E4A12"/>
    <w:rsid w:val="009E4E42"/>
    <w:rsid w:val="009E4EB9"/>
    <w:rsid w:val="009E50F6"/>
    <w:rsid w:val="009E51FF"/>
    <w:rsid w:val="009E52A7"/>
    <w:rsid w:val="009E59A3"/>
    <w:rsid w:val="009E5B32"/>
    <w:rsid w:val="009E5B72"/>
    <w:rsid w:val="009E5ED8"/>
    <w:rsid w:val="009E6062"/>
    <w:rsid w:val="009E6797"/>
    <w:rsid w:val="009E6DE0"/>
    <w:rsid w:val="009E6E67"/>
    <w:rsid w:val="009E7027"/>
    <w:rsid w:val="009E7C9D"/>
    <w:rsid w:val="009E7F00"/>
    <w:rsid w:val="009F03A7"/>
    <w:rsid w:val="009F0CF5"/>
    <w:rsid w:val="009F1CBA"/>
    <w:rsid w:val="009F2266"/>
    <w:rsid w:val="009F2600"/>
    <w:rsid w:val="009F2BF7"/>
    <w:rsid w:val="009F31AC"/>
    <w:rsid w:val="009F36F9"/>
    <w:rsid w:val="009F39ED"/>
    <w:rsid w:val="009F431A"/>
    <w:rsid w:val="009F433D"/>
    <w:rsid w:val="009F4DFB"/>
    <w:rsid w:val="009F50B5"/>
    <w:rsid w:val="009F56AF"/>
    <w:rsid w:val="009F57CF"/>
    <w:rsid w:val="009F5889"/>
    <w:rsid w:val="009F5896"/>
    <w:rsid w:val="009F6438"/>
    <w:rsid w:val="009F664E"/>
    <w:rsid w:val="009F6AC8"/>
    <w:rsid w:val="009F6FB6"/>
    <w:rsid w:val="009F7167"/>
    <w:rsid w:val="009F738F"/>
    <w:rsid w:val="009F75DD"/>
    <w:rsid w:val="00A000E8"/>
    <w:rsid w:val="00A0038C"/>
    <w:rsid w:val="00A003DF"/>
    <w:rsid w:val="00A0055F"/>
    <w:rsid w:val="00A00CFE"/>
    <w:rsid w:val="00A01C51"/>
    <w:rsid w:val="00A01E5F"/>
    <w:rsid w:val="00A01F5C"/>
    <w:rsid w:val="00A02077"/>
    <w:rsid w:val="00A02106"/>
    <w:rsid w:val="00A0261D"/>
    <w:rsid w:val="00A0350F"/>
    <w:rsid w:val="00A0365F"/>
    <w:rsid w:val="00A0380A"/>
    <w:rsid w:val="00A04674"/>
    <w:rsid w:val="00A04841"/>
    <w:rsid w:val="00A054C1"/>
    <w:rsid w:val="00A05636"/>
    <w:rsid w:val="00A05C8A"/>
    <w:rsid w:val="00A0609C"/>
    <w:rsid w:val="00A06109"/>
    <w:rsid w:val="00A069DC"/>
    <w:rsid w:val="00A06F0B"/>
    <w:rsid w:val="00A06FE7"/>
    <w:rsid w:val="00A07194"/>
    <w:rsid w:val="00A072A7"/>
    <w:rsid w:val="00A07927"/>
    <w:rsid w:val="00A0792F"/>
    <w:rsid w:val="00A07C1F"/>
    <w:rsid w:val="00A07E25"/>
    <w:rsid w:val="00A07EF9"/>
    <w:rsid w:val="00A07FD6"/>
    <w:rsid w:val="00A1007D"/>
    <w:rsid w:val="00A10567"/>
    <w:rsid w:val="00A10DDE"/>
    <w:rsid w:val="00A10ECE"/>
    <w:rsid w:val="00A11444"/>
    <w:rsid w:val="00A116A0"/>
    <w:rsid w:val="00A116AE"/>
    <w:rsid w:val="00A1176A"/>
    <w:rsid w:val="00A11A59"/>
    <w:rsid w:val="00A11B51"/>
    <w:rsid w:val="00A12244"/>
    <w:rsid w:val="00A12279"/>
    <w:rsid w:val="00A12498"/>
    <w:rsid w:val="00A124B5"/>
    <w:rsid w:val="00A126EA"/>
    <w:rsid w:val="00A12785"/>
    <w:rsid w:val="00A13033"/>
    <w:rsid w:val="00A1319E"/>
    <w:rsid w:val="00A13D83"/>
    <w:rsid w:val="00A13F84"/>
    <w:rsid w:val="00A14140"/>
    <w:rsid w:val="00A14244"/>
    <w:rsid w:val="00A1441C"/>
    <w:rsid w:val="00A14F8A"/>
    <w:rsid w:val="00A15D74"/>
    <w:rsid w:val="00A15E34"/>
    <w:rsid w:val="00A16264"/>
    <w:rsid w:val="00A16477"/>
    <w:rsid w:val="00A16BB7"/>
    <w:rsid w:val="00A2024F"/>
    <w:rsid w:val="00A2062E"/>
    <w:rsid w:val="00A20872"/>
    <w:rsid w:val="00A20CD8"/>
    <w:rsid w:val="00A21355"/>
    <w:rsid w:val="00A21F1A"/>
    <w:rsid w:val="00A22B58"/>
    <w:rsid w:val="00A23336"/>
    <w:rsid w:val="00A23589"/>
    <w:rsid w:val="00A23C7C"/>
    <w:rsid w:val="00A23FB6"/>
    <w:rsid w:val="00A240E7"/>
    <w:rsid w:val="00A240FE"/>
    <w:rsid w:val="00A24A08"/>
    <w:rsid w:val="00A24D99"/>
    <w:rsid w:val="00A25543"/>
    <w:rsid w:val="00A255CF"/>
    <w:rsid w:val="00A25B0D"/>
    <w:rsid w:val="00A25B88"/>
    <w:rsid w:val="00A264B4"/>
    <w:rsid w:val="00A26C07"/>
    <w:rsid w:val="00A2704E"/>
    <w:rsid w:val="00A27401"/>
    <w:rsid w:val="00A277EA"/>
    <w:rsid w:val="00A27D49"/>
    <w:rsid w:val="00A27FEF"/>
    <w:rsid w:val="00A307EC"/>
    <w:rsid w:val="00A30CDD"/>
    <w:rsid w:val="00A3156A"/>
    <w:rsid w:val="00A31E69"/>
    <w:rsid w:val="00A31E7E"/>
    <w:rsid w:val="00A32002"/>
    <w:rsid w:val="00A32C18"/>
    <w:rsid w:val="00A33171"/>
    <w:rsid w:val="00A3319A"/>
    <w:rsid w:val="00A33540"/>
    <w:rsid w:val="00A335DF"/>
    <w:rsid w:val="00A336DF"/>
    <w:rsid w:val="00A33D58"/>
    <w:rsid w:val="00A3418F"/>
    <w:rsid w:val="00A35170"/>
    <w:rsid w:val="00A353B8"/>
    <w:rsid w:val="00A3557B"/>
    <w:rsid w:val="00A35C46"/>
    <w:rsid w:val="00A366AA"/>
    <w:rsid w:val="00A368AA"/>
    <w:rsid w:val="00A3696F"/>
    <w:rsid w:val="00A36DE3"/>
    <w:rsid w:val="00A37CFB"/>
    <w:rsid w:val="00A407B6"/>
    <w:rsid w:val="00A41FED"/>
    <w:rsid w:val="00A4281E"/>
    <w:rsid w:val="00A430C8"/>
    <w:rsid w:val="00A43171"/>
    <w:rsid w:val="00A43222"/>
    <w:rsid w:val="00A4332B"/>
    <w:rsid w:val="00A437FC"/>
    <w:rsid w:val="00A44208"/>
    <w:rsid w:val="00A44295"/>
    <w:rsid w:val="00A44C05"/>
    <w:rsid w:val="00A45110"/>
    <w:rsid w:val="00A45C89"/>
    <w:rsid w:val="00A45FD6"/>
    <w:rsid w:val="00A462D3"/>
    <w:rsid w:val="00A4644E"/>
    <w:rsid w:val="00A4685E"/>
    <w:rsid w:val="00A468A1"/>
    <w:rsid w:val="00A468E8"/>
    <w:rsid w:val="00A4773F"/>
    <w:rsid w:val="00A4776A"/>
    <w:rsid w:val="00A4795B"/>
    <w:rsid w:val="00A47ECA"/>
    <w:rsid w:val="00A5021C"/>
    <w:rsid w:val="00A50311"/>
    <w:rsid w:val="00A505FC"/>
    <w:rsid w:val="00A50DAE"/>
    <w:rsid w:val="00A50E31"/>
    <w:rsid w:val="00A51B66"/>
    <w:rsid w:val="00A52591"/>
    <w:rsid w:val="00A52AD0"/>
    <w:rsid w:val="00A52D02"/>
    <w:rsid w:val="00A52D6D"/>
    <w:rsid w:val="00A52E00"/>
    <w:rsid w:val="00A53732"/>
    <w:rsid w:val="00A53C97"/>
    <w:rsid w:val="00A53F41"/>
    <w:rsid w:val="00A54B7A"/>
    <w:rsid w:val="00A56242"/>
    <w:rsid w:val="00A576EF"/>
    <w:rsid w:val="00A5770F"/>
    <w:rsid w:val="00A57DC3"/>
    <w:rsid w:val="00A57E7E"/>
    <w:rsid w:val="00A57F40"/>
    <w:rsid w:val="00A6004F"/>
    <w:rsid w:val="00A60091"/>
    <w:rsid w:val="00A606D6"/>
    <w:rsid w:val="00A607DF"/>
    <w:rsid w:val="00A60FE5"/>
    <w:rsid w:val="00A61170"/>
    <w:rsid w:val="00A6135D"/>
    <w:rsid w:val="00A61991"/>
    <w:rsid w:val="00A61DFC"/>
    <w:rsid w:val="00A62CB9"/>
    <w:rsid w:val="00A62FC0"/>
    <w:rsid w:val="00A630E8"/>
    <w:rsid w:val="00A634BD"/>
    <w:rsid w:val="00A6399F"/>
    <w:rsid w:val="00A63B37"/>
    <w:rsid w:val="00A63E55"/>
    <w:rsid w:val="00A64666"/>
    <w:rsid w:val="00A648B7"/>
    <w:rsid w:val="00A64A22"/>
    <w:rsid w:val="00A64FFE"/>
    <w:rsid w:val="00A65071"/>
    <w:rsid w:val="00A65527"/>
    <w:rsid w:val="00A6616F"/>
    <w:rsid w:val="00A6668A"/>
    <w:rsid w:val="00A668C2"/>
    <w:rsid w:val="00A66B58"/>
    <w:rsid w:val="00A66DF6"/>
    <w:rsid w:val="00A6706F"/>
    <w:rsid w:val="00A672D9"/>
    <w:rsid w:val="00A674DB"/>
    <w:rsid w:val="00A674E9"/>
    <w:rsid w:val="00A6770A"/>
    <w:rsid w:val="00A67A5D"/>
    <w:rsid w:val="00A67AA3"/>
    <w:rsid w:val="00A67E9F"/>
    <w:rsid w:val="00A70093"/>
    <w:rsid w:val="00A70454"/>
    <w:rsid w:val="00A7147F"/>
    <w:rsid w:val="00A71529"/>
    <w:rsid w:val="00A72B3D"/>
    <w:rsid w:val="00A73258"/>
    <w:rsid w:val="00A73DA1"/>
    <w:rsid w:val="00A74048"/>
    <w:rsid w:val="00A74102"/>
    <w:rsid w:val="00A7412F"/>
    <w:rsid w:val="00A748C0"/>
    <w:rsid w:val="00A75518"/>
    <w:rsid w:val="00A75665"/>
    <w:rsid w:val="00A75705"/>
    <w:rsid w:val="00A75A30"/>
    <w:rsid w:val="00A76666"/>
    <w:rsid w:val="00A76842"/>
    <w:rsid w:val="00A774EF"/>
    <w:rsid w:val="00A77C73"/>
    <w:rsid w:val="00A77DBB"/>
    <w:rsid w:val="00A80430"/>
    <w:rsid w:val="00A80574"/>
    <w:rsid w:val="00A812C5"/>
    <w:rsid w:val="00A819C3"/>
    <w:rsid w:val="00A81E85"/>
    <w:rsid w:val="00A8351E"/>
    <w:rsid w:val="00A8401F"/>
    <w:rsid w:val="00A8437D"/>
    <w:rsid w:val="00A84740"/>
    <w:rsid w:val="00A8499C"/>
    <w:rsid w:val="00A84A0B"/>
    <w:rsid w:val="00A85F76"/>
    <w:rsid w:val="00A865CA"/>
    <w:rsid w:val="00A8681E"/>
    <w:rsid w:val="00A86C2B"/>
    <w:rsid w:val="00A86F70"/>
    <w:rsid w:val="00A8712B"/>
    <w:rsid w:val="00A8734E"/>
    <w:rsid w:val="00A87351"/>
    <w:rsid w:val="00A87CB4"/>
    <w:rsid w:val="00A9054B"/>
    <w:rsid w:val="00A90F9F"/>
    <w:rsid w:val="00A91577"/>
    <w:rsid w:val="00A91A24"/>
    <w:rsid w:val="00A91BDB"/>
    <w:rsid w:val="00A91EB5"/>
    <w:rsid w:val="00A91F45"/>
    <w:rsid w:val="00A921EB"/>
    <w:rsid w:val="00A9252D"/>
    <w:rsid w:val="00A92DB6"/>
    <w:rsid w:val="00A93504"/>
    <w:rsid w:val="00A9350D"/>
    <w:rsid w:val="00A94562"/>
    <w:rsid w:val="00A951D4"/>
    <w:rsid w:val="00A95734"/>
    <w:rsid w:val="00A95F3E"/>
    <w:rsid w:val="00A96374"/>
    <w:rsid w:val="00A967D8"/>
    <w:rsid w:val="00A96E46"/>
    <w:rsid w:val="00A97030"/>
    <w:rsid w:val="00A976EF"/>
    <w:rsid w:val="00A97EFC"/>
    <w:rsid w:val="00A97FAE"/>
    <w:rsid w:val="00AA04A6"/>
    <w:rsid w:val="00AA0794"/>
    <w:rsid w:val="00AA09EF"/>
    <w:rsid w:val="00AA0F94"/>
    <w:rsid w:val="00AA1434"/>
    <w:rsid w:val="00AA1501"/>
    <w:rsid w:val="00AA175B"/>
    <w:rsid w:val="00AA2155"/>
    <w:rsid w:val="00AA37BF"/>
    <w:rsid w:val="00AA3893"/>
    <w:rsid w:val="00AA3A27"/>
    <w:rsid w:val="00AA3CDA"/>
    <w:rsid w:val="00AA3E2A"/>
    <w:rsid w:val="00AA49D7"/>
    <w:rsid w:val="00AA51A4"/>
    <w:rsid w:val="00AA5453"/>
    <w:rsid w:val="00AA5AB3"/>
    <w:rsid w:val="00AA5AD4"/>
    <w:rsid w:val="00AA5ECE"/>
    <w:rsid w:val="00AA64DA"/>
    <w:rsid w:val="00AA6741"/>
    <w:rsid w:val="00AA6E41"/>
    <w:rsid w:val="00AA7867"/>
    <w:rsid w:val="00AB0882"/>
    <w:rsid w:val="00AB0EE2"/>
    <w:rsid w:val="00AB17EF"/>
    <w:rsid w:val="00AB25C7"/>
    <w:rsid w:val="00AB2D91"/>
    <w:rsid w:val="00AB307E"/>
    <w:rsid w:val="00AB309E"/>
    <w:rsid w:val="00AB400A"/>
    <w:rsid w:val="00AB53D5"/>
    <w:rsid w:val="00AB5AD7"/>
    <w:rsid w:val="00AB5CB9"/>
    <w:rsid w:val="00AB5ED9"/>
    <w:rsid w:val="00AB6629"/>
    <w:rsid w:val="00AB663B"/>
    <w:rsid w:val="00AB6819"/>
    <w:rsid w:val="00AB6BFB"/>
    <w:rsid w:val="00AB7571"/>
    <w:rsid w:val="00AB7A6A"/>
    <w:rsid w:val="00AB7FD7"/>
    <w:rsid w:val="00AC03C6"/>
    <w:rsid w:val="00AC0E07"/>
    <w:rsid w:val="00AC1477"/>
    <w:rsid w:val="00AC17F6"/>
    <w:rsid w:val="00AC238B"/>
    <w:rsid w:val="00AC241B"/>
    <w:rsid w:val="00AC2983"/>
    <w:rsid w:val="00AC29F9"/>
    <w:rsid w:val="00AC2B5B"/>
    <w:rsid w:val="00AC2E6C"/>
    <w:rsid w:val="00AC312B"/>
    <w:rsid w:val="00AC34F1"/>
    <w:rsid w:val="00AC3DA4"/>
    <w:rsid w:val="00AC41BE"/>
    <w:rsid w:val="00AC41C5"/>
    <w:rsid w:val="00AC43A0"/>
    <w:rsid w:val="00AC520F"/>
    <w:rsid w:val="00AC52C3"/>
    <w:rsid w:val="00AC5ACF"/>
    <w:rsid w:val="00AC5C4E"/>
    <w:rsid w:val="00AC5FD5"/>
    <w:rsid w:val="00AC63BC"/>
    <w:rsid w:val="00AC6DD1"/>
    <w:rsid w:val="00AC6F6F"/>
    <w:rsid w:val="00AC78A7"/>
    <w:rsid w:val="00AC796C"/>
    <w:rsid w:val="00AC7DDC"/>
    <w:rsid w:val="00AC7E91"/>
    <w:rsid w:val="00AD0552"/>
    <w:rsid w:val="00AD05DA"/>
    <w:rsid w:val="00AD082B"/>
    <w:rsid w:val="00AD0BFD"/>
    <w:rsid w:val="00AD136C"/>
    <w:rsid w:val="00AD1C53"/>
    <w:rsid w:val="00AD2342"/>
    <w:rsid w:val="00AD3662"/>
    <w:rsid w:val="00AD36C7"/>
    <w:rsid w:val="00AD3B2A"/>
    <w:rsid w:val="00AD3FAC"/>
    <w:rsid w:val="00AD4FEB"/>
    <w:rsid w:val="00AD59F1"/>
    <w:rsid w:val="00AD5B81"/>
    <w:rsid w:val="00AD5D53"/>
    <w:rsid w:val="00AD604F"/>
    <w:rsid w:val="00AD669C"/>
    <w:rsid w:val="00AD6CC2"/>
    <w:rsid w:val="00AD701B"/>
    <w:rsid w:val="00AD7379"/>
    <w:rsid w:val="00AD755C"/>
    <w:rsid w:val="00AD7734"/>
    <w:rsid w:val="00AD7F48"/>
    <w:rsid w:val="00AE032E"/>
    <w:rsid w:val="00AE06D5"/>
    <w:rsid w:val="00AE080E"/>
    <w:rsid w:val="00AE0A78"/>
    <w:rsid w:val="00AE0C5E"/>
    <w:rsid w:val="00AE12A6"/>
    <w:rsid w:val="00AE1585"/>
    <w:rsid w:val="00AE15A0"/>
    <w:rsid w:val="00AE1B16"/>
    <w:rsid w:val="00AE212A"/>
    <w:rsid w:val="00AE2398"/>
    <w:rsid w:val="00AE24AD"/>
    <w:rsid w:val="00AE2E8D"/>
    <w:rsid w:val="00AE36FC"/>
    <w:rsid w:val="00AE3E2E"/>
    <w:rsid w:val="00AE3EA7"/>
    <w:rsid w:val="00AE40CB"/>
    <w:rsid w:val="00AE4153"/>
    <w:rsid w:val="00AE463D"/>
    <w:rsid w:val="00AE4EE9"/>
    <w:rsid w:val="00AE5236"/>
    <w:rsid w:val="00AE5AB0"/>
    <w:rsid w:val="00AE5D96"/>
    <w:rsid w:val="00AE626C"/>
    <w:rsid w:val="00AE62E1"/>
    <w:rsid w:val="00AE6E34"/>
    <w:rsid w:val="00AE6FE0"/>
    <w:rsid w:val="00AE74B2"/>
    <w:rsid w:val="00AE7765"/>
    <w:rsid w:val="00AE7B62"/>
    <w:rsid w:val="00AE7DD1"/>
    <w:rsid w:val="00AF0C71"/>
    <w:rsid w:val="00AF1135"/>
    <w:rsid w:val="00AF1405"/>
    <w:rsid w:val="00AF224E"/>
    <w:rsid w:val="00AF2CB7"/>
    <w:rsid w:val="00AF2E1C"/>
    <w:rsid w:val="00AF2E1E"/>
    <w:rsid w:val="00AF3433"/>
    <w:rsid w:val="00AF37C6"/>
    <w:rsid w:val="00AF3939"/>
    <w:rsid w:val="00AF3BB7"/>
    <w:rsid w:val="00AF3E63"/>
    <w:rsid w:val="00AF4183"/>
    <w:rsid w:val="00AF5342"/>
    <w:rsid w:val="00AF58BB"/>
    <w:rsid w:val="00AF5B26"/>
    <w:rsid w:val="00AF5BA7"/>
    <w:rsid w:val="00AF5E13"/>
    <w:rsid w:val="00AF5E45"/>
    <w:rsid w:val="00AF5EBE"/>
    <w:rsid w:val="00AF64EF"/>
    <w:rsid w:val="00AF688F"/>
    <w:rsid w:val="00AF697D"/>
    <w:rsid w:val="00AF6B4E"/>
    <w:rsid w:val="00AF6BA2"/>
    <w:rsid w:val="00AF6CB8"/>
    <w:rsid w:val="00AF7D14"/>
    <w:rsid w:val="00B00047"/>
    <w:rsid w:val="00B001B8"/>
    <w:rsid w:val="00B00736"/>
    <w:rsid w:val="00B01992"/>
    <w:rsid w:val="00B0204F"/>
    <w:rsid w:val="00B02214"/>
    <w:rsid w:val="00B02397"/>
    <w:rsid w:val="00B02AD6"/>
    <w:rsid w:val="00B03866"/>
    <w:rsid w:val="00B039BA"/>
    <w:rsid w:val="00B048FF"/>
    <w:rsid w:val="00B04942"/>
    <w:rsid w:val="00B04DE9"/>
    <w:rsid w:val="00B05C62"/>
    <w:rsid w:val="00B05E2B"/>
    <w:rsid w:val="00B0615C"/>
    <w:rsid w:val="00B06C6A"/>
    <w:rsid w:val="00B06E86"/>
    <w:rsid w:val="00B06EDA"/>
    <w:rsid w:val="00B07038"/>
    <w:rsid w:val="00B07A9A"/>
    <w:rsid w:val="00B105E3"/>
    <w:rsid w:val="00B10A95"/>
    <w:rsid w:val="00B10DB0"/>
    <w:rsid w:val="00B11D81"/>
    <w:rsid w:val="00B11EEC"/>
    <w:rsid w:val="00B127A4"/>
    <w:rsid w:val="00B1296F"/>
    <w:rsid w:val="00B129AF"/>
    <w:rsid w:val="00B132E3"/>
    <w:rsid w:val="00B13491"/>
    <w:rsid w:val="00B137F9"/>
    <w:rsid w:val="00B13E4B"/>
    <w:rsid w:val="00B148FE"/>
    <w:rsid w:val="00B14DEA"/>
    <w:rsid w:val="00B14FDF"/>
    <w:rsid w:val="00B151B9"/>
    <w:rsid w:val="00B152A4"/>
    <w:rsid w:val="00B15768"/>
    <w:rsid w:val="00B158FE"/>
    <w:rsid w:val="00B16BAD"/>
    <w:rsid w:val="00B173E6"/>
    <w:rsid w:val="00B17D68"/>
    <w:rsid w:val="00B2028C"/>
    <w:rsid w:val="00B202C7"/>
    <w:rsid w:val="00B20ABD"/>
    <w:rsid w:val="00B2131B"/>
    <w:rsid w:val="00B215CD"/>
    <w:rsid w:val="00B217A6"/>
    <w:rsid w:val="00B22E91"/>
    <w:rsid w:val="00B237B3"/>
    <w:rsid w:val="00B2406C"/>
    <w:rsid w:val="00B245B1"/>
    <w:rsid w:val="00B24761"/>
    <w:rsid w:val="00B24E16"/>
    <w:rsid w:val="00B24EBF"/>
    <w:rsid w:val="00B24F30"/>
    <w:rsid w:val="00B2505F"/>
    <w:rsid w:val="00B25896"/>
    <w:rsid w:val="00B25F73"/>
    <w:rsid w:val="00B264B3"/>
    <w:rsid w:val="00B2662C"/>
    <w:rsid w:val="00B267B6"/>
    <w:rsid w:val="00B2690E"/>
    <w:rsid w:val="00B2700F"/>
    <w:rsid w:val="00B27C2D"/>
    <w:rsid w:val="00B304DE"/>
    <w:rsid w:val="00B30A94"/>
    <w:rsid w:val="00B30ED6"/>
    <w:rsid w:val="00B313B7"/>
    <w:rsid w:val="00B31703"/>
    <w:rsid w:val="00B3273E"/>
    <w:rsid w:val="00B32A91"/>
    <w:rsid w:val="00B32C7F"/>
    <w:rsid w:val="00B33875"/>
    <w:rsid w:val="00B33EA0"/>
    <w:rsid w:val="00B348A7"/>
    <w:rsid w:val="00B35035"/>
    <w:rsid w:val="00B35102"/>
    <w:rsid w:val="00B35550"/>
    <w:rsid w:val="00B3576B"/>
    <w:rsid w:val="00B35AD6"/>
    <w:rsid w:val="00B35D4A"/>
    <w:rsid w:val="00B3654D"/>
    <w:rsid w:val="00B36A1A"/>
    <w:rsid w:val="00B36CC8"/>
    <w:rsid w:val="00B36E9E"/>
    <w:rsid w:val="00B37A25"/>
    <w:rsid w:val="00B37CBC"/>
    <w:rsid w:val="00B40374"/>
    <w:rsid w:val="00B41502"/>
    <w:rsid w:val="00B4181D"/>
    <w:rsid w:val="00B41CD4"/>
    <w:rsid w:val="00B420F1"/>
    <w:rsid w:val="00B421E7"/>
    <w:rsid w:val="00B42707"/>
    <w:rsid w:val="00B42C94"/>
    <w:rsid w:val="00B4342F"/>
    <w:rsid w:val="00B43867"/>
    <w:rsid w:val="00B4393D"/>
    <w:rsid w:val="00B44089"/>
    <w:rsid w:val="00B445A1"/>
    <w:rsid w:val="00B44B19"/>
    <w:rsid w:val="00B44DA9"/>
    <w:rsid w:val="00B4575F"/>
    <w:rsid w:val="00B4583E"/>
    <w:rsid w:val="00B47023"/>
    <w:rsid w:val="00B478B5"/>
    <w:rsid w:val="00B479AC"/>
    <w:rsid w:val="00B47FCB"/>
    <w:rsid w:val="00B513C9"/>
    <w:rsid w:val="00B521B6"/>
    <w:rsid w:val="00B521FB"/>
    <w:rsid w:val="00B52969"/>
    <w:rsid w:val="00B53B38"/>
    <w:rsid w:val="00B54223"/>
    <w:rsid w:val="00B546D4"/>
    <w:rsid w:val="00B54A99"/>
    <w:rsid w:val="00B55571"/>
    <w:rsid w:val="00B556D1"/>
    <w:rsid w:val="00B55DC1"/>
    <w:rsid w:val="00B5622D"/>
    <w:rsid w:val="00B5757E"/>
    <w:rsid w:val="00B5767C"/>
    <w:rsid w:val="00B603AA"/>
    <w:rsid w:val="00B60688"/>
    <w:rsid w:val="00B60886"/>
    <w:rsid w:val="00B60A23"/>
    <w:rsid w:val="00B60C3E"/>
    <w:rsid w:val="00B60EB2"/>
    <w:rsid w:val="00B60FB1"/>
    <w:rsid w:val="00B61129"/>
    <w:rsid w:val="00B611CF"/>
    <w:rsid w:val="00B618B6"/>
    <w:rsid w:val="00B61A86"/>
    <w:rsid w:val="00B61C80"/>
    <w:rsid w:val="00B61F8C"/>
    <w:rsid w:val="00B6237E"/>
    <w:rsid w:val="00B62D02"/>
    <w:rsid w:val="00B635A5"/>
    <w:rsid w:val="00B63732"/>
    <w:rsid w:val="00B637B2"/>
    <w:rsid w:val="00B63806"/>
    <w:rsid w:val="00B63881"/>
    <w:rsid w:val="00B63B47"/>
    <w:rsid w:val="00B64651"/>
    <w:rsid w:val="00B646F2"/>
    <w:rsid w:val="00B64C4B"/>
    <w:rsid w:val="00B65134"/>
    <w:rsid w:val="00B654B6"/>
    <w:rsid w:val="00B65B86"/>
    <w:rsid w:val="00B662E7"/>
    <w:rsid w:val="00B66483"/>
    <w:rsid w:val="00B665E7"/>
    <w:rsid w:val="00B666D3"/>
    <w:rsid w:val="00B66F69"/>
    <w:rsid w:val="00B67804"/>
    <w:rsid w:val="00B67850"/>
    <w:rsid w:val="00B67E92"/>
    <w:rsid w:val="00B70545"/>
    <w:rsid w:val="00B7127B"/>
    <w:rsid w:val="00B7134E"/>
    <w:rsid w:val="00B71383"/>
    <w:rsid w:val="00B71AE3"/>
    <w:rsid w:val="00B7268F"/>
    <w:rsid w:val="00B72B14"/>
    <w:rsid w:val="00B72BC9"/>
    <w:rsid w:val="00B7349E"/>
    <w:rsid w:val="00B74717"/>
    <w:rsid w:val="00B749AE"/>
    <w:rsid w:val="00B74DDE"/>
    <w:rsid w:val="00B7504E"/>
    <w:rsid w:val="00B75301"/>
    <w:rsid w:val="00B75914"/>
    <w:rsid w:val="00B775A4"/>
    <w:rsid w:val="00B77723"/>
    <w:rsid w:val="00B77A21"/>
    <w:rsid w:val="00B77A2D"/>
    <w:rsid w:val="00B80AC3"/>
    <w:rsid w:val="00B80D02"/>
    <w:rsid w:val="00B81219"/>
    <w:rsid w:val="00B818EA"/>
    <w:rsid w:val="00B81C88"/>
    <w:rsid w:val="00B81E47"/>
    <w:rsid w:val="00B8218F"/>
    <w:rsid w:val="00B82273"/>
    <w:rsid w:val="00B824FF"/>
    <w:rsid w:val="00B825BE"/>
    <w:rsid w:val="00B82F6D"/>
    <w:rsid w:val="00B83671"/>
    <w:rsid w:val="00B83C5E"/>
    <w:rsid w:val="00B84ADB"/>
    <w:rsid w:val="00B84F42"/>
    <w:rsid w:val="00B85123"/>
    <w:rsid w:val="00B85146"/>
    <w:rsid w:val="00B8526C"/>
    <w:rsid w:val="00B85ABC"/>
    <w:rsid w:val="00B85CE4"/>
    <w:rsid w:val="00B85FCF"/>
    <w:rsid w:val="00B860E4"/>
    <w:rsid w:val="00B8684E"/>
    <w:rsid w:val="00B869A6"/>
    <w:rsid w:val="00B86B43"/>
    <w:rsid w:val="00B86D88"/>
    <w:rsid w:val="00B878AC"/>
    <w:rsid w:val="00B87911"/>
    <w:rsid w:val="00B90471"/>
    <w:rsid w:val="00B9061F"/>
    <w:rsid w:val="00B90774"/>
    <w:rsid w:val="00B90FD1"/>
    <w:rsid w:val="00B9113B"/>
    <w:rsid w:val="00B912F3"/>
    <w:rsid w:val="00B912F5"/>
    <w:rsid w:val="00B91E5F"/>
    <w:rsid w:val="00B91F13"/>
    <w:rsid w:val="00B921F8"/>
    <w:rsid w:val="00B922B6"/>
    <w:rsid w:val="00B92DFF"/>
    <w:rsid w:val="00B92F11"/>
    <w:rsid w:val="00B93A15"/>
    <w:rsid w:val="00B93AD9"/>
    <w:rsid w:val="00B93BD7"/>
    <w:rsid w:val="00B93C31"/>
    <w:rsid w:val="00B9449F"/>
    <w:rsid w:val="00B948C7"/>
    <w:rsid w:val="00B9505E"/>
    <w:rsid w:val="00B953E5"/>
    <w:rsid w:val="00B9595B"/>
    <w:rsid w:val="00B95D92"/>
    <w:rsid w:val="00B96267"/>
    <w:rsid w:val="00B96356"/>
    <w:rsid w:val="00B9657E"/>
    <w:rsid w:val="00B96C4E"/>
    <w:rsid w:val="00B96DB3"/>
    <w:rsid w:val="00B9719A"/>
    <w:rsid w:val="00B972E0"/>
    <w:rsid w:val="00B9731F"/>
    <w:rsid w:val="00B97664"/>
    <w:rsid w:val="00B97880"/>
    <w:rsid w:val="00B97B1F"/>
    <w:rsid w:val="00B97E1D"/>
    <w:rsid w:val="00BA0ADC"/>
    <w:rsid w:val="00BA13AA"/>
    <w:rsid w:val="00BA1ACD"/>
    <w:rsid w:val="00BA1D77"/>
    <w:rsid w:val="00BA2148"/>
    <w:rsid w:val="00BA21A5"/>
    <w:rsid w:val="00BA3597"/>
    <w:rsid w:val="00BA3805"/>
    <w:rsid w:val="00BA3819"/>
    <w:rsid w:val="00BA3EDB"/>
    <w:rsid w:val="00BA45EE"/>
    <w:rsid w:val="00BA502C"/>
    <w:rsid w:val="00BA5BEB"/>
    <w:rsid w:val="00BA6160"/>
    <w:rsid w:val="00BA66E3"/>
    <w:rsid w:val="00BA6CCC"/>
    <w:rsid w:val="00BA72D4"/>
    <w:rsid w:val="00BA7D93"/>
    <w:rsid w:val="00BA7FDA"/>
    <w:rsid w:val="00BB0C1C"/>
    <w:rsid w:val="00BB0CA5"/>
    <w:rsid w:val="00BB0EF7"/>
    <w:rsid w:val="00BB10B1"/>
    <w:rsid w:val="00BB155B"/>
    <w:rsid w:val="00BB198A"/>
    <w:rsid w:val="00BB24CF"/>
    <w:rsid w:val="00BB24F0"/>
    <w:rsid w:val="00BB26B6"/>
    <w:rsid w:val="00BB2976"/>
    <w:rsid w:val="00BB30C8"/>
    <w:rsid w:val="00BB3113"/>
    <w:rsid w:val="00BB3C10"/>
    <w:rsid w:val="00BB3D92"/>
    <w:rsid w:val="00BB4415"/>
    <w:rsid w:val="00BB45E9"/>
    <w:rsid w:val="00BB4BA2"/>
    <w:rsid w:val="00BB595A"/>
    <w:rsid w:val="00BB5DD5"/>
    <w:rsid w:val="00BB6242"/>
    <w:rsid w:val="00BB637D"/>
    <w:rsid w:val="00BB67F5"/>
    <w:rsid w:val="00BB6E6A"/>
    <w:rsid w:val="00BB7710"/>
    <w:rsid w:val="00BB7720"/>
    <w:rsid w:val="00BB7926"/>
    <w:rsid w:val="00BB7EBE"/>
    <w:rsid w:val="00BC027D"/>
    <w:rsid w:val="00BC03E7"/>
    <w:rsid w:val="00BC06BD"/>
    <w:rsid w:val="00BC0D12"/>
    <w:rsid w:val="00BC0D8E"/>
    <w:rsid w:val="00BC0F5D"/>
    <w:rsid w:val="00BC0FA7"/>
    <w:rsid w:val="00BC114E"/>
    <w:rsid w:val="00BC1520"/>
    <w:rsid w:val="00BC1B64"/>
    <w:rsid w:val="00BC1D6E"/>
    <w:rsid w:val="00BC28BF"/>
    <w:rsid w:val="00BC28EB"/>
    <w:rsid w:val="00BC2967"/>
    <w:rsid w:val="00BC34A5"/>
    <w:rsid w:val="00BC3CAC"/>
    <w:rsid w:val="00BC4184"/>
    <w:rsid w:val="00BC483D"/>
    <w:rsid w:val="00BC4A39"/>
    <w:rsid w:val="00BC5F06"/>
    <w:rsid w:val="00BC60D7"/>
    <w:rsid w:val="00BC6693"/>
    <w:rsid w:val="00BC6A99"/>
    <w:rsid w:val="00BC78A0"/>
    <w:rsid w:val="00BC7B1F"/>
    <w:rsid w:val="00BD049C"/>
    <w:rsid w:val="00BD04B6"/>
    <w:rsid w:val="00BD04E2"/>
    <w:rsid w:val="00BD0758"/>
    <w:rsid w:val="00BD0AF0"/>
    <w:rsid w:val="00BD0D1C"/>
    <w:rsid w:val="00BD1EC0"/>
    <w:rsid w:val="00BD2029"/>
    <w:rsid w:val="00BD2174"/>
    <w:rsid w:val="00BD2325"/>
    <w:rsid w:val="00BD29D6"/>
    <w:rsid w:val="00BD2D0D"/>
    <w:rsid w:val="00BD30FB"/>
    <w:rsid w:val="00BD442B"/>
    <w:rsid w:val="00BD57D5"/>
    <w:rsid w:val="00BD59C7"/>
    <w:rsid w:val="00BD5B7E"/>
    <w:rsid w:val="00BD6ACB"/>
    <w:rsid w:val="00BD6E96"/>
    <w:rsid w:val="00BD70A6"/>
    <w:rsid w:val="00BD718D"/>
    <w:rsid w:val="00BD7536"/>
    <w:rsid w:val="00BD7D4E"/>
    <w:rsid w:val="00BE011F"/>
    <w:rsid w:val="00BE01FD"/>
    <w:rsid w:val="00BE0923"/>
    <w:rsid w:val="00BE0A30"/>
    <w:rsid w:val="00BE0BC0"/>
    <w:rsid w:val="00BE0C96"/>
    <w:rsid w:val="00BE0D4E"/>
    <w:rsid w:val="00BE1BD4"/>
    <w:rsid w:val="00BE1CE7"/>
    <w:rsid w:val="00BE1D32"/>
    <w:rsid w:val="00BE22A1"/>
    <w:rsid w:val="00BE2547"/>
    <w:rsid w:val="00BE2774"/>
    <w:rsid w:val="00BE27CD"/>
    <w:rsid w:val="00BE2D9E"/>
    <w:rsid w:val="00BE2E94"/>
    <w:rsid w:val="00BE3197"/>
    <w:rsid w:val="00BE35D3"/>
    <w:rsid w:val="00BE3828"/>
    <w:rsid w:val="00BE4613"/>
    <w:rsid w:val="00BE4903"/>
    <w:rsid w:val="00BE4FA4"/>
    <w:rsid w:val="00BE56C7"/>
    <w:rsid w:val="00BE6188"/>
    <w:rsid w:val="00BE647B"/>
    <w:rsid w:val="00BE65E1"/>
    <w:rsid w:val="00BE67DE"/>
    <w:rsid w:val="00BE698E"/>
    <w:rsid w:val="00BE6A02"/>
    <w:rsid w:val="00BE6DF8"/>
    <w:rsid w:val="00BE6FBC"/>
    <w:rsid w:val="00BE72A1"/>
    <w:rsid w:val="00BE79DC"/>
    <w:rsid w:val="00BF0778"/>
    <w:rsid w:val="00BF1091"/>
    <w:rsid w:val="00BF1B08"/>
    <w:rsid w:val="00BF2454"/>
    <w:rsid w:val="00BF2922"/>
    <w:rsid w:val="00BF2B70"/>
    <w:rsid w:val="00BF2C1B"/>
    <w:rsid w:val="00BF2D14"/>
    <w:rsid w:val="00BF34DE"/>
    <w:rsid w:val="00BF36AE"/>
    <w:rsid w:val="00BF38E6"/>
    <w:rsid w:val="00BF3D05"/>
    <w:rsid w:val="00BF4601"/>
    <w:rsid w:val="00BF4F1E"/>
    <w:rsid w:val="00BF68BB"/>
    <w:rsid w:val="00BF696B"/>
    <w:rsid w:val="00BF69C5"/>
    <w:rsid w:val="00BF7063"/>
    <w:rsid w:val="00BF7067"/>
    <w:rsid w:val="00BF7165"/>
    <w:rsid w:val="00BF7214"/>
    <w:rsid w:val="00BF7E2A"/>
    <w:rsid w:val="00BF7F8F"/>
    <w:rsid w:val="00C000F9"/>
    <w:rsid w:val="00C00DBE"/>
    <w:rsid w:val="00C00FDF"/>
    <w:rsid w:val="00C01CC6"/>
    <w:rsid w:val="00C03D30"/>
    <w:rsid w:val="00C03F26"/>
    <w:rsid w:val="00C0407B"/>
    <w:rsid w:val="00C042B0"/>
    <w:rsid w:val="00C04C0F"/>
    <w:rsid w:val="00C04FBF"/>
    <w:rsid w:val="00C053F2"/>
    <w:rsid w:val="00C0559B"/>
    <w:rsid w:val="00C05992"/>
    <w:rsid w:val="00C05E83"/>
    <w:rsid w:val="00C05F20"/>
    <w:rsid w:val="00C06315"/>
    <w:rsid w:val="00C0641B"/>
    <w:rsid w:val="00C065BF"/>
    <w:rsid w:val="00C074A7"/>
    <w:rsid w:val="00C07824"/>
    <w:rsid w:val="00C07916"/>
    <w:rsid w:val="00C105F2"/>
    <w:rsid w:val="00C10866"/>
    <w:rsid w:val="00C10A34"/>
    <w:rsid w:val="00C114CD"/>
    <w:rsid w:val="00C11712"/>
    <w:rsid w:val="00C1177B"/>
    <w:rsid w:val="00C11987"/>
    <w:rsid w:val="00C11DB3"/>
    <w:rsid w:val="00C11F5C"/>
    <w:rsid w:val="00C120F7"/>
    <w:rsid w:val="00C1239B"/>
    <w:rsid w:val="00C1270A"/>
    <w:rsid w:val="00C12AC0"/>
    <w:rsid w:val="00C12DF4"/>
    <w:rsid w:val="00C1492D"/>
    <w:rsid w:val="00C14A29"/>
    <w:rsid w:val="00C14D52"/>
    <w:rsid w:val="00C14F7F"/>
    <w:rsid w:val="00C1521E"/>
    <w:rsid w:val="00C153A7"/>
    <w:rsid w:val="00C1540A"/>
    <w:rsid w:val="00C15720"/>
    <w:rsid w:val="00C15BAB"/>
    <w:rsid w:val="00C1633D"/>
    <w:rsid w:val="00C16453"/>
    <w:rsid w:val="00C16724"/>
    <w:rsid w:val="00C173F5"/>
    <w:rsid w:val="00C179E1"/>
    <w:rsid w:val="00C17B2A"/>
    <w:rsid w:val="00C17BDB"/>
    <w:rsid w:val="00C17F52"/>
    <w:rsid w:val="00C201A3"/>
    <w:rsid w:val="00C20920"/>
    <w:rsid w:val="00C20BA5"/>
    <w:rsid w:val="00C21CA8"/>
    <w:rsid w:val="00C223E6"/>
    <w:rsid w:val="00C22596"/>
    <w:rsid w:val="00C229FA"/>
    <w:rsid w:val="00C22F01"/>
    <w:rsid w:val="00C23412"/>
    <w:rsid w:val="00C237C3"/>
    <w:rsid w:val="00C23AC4"/>
    <w:rsid w:val="00C23D70"/>
    <w:rsid w:val="00C241CF"/>
    <w:rsid w:val="00C242E6"/>
    <w:rsid w:val="00C24FCB"/>
    <w:rsid w:val="00C2523A"/>
    <w:rsid w:val="00C25489"/>
    <w:rsid w:val="00C25A99"/>
    <w:rsid w:val="00C26448"/>
    <w:rsid w:val="00C26586"/>
    <w:rsid w:val="00C267B3"/>
    <w:rsid w:val="00C26A96"/>
    <w:rsid w:val="00C274CB"/>
    <w:rsid w:val="00C3056F"/>
    <w:rsid w:val="00C3094D"/>
    <w:rsid w:val="00C30F00"/>
    <w:rsid w:val="00C31562"/>
    <w:rsid w:val="00C315D1"/>
    <w:rsid w:val="00C31855"/>
    <w:rsid w:val="00C31FDA"/>
    <w:rsid w:val="00C3204C"/>
    <w:rsid w:val="00C3248E"/>
    <w:rsid w:val="00C32BB3"/>
    <w:rsid w:val="00C33397"/>
    <w:rsid w:val="00C337C9"/>
    <w:rsid w:val="00C33B0D"/>
    <w:rsid w:val="00C33DC0"/>
    <w:rsid w:val="00C34341"/>
    <w:rsid w:val="00C3526C"/>
    <w:rsid w:val="00C356D5"/>
    <w:rsid w:val="00C35AD3"/>
    <w:rsid w:val="00C35E3E"/>
    <w:rsid w:val="00C364A1"/>
    <w:rsid w:val="00C36D94"/>
    <w:rsid w:val="00C370B2"/>
    <w:rsid w:val="00C373B5"/>
    <w:rsid w:val="00C3748E"/>
    <w:rsid w:val="00C37FEE"/>
    <w:rsid w:val="00C40855"/>
    <w:rsid w:val="00C40F5C"/>
    <w:rsid w:val="00C41882"/>
    <w:rsid w:val="00C41977"/>
    <w:rsid w:val="00C41D67"/>
    <w:rsid w:val="00C41F83"/>
    <w:rsid w:val="00C42906"/>
    <w:rsid w:val="00C43334"/>
    <w:rsid w:val="00C435BC"/>
    <w:rsid w:val="00C435BD"/>
    <w:rsid w:val="00C43847"/>
    <w:rsid w:val="00C43D7B"/>
    <w:rsid w:val="00C44354"/>
    <w:rsid w:val="00C443BC"/>
    <w:rsid w:val="00C4484B"/>
    <w:rsid w:val="00C458EF"/>
    <w:rsid w:val="00C45941"/>
    <w:rsid w:val="00C45FF3"/>
    <w:rsid w:val="00C46013"/>
    <w:rsid w:val="00C4609E"/>
    <w:rsid w:val="00C46743"/>
    <w:rsid w:val="00C469B0"/>
    <w:rsid w:val="00C476A1"/>
    <w:rsid w:val="00C47F93"/>
    <w:rsid w:val="00C50138"/>
    <w:rsid w:val="00C50235"/>
    <w:rsid w:val="00C508F0"/>
    <w:rsid w:val="00C50C18"/>
    <w:rsid w:val="00C51722"/>
    <w:rsid w:val="00C517D8"/>
    <w:rsid w:val="00C5193A"/>
    <w:rsid w:val="00C51AAA"/>
    <w:rsid w:val="00C51B50"/>
    <w:rsid w:val="00C51C60"/>
    <w:rsid w:val="00C51D1B"/>
    <w:rsid w:val="00C52194"/>
    <w:rsid w:val="00C52262"/>
    <w:rsid w:val="00C52353"/>
    <w:rsid w:val="00C52469"/>
    <w:rsid w:val="00C531EE"/>
    <w:rsid w:val="00C5341B"/>
    <w:rsid w:val="00C54006"/>
    <w:rsid w:val="00C54156"/>
    <w:rsid w:val="00C54535"/>
    <w:rsid w:val="00C5488C"/>
    <w:rsid w:val="00C55C83"/>
    <w:rsid w:val="00C55D28"/>
    <w:rsid w:val="00C55F44"/>
    <w:rsid w:val="00C56091"/>
    <w:rsid w:val="00C568F9"/>
    <w:rsid w:val="00C569A5"/>
    <w:rsid w:val="00C56E2F"/>
    <w:rsid w:val="00C57A78"/>
    <w:rsid w:val="00C60A90"/>
    <w:rsid w:val="00C60BEC"/>
    <w:rsid w:val="00C61127"/>
    <w:rsid w:val="00C61719"/>
    <w:rsid w:val="00C61866"/>
    <w:rsid w:val="00C622D8"/>
    <w:rsid w:val="00C6245F"/>
    <w:rsid w:val="00C626A5"/>
    <w:rsid w:val="00C6286A"/>
    <w:rsid w:val="00C62AB7"/>
    <w:rsid w:val="00C635CB"/>
    <w:rsid w:val="00C650F9"/>
    <w:rsid w:val="00C65974"/>
    <w:rsid w:val="00C6652D"/>
    <w:rsid w:val="00C667AD"/>
    <w:rsid w:val="00C66DCA"/>
    <w:rsid w:val="00C67023"/>
    <w:rsid w:val="00C679A2"/>
    <w:rsid w:val="00C70751"/>
    <w:rsid w:val="00C70873"/>
    <w:rsid w:val="00C70929"/>
    <w:rsid w:val="00C70E6E"/>
    <w:rsid w:val="00C7134B"/>
    <w:rsid w:val="00C71559"/>
    <w:rsid w:val="00C716B7"/>
    <w:rsid w:val="00C71F3C"/>
    <w:rsid w:val="00C726E1"/>
    <w:rsid w:val="00C72EAE"/>
    <w:rsid w:val="00C748ED"/>
    <w:rsid w:val="00C7557E"/>
    <w:rsid w:val="00C7620F"/>
    <w:rsid w:val="00C76351"/>
    <w:rsid w:val="00C764DC"/>
    <w:rsid w:val="00C7674C"/>
    <w:rsid w:val="00C76B00"/>
    <w:rsid w:val="00C76B98"/>
    <w:rsid w:val="00C77220"/>
    <w:rsid w:val="00C805EE"/>
    <w:rsid w:val="00C8083E"/>
    <w:rsid w:val="00C8098A"/>
    <w:rsid w:val="00C80AE4"/>
    <w:rsid w:val="00C80CCC"/>
    <w:rsid w:val="00C817E4"/>
    <w:rsid w:val="00C8182E"/>
    <w:rsid w:val="00C819B8"/>
    <w:rsid w:val="00C81D79"/>
    <w:rsid w:val="00C81DB8"/>
    <w:rsid w:val="00C8205F"/>
    <w:rsid w:val="00C8233A"/>
    <w:rsid w:val="00C82B30"/>
    <w:rsid w:val="00C82B4C"/>
    <w:rsid w:val="00C834B3"/>
    <w:rsid w:val="00C83597"/>
    <w:rsid w:val="00C83C94"/>
    <w:rsid w:val="00C8426F"/>
    <w:rsid w:val="00C848BB"/>
    <w:rsid w:val="00C84EFD"/>
    <w:rsid w:val="00C84F04"/>
    <w:rsid w:val="00C8546B"/>
    <w:rsid w:val="00C858EC"/>
    <w:rsid w:val="00C860AC"/>
    <w:rsid w:val="00C861E4"/>
    <w:rsid w:val="00C865DC"/>
    <w:rsid w:val="00C86817"/>
    <w:rsid w:val="00C86952"/>
    <w:rsid w:val="00C86D06"/>
    <w:rsid w:val="00C8704F"/>
    <w:rsid w:val="00C8713F"/>
    <w:rsid w:val="00C87765"/>
    <w:rsid w:val="00C87B65"/>
    <w:rsid w:val="00C87E3C"/>
    <w:rsid w:val="00C90222"/>
    <w:rsid w:val="00C904A3"/>
    <w:rsid w:val="00C904A7"/>
    <w:rsid w:val="00C90BD2"/>
    <w:rsid w:val="00C91321"/>
    <w:rsid w:val="00C91534"/>
    <w:rsid w:val="00C925F3"/>
    <w:rsid w:val="00C9274B"/>
    <w:rsid w:val="00C93C0A"/>
    <w:rsid w:val="00C941DD"/>
    <w:rsid w:val="00C94218"/>
    <w:rsid w:val="00C94BB6"/>
    <w:rsid w:val="00C95D09"/>
    <w:rsid w:val="00C967DB"/>
    <w:rsid w:val="00C96A3E"/>
    <w:rsid w:val="00C96F79"/>
    <w:rsid w:val="00C96FDA"/>
    <w:rsid w:val="00C97AA4"/>
    <w:rsid w:val="00CA0568"/>
    <w:rsid w:val="00CA08C1"/>
    <w:rsid w:val="00CA08F7"/>
    <w:rsid w:val="00CA0E53"/>
    <w:rsid w:val="00CA13A4"/>
    <w:rsid w:val="00CA1426"/>
    <w:rsid w:val="00CA1BCE"/>
    <w:rsid w:val="00CA1CC9"/>
    <w:rsid w:val="00CA21CA"/>
    <w:rsid w:val="00CA2690"/>
    <w:rsid w:val="00CA2938"/>
    <w:rsid w:val="00CA2F06"/>
    <w:rsid w:val="00CA3D88"/>
    <w:rsid w:val="00CA4141"/>
    <w:rsid w:val="00CA416D"/>
    <w:rsid w:val="00CA482A"/>
    <w:rsid w:val="00CA48BB"/>
    <w:rsid w:val="00CA4BDE"/>
    <w:rsid w:val="00CA4CAA"/>
    <w:rsid w:val="00CA518E"/>
    <w:rsid w:val="00CA51AE"/>
    <w:rsid w:val="00CA5B22"/>
    <w:rsid w:val="00CA69FA"/>
    <w:rsid w:val="00CA6AF1"/>
    <w:rsid w:val="00CA720D"/>
    <w:rsid w:val="00CB0361"/>
    <w:rsid w:val="00CB05E8"/>
    <w:rsid w:val="00CB09F9"/>
    <w:rsid w:val="00CB0C56"/>
    <w:rsid w:val="00CB1ABD"/>
    <w:rsid w:val="00CB1EEC"/>
    <w:rsid w:val="00CB24C3"/>
    <w:rsid w:val="00CB2BD5"/>
    <w:rsid w:val="00CB2F68"/>
    <w:rsid w:val="00CB35D9"/>
    <w:rsid w:val="00CB368A"/>
    <w:rsid w:val="00CB381D"/>
    <w:rsid w:val="00CB3861"/>
    <w:rsid w:val="00CB3A02"/>
    <w:rsid w:val="00CB406D"/>
    <w:rsid w:val="00CB464B"/>
    <w:rsid w:val="00CB490C"/>
    <w:rsid w:val="00CB4E4D"/>
    <w:rsid w:val="00CB5840"/>
    <w:rsid w:val="00CB5BEB"/>
    <w:rsid w:val="00CB5CE8"/>
    <w:rsid w:val="00CB6370"/>
    <w:rsid w:val="00CB66A3"/>
    <w:rsid w:val="00CB68DC"/>
    <w:rsid w:val="00CB71D3"/>
    <w:rsid w:val="00CC07FB"/>
    <w:rsid w:val="00CC0A53"/>
    <w:rsid w:val="00CC0DB9"/>
    <w:rsid w:val="00CC0ECC"/>
    <w:rsid w:val="00CC1303"/>
    <w:rsid w:val="00CC131B"/>
    <w:rsid w:val="00CC13ED"/>
    <w:rsid w:val="00CC1AF6"/>
    <w:rsid w:val="00CC2189"/>
    <w:rsid w:val="00CC24DA"/>
    <w:rsid w:val="00CC25BC"/>
    <w:rsid w:val="00CC3003"/>
    <w:rsid w:val="00CC30FD"/>
    <w:rsid w:val="00CC31A5"/>
    <w:rsid w:val="00CC332D"/>
    <w:rsid w:val="00CC335A"/>
    <w:rsid w:val="00CC343D"/>
    <w:rsid w:val="00CC3AF9"/>
    <w:rsid w:val="00CC421E"/>
    <w:rsid w:val="00CC428E"/>
    <w:rsid w:val="00CC5A60"/>
    <w:rsid w:val="00CC6220"/>
    <w:rsid w:val="00CC7160"/>
    <w:rsid w:val="00CC7969"/>
    <w:rsid w:val="00CC7B28"/>
    <w:rsid w:val="00CC7D7E"/>
    <w:rsid w:val="00CD02DC"/>
    <w:rsid w:val="00CD07DB"/>
    <w:rsid w:val="00CD0A9E"/>
    <w:rsid w:val="00CD0E44"/>
    <w:rsid w:val="00CD0FCF"/>
    <w:rsid w:val="00CD1140"/>
    <w:rsid w:val="00CD13D7"/>
    <w:rsid w:val="00CD15CF"/>
    <w:rsid w:val="00CD259C"/>
    <w:rsid w:val="00CD28CC"/>
    <w:rsid w:val="00CD2A26"/>
    <w:rsid w:val="00CD2EF0"/>
    <w:rsid w:val="00CD37A1"/>
    <w:rsid w:val="00CD3925"/>
    <w:rsid w:val="00CD3BA8"/>
    <w:rsid w:val="00CD448E"/>
    <w:rsid w:val="00CD45BF"/>
    <w:rsid w:val="00CD5041"/>
    <w:rsid w:val="00CD532C"/>
    <w:rsid w:val="00CD5BEB"/>
    <w:rsid w:val="00CD5E26"/>
    <w:rsid w:val="00CD6ED5"/>
    <w:rsid w:val="00CD6FAE"/>
    <w:rsid w:val="00CD70EF"/>
    <w:rsid w:val="00CD7B8A"/>
    <w:rsid w:val="00CE011A"/>
    <w:rsid w:val="00CE031C"/>
    <w:rsid w:val="00CE041A"/>
    <w:rsid w:val="00CE0C26"/>
    <w:rsid w:val="00CE0D19"/>
    <w:rsid w:val="00CE12DE"/>
    <w:rsid w:val="00CE15D0"/>
    <w:rsid w:val="00CE15ED"/>
    <w:rsid w:val="00CE17B9"/>
    <w:rsid w:val="00CE1B73"/>
    <w:rsid w:val="00CE24F8"/>
    <w:rsid w:val="00CE2544"/>
    <w:rsid w:val="00CE27BB"/>
    <w:rsid w:val="00CE2C9D"/>
    <w:rsid w:val="00CE342B"/>
    <w:rsid w:val="00CE3930"/>
    <w:rsid w:val="00CE3A49"/>
    <w:rsid w:val="00CE3D16"/>
    <w:rsid w:val="00CE3ED6"/>
    <w:rsid w:val="00CE45C0"/>
    <w:rsid w:val="00CE49AC"/>
    <w:rsid w:val="00CE52B1"/>
    <w:rsid w:val="00CE58AE"/>
    <w:rsid w:val="00CE5A7F"/>
    <w:rsid w:val="00CE6684"/>
    <w:rsid w:val="00CE686D"/>
    <w:rsid w:val="00CE748F"/>
    <w:rsid w:val="00CE7FD0"/>
    <w:rsid w:val="00CF01CC"/>
    <w:rsid w:val="00CF0349"/>
    <w:rsid w:val="00CF0A48"/>
    <w:rsid w:val="00CF0B5F"/>
    <w:rsid w:val="00CF13D8"/>
    <w:rsid w:val="00CF177C"/>
    <w:rsid w:val="00CF180E"/>
    <w:rsid w:val="00CF2329"/>
    <w:rsid w:val="00CF29D4"/>
    <w:rsid w:val="00CF4035"/>
    <w:rsid w:val="00CF4251"/>
    <w:rsid w:val="00CF454E"/>
    <w:rsid w:val="00CF4AB5"/>
    <w:rsid w:val="00CF616A"/>
    <w:rsid w:val="00CF6557"/>
    <w:rsid w:val="00CF6883"/>
    <w:rsid w:val="00CF6A74"/>
    <w:rsid w:val="00CF71A8"/>
    <w:rsid w:val="00CF7A92"/>
    <w:rsid w:val="00CF7C99"/>
    <w:rsid w:val="00D001FB"/>
    <w:rsid w:val="00D0031F"/>
    <w:rsid w:val="00D0033E"/>
    <w:rsid w:val="00D00664"/>
    <w:rsid w:val="00D00F47"/>
    <w:rsid w:val="00D01049"/>
    <w:rsid w:val="00D0120C"/>
    <w:rsid w:val="00D013A3"/>
    <w:rsid w:val="00D01693"/>
    <w:rsid w:val="00D01D3F"/>
    <w:rsid w:val="00D01EC7"/>
    <w:rsid w:val="00D025E5"/>
    <w:rsid w:val="00D02993"/>
    <w:rsid w:val="00D02F15"/>
    <w:rsid w:val="00D035AD"/>
    <w:rsid w:val="00D03DEC"/>
    <w:rsid w:val="00D04665"/>
    <w:rsid w:val="00D04E16"/>
    <w:rsid w:val="00D058EC"/>
    <w:rsid w:val="00D05B8C"/>
    <w:rsid w:val="00D05BB8"/>
    <w:rsid w:val="00D06EA6"/>
    <w:rsid w:val="00D06FA5"/>
    <w:rsid w:val="00D078A5"/>
    <w:rsid w:val="00D07E39"/>
    <w:rsid w:val="00D100D1"/>
    <w:rsid w:val="00D10866"/>
    <w:rsid w:val="00D10E5D"/>
    <w:rsid w:val="00D1149F"/>
    <w:rsid w:val="00D11690"/>
    <w:rsid w:val="00D117F1"/>
    <w:rsid w:val="00D11AED"/>
    <w:rsid w:val="00D11B4E"/>
    <w:rsid w:val="00D12D77"/>
    <w:rsid w:val="00D13981"/>
    <w:rsid w:val="00D14DDC"/>
    <w:rsid w:val="00D14E06"/>
    <w:rsid w:val="00D15943"/>
    <w:rsid w:val="00D15FD3"/>
    <w:rsid w:val="00D16196"/>
    <w:rsid w:val="00D161B9"/>
    <w:rsid w:val="00D169BE"/>
    <w:rsid w:val="00D16B12"/>
    <w:rsid w:val="00D16C22"/>
    <w:rsid w:val="00D16CAA"/>
    <w:rsid w:val="00D17D16"/>
    <w:rsid w:val="00D204C9"/>
    <w:rsid w:val="00D20545"/>
    <w:rsid w:val="00D20696"/>
    <w:rsid w:val="00D207B4"/>
    <w:rsid w:val="00D20C26"/>
    <w:rsid w:val="00D212BA"/>
    <w:rsid w:val="00D223C2"/>
    <w:rsid w:val="00D232BB"/>
    <w:rsid w:val="00D23B94"/>
    <w:rsid w:val="00D242CB"/>
    <w:rsid w:val="00D242ED"/>
    <w:rsid w:val="00D2438C"/>
    <w:rsid w:val="00D24850"/>
    <w:rsid w:val="00D24BA2"/>
    <w:rsid w:val="00D24DB9"/>
    <w:rsid w:val="00D256E9"/>
    <w:rsid w:val="00D2576D"/>
    <w:rsid w:val="00D2593D"/>
    <w:rsid w:val="00D25CCF"/>
    <w:rsid w:val="00D30FBB"/>
    <w:rsid w:val="00D3198A"/>
    <w:rsid w:val="00D31C0E"/>
    <w:rsid w:val="00D32422"/>
    <w:rsid w:val="00D330C9"/>
    <w:rsid w:val="00D33175"/>
    <w:rsid w:val="00D335DE"/>
    <w:rsid w:val="00D336C6"/>
    <w:rsid w:val="00D3435D"/>
    <w:rsid w:val="00D34507"/>
    <w:rsid w:val="00D3454C"/>
    <w:rsid w:val="00D34860"/>
    <w:rsid w:val="00D348F4"/>
    <w:rsid w:val="00D349D1"/>
    <w:rsid w:val="00D35725"/>
    <w:rsid w:val="00D359F3"/>
    <w:rsid w:val="00D35C04"/>
    <w:rsid w:val="00D36184"/>
    <w:rsid w:val="00D3638A"/>
    <w:rsid w:val="00D365EA"/>
    <w:rsid w:val="00D3688B"/>
    <w:rsid w:val="00D3736B"/>
    <w:rsid w:val="00D375FB"/>
    <w:rsid w:val="00D37A11"/>
    <w:rsid w:val="00D37AC6"/>
    <w:rsid w:val="00D37E6E"/>
    <w:rsid w:val="00D40426"/>
    <w:rsid w:val="00D40BF4"/>
    <w:rsid w:val="00D410EC"/>
    <w:rsid w:val="00D41413"/>
    <w:rsid w:val="00D41A91"/>
    <w:rsid w:val="00D41ADF"/>
    <w:rsid w:val="00D42664"/>
    <w:rsid w:val="00D43456"/>
    <w:rsid w:val="00D43573"/>
    <w:rsid w:val="00D437AA"/>
    <w:rsid w:val="00D43A57"/>
    <w:rsid w:val="00D43EA4"/>
    <w:rsid w:val="00D4426E"/>
    <w:rsid w:val="00D444A8"/>
    <w:rsid w:val="00D44786"/>
    <w:rsid w:val="00D44B3F"/>
    <w:rsid w:val="00D44DF2"/>
    <w:rsid w:val="00D44FD7"/>
    <w:rsid w:val="00D451A0"/>
    <w:rsid w:val="00D45826"/>
    <w:rsid w:val="00D4640C"/>
    <w:rsid w:val="00D4645B"/>
    <w:rsid w:val="00D46923"/>
    <w:rsid w:val="00D46F6B"/>
    <w:rsid w:val="00D47CF7"/>
    <w:rsid w:val="00D47E8F"/>
    <w:rsid w:val="00D50030"/>
    <w:rsid w:val="00D5040B"/>
    <w:rsid w:val="00D504F9"/>
    <w:rsid w:val="00D505D6"/>
    <w:rsid w:val="00D515B3"/>
    <w:rsid w:val="00D51B44"/>
    <w:rsid w:val="00D51D08"/>
    <w:rsid w:val="00D52348"/>
    <w:rsid w:val="00D52C76"/>
    <w:rsid w:val="00D52EB1"/>
    <w:rsid w:val="00D52F08"/>
    <w:rsid w:val="00D533DA"/>
    <w:rsid w:val="00D53448"/>
    <w:rsid w:val="00D5347E"/>
    <w:rsid w:val="00D53BDB"/>
    <w:rsid w:val="00D53FF2"/>
    <w:rsid w:val="00D54A58"/>
    <w:rsid w:val="00D54D61"/>
    <w:rsid w:val="00D563AE"/>
    <w:rsid w:val="00D56903"/>
    <w:rsid w:val="00D57440"/>
    <w:rsid w:val="00D57696"/>
    <w:rsid w:val="00D605E0"/>
    <w:rsid w:val="00D60753"/>
    <w:rsid w:val="00D60EA9"/>
    <w:rsid w:val="00D60FB2"/>
    <w:rsid w:val="00D61039"/>
    <w:rsid w:val="00D610BD"/>
    <w:rsid w:val="00D615F2"/>
    <w:rsid w:val="00D61AA4"/>
    <w:rsid w:val="00D62671"/>
    <w:rsid w:val="00D62A6A"/>
    <w:rsid w:val="00D62CE5"/>
    <w:rsid w:val="00D632AB"/>
    <w:rsid w:val="00D63751"/>
    <w:rsid w:val="00D63903"/>
    <w:rsid w:val="00D645D8"/>
    <w:rsid w:val="00D64D33"/>
    <w:rsid w:val="00D652AC"/>
    <w:rsid w:val="00D654F0"/>
    <w:rsid w:val="00D6600E"/>
    <w:rsid w:val="00D66386"/>
    <w:rsid w:val="00D666FD"/>
    <w:rsid w:val="00D66AA5"/>
    <w:rsid w:val="00D66B46"/>
    <w:rsid w:val="00D67229"/>
    <w:rsid w:val="00D7016A"/>
    <w:rsid w:val="00D713A5"/>
    <w:rsid w:val="00D7141E"/>
    <w:rsid w:val="00D718D1"/>
    <w:rsid w:val="00D72412"/>
    <w:rsid w:val="00D7251A"/>
    <w:rsid w:val="00D73599"/>
    <w:rsid w:val="00D7384C"/>
    <w:rsid w:val="00D73BEB"/>
    <w:rsid w:val="00D7489A"/>
    <w:rsid w:val="00D74F36"/>
    <w:rsid w:val="00D7535B"/>
    <w:rsid w:val="00D7539B"/>
    <w:rsid w:val="00D76849"/>
    <w:rsid w:val="00D7691A"/>
    <w:rsid w:val="00D76C76"/>
    <w:rsid w:val="00D76EB3"/>
    <w:rsid w:val="00D773D7"/>
    <w:rsid w:val="00D77564"/>
    <w:rsid w:val="00D801A3"/>
    <w:rsid w:val="00D8021C"/>
    <w:rsid w:val="00D807DC"/>
    <w:rsid w:val="00D80F34"/>
    <w:rsid w:val="00D81CF4"/>
    <w:rsid w:val="00D825F9"/>
    <w:rsid w:val="00D831BA"/>
    <w:rsid w:val="00D83A12"/>
    <w:rsid w:val="00D83FC0"/>
    <w:rsid w:val="00D8447D"/>
    <w:rsid w:val="00D852BC"/>
    <w:rsid w:val="00D8552F"/>
    <w:rsid w:val="00D85C3A"/>
    <w:rsid w:val="00D85ECE"/>
    <w:rsid w:val="00D860F9"/>
    <w:rsid w:val="00D86270"/>
    <w:rsid w:val="00D8642D"/>
    <w:rsid w:val="00D8663F"/>
    <w:rsid w:val="00D86902"/>
    <w:rsid w:val="00D86A43"/>
    <w:rsid w:val="00D86BE7"/>
    <w:rsid w:val="00D86F67"/>
    <w:rsid w:val="00D870E4"/>
    <w:rsid w:val="00D9027D"/>
    <w:rsid w:val="00D903A6"/>
    <w:rsid w:val="00D90646"/>
    <w:rsid w:val="00D90BBD"/>
    <w:rsid w:val="00D90CB5"/>
    <w:rsid w:val="00D91E2C"/>
    <w:rsid w:val="00D923E9"/>
    <w:rsid w:val="00D927F3"/>
    <w:rsid w:val="00D92802"/>
    <w:rsid w:val="00D93454"/>
    <w:rsid w:val="00D939B0"/>
    <w:rsid w:val="00D9439B"/>
    <w:rsid w:val="00D94732"/>
    <w:rsid w:val="00D9535F"/>
    <w:rsid w:val="00D95E11"/>
    <w:rsid w:val="00D95EB1"/>
    <w:rsid w:val="00D95F69"/>
    <w:rsid w:val="00D967EC"/>
    <w:rsid w:val="00D96945"/>
    <w:rsid w:val="00D96CA4"/>
    <w:rsid w:val="00D96D37"/>
    <w:rsid w:val="00D97227"/>
    <w:rsid w:val="00D97B39"/>
    <w:rsid w:val="00D97D69"/>
    <w:rsid w:val="00DA00FA"/>
    <w:rsid w:val="00DA0456"/>
    <w:rsid w:val="00DA0513"/>
    <w:rsid w:val="00DA0FB5"/>
    <w:rsid w:val="00DA11F1"/>
    <w:rsid w:val="00DA1A2E"/>
    <w:rsid w:val="00DA2046"/>
    <w:rsid w:val="00DA2A2D"/>
    <w:rsid w:val="00DA39B7"/>
    <w:rsid w:val="00DA3E7E"/>
    <w:rsid w:val="00DA4006"/>
    <w:rsid w:val="00DA4A47"/>
    <w:rsid w:val="00DA5052"/>
    <w:rsid w:val="00DA5D2B"/>
    <w:rsid w:val="00DA639F"/>
    <w:rsid w:val="00DA6908"/>
    <w:rsid w:val="00DA690A"/>
    <w:rsid w:val="00DA6FE3"/>
    <w:rsid w:val="00DA713F"/>
    <w:rsid w:val="00DA759F"/>
    <w:rsid w:val="00DA783E"/>
    <w:rsid w:val="00DA7962"/>
    <w:rsid w:val="00DA797E"/>
    <w:rsid w:val="00DA7B34"/>
    <w:rsid w:val="00DA7DE5"/>
    <w:rsid w:val="00DA7EF3"/>
    <w:rsid w:val="00DB0791"/>
    <w:rsid w:val="00DB2000"/>
    <w:rsid w:val="00DB218F"/>
    <w:rsid w:val="00DB2594"/>
    <w:rsid w:val="00DB2679"/>
    <w:rsid w:val="00DB2ECF"/>
    <w:rsid w:val="00DB2F07"/>
    <w:rsid w:val="00DB3115"/>
    <w:rsid w:val="00DB327E"/>
    <w:rsid w:val="00DB380F"/>
    <w:rsid w:val="00DB3BD7"/>
    <w:rsid w:val="00DB45D6"/>
    <w:rsid w:val="00DB5365"/>
    <w:rsid w:val="00DB548A"/>
    <w:rsid w:val="00DB59FF"/>
    <w:rsid w:val="00DB5CA3"/>
    <w:rsid w:val="00DB6224"/>
    <w:rsid w:val="00DB6261"/>
    <w:rsid w:val="00DB6290"/>
    <w:rsid w:val="00DB62BF"/>
    <w:rsid w:val="00DB6933"/>
    <w:rsid w:val="00DB705E"/>
    <w:rsid w:val="00DC02A7"/>
    <w:rsid w:val="00DC0393"/>
    <w:rsid w:val="00DC08C5"/>
    <w:rsid w:val="00DC126F"/>
    <w:rsid w:val="00DC1648"/>
    <w:rsid w:val="00DC1668"/>
    <w:rsid w:val="00DC404C"/>
    <w:rsid w:val="00DC42A4"/>
    <w:rsid w:val="00DC56E6"/>
    <w:rsid w:val="00DC577F"/>
    <w:rsid w:val="00DC5984"/>
    <w:rsid w:val="00DC5C6B"/>
    <w:rsid w:val="00DD06FC"/>
    <w:rsid w:val="00DD07BE"/>
    <w:rsid w:val="00DD11FE"/>
    <w:rsid w:val="00DD1354"/>
    <w:rsid w:val="00DD141A"/>
    <w:rsid w:val="00DD1622"/>
    <w:rsid w:val="00DD171B"/>
    <w:rsid w:val="00DD22BD"/>
    <w:rsid w:val="00DD24D8"/>
    <w:rsid w:val="00DD28BE"/>
    <w:rsid w:val="00DD2940"/>
    <w:rsid w:val="00DD2A81"/>
    <w:rsid w:val="00DD2BA1"/>
    <w:rsid w:val="00DD2EC1"/>
    <w:rsid w:val="00DD30E2"/>
    <w:rsid w:val="00DD410B"/>
    <w:rsid w:val="00DD4427"/>
    <w:rsid w:val="00DD4711"/>
    <w:rsid w:val="00DD493A"/>
    <w:rsid w:val="00DD4C0F"/>
    <w:rsid w:val="00DD4CCA"/>
    <w:rsid w:val="00DD5113"/>
    <w:rsid w:val="00DD51D0"/>
    <w:rsid w:val="00DD55D0"/>
    <w:rsid w:val="00DD5E0C"/>
    <w:rsid w:val="00DD5E5C"/>
    <w:rsid w:val="00DD6746"/>
    <w:rsid w:val="00DD77B5"/>
    <w:rsid w:val="00DE09B0"/>
    <w:rsid w:val="00DE160F"/>
    <w:rsid w:val="00DE19A6"/>
    <w:rsid w:val="00DE1A3D"/>
    <w:rsid w:val="00DE1DDA"/>
    <w:rsid w:val="00DE227A"/>
    <w:rsid w:val="00DE2749"/>
    <w:rsid w:val="00DE2753"/>
    <w:rsid w:val="00DE4432"/>
    <w:rsid w:val="00DE4722"/>
    <w:rsid w:val="00DE4CB8"/>
    <w:rsid w:val="00DE4D65"/>
    <w:rsid w:val="00DE54BC"/>
    <w:rsid w:val="00DE5889"/>
    <w:rsid w:val="00DE5AEB"/>
    <w:rsid w:val="00DE6387"/>
    <w:rsid w:val="00DE6607"/>
    <w:rsid w:val="00DE6671"/>
    <w:rsid w:val="00DE67D8"/>
    <w:rsid w:val="00DE6833"/>
    <w:rsid w:val="00DE68D2"/>
    <w:rsid w:val="00DE6ADF"/>
    <w:rsid w:val="00DE6D39"/>
    <w:rsid w:val="00DE7276"/>
    <w:rsid w:val="00DE7E53"/>
    <w:rsid w:val="00DF017F"/>
    <w:rsid w:val="00DF01FC"/>
    <w:rsid w:val="00DF121C"/>
    <w:rsid w:val="00DF14B1"/>
    <w:rsid w:val="00DF1A84"/>
    <w:rsid w:val="00DF1AA9"/>
    <w:rsid w:val="00DF1DEB"/>
    <w:rsid w:val="00DF212F"/>
    <w:rsid w:val="00DF22E1"/>
    <w:rsid w:val="00DF2498"/>
    <w:rsid w:val="00DF28C7"/>
    <w:rsid w:val="00DF3025"/>
    <w:rsid w:val="00DF30A4"/>
    <w:rsid w:val="00DF3495"/>
    <w:rsid w:val="00DF38B3"/>
    <w:rsid w:val="00DF41B6"/>
    <w:rsid w:val="00DF4669"/>
    <w:rsid w:val="00DF4AC8"/>
    <w:rsid w:val="00DF4B00"/>
    <w:rsid w:val="00DF56C6"/>
    <w:rsid w:val="00DF5971"/>
    <w:rsid w:val="00DF647B"/>
    <w:rsid w:val="00DF74C0"/>
    <w:rsid w:val="00DF7E83"/>
    <w:rsid w:val="00E00060"/>
    <w:rsid w:val="00E0025D"/>
    <w:rsid w:val="00E009AD"/>
    <w:rsid w:val="00E01C1F"/>
    <w:rsid w:val="00E02AB0"/>
    <w:rsid w:val="00E02CA1"/>
    <w:rsid w:val="00E02E0E"/>
    <w:rsid w:val="00E02E27"/>
    <w:rsid w:val="00E03352"/>
    <w:rsid w:val="00E033BB"/>
    <w:rsid w:val="00E038E9"/>
    <w:rsid w:val="00E04134"/>
    <w:rsid w:val="00E0494A"/>
    <w:rsid w:val="00E04CB2"/>
    <w:rsid w:val="00E04F35"/>
    <w:rsid w:val="00E050E2"/>
    <w:rsid w:val="00E054FB"/>
    <w:rsid w:val="00E0590F"/>
    <w:rsid w:val="00E06027"/>
    <w:rsid w:val="00E06676"/>
    <w:rsid w:val="00E066D9"/>
    <w:rsid w:val="00E06862"/>
    <w:rsid w:val="00E06F70"/>
    <w:rsid w:val="00E071E7"/>
    <w:rsid w:val="00E07DDE"/>
    <w:rsid w:val="00E10016"/>
    <w:rsid w:val="00E1015D"/>
    <w:rsid w:val="00E10569"/>
    <w:rsid w:val="00E106BF"/>
    <w:rsid w:val="00E10AA0"/>
    <w:rsid w:val="00E10D50"/>
    <w:rsid w:val="00E10E0A"/>
    <w:rsid w:val="00E11024"/>
    <w:rsid w:val="00E11296"/>
    <w:rsid w:val="00E11349"/>
    <w:rsid w:val="00E123AF"/>
    <w:rsid w:val="00E12515"/>
    <w:rsid w:val="00E125F7"/>
    <w:rsid w:val="00E12949"/>
    <w:rsid w:val="00E12D24"/>
    <w:rsid w:val="00E12EFF"/>
    <w:rsid w:val="00E13747"/>
    <w:rsid w:val="00E13B80"/>
    <w:rsid w:val="00E14E7C"/>
    <w:rsid w:val="00E154A8"/>
    <w:rsid w:val="00E15688"/>
    <w:rsid w:val="00E16768"/>
    <w:rsid w:val="00E17186"/>
    <w:rsid w:val="00E17830"/>
    <w:rsid w:val="00E205C4"/>
    <w:rsid w:val="00E2080A"/>
    <w:rsid w:val="00E212AE"/>
    <w:rsid w:val="00E217D8"/>
    <w:rsid w:val="00E22333"/>
    <w:rsid w:val="00E22874"/>
    <w:rsid w:val="00E228E0"/>
    <w:rsid w:val="00E22CCE"/>
    <w:rsid w:val="00E22D16"/>
    <w:rsid w:val="00E230AD"/>
    <w:rsid w:val="00E231AA"/>
    <w:rsid w:val="00E23FF2"/>
    <w:rsid w:val="00E24E61"/>
    <w:rsid w:val="00E255A3"/>
    <w:rsid w:val="00E25E65"/>
    <w:rsid w:val="00E26C8D"/>
    <w:rsid w:val="00E26D50"/>
    <w:rsid w:val="00E26E83"/>
    <w:rsid w:val="00E276FD"/>
    <w:rsid w:val="00E27711"/>
    <w:rsid w:val="00E27FCC"/>
    <w:rsid w:val="00E300A6"/>
    <w:rsid w:val="00E30C40"/>
    <w:rsid w:val="00E316A6"/>
    <w:rsid w:val="00E316DF"/>
    <w:rsid w:val="00E31DEC"/>
    <w:rsid w:val="00E3288E"/>
    <w:rsid w:val="00E32A0A"/>
    <w:rsid w:val="00E32CBC"/>
    <w:rsid w:val="00E33602"/>
    <w:rsid w:val="00E33B6D"/>
    <w:rsid w:val="00E33E28"/>
    <w:rsid w:val="00E343FB"/>
    <w:rsid w:val="00E345E0"/>
    <w:rsid w:val="00E34C28"/>
    <w:rsid w:val="00E34F74"/>
    <w:rsid w:val="00E34FB0"/>
    <w:rsid w:val="00E35386"/>
    <w:rsid w:val="00E35B84"/>
    <w:rsid w:val="00E35DE8"/>
    <w:rsid w:val="00E36266"/>
    <w:rsid w:val="00E36892"/>
    <w:rsid w:val="00E37230"/>
    <w:rsid w:val="00E377FF"/>
    <w:rsid w:val="00E378F2"/>
    <w:rsid w:val="00E4002D"/>
    <w:rsid w:val="00E40A7D"/>
    <w:rsid w:val="00E40D64"/>
    <w:rsid w:val="00E415B3"/>
    <w:rsid w:val="00E419FB"/>
    <w:rsid w:val="00E424A9"/>
    <w:rsid w:val="00E42FBD"/>
    <w:rsid w:val="00E43476"/>
    <w:rsid w:val="00E43C09"/>
    <w:rsid w:val="00E44074"/>
    <w:rsid w:val="00E450CD"/>
    <w:rsid w:val="00E453BB"/>
    <w:rsid w:val="00E45412"/>
    <w:rsid w:val="00E45E5B"/>
    <w:rsid w:val="00E46076"/>
    <w:rsid w:val="00E461D6"/>
    <w:rsid w:val="00E46863"/>
    <w:rsid w:val="00E46CF7"/>
    <w:rsid w:val="00E47C2F"/>
    <w:rsid w:val="00E502F0"/>
    <w:rsid w:val="00E50F4F"/>
    <w:rsid w:val="00E51011"/>
    <w:rsid w:val="00E51141"/>
    <w:rsid w:val="00E5192B"/>
    <w:rsid w:val="00E51D0B"/>
    <w:rsid w:val="00E51E86"/>
    <w:rsid w:val="00E51F0E"/>
    <w:rsid w:val="00E522BE"/>
    <w:rsid w:val="00E52616"/>
    <w:rsid w:val="00E531BA"/>
    <w:rsid w:val="00E5337B"/>
    <w:rsid w:val="00E53465"/>
    <w:rsid w:val="00E534B7"/>
    <w:rsid w:val="00E539E4"/>
    <w:rsid w:val="00E53B6D"/>
    <w:rsid w:val="00E53E97"/>
    <w:rsid w:val="00E54565"/>
    <w:rsid w:val="00E547BB"/>
    <w:rsid w:val="00E5496D"/>
    <w:rsid w:val="00E55949"/>
    <w:rsid w:val="00E55AC4"/>
    <w:rsid w:val="00E55CBD"/>
    <w:rsid w:val="00E565F2"/>
    <w:rsid w:val="00E56C87"/>
    <w:rsid w:val="00E572C9"/>
    <w:rsid w:val="00E57C6E"/>
    <w:rsid w:val="00E57FDE"/>
    <w:rsid w:val="00E57FF5"/>
    <w:rsid w:val="00E60872"/>
    <w:rsid w:val="00E6126D"/>
    <w:rsid w:val="00E61491"/>
    <w:rsid w:val="00E61D83"/>
    <w:rsid w:val="00E621F4"/>
    <w:rsid w:val="00E62672"/>
    <w:rsid w:val="00E62F2A"/>
    <w:rsid w:val="00E632E0"/>
    <w:rsid w:val="00E633A7"/>
    <w:rsid w:val="00E635D7"/>
    <w:rsid w:val="00E63B6F"/>
    <w:rsid w:val="00E64151"/>
    <w:rsid w:val="00E65C12"/>
    <w:rsid w:val="00E65F9D"/>
    <w:rsid w:val="00E66575"/>
    <w:rsid w:val="00E669A0"/>
    <w:rsid w:val="00E673F1"/>
    <w:rsid w:val="00E67E7C"/>
    <w:rsid w:val="00E67EA1"/>
    <w:rsid w:val="00E67ED4"/>
    <w:rsid w:val="00E706E1"/>
    <w:rsid w:val="00E70C1B"/>
    <w:rsid w:val="00E70CD3"/>
    <w:rsid w:val="00E7133B"/>
    <w:rsid w:val="00E71EA0"/>
    <w:rsid w:val="00E7273D"/>
    <w:rsid w:val="00E730CD"/>
    <w:rsid w:val="00E73B9E"/>
    <w:rsid w:val="00E73E3F"/>
    <w:rsid w:val="00E74954"/>
    <w:rsid w:val="00E74A51"/>
    <w:rsid w:val="00E74BC5"/>
    <w:rsid w:val="00E753C7"/>
    <w:rsid w:val="00E757BC"/>
    <w:rsid w:val="00E7584A"/>
    <w:rsid w:val="00E75D88"/>
    <w:rsid w:val="00E7613E"/>
    <w:rsid w:val="00E76D00"/>
    <w:rsid w:val="00E76E32"/>
    <w:rsid w:val="00E77053"/>
    <w:rsid w:val="00E77129"/>
    <w:rsid w:val="00E77E0B"/>
    <w:rsid w:val="00E81159"/>
    <w:rsid w:val="00E812F1"/>
    <w:rsid w:val="00E81DCD"/>
    <w:rsid w:val="00E820D9"/>
    <w:rsid w:val="00E823CF"/>
    <w:rsid w:val="00E829D2"/>
    <w:rsid w:val="00E82B0E"/>
    <w:rsid w:val="00E831A9"/>
    <w:rsid w:val="00E8372D"/>
    <w:rsid w:val="00E83926"/>
    <w:rsid w:val="00E84106"/>
    <w:rsid w:val="00E848DB"/>
    <w:rsid w:val="00E851A1"/>
    <w:rsid w:val="00E8545C"/>
    <w:rsid w:val="00E8571A"/>
    <w:rsid w:val="00E86624"/>
    <w:rsid w:val="00E86677"/>
    <w:rsid w:val="00E86683"/>
    <w:rsid w:val="00E8687C"/>
    <w:rsid w:val="00E86F34"/>
    <w:rsid w:val="00E8714C"/>
    <w:rsid w:val="00E87195"/>
    <w:rsid w:val="00E873AE"/>
    <w:rsid w:val="00E877CF"/>
    <w:rsid w:val="00E87B01"/>
    <w:rsid w:val="00E87FCF"/>
    <w:rsid w:val="00E904AB"/>
    <w:rsid w:val="00E9056B"/>
    <w:rsid w:val="00E90607"/>
    <w:rsid w:val="00E90B56"/>
    <w:rsid w:val="00E90C3A"/>
    <w:rsid w:val="00E90F8F"/>
    <w:rsid w:val="00E91020"/>
    <w:rsid w:val="00E91CB5"/>
    <w:rsid w:val="00E9224C"/>
    <w:rsid w:val="00E92777"/>
    <w:rsid w:val="00E92875"/>
    <w:rsid w:val="00E948E6"/>
    <w:rsid w:val="00E94911"/>
    <w:rsid w:val="00E949C8"/>
    <w:rsid w:val="00E94ABB"/>
    <w:rsid w:val="00E95196"/>
    <w:rsid w:val="00E95C6C"/>
    <w:rsid w:val="00E95CA4"/>
    <w:rsid w:val="00E96583"/>
    <w:rsid w:val="00E967D0"/>
    <w:rsid w:val="00E96A5E"/>
    <w:rsid w:val="00E96BBC"/>
    <w:rsid w:val="00E978B0"/>
    <w:rsid w:val="00E97BC9"/>
    <w:rsid w:val="00E97EA2"/>
    <w:rsid w:val="00EA05FE"/>
    <w:rsid w:val="00EA13EC"/>
    <w:rsid w:val="00EA150F"/>
    <w:rsid w:val="00EA16E8"/>
    <w:rsid w:val="00EA1B10"/>
    <w:rsid w:val="00EA2410"/>
    <w:rsid w:val="00EA271D"/>
    <w:rsid w:val="00EA2847"/>
    <w:rsid w:val="00EA2AEC"/>
    <w:rsid w:val="00EA3535"/>
    <w:rsid w:val="00EA35A8"/>
    <w:rsid w:val="00EA3873"/>
    <w:rsid w:val="00EA4144"/>
    <w:rsid w:val="00EA4751"/>
    <w:rsid w:val="00EA497B"/>
    <w:rsid w:val="00EA4D5C"/>
    <w:rsid w:val="00EA4E4E"/>
    <w:rsid w:val="00EA50AF"/>
    <w:rsid w:val="00EA50E1"/>
    <w:rsid w:val="00EA5588"/>
    <w:rsid w:val="00EA5772"/>
    <w:rsid w:val="00EA59EB"/>
    <w:rsid w:val="00EA5A4A"/>
    <w:rsid w:val="00EA65AA"/>
    <w:rsid w:val="00EA6669"/>
    <w:rsid w:val="00EA6709"/>
    <w:rsid w:val="00EA6E00"/>
    <w:rsid w:val="00EA73C4"/>
    <w:rsid w:val="00EA754B"/>
    <w:rsid w:val="00EA7D1F"/>
    <w:rsid w:val="00EA7F39"/>
    <w:rsid w:val="00EA7FBD"/>
    <w:rsid w:val="00EB069B"/>
    <w:rsid w:val="00EB0C43"/>
    <w:rsid w:val="00EB0EC8"/>
    <w:rsid w:val="00EB107A"/>
    <w:rsid w:val="00EB13CE"/>
    <w:rsid w:val="00EB1D73"/>
    <w:rsid w:val="00EB21A5"/>
    <w:rsid w:val="00EB21F1"/>
    <w:rsid w:val="00EB22F1"/>
    <w:rsid w:val="00EB2849"/>
    <w:rsid w:val="00EB3757"/>
    <w:rsid w:val="00EB48D5"/>
    <w:rsid w:val="00EB52CF"/>
    <w:rsid w:val="00EB5A66"/>
    <w:rsid w:val="00EB5BEB"/>
    <w:rsid w:val="00EB6312"/>
    <w:rsid w:val="00EB6752"/>
    <w:rsid w:val="00EB6CD1"/>
    <w:rsid w:val="00EC00E4"/>
    <w:rsid w:val="00EC0CF9"/>
    <w:rsid w:val="00EC10DD"/>
    <w:rsid w:val="00EC1462"/>
    <w:rsid w:val="00EC1965"/>
    <w:rsid w:val="00EC1CBA"/>
    <w:rsid w:val="00EC1D4D"/>
    <w:rsid w:val="00EC1FB8"/>
    <w:rsid w:val="00EC2F9E"/>
    <w:rsid w:val="00EC2FAC"/>
    <w:rsid w:val="00EC37C3"/>
    <w:rsid w:val="00EC41C3"/>
    <w:rsid w:val="00EC49EC"/>
    <w:rsid w:val="00EC525D"/>
    <w:rsid w:val="00EC538A"/>
    <w:rsid w:val="00EC53AD"/>
    <w:rsid w:val="00EC697D"/>
    <w:rsid w:val="00EC6AF0"/>
    <w:rsid w:val="00EC6F91"/>
    <w:rsid w:val="00EC7429"/>
    <w:rsid w:val="00EC7844"/>
    <w:rsid w:val="00ED0050"/>
    <w:rsid w:val="00ED071C"/>
    <w:rsid w:val="00ED0C55"/>
    <w:rsid w:val="00ED0F61"/>
    <w:rsid w:val="00ED125C"/>
    <w:rsid w:val="00ED14B1"/>
    <w:rsid w:val="00ED15C5"/>
    <w:rsid w:val="00ED160F"/>
    <w:rsid w:val="00ED1BAD"/>
    <w:rsid w:val="00ED1C30"/>
    <w:rsid w:val="00ED1CBE"/>
    <w:rsid w:val="00ED2169"/>
    <w:rsid w:val="00ED2364"/>
    <w:rsid w:val="00ED3184"/>
    <w:rsid w:val="00ED325A"/>
    <w:rsid w:val="00ED33D9"/>
    <w:rsid w:val="00ED369D"/>
    <w:rsid w:val="00ED392F"/>
    <w:rsid w:val="00ED3BD8"/>
    <w:rsid w:val="00ED3DFA"/>
    <w:rsid w:val="00ED41BE"/>
    <w:rsid w:val="00ED434C"/>
    <w:rsid w:val="00ED4B1F"/>
    <w:rsid w:val="00ED4FE3"/>
    <w:rsid w:val="00ED5088"/>
    <w:rsid w:val="00ED51ED"/>
    <w:rsid w:val="00ED5314"/>
    <w:rsid w:val="00ED5387"/>
    <w:rsid w:val="00ED53C2"/>
    <w:rsid w:val="00ED56E4"/>
    <w:rsid w:val="00ED61BA"/>
    <w:rsid w:val="00ED697B"/>
    <w:rsid w:val="00ED6C5D"/>
    <w:rsid w:val="00ED6D62"/>
    <w:rsid w:val="00ED6E35"/>
    <w:rsid w:val="00ED714D"/>
    <w:rsid w:val="00EE067D"/>
    <w:rsid w:val="00EE07E9"/>
    <w:rsid w:val="00EE1060"/>
    <w:rsid w:val="00EE1ACD"/>
    <w:rsid w:val="00EE2FB1"/>
    <w:rsid w:val="00EE34BD"/>
    <w:rsid w:val="00EE3F3E"/>
    <w:rsid w:val="00EE431A"/>
    <w:rsid w:val="00EE4840"/>
    <w:rsid w:val="00EE4F1F"/>
    <w:rsid w:val="00EE564A"/>
    <w:rsid w:val="00EE56E6"/>
    <w:rsid w:val="00EE6131"/>
    <w:rsid w:val="00EE643B"/>
    <w:rsid w:val="00EE664A"/>
    <w:rsid w:val="00EE692D"/>
    <w:rsid w:val="00EE6948"/>
    <w:rsid w:val="00EE6A1D"/>
    <w:rsid w:val="00EE6DFB"/>
    <w:rsid w:val="00EE729E"/>
    <w:rsid w:val="00EE72CD"/>
    <w:rsid w:val="00EE7888"/>
    <w:rsid w:val="00EF006D"/>
    <w:rsid w:val="00EF0174"/>
    <w:rsid w:val="00EF09B7"/>
    <w:rsid w:val="00EF0F21"/>
    <w:rsid w:val="00EF1263"/>
    <w:rsid w:val="00EF13E4"/>
    <w:rsid w:val="00EF190A"/>
    <w:rsid w:val="00EF1E22"/>
    <w:rsid w:val="00EF2389"/>
    <w:rsid w:val="00EF27E0"/>
    <w:rsid w:val="00EF3236"/>
    <w:rsid w:val="00EF33D4"/>
    <w:rsid w:val="00EF3E0A"/>
    <w:rsid w:val="00EF3E13"/>
    <w:rsid w:val="00EF3E68"/>
    <w:rsid w:val="00EF3EEA"/>
    <w:rsid w:val="00EF40B6"/>
    <w:rsid w:val="00EF4921"/>
    <w:rsid w:val="00EF4A18"/>
    <w:rsid w:val="00EF4B01"/>
    <w:rsid w:val="00EF4E9C"/>
    <w:rsid w:val="00EF54BD"/>
    <w:rsid w:val="00EF57DC"/>
    <w:rsid w:val="00EF5C23"/>
    <w:rsid w:val="00EF5E44"/>
    <w:rsid w:val="00EF6141"/>
    <w:rsid w:val="00EF6486"/>
    <w:rsid w:val="00EF693F"/>
    <w:rsid w:val="00EF73D4"/>
    <w:rsid w:val="00EF7593"/>
    <w:rsid w:val="00EF784B"/>
    <w:rsid w:val="00EF7DD3"/>
    <w:rsid w:val="00F00200"/>
    <w:rsid w:val="00F0032E"/>
    <w:rsid w:val="00F004B7"/>
    <w:rsid w:val="00F00B0A"/>
    <w:rsid w:val="00F00BBB"/>
    <w:rsid w:val="00F00D31"/>
    <w:rsid w:val="00F01A91"/>
    <w:rsid w:val="00F01D74"/>
    <w:rsid w:val="00F01EC2"/>
    <w:rsid w:val="00F022D4"/>
    <w:rsid w:val="00F02627"/>
    <w:rsid w:val="00F02773"/>
    <w:rsid w:val="00F03062"/>
    <w:rsid w:val="00F03284"/>
    <w:rsid w:val="00F034E2"/>
    <w:rsid w:val="00F04135"/>
    <w:rsid w:val="00F05287"/>
    <w:rsid w:val="00F06840"/>
    <w:rsid w:val="00F0788E"/>
    <w:rsid w:val="00F07C3F"/>
    <w:rsid w:val="00F1118E"/>
    <w:rsid w:val="00F112DD"/>
    <w:rsid w:val="00F114DC"/>
    <w:rsid w:val="00F11777"/>
    <w:rsid w:val="00F11EE4"/>
    <w:rsid w:val="00F11FA9"/>
    <w:rsid w:val="00F133E4"/>
    <w:rsid w:val="00F14317"/>
    <w:rsid w:val="00F143A9"/>
    <w:rsid w:val="00F14DED"/>
    <w:rsid w:val="00F15A02"/>
    <w:rsid w:val="00F160A7"/>
    <w:rsid w:val="00F164C8"/>
    <w:rsid w:val="00F16B26"/>
    <w:rsid w:val="00F173E8"/>
    <w:rsid w:val="00F177AA"/>
    <w:rsid w:val="00F17915"/>
    <w:rsid w:val="00F17C61"/>
    <w:rsid w:val="00F202D3"/>
    <w:rsid w:val="00F2072C"/>
    <w:rsid w:val="00F21135"/>
    <w:rsid w:val="00F212A6"/>
    <w:rsid w:val="00F217E4"/>
    <w:rsid w:val="00F21B84"/>
    <w:rsid w:val="00F21F6D"/>
    <w:rsid w:val="00F223CB"/>
    <w:rsid w:val="00F22497"/>
    <w:rsid w:val="00F22738"/>
    <w:rsid w:val="00F22E0E"/>
    <w:rsid w:val="00F23161"/>
    <w:rsid w:val="00F2330C"/>
    <w:rsid w:val="00F23643"/>
    <w:rsid w:val="00F2389E"/>
    <w:rsid w:val="00F23D41"/>
    <w:rsid w:val="00F23DF7"/>
    <w:rsid w:val="00F23FF7"/>
    <w:rsid w:val="00F2405D"/>
    <w:rsid w:val="00F24093"/>
    <w:rsid w:val="00F24133"/>
    <w:rsid w:val="00F244FD"/>
    <w:rsid w:val="00F247D3"/>
    <w:rsid w:val="00F248DA"/>
    <w:rsid w:val="00F24E59"/>
    <w:rsid w:val="00F24FA7"/>
    <w:rsid w:val="00F2599E"/>
    <w:rsid w:val="00F25A19"/>
    <w:rsid w:val="00F25C27"/>
    <w:rsid w:val="00F26706"/>
    <w:rsid w:val="00F27675"/>
    <w:rsid w:val="00F2778E"/>
    <w:rsid w:val="00F30054"/>
    <w:rsid w:val="00F308E3"/>
    <w:rsid w:val="00F30CFB"/>
    <w:rsid w:val="00F30D46"/>
    <w:rsid w:val="00F30FA0"/>
    <w:rsid w:val="00F32368"/>
    <w:rsid w:val="00F333F5"/>
    <w:rsid w:val="00F33686"/>
    <w:rsid w:val="00F339E5"/>
    <w:rsid w:val="00F33FD3"/>
    <w:rsid w:val="00F34506"/>
    <w:rsid w:val="00F35054"/>
    <w:rsid w:val="00F352F2"/>
    <w:rsid w:val="00F35347"/>
    <w:rsid w:val="00F3540D"/>
    <w:rsid w:val="00F36155"/>
    <w:rsid w:val="00F362A8"/>
    <w:rsid w:val="00F3664F"/>
    <w:rsid w:val="00F36818"/>
    <w:rsid w:val="00F36862"/>
    <w:rsid w:val="00F36FEA"/>
    <w:rsid w:val="00F37900"/>
    <w:rsid w:val="00F404C8"/>
    <w:rsid w:val="00F407C4"/>
    <w:rsid w:val="00F40EAF"/>
    <w:rsid w:val="00F41686"/>
    <w:rsid w:val="00F41C95"/>
    <w:rsid w:val="00F42067"/>
    <w:rsid w:val="00F42094"/>
    <w:rsid w:val="00F4263A"/>
    <w:rsid w:val="00F42B08"/>
    <w:rsid w:val="00F42C34"/>
    <w:rsid w:val="00F42D4D"/>
    <w:rsid w:val="00F42D56"/>
    <w:rsid w:val="00F42D62"/>
    <w:rsid w:val="00F42E69"/>
    <w:rsid w:val="00F430EA"/>
    <w:rsid w:val="00F43237"/>
    <w:rsid w:val="00F4353B"/>
    <w:rsid w:val="00F4375B"/>
    <w:rsid w:val="00F439A7"/>
    <w:rsid w:val="00F43AB4"/>
    <w:rsid w:val="00F442FF"/>
    <w:rsid w:val="00F44A24"/>
    <w:rsid w:val="00F44F2A"/>
    <w:rsid w:val="00F453C6"/>
    <w:rsid w:val="00F456C6"/>
    <w:rsid w:val="00F45B02"/>
    <w:rsid w:val="00F4605C"/>
    <w:rsid w:val="00F4642C"/>
    <w:rsid w:val="00F4653D"/>
    <w:rsid w:val="00F46679"/>
    <w:rsid w:val="00F4742D"/>
    <w:rsid w:val="00F479C5"/>
    <w:rsid w:val="00F47B79"/>
    <w:rsid w:val="00F50421"/>
    <w:rsid w:val="00F50626"/>
    <w:rsid w:val="00F50811"/>
    <w:rsid w:val="00F50C9C"/>
    <w:rsid w:val="00F518ED"/>
    <w:rsid w:val="00F51CA9"/>
    <w:rsid w:val="00F52750"/>
    <w:rsid w:val="00F52BE9"/>
    <w:rsid w:val="00F52E4A"/>
    <w:rsid w:val="00F54348"/>
    <w:rsid w:val="00F5486D"/>
    <w:rsid w:val="00F54F45"/>
    <w:rsid w:val="00F552EA"/>
    <w:rsid w:val="00F553FB"/>
    <w:rsid w:val="00F55447"/>
    <w:rsid w:val="00F55581"/>
    <w:rsid w:val="00F55C72"/>
    <w:rsid w:val="00F57BAF"/>
    <w:rsid w:val="00F57F79"/>
    <w:rsid w:val="00F57FCA"/>
    <w:rsid w:val="00F6083D"/>
    <w:rsid w:val="00F60E8C"/>
    <w:rsid w:val="00F61DB9"/>
    <w:rsid w:val="00F62525"/>
    <w:rsid w:val="00F629D5"/>
    <w:rsid w:val="00F63961"/>
    <w:rsid w:val="00F63EF2"/>
    <w:rsid w:val="00F64309"/>
    <w:rsid w:val="00F64310"/>
    <w:rsid w:val="00F64C77"/>
    <w:rsid w:val="00F64EEC"/>
    <w:rsid w:val="00F64F99"/>
    <w:rsid w:val="00F653AD"/>
    <w:rsid w:val="00F653BF"/>
    <w:rsid w:val="00F65427"/>
    <w:rsid w:val="00F65919"/>
    <w:rsid w:val="00F65E95"/>
    <w:rsid w:val="00F6603F"/>
    <w:rsid w:val="00F669BD"/>
    <w:rsid w:val="00F66E74"/>
    <w:rsid w:val="00F671F9"/>
    <w:rsid w:val="00F67227"/>
    <w:rsid w:val="00F67A92"/>
    <w:rsid w:val="00F67FBD"/>
    <w:rsid w:val="00F709C0"/>
    <w:rsid w:val="00F70BB9"/>
    <w:rsid w:val="00F70CBE"/>
    <w:rsid w:val="00F70CD1"/>
    <w:rsid w:val="00F70FC7"/>
    <w:rsid w:val="00F71377"/>
    <w:rsid w:val="00F7155F"/>
    <w:rsid w:val="00F72285"/>
    <w:rsid w:val="00F72452"/>
    <w:rsid w:val="00F72B4C"/>
    <w:rsid w:val="00F7312F"/>
    <w:rsid w:val="00F73226"/>
    <w:rsid w:val="00F73615"/>
    <w:rsid w:val="00F73723"/>
    <w:rsid w:val="00F73B18"/>
    <w:rsid w:val="00F73B98"/>
    <w:rsid w:val="00F73D86"/>
    <w:rsid w:val="00F7464D"/>
    <w:rsid w:val="00F747D2"/>
    <w:rsid w:val="00F748B4"/>
    <w:rsid w:val="00F74A0E"/>
    <w:rsid w:val="00F74D0A"/>
    <w:rsid w:val="00F74DB1"/>
    <w:rsid w:val="00F753DC"/>
    <w:rsid w:val="00F75407"/>
    <w:rsid w:val="00F75EF5"/>
    <w:rsid w:val="00F7632A"/>
    <w:rsid w:val="00F765A8"/>
    <w:rsid w:val="00F767EA"/>
    <w:rsid w:val="00F76A03"/>
    <w:rsid w:val="00F76D4A"/>
    <w:rsid w:val="00F771E1"/>
    <w:rsid w:val="00F77A98"/>
    <w:rsid w:val="00F77D4F"/>
    <w:rsid w:val="00F80597"/>
    <w:rsid w:val="00F807C0"/>
    <w:rsid w:val="00F8089E"/>
    <w:rsid w:val="00F8095D"/>
    <w:rsid w:val="00F80D6B"/>
    <w:rsid w:val="00F81386"/>
    <w:rsid w:val="00F814A0"/>
    <w:rsid w:val="00F8284B"/>
    <w:rsid w:val="00F82A53"/>
    <w:rsid w:val="00F82B51"/>
    <w:rsid w:val="00F82FB1"/>
    <w:rsid w:val="00F83011"/>
    <w:rsid w:val="00F847CD"/>
    <w:rsid w:val="00F84DD6"/>
    <w:rsid w:val="00F8539C"/>
    <w:rsid w:val="00F8566F"/>
    <w:rsid w:val="00F8586C"/>
    <w:rsid w:val="00F85A34"/>
    <w:rsid w:val="00F85BC7"/>
    <w:rsid w:val="00F86570"/>
    <w:rsid w:val="00F86E07"/>
    <w:rsid w:val="00F90524"/>
    <w:rsid w:val="00F90A57"/>
    <w:rsid w:val="00F90E73"/>
    <w:rsid w:val="00F9108F"/>
    <w:rsid w:val="00F9178E"/>
    <w:rsid w:val="00F91829"/>
    <w:rsid w:val="00F91A78"/>
    <w:rsid w:val="00F91CAD"/>
    <w:rsid w:val="00F91D4C"/>
    <w:rsid w:val="00F91DD1"/>
    <w:rsid w:val="00F93423"/>
    <w:rsid w:val="00F94D85"/>
    <w:rsid w:val="00F94DD2"/>
    <w:rsid w:val="00F95350"/>
    <w:rsid w:val="00F95720"/>
    <w:rsid w:val="00F95A0F"/>
    <w:rsid w:val="00F9606A"/>
    <w:rsid w:val="00F9617B"/>
    <w:rsid w:val="00F962D2"/>
    <w:rsid w:val="00F967E7"/>
    <w:rsid w:val="00F96B0D"/>
    <w:rsid w:val="00F96DB7"/>
    <w:rsid w:val="00F96EF0"/>
    <w:rsid w:val="00FA0241"/>
    <w:rsid w:val="00FA0804"/>
    <w:rsid w:val="00FA0A09"/>
    <w:rsid w:val="00FA14B7"/>
    <w:rsid w:val="00FA157B"/>
    <w:rsid w:val="00FA22C5"/>
    <w:rsid w:val="00FA2554"/>
    <w:rsid w:val="00FA25D7"/>
    <w:rsid w:val="00FA30C1"/>
    <w:rsid w:val="00FA3756"/>
    <w:rsid w:val="00FA3BEB"/>
    <w:rsid w:val="00FA41B9"/>
    <w:rsid w:val="00FA45E6"/>
    <w:rsid w:val="00FA47DF"/>
    <w:rsid w:val="00FA49D9"/>
    <w:rsid w:val="00FA4AAA"/>
    <w:rsid w:val="00FA4B91"/>
    <w:rsid w:val="00FA50C3"/>
    <w:rsid w:val="00FA54C7"/>
    <w:rsid w:val="00FA56CB"/>
    <w:rsid w:val="00FA5993"/>
    <w:rsid w:val="00FA6B5B"/>
    <w:rsid w:val="00FA70EE"/>
    <w:rsid w:val="00FA7187"/>
    <w:rsid w:val="00FB06EA"/>
    <w:rsid w:val="00FB1228"/>
    <w:rsid w:val="00FB1471"/>
    <w:rsid w:val="00FB19DD"/>
    <w:rsid w:val="00FB201E"/>
    <w:rsid w:val="00FB2D64"/>
    <w:rsid w:val="00FB3398"/>
    <w:rsid w:val="00FB34BB"/>
    <w:rsid w:val="00FB37AF"/>
    <w:rsid w:val="00FB3EA4"/>
    <w:rsid w:val="00FB45EB"/>
    <w:rsid w:val="00FB4F71"/>
    <w:rsid w:val="00FB4F94"/>
    <w:rsid w:val="00FB5096"/>
    <w:rsid w:val="00FB50FF"/>
    <w:rsid w:val="00FB5668"/>
    <w:rsid w:val="00FB5BF3"/>
    <w:rsid w:val="00FB5D0E"/>
    <w:rsid w:val="00FB5E37"/>
    <w:rsid w:val="00FB6427"/>
    <w:rsid w:val="00FB718A"/>
    <w:rsid w:val="00FB7CA8"/>
    <w:rsid w:val="00FB7F9B"/>
    <w:rsid w:val="00FC036D"/>
    <w:rsid w:val="00FC0877"/>
    <w:rsid w:val="00FC125A"/>
    <w:rsid w:val="00FC1322"/>
    <w:rsid w:val="00FC1326"/>
    <w:rsid w:val="00FC1A35"/>
    <w:rsid w:val="00FC1B8C"/>
    <w:rsid w:val="00FC1F73"/>
    <w:rsid w:val="00FC208B"/>
    <w:rsid w:val="00FC2896"/>
    <w:rsid w:val="00FC29E4"/>
    <w:rsid w:val="00FC3000"/>
    <w:rsid w:val="00FC32AA"/>
    <w:rsid w:val="00FC343D"/>
    <w:rsid w:val="00FC436E"/>
    <w:rsid w:val="00FC499B"/>
    <w:rsid w:val="00FC4AEC"/>
    <w:rsid w:val="00FC4B13"/>
    <w:rsid w:val="00FC4B4E"/>
    <w:rsid w:val="00FC4BE7"/>
    <w:rsid w:val="00FC51D5"/>
    <w:rsid w:val="00FC533B"/>
    <w:rsid w:val="00FC558D"/>
    <w:rsid w:val="00FC56EE"/>
    <w:rsid w:val="00FC5DFF"/>
    <w:rsid w:val="00FC6268"/>
    <w:rsid w:val="00FC6E09"/>
    <w:rsid w:val="00FC7848"/>
    <w:rsid w:val="00FC7A56"/>
    <w:rsid w:val="00FC7D80"/>
    <w:rsid w:val="00FD01D6"/>
    <w:rsid w:val="00FD043B"/>
    <w:rsid w:val="00FD06EC"/>
    <w:rsid w:val="00FD072C"/>
    <w:rsid w:val="00FD0B2C"/>
    <w:rsid w:val="00FD0C71"/>
    <w:rsid w:val="00FD1CFF"/>
    <w:rsid w:val="00FD24D4"/>
    <w:rsid w:val="00FD2714"/>
    <w:rsid w:val="00FD2B24"/>
    <w:rsid w:val="00FD4753"/>
    <w:rsid w:val="00FD4B41"/>
    <w:rsid w:val="00FD4FFD"/>
    <w:rsid w:val="00FD5A68"/>
    <w:rsid w:val="00FD5D03"/>
    <w:rsid w:val="00FD5D6F"/>
    <w:rsid w:val="00FD61FE"/>
    <w:rsid w:val="00FD6A34"/>
    <w:rsid w:val="00FD7048"/>
    <w:rsid w:val="00FD7EB3"/>
    <w:rsid w:val="00FE01BF"/>
    <w:rsid w:val="00FE1029"/>
    <w:rsid w:val="00FE1A0C"/>
    <w:rsid w:val="00FE2728"/>
    <w:rsid w:val="00FE2C19"/>
    <w:rsid w:val="00FE3C3A"/>
    <w:rsid w:val="00FE3C5A"/>
    <w:rsid w:val="00FE4A6E"/>
    <w:rsid w:val="00FE66C8"/>
    <w:rsid w:val="00FE6B8C"/>
    <w:rsid w:val="00FE6BEF"/>
    <w:rsid w:val="00FE6F6E"/>
    <w:rsid w:val="00FE78CC"/>
    <w:rsid w:val="00FF019A"/>
    <w:rsid w:val="00FF0F81"/>
    <w:rsid w:val="00FF1412"/>
    <w:rsid w:val="00FF1971"/>
    <w:rsid w:val="00FF1C47"/>
    <w:rsid w:val="00FF3958"/>
    <w:rsid w:val="00FF3DC7"/>
    <w:rsid w:val="00FF40D1"/>
    <w:rsid w:val="00FF440D"/>
    <w:rsid w:val="00FF4B6C"/>
    <w:rsid w:val="00FF5766"/>
    <w:rsid w:val="00FF5BE4"/>
    <w:rsid w:val="00FF6CE9"/>
    <w:rsid w:val="00FF6E66"/>
    <w:rsid w:val="00FF7242"/>
    <w:rsid w:val="00FF7C98"/>
    <w:rsid w:val="00FF7E06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B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84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462</TotalTime>
  <Pages>6</Pages>
  <Words>824</Words>
  <Characters>4702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Secretar</cp:lastModifiedBy>
  <cp:revision>30</cp:revision>
  <dcterms:created xsi:type="dcterms:W3CDTF">2014-04-09T03:13:00Z</dcterms:created>
  <dcterms:modified xsi:type="dcterms:W3CDTF">2016-05-04T07:27:00Z</dcterms:modified>
</cp:coreProperties>
</file>