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F3E" w:rsidRDefault="00826F3E" w:rsidP="00B25A39">
      <w:pPr>
        <w:jc w:val="right"/>
        <w:rPr>
          <w:b/>
          <w:bCs/>
          <w:sz w:val="24"/>
          <w:szCs w:val="24"/>
        </w:rPr>
      </w:pPr>
    </w:p>
    <w:p w:rsidR="0027741A" w:rsidRDefault="00025EB3" w:rsidP="00025EB3">
      <w:pPr>
        <w:pStyle w:val="a9"/>
        <w:jc w:val="center"/>
        <w:rPr>
          <w:b/>
          <w:i/>
          <w:iCs/>
          <w:sz w:val="26"/>
          <w:szCs w:val="26"/>
        </w:rPr>
      </w:pPr>
      <w:r w:rsidRPr="0027741A">
        <w:rPr>
          <w:b/>
          <w:i/>
          <w:iCs/>
          <w:sz w:val="26"/>
          <w:szCs w:val="26"/>
        </w:rPr>
        <w:t xml:space="preserve">Сведения о </w:t>
      </w:r>
      <w:r w:rsidR="00DE0420" w:rsidRPr="0027741A">
        <w:rPr>
          <w:b/>
          <w:i/>
          <w:iCs/>
          <w:sz w:val="26"/>
          <w:szCs w:val="26"/>
        </w:rPr>
        <w:t xml:space="preserve">доходах, расхода, об имуществе </w:t>
      </w:r>
      <w:r w:rsidR="00F52D30" w:rsidRPr="0027741A">
        <w:rPr>
          <w:b/>
          <w:i/>
          <w:iCs/>
          <w:sz w:val="26"/>
          <w:szCs w:val="26"/>
        </w:rPr>
        <w:t>отдельных категорий лиц</w:t>
      </w:r>
      <w:r w:rsidR="009C69A2" w:rsidRPr="0027741A">
        <w:rPr>
          <w:b/>
          <w:i/>
          <w:iCs/>
          <w:sz w:val="26"/>
          <w:szCs w:val="26"/>
        </w:rPr>
        <w:t xml:space="preserve">, замещающих должности в </w:t>
      </w:r>
      <w:r w:rsidR="00F52D30" w:rsidRPr="0027741A">
        <w:rPr>
          <w:b/>
          <w:i/>
          <w:iCs/>
          <w:sz w:val="26"/>
          <w:szCs w:val="26"/>
        </w:rPr>
        <w:t>орган</w:t>
      </w:r>
      <w:r w:rsidR="009C69A2" w:rsidRPr="0027741A">
        <w:rPr>
          <w:b/>
          <w:i/>
          <w:iCs/>
          <w:sz w:val="26"/>
          <w:szCs w:val="26"/>
        </w:rPr>
        <w:t>ах</w:t>
      </w:r>
      <w:r w:rsidR="00F52D30" w:rsidRPr="0027741A">
        <w:rPr>
          <w:b/>
          <w:i/>
          <w:iCs/>
          <w:sz w:val="26"/>
          <w:szCs w:val="26"/>
        </w:rPr>
        <w:t xml:space="preserve"> местного самоуправления </w:t>
      </w:r>
      <w:proofErr w:type="spellStart"/>
      <w:r w:rsidR="00F52D30" w:rsidRPr="0027741A">
        <w:rPr>
          <w:b/>
          <w:i/>
          <w:iCs/>
          <w:sz w:val="26"/>
          <w:szCs w:val="26"/>
        </w:rPr>
        <w:t>Энгельсского</w:t>
      </w:r>
      <w:proofErr w:type="spellEnd"/>
      <w:r w:rsidR="00F52D30" w:rsidRPr="0027741A">
        <w:rPr>
          <w:b/>
          <w:i/>
          <w:iCs/>
          <w:sz w:val="26"/>
          <w:szCs w:val="26"/>
        </w:rPr>
        <w:t xml:space="preserve"> муниципального района</w:t>
      </w:r>
      <w:r w:rsidR="009C69A2" w:rsidRPr="0027741A">
        <w:rPr>
          <w:b/>
          <w:i/>
          <w:iCs/>
          <w:sz w:val="26"/>
          <w:szCs w:val="26"/>
        </w:rPr>
        <w:t>,</w:t>
      </w:r>
      <w:r w:rsidR="00F52D30" w:rsidRPr="0027741A">
        <w:rPr>
          <w:b/>
          <w:i/>
          <w:iCs/>
          <w:sz w:val="26"/>
          <w:szCs w:val="26"/>
        </w:rPr>
        <w:t xml:space="preserve"> и членов их семей</w:t>
      </w:r>
      <w:r w:rsidR="00332159" w:rsidRPr="0027741A">
        <w:rPr>
          <w:b/>
          <w:i/>
          <w:iCs/>
          <w:sz w:val="26"/>
          <w:szCs w:val="26"/>
        </w:rPr>
        <w:t xml:space="preserve"> за период с</w:t>
      </w:r>
      <w:r w:rsidR="00795CC3">
        <w:rPr>
          <w:b/>
          <w:i/>
          <w:iCs/>
          <w:sz w:val="26"/>
          <w:szCs w:val="26"/>
        </w:rPr>
        <w:t xml:space="preserve"> 01.01.2015 г.</w:t>
      </w:r>
      <w:r w:rsidR="0027741A" w:rsidRPr="0027741A">
        <w:rPr>
          <w:b/>
          <w:i/>
          <w:iCs/>
          <w:sz w:val="26"/>
          <w:szCs w:val="26"/>
        </w:rPr>
        <w:t xml:space="preserve"> по</w:t>
      </w:r>
      <w:r w:rsidR="00715C91">
        <w:rPr>
          <w:b/>
          <w:i/>
          <w:iCs/>
          <w:sz w:val="26"/>
          <w:szCs w:val="26"/>
        </w:rPr>
        <w:t xml:space="preserve"> </w:t>
      </w:r>
      <w:r w:rsidR="00795CC3">
        <w:rPr>
          <w:b/>
          <w:i/>
          <w:iCs/>
          <w:sz w:val="26"/>
          <w:szCs w:val="26"/>
        </w:rPr>
        <w:t>31.12.2015 г.</w:t>
      </w:r>
      <w:r w:rsidR="00332159" w:rsidRPr="0027741A">
        <w:rPr>
          <w:b/>
          <w:i/>
          <w:iCs/>
          <w:sz w:val="26"/>
          <w:szCs w:val="26"/>
        </w:rPr>
        <w:t xml:space="preserve">, </w:t>
      </w:r>
    </w:p>
    <w:p w:rsidR="00025EB3" w:rsidRPr="0027741A" w:rsidRDefault="00332159" w:rsidP="00025EB3">
      <w:pPr>
        <w:pStyle w:val="a9"/>
        <w:jc w:val="center"/>
        <w:rPr>
          <w:b/>
          <w:i/>
          <w:iCs/>
          <w:sz w:val="26"/>
          <w:szCs w:val="26"/>
        </w:rPr>
      </w:pPr>
      <w:proofErr w:type="gramStart"/>
      <w:r w:rsidRPr="0027741A">
        <w:rPr>
          <w:b/>
          <w:i/>
          <w:iCs/>
          <w:sz w:val="26"/>
          <w:szCs w:val="26"/>
        </w:rPr>
        <w:t>размещаемые</w:t>
      </w:r>
      <w:proofErr w:type="gramEnd"/>
      <w:r w:rsidRPr="0027741A">
        <w:rPr>
          <w:b/>
          <w:i/>
          <w:iCs/>
          <w:sz w:val="26"/>
          <w:szCs w:val="26"/>
        </w:rPr>
        <w:t xml:space="preserve"> на официальном сайте</w:t>
      </w:r>
    </w:p>
    <w:p w:rsidR="00025EB3" w:rsidRDefault="00025EB3" w:rsidP="00025EB3">
      <w:pPr>
        <w:pStyle w:val="a9"/>
        <w:rPr>
          <w:sz w:val="23"/>
          <w:szCs w:val="23"/>
        </w:rPr>
      </w:pP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"/>
        <w:gridCol w:w="1844"/>
        <w:gridCol w:w="1418"/>
        <w:gridCol w:w="1275"/>
        <w:gridCol w:w="851"/>
        <w:gridCol w:w="992"/>
        <w:gridCol w:w="1559"/>
        <w:gridCol w:w="851"/>
        <w:gridCol w:w="1134"/>
        <w:gridCol w:w="1559"/>
        <w:gridCol w:w="1418"/>
        <w:gridCol w:w="1842"/>
      </w:tblGrid>
      <w:tr w:rsidR="00711319" w:rsidRPr="00760A9B" w:rsidTr="0027741A">
        <w:trPr>
          <w:trHeight w:val="422"/>
        </w:trPr>
        <w:tc>
          <w:tcPr>
            <w:tcW w:w="42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711319" w:rsidRPr="00377DFF" w:rsidRDefault="00711319" w:rsidP="004307FE">
            <w:pPr>
              <w:autoSpaceDE w:val="0"/>
              <w:autoSpaceDN w:val="0"/>
              <w:adjustRightInd w:val="0"/>
              <w:ind w:left="-108" w:right="-109"/>
              <w:jc w:val="center"/>
              <w:rPr>
                <w:b/>
              </w:rPr>
            </w:pPr>
            <w:r w:rsidRPr="00377DFF">
              <w:rPr>
                <w:b/>
              </w:rPr>
              <w:t>№</w:t>
            </w:r>
            <w:r>
              <w:rPr>
                <w:b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  <w:p w:rsidR="00711319" w:rsidRPr="00377DFF" w:rsidRDefault="00711319" w:rsidP="0055074D">
            <w:pPr>
              <w:autoSpaceDE w:val="0"/>
              <w:autoSpaceDN w:val="0"/>
              <w:adjustRightInd w:val="0"/>
              <w:ind w:left="-1908" w:right="-281"/>
              <w:jc w:val="both"/>
            </w:pPr>
            <w:proofErr w:type="spellStart"/>
            <w:r w:rsidRPr="00377DFF">
              <w:rPr>
                <w:b/>
              </w:rPr>
              <w:t>п</w:t>
            </w:r>
            <w:proofErr w:type="spellEnd"/>
            <w:r w:rsidRPr="00377DFF">
              <w:rPr>
                <w:b/>
              </w:rPr>
              <w:t xml:space="preserve"> </w:t>
            </w:r>
            <w:r w:rsidRPr="00377DFF">
              <w:rPr>
                <w:b/>
                <w:lang w:val="en-US"/>
              </w:rPr>
              <w:t>/</w:t>
            </w:r>
            <w:proofErr w:type="spellStart"/>
            <w:proofErr w:type="gramStart"/>
            <w:r w:rsidRPr="00377DFF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711319" w:rsidRPr="00711319" w:rsidRDefault="00711319" w:rsidP="0071131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77DFF">
              <w:t xml:space="preserve"> </w:t>
            </w:r>
            <w:r w:rsidRPr="00711319">
              <w:rPr>
                <w:b/>
              </w:rPr>
              <w:t xml:space="preserve">Лицо,  чьи сведения размещаются </w:t>
            </w:r>
          </w:p>
        </w:tc>
        <w:tc>
          <w:tcPr>
            <w:tcW w:w="4536" w:type="dxa"/>
            <w:gridSpan w:val="4"/>
            <w:shd w:val="clear" w:color="auto" w:fill="auto"/>
          </w:tcPr>
          <w:p w:rsidR="00711319" w:rsidRPr="00711319" w:rsidRDefault="00711319" w:rsidP="00332159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  <w:r w:rsidRPr="00711319">
              <w:rPr>
                <w:b/>
              </w:rPr>
              <w:t>Объекты, недвижимости находящиеся 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711319" w:rsidRPr="00711319" w:rsidRDefault="00711319" w:rsidP="0055074D">
            <w:pPr>
              <w:jc w:val="center"/>
              <w:rPr>
                <w:b/>
              </w:rPr>
            </w:pPr>
            <w:r w:rsidRPr="00711319">
              <w:rPr>
                <w:b/>
              </w:rPr>
              <w:t>Объекты недвижимого имущества, находящиеся в пользовании</w:t>
            </w:r>
          </w:p>
          <w:p w:rsidR="00711319" w:rsidRPr="00711319" w:rsidRDefault="00711319" w:rsidP="0055074D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711319" w:rsidRPr="00711319" w:rsidRDefault="00711319" w:rsidP="00711319">
            <w:pPr>
              <w:jc w:val="center"/>
              <w:rPr>
                <w:b/>
              </w:rPr>
            </w:pPr>
            <w:r w:rsidRPr="00711319">
              <w:rPr>
                <w:b/>
              </w:rPr>
              <w:t xml:space="preserve">Транспортные средства (вид, марка) </w:t>
            </w:r>
          </w:p>
        </w:tc>
        <w:tc>
          <w:tcPr>
            <w:tcW w:w="1418" w:type="dxa"/>
          </w:tcPr>
          <w:p w:rsidR="00711319" w:rsidRDefault="00711319" w:rsidP="0071131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Деклариро</w:t>
            </w:r>
            <w:proofErr w:type="spellEnd"/>
            <w:r>
              <w:rPr>
                <w:b/>
              </w:rPr>
              <w:t>-</w:t>
            </w:r>
          </w:p>
          <w:p w:rsidR="00711319" w:rsidRPr="00711319" w:rsidRDefault="00711319" w:rsidP="00711319">
            <w:pPr>
              <w:jc w:val="center"/>
              <w:rPr>
                <w:b/>
              </w:rPr>
            </w:pPr>
            <w:r>
              <w:rPr>
                <w:b/>
              </w:rPr>
              <w:t>ванный годовой доход (руб.)</w:t>
            </w:r>
          </w:p>
        </w:tc>
        <w:tc>
          <w:tcPr>
            <w:tcW w:w="1842" w:type="dxa"/>
          </w:tcPr>
          <w:p w:rsidR="00711319" w:rsidRDefault="00711319" w:rsidP="00711319">
            <w:pPr>
              <w:jc w:val="center"/>
              <w:rPr>
                <w:b/>
              </w:rPr>
            </w:pPr>
            <w:r>
              <w:rPr>
                <w:b/>
              </w:rPr>
              <w:t>Сведения об источниках получения средств, за счет которых совершена сделка (вид приобретенного имущества, источник)</w:t>
            </w:r>
          </w:p>
        </w:tc>
      </w:tr>
      <w:tr w:rsidR="00711319" w:rsidRPr="00760A9B" w:rsidTr="00D51838">
        <w:trPr>
          <w:trHeight w:val="922"/>
        </w:trPr>
        <w:tc>
          <w:tcPr>
            <w:tcW w:w="42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11319" w:rsidRPr="00377DFF" w:rsidRDefault="00711319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11319" w:rsidRPr="00377DFF" w:rsidRDefault="00711319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711319" w:rsidRPr="00711319" w:rsidRDefault="00711319" w:rsidP="00711319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/>
                <w:sz w:val="16"/>
                <w:szCs w:val="16"/>
              </w:rPr>
            </w:pPr>
            <w:r w:rsidRPr="00711319">
              <w:rPr>
                <w:b/>
                <w:sz w:val="16"/>
                <w:szCs w:val="16"/>
              </w:rPr>
              <w:t>вид объекта</w:t>
            </w:r>
          </w:p>
        </w:tc>
        <w:tc>
          <w:tcPr>
            <w:tcW w:w="1275" w:type="dxa"/>
            <w:shd w:val="clear" w:color="auto" w:fill="auto"/>
          </w:tcPr>
          <w:p w:rsidR="00711319" w:rsidRPr="00711319" w:rsidRDefault="00711319" w:rsidP="0055074D">
            <w:pPr>
              <w:ind w:firstLine="37"/>
              <w:jc w:val="center"/>
              <w:rPr>
                <w:b/>
                <w:sz w:val="16"/>
                <w:szCs w:val="16"/>
              </w:rPr>
            </w:pPr>
            <w:r w:rsidRPr="00711319">
              <w:rPr>
                <w:b/>
                <w:sz w:val="16"/>
                <w:szCs w:val="16"/>
              </w:rPr>
              <w:t>вид собственности</w:t>
            </w:r>
          </w:p>
          <w:p w:rsidR="00711319" w:rsidRPr="00711319" w:rsidRDefault="00711319" w:rsidP="004307FE">
            <w:pPr>
              <w:autoSpaceDE w:val="0"/>
              <w:autoSpaceDN w:val="0"/>
              <w:adjustRightInd w:val="0"/>
              <w:ind w:left="-105" w:right="-11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711319" w:rsidRPr="00711319" w:rsidRDefault="00711319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 w:rsidRPr="00711319">
              <w:rPr>
                <w:b/>
                <w:sz w:val="16"/>
                <w:szCs w:val="16"/>
              </w:rPr>
              <w:t xml:space="preserve">площадь </w:t>
            </w:r>
          </w:p>
          <w:p w:rsidR="00711319" w:rsidRPr="00711319" w:rsidRDefault="00711319" w:rsidP="004307FE">
            <w:pPr>
              <w:ind w:left="-106" w:right="-109"/>
              <w:jc w:val="center"/>
              <w:rPr>
                <w:b/>
                <w:sz w:val="16"/>
                <w:szCs w:val="16"/>
              </w:rPr>
            </w:pPr>
            <w:r w:rsidRPr="00711319">
              <w:rPr>
                <w:b/>
                <w:sz w:val="16"/>
                <w:szCs w:val="16"/>
              </w:rPr>
              <w:t>(кв</w:t>
            </w:r>
            <w:proofErr w:type="gramStart"/>
            <w:r w:rsidRPr="00711319">
              <w:rPr>
                <w:b/>
                <w:sz w:val="16"/>
                <w:szCs w:val="16"/>
              </w:rPr>
              <w:t>.м</w:t>
            </w:r>
            <w:proofErr w:type="gramEnd"/>
            <w:r w:rsidRPr="00711319">
              <w:rPr>
                <w:b/>
                <w:sz w:val="16"/>
                <w:szCs w:val="16"/>
              </w:rPr>
              <w:t>)</w:t>
            </w:r>
          </w:p>
          <w:p w:rsidR="00711319" w:rsidRPr="00711319" w:rsidRDefault="00711319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11319" w:rsidRPr="00711319" w:rsidRDefault="00711319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 w:rsidRPr="00711319">
              <w:rPr>
                <w:b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711319">
              <w:rPr>
                <w:b/>
                <w:sz w:val="16"/>
                <w:szCs w:val="16"/>
              </w:rPr>
              <w:t>располо-жения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</w:tcPr>
          <w:p w:rsidR="00711319" w:rsidRPr="00711319" w:rsidRDefault="00711319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 w:rsidRPr="00711319">
              <w:rPr>
                <w:b/>
                <w:sz w:val="16"/>
                <w:szCs w:val="16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711319" w:rsidRPr="00711319" w:rsidRDefault="00711319" w:rsidP="0055074D">
            <w:pPr>
              <w:autoSpaceDE w:val="0"/>
              <w:autoSpaceDN w:val="0"/>
              <w:adjustRightInd w:val="0"/>
              <w:ind w:firstLine="37"/>
              <w:jc w:val="center"/>
              <w:rPr>
                <w:b/>
                <w:sz w:val="16"/>
                <w:szCs w:val="16"/>
              </w:rPr>
            </w:pPr>
            <w:r w:rsidRPr="00711319">
              <w:rPr>
                <w:b/>
                <w:sz w:val="16"/>
                <w:szCs w:val="16"/>
              </w:rPr>
              <w:t>площадь (кв</w:t>
            </w:r>
            <w:proofErr w:type="gramStart"/>
            <w:r w:rsidRPr="00711319">
              <w:rPr>
                <w:b/>
                <w:sz w:val="16"/>
                <w:szCs w:val="16"/>
              </w:rPr>
              <w:t>.м</w:t>
            </w:r>
            <w:proofErr w:type="gramEnd"/>
            <w:r w:rsidRPr="00711319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711319" w:rsidRPr="00711319" w:rsidRDefault="00711319" w:rsidP="0071131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711319">
              <w:rPr>
                <w:b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711319">
              <w:rPr>
                <w:b/>
                <w:sz w:val="16"/>
                <w:szCs w:val="16"/>
              </w:rPr>
              <w:t>располо-жения</w:t>
            </w:r>
            <w:proofErr w:type="spellEnd"/>
            <w:proofErr w:type="gramEnd"/>
          </w:p>
          <w:p w:rsidR="00711319" w:rsidRPr="00711319" w:rsidRDefault="00711319" w:rsidP="00332159">
            <w:pPr>
              <w:rPr>
                <w:b/>
                <w:sz w:val="16"/>
                <w:szCs w:val="16"/>
              </w:rPr>
            </w:pPr>
          </w:p>
          <w:p w:rsidR="00711319" w:rsidRPr="00711319" w:rsidRDefault="00711319" w:rsidP="00332159">
            <w:pPr>
              <w:rPr>
                <w:b/>
                <w:sz w:val="16"/>
                <w:szCs w:val="16"/>
              </w:rPr>
            </w:pPr>
          </w:p>
          <w:p w:rsidR="00711319" w:rsidRPr="00711319" w:rsidRDefault="00711319" w:rsidP="00332159">
            <w:pPr>
              <w:rPr>
                <w:b/>
                <w:sz w:val="16"/>
                <w:szCs w:val="16"/>
              </w:rPr>
            </w:pPr>
          </w:p>
          <w:p w:rsidR="00711319" w:rsidRPr="00711319" w:rsidRDefault="00711319" w:rsidP="00332159">
            <w:pPr>
              <w:tabs>
                <w:tab w:val="left" w:pos="3010"/>
              </w:tabs>
              <w:rPr>
                <w:b/>
                <w:sz w:val="16"/>
                <w:szCs w:val="16"/>
              </w:rPr>
            </w:pPr>
            <w:r w:rsidRPr="00711319">
              <w:rPr>
                <w:b/>
                <w:sz w:val="16"/>
                <w:szCs w:val="16"/>
              </w:rPr>
              <w:tab/>
            </w:r>
          </w:p>
        </w:tc>
        <w:tc>
          <w:tcPr>
            <w:tcW w:w="1559" w:type="dxa"/>
          </w:tcPr>
          <w:p w:rsidR="00711319" w:rsidRPr="00711319" w:rsidRDefault="00711319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711319" w:rsidRPr="00711319" w:rsidRDefault="00711319" w:rsidP="007113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</w:tcPr>
          <w:p w:rsidR="00711319" w:rsidRPr="00711319" w:rsidRDefault="00711319" w:rsidP="00711319">
            <w:pPr>
              <w:autoSpaceDE w:val="0"/>
              <w:autoSpaceDN w:val="0"/>
              <w:adjustRightInd w:val="0"/>
              <w:jc w:val="center"/>
            </w:pPr>
          </w:p>
        </w:tc>
      </w:tr>
      <w:tr w:rsidR="00711319" w:rsidRPr="00760A9B" w:rsidTr="00D51838">
        <w:trPr>
          <w:trHeight w:val="902"/>
        </w:trPr>
        <w:tc>
          <w:tcPr>
            <w:tcW w:w="424" w:type="dxa"/>
            <w:shd w:val="clear" w:color="auto" w:fill="auto"/>
          </w:tcPr>
          <w:p w:rsidR="00711319" w:rsidRPr="00377DFF" w:rsidRDefault="00711319" w:rsidP="0055074D">
            <w:pPr>
              <w:autoSpaceDE w:val="0"/>
              <w:autoSpaceDN w:val="0"/>
              <w:adjustRightInd w:val="0"/>
              <w:jc w:val="both"/>
            </w:pPr>
            <w:r w:rsidRPr="00377DFF">
              <w:t>1</w:t>
            </w:r>
            <w:r>
              <w:t>.</w:t>
            </w:r>
          </w:p>
        </w:tc>
        <w:tc>
          <w:tcPr>
            <w:tcW w:w="1844" w:type="dxa"/>
            <w:shd w:val="clear" w:color="auto" w:fill="auto"/>
          </w:tcPr>
          <w:p w:rsidR="00711319" w:rsidRPr="00377DFF" w:rsidRDefault="00795CC3" w:rsidP="0055074D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Голянова</w:t>
            </w:r>
            <w:proofErr w:type="spellEnd"/>
            <w:r>
              <w:t xml:space="preserve"> Ирина Викторовна, заместитель начальника управления капитального строительства по экономическим вопросам, начальник отдела планирования, учета, контроля и отчетности</w:t>
            </w:r>
          </w:p>
        </w:tc>
        <w:tc>
          <w:tcPr>
            <w:tcW w:w="1418" w:type="dxa"/>
            <w:shd w:val="clear" w:color="auto" w:fill="auto"/>
          </w:tcPr>
          <w:p w:rsidR="00711319" w:rsidRPr="00377DFF" w:rsidRDefault="00795CC3" w:rsidP="0055074D">
            <w:pPr>
              <w:autoSpaceDE w:val="0"/>
              <w:autoSpaceDN w:val="0"/>
              <w:adjustRightInd w:val="0"/>
              <w:jc w:val="center"/>
            </w:pPr>
            <w:r>
              <w:t xml:space="preserve"> квартира</w:t>
            </w:r>
          </w:p>
        </w:tc>
        <w:tc>
          <w:tcPr>
            <w:tcW w:w="1275" w:type="dxa"/>
            <w:shd w:val="clear" w:color="auto" w:fill="auto"/>
          </w:tcPr>
          <w:p w:rsidR="00711319" w:rsidRPr="00377DFF" w:rsidRDefault="00795CC3" w:rsidP="0055074D">
            <w:pPr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11319" w:rsidRPr="00377DFF" w:rsidRDefault="00795CC3" w:rsidP="0055074D">
            <w:pPr>
              <w:autoSpaceDE w:val="0"/>
              <w:autoSpaceDN w:val="0"/>
              <w:adjustRightInd w:val="0"/>
              <w:jc w:val="center"/>
            </w:pPr>
            <w:r>
              <w:t>41,6</w:t>
            </w:r>
          </w:p>
        </w:tc>
        <w:tc>
          <w:tcPr>
            <w:tcW w:w="992" w:type="dxa"/>
            <w:shd w:val="clear" w:color="auto" w:fill="auto"/>
          </w:tcPr>
          <w:p w:rsidR="00711319" w:rsidRPr="00377DFF" w:rsidRDefault="00795CC3" w:rsidP="0055074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711319" w:rsidRPr="00D51838" w:rsidRDefault="00D51838" w:rsidP="0055074D">
            <w:pPr>
              <w:autoSpaceDE w:val="0"/>
              <w:autoSpaceDN w:val="0"/>
              <w:adjustRightInd w:val="0"/>
              <w:jc w:val="center"/>
            </w:pPr>
            <w:r>
              <w:t xml:space="preserve"> квартира</w:t>
            </w:r>
          </w:p>
        </w:tc>
        <w:tc>
          <w:tcPr>
            <w:tcW w:w="851" w:type="dxa"/>
            <w:shd w:val="clear" w:color="auto" w:fill="auto"/>
          </w:tcPr>
          <w:p w:rsidR="00711319" w:rsidRPr="00377DFF" w:rsidRDefault="00D51838" w:rsidP="0055074D">
            <w:pPr>
              <w:autoSpaceDE w:val="0"/>
              <w:autoSpaceDN w:val="0"/>
              <w:adjustRightInd w:val="0"/>
              <w:jc w:val="center"/>
            </w:pPr>
            <w:r>
              <w:t>61,1</w:t>
            </w:r>
          </w:p>
        </w:tc>
        <w:tc>
          <w:tcPr>
            <w:tcW w:w="1134" w:type="dxa"/>
            <w:shd w:val="clear" w:color="auto" w:fill="auto"/>
          </w:tcPr>
          <w:p w:rsidR="00711319" w:rsidRPr="0027741A" w:rsidRDefault="00D51838" w:rsidP="008058E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711319" w:rsidRPr="00D51838" w:rsidRDefault="00D51838" w:rsidP="008058EE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 xml:space="preserve">Автомобиль </w:t>
            </w:r>
            <w:r>
              <w:rPr>
                <w:lang w:val="en-US"/>
              </w:rPr>
              <w:t>Nissan Juke.</w:t>
            </w:r>
          </w:p>
        </w:tc>
        <w:tc>
          <w:tcPr>
            <w:tcW w:w="1418" w:type="dxa"/>
          </w:tcPr>
          <w:p w:rsidR="00711319" w:rsidRPr="00377DFF" w:rsidRDefault="00795CC3" w:rsidP="008058EE">
            <w:pPr>
              <w:autoSpaceDE w:val="0"/>
              <w:autoSpaceDN w:val="0"/>
              <w:adjustRightInd w:val="0"/>
              <w:jc w:val="center"/>
            </w:pPr>
            <w:r>
              <w:t>1333090,38</w:t>
            </w:r>
          </w:p>
        </w:tc>
        <w:tc>
          <w:tcPr>
            <w:tcW w:w="1842" w:type="dxa"/>
          </w:tcPr>
          <w:p w:rsidR="00711319" w:rsidRPr="00377DFF" w:rsidRDefault="00711319" w:rsidP="008058EE">
            <w:pPr>
              <w:autoSpaceDE w:val="0"/>
              <w:autoSpaceDN w:val="0"/>
              <w:adjustRightInd w:val="0"/>
              <w:jc w:val="center"/>
            </w:pPr>
          </w:p>
        </w:tc>
      </w:tr>
      <w:tr w:rsidR="00711319" w:rsidRPr="00760A9B" w:rsidTr="00D51838">
        <w:trPr>
          <w:trHeight w:val="509"/>
        </w:trPr>
        <w:tc>
          <w:tcPr>
            <w:tcW w:w="424" w:type="dxa"/>
            <w:shd w:val="clear" w:color="auto" w:fill="auto"/>
          </w:tcPr>
          <w:p w:rsidR="00711319" w:rsidRPr="00377DFF" w:rsidRDefault="00711319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shd w:val="clear" w:color="auto" w:fill="auto"/>
          </w:tcPr>
          <w:p w:rsidR="00711319" w:rsidRPr="00377DFF" w:rsidRDefault="00D51838" w:rsidP="00884A39">
            <w:pPr>
              <w:autoSpaceDE w:val="0"/>
              <w:autoSpaceDN w:val="0"/>
              <w:adjustRightInd w:val="0"/>
              <w:jc w:val="both"/>
            </w:pPr>
            <w:r>
              <w:t>Супруг</w:t>
            </w:r>
          </w:p>
        </w:tc>
        <w:tc>
          <w:tcPr>
            <w:tcW w:w="1418" w:type="dxa"/>
            <w:shd w:val="clear" w:color="auto" w:fill="auto"/>
          </w:tcPr>
          <w:p w:rsidR="00711319" w:rsidRPr="00377DFF" w:rsidRDefault="00D51838" w:rsidP="0055074D">
            <w:pPr>
              <w:autoSpaceDE w:val="0"/>
              <w:autoSpaceDN w:val="0"/>
              <w:adjustRightInd w:val="0"/>
              <w:jc w:val="center"/>
            </w:pPr>
            <w:r>
              <w:t xml:space="preserve"> квартира</w:t>
            </w:r>
          </w:p>
        </w:tc>
        <w:tc>
          <w:tcPr>
            <w:tcW w:w="1275" w:type="dxa"/>
            <w:shd w:val="clear" w:color="auto" w:fill="auto"/>
          </w:tcPr>
          <w:p w:rsidR="00711319" w:rsidRPr="00377DFF" w:rsidRDefault="00D51838" w:rsidP="0055074D">
            <w:pPr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11319" w:rsidRPr="00377DFF" w:rsidRDefault="00D51838" w:rsidP="0055074D">
            <w:pPr>
              <w:autoSpaceDE w:val="0"/>
              <w:autoSpaceDN w:val="0"/>
              <w:adjustRightInd w:val="0"/>
              <w:jc w:val="center"/>
            </w:pPr>
            <w:r>
              <w:t>61,1</w:t>
            </w:r>
          </w:p>
        </w:tc>
        <w:tc>
          <w:tcPr>
            <w:tcW w:w="992" w:type="dxa"/>
            <w:shd w:val="clear" w:color="auto" w:fill="auto"/>
          </w:tcPr>
          <w:p w:rsidR="00711319" w:rsidRPr="00377DFF" w:rsidRDefault="00D51838" w:rsidP="0055074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711319" w:rsidRPr="00D51838" w:rsidRDefault="00D51838" w:rsidP="0055074D">
            <w:pPr>
              <w:autoSpaceDE w:val="0"/>
              <w:autoSpaceDN w:val="0"/>
              <w:adjustRightInd w:val="0"/>
              <w:jc w:val="center"/>
            </w:pPr>
            <w:r>
              <w:t xml:space="preserve">Земельный участок </w:t>
            </w:r>
          </w:p>
        </w:tc>
        <w:tc>
          <w:tcPr>
            <w:tcW w:w="851" w:type="dxa"/>
            <w:shd w:val="clear" w:color="auto" w:fill="auto"/>
          </w:tcPr>
          <w:p w:rsidR="00711319" w:rsidRPr="00377DFF" w:rsidRDefault="00D51838" w:rsidP="0055074D">
            <w:pPr>
              <w:autoSpaceDE w:val="0"/>
              <w:autoSpaceDN w:val="0"/>
              <w:adjustRightInd w:val="0"/>
              <w:jc w:val="center"/>
            </w:pPr>
            <w:r>
              <w:t>1000</w:t>
            </w:r>
          </w:p>
        </w:tc>
        <w:tc>
          <w:tcPr>
            <w:tcW w:w="1134" w:type="dxa"/>
            <w:shd w:val="clear" w:color="auto" w:fill="auto"/>
          </w:tcPr>
          <w:p w:rsidR="00711319" w:rsidRPr="00377DFF" w:rsidRDefault="00D51838" w:rsidP="00884A39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559" w:type="dxa"/>
          </w:tcPr>
          <w:p w:rsidR="00711319" w:rsidRPr="00D51838" w:rsidRDefault="00D51838" w:rsidP="00884A3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Hyundai Solaris</w:t>
            </w:r>
          </w:p>
        </w:tc>
        <w:tc>
          <w:tcPr>
            <w:tcW w:w="1418" w:type="dxa"/>
          </w:tcPr>
          <w:p w:rsidR="00711319" w:rsidRPr="00377DFF" w:rsidRDefault="00D51838" w:rsidP="00884A39">
            <w:pPr>
              <w:autoSpaceDE w:val="0"/>
              <w:autoSpaceDN w:val="0"/>
              <w:adjustRightInd w:val="0"/>
              <w:jc w:val="center"/>
            </w:pPr>
            <w:r>
              <w:t>1195660,55</w:t>
            </w:r>
          </w:p>
        </w:tc>
        <w:tc>
          <w:tcPr>
            <w:tcW w:w="1842" w:type="dxa"/>
          </w:tcPr>
          <w:p w:rsidR="00711319" w:rsidRPr="00377DFF" w:rsidRDefault="00711319" w:rsidP="00884A39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838" w:rsidRPr="00760A9B" w:rsidTr="00D51838">
        <w:trPr>
          <w:trHeight w:val="509"/>
        </w:trPr>
        <w:tc>
          <w:tcPr>
            <w:tcW w:w="424" w:type="dxa"/>
            <w:shd w:val="clear" w:color="auto" w:fill="auto"/>
          </w:tcPr>
          <w:p w:rsidR="00D51838" w:rsidRPr="00377DFF" w:rsidRDefault="00D51838" w:rsidP="005507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shd w:val="clear" w:color="auto" w:fill="auto"/>
          </w:tcPr>
          <w:p w:rsidR="00D51838" w:rsidRDefault="00D51838" w:rsidP="00884A39">
            <w:pPr>
              <w:autoSpaceDE w:val="0"/>
              <w:autoSpaceDN w:val="0"/>
              <w:adjustRightInd w:val="0"/>
              <w:jc w:val="both"/>
            </w:pPr>
            <w:r>
              <w:t>Сын</w:t>
            </w:r>
          </w:p>
        </w:tc>
        <w:tc>
          <w:tcPr>
            <w:tcW w:w="1418" w:type="dxa"/>
            <w:shd w:val="clear" w:color="auto" w:fill="auto"/>
          </w:tcPr>
          <w:p w:rsidR="00D51838" w:rsidRPr="00D51838" w:rsidRDefault="00D51838" w:rsidP="0055074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shd w:val="clear" w:color="auto" w:fill="auto"/>
          </w:tcPr>
          <w:p w:rsidR="00D51838" w:rsidRDefault="00D51838" w:rsidP="0055074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  <w:shd w:val="clear" w:color="auto" w:fill="auto"/>
          </w:tcPr>
          <w:p w:rsidR="00D51838" w:rsidRDefault="00D51838" w:rsidP="0055074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D51838" w:rsidRDefault="00D51838" w:rsidP="0055074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  <w:shd w:val="clear" w:color="auto" w:fill="auto"/>
          </w:tcPr>
          <w:p w:rsidR="00D51838" w:rsidRDefault="007E04CC" w:rsidP="007E04CC">
            <w:pPr>
              <w:autoSpaceDE w:val="0"/>
              <w:autoSpaceDN w:val="0"/>
              <w:adjustRightInd w:val="0"/>
            </w:pPr>
            <w:r>
              <w:t xml:space="preserve"> </w:t>
            </w:r>
            <w:r w:rsidR="00D51838">
              <w:t xml:space="preserve"> квартира</w:t>
            </w:r>
          </w:p>
        </w:tc>
        <w:tc>
          <w:tcPr>
            <w:tcW w:w="851" w:type="dxa"/>
            <w:shd w:val="clear" w:color="auto" w:fill="auto"/>
          </w:tcPr>
          <w:p w:rsidR="00D51838" w:rsidRDefault="00D51838" w:rsidP="0055074D">
            <w:pPr>
              <w:autoSpaceDE w:val="0"/>
              <w:autoSpaceDN w:val="0"/>
              <w:adjustRightInd w:val="0"/>
              <w:jc w:val="center"/>
            </w:pPr>
            <w:r>
              <w:t>61,1</w:t>
            </w:r>
          </w:p>
        </w:tc>
        <w:tc>
          <w:tcPr>
            <w:tcW w:w="1134" w:type="dxa"/>
            <w:shd w:val="clear" w:color="auto" w:fill="auto"/>
          </w:tcPr>
          <w:p w:rsidR="00D51838" w:rsidRDefault="00D51838" w:rsidP="00884A39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559" w:type="dxa"/>
          </w:tcPr>
          <w:p w:rsidR="00D51838" w:rsidRPr="00373880" w:rsidRDefault="00373880" w:rsidP="00884A3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D51838" w:rsidRDefault="00373880" w:rsidP="00884A3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D51838" w:rsidRPr="00377DFF" w:rsidRDefault="00D51838" w:rsidP="00884A39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025EB3" w:rsidRDefault="00025EB3" w:rsidP="00025EB3">
      <w:pPr>
        <w:ind w:firstLine="709"/>
        <w:jc w:val="both"/>
      </w:pPr>
    </w:p>
    <w:sectPr w:rsidR="00025EB3" w:rsidSect="00332159">
      <w:pgSz w:w="16838" w:h="11906" w:orient="landscape" w:code="9"/>
      <w:pgMar w:top="1418" w:right="1134" w:bottom="42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attachedTemplate r:id="rId1"/>
  <w:stylePaneFormatFilter w:val="3F01"/>
  <w:defaultTabStop w:val="708"/>
  <w:characterSpacingControl w:val="doNotCompress"/>
  <w:compat/>
  <w:rsids>
    <w:rsidRoot w:val="00795CC3"/>
    <w:rsid w:val="00025EB3"/>
    <w:rsid w:val="000C73CB"/>
    <w:rsid w:val="000D0F95"/>
    <w:rsid w:val="000F5055"/>
    <w:rsid w:val="00105ACC"/>
    <w:rsid w:val="001205AD"/>
    <w:rsid w:val="001741E5"/>
    <w:rsid w:val="00182D2D"/>
    <w:rsid w:val="001A168F"/>
    <w:rsid w:val="00263C51"/>
    <w:rsid w:val="0027741A"/>
    <w:rsid w:val="002948DE"/>
    <w:rsid w:val="00321594"/>
    <w:rsid w:val="00332159"/>
    <w:rsid w:val="00345D4C"/>
    <w:rsid w:val="00373880"/>
    <w:rsid w:val="003847D4"/>
    <w:rsid w:val="003C1EC0"/>
    <w:rsid w:val="00420607"/>
    <w:rsid w:val="00430583"/>
    <w:rsid w:val="004307FE"/>
    <w:rsid w:val="0049588E"/>
    <w:rsid w:val="00506D46"/>
    <w:rsid w:val="00540C17"/>
    <w:rsid w:val="0055074D"/>
    <w:rsid w:val="005F7DFE"/>
    <w:rsid w:val="00624CE3"/>
    <w:rsid w:val="00633C26"/>
    <w:rsid w:val="0064299B"/>
    <w:rsid w:val="006939E2"/>
    <w:rsid w:val="00711319"/>
    <w:rsid w:val="00715C91"/>
    <w:rsid w:val="00736366"/>
    <w:rsid w:val="00795CC3"/>
    <w:rsid w:val="007A11C9"/>
    <w:rsid w:val="007D4DA0"/>
    <w:rsid w:val="007E04CC"/>
    <w:rsid w:val="008058EE"/>
    <w:rsid w:val="00814F61"/>
    <w:rsid w:val="00816C8A"/>
    <w:rsid w:val="00826C1D"/>
    <w:rsid w:val="00826F3E"/>
    <w:rsid w:val="00831BBA"/>
    <w:rsid w:val="00880670"/>
    <w:rsid w:val="00884A39"/>
    <w:rsid w:val="009A64ED"/>
    <w:rsid w:val="009C69A2"/>
    <w:rsid w:val="009D0B81"/>
    <w:rsid w:val="009D6AB0"/>
    <w:rsid w:val="00A12758"/>
    <w:rsid w:val="00A2417A"/>
    <w:rsid w:val="00A67078"/>
    <w:rsid w:val="00AD6411"/>
    <w:rsid w:val="00B04840"/>
    <w:rsid w:val="00B25A39"/>
    <w:rsid w:val="00B35CEA"/>
    <w:rsid w:val="00BB787E"/>
    <w:rsid w:val="00BE7E8D"/>
    <w:rsid w:val="00C05647"/>
    <w:rsid w:val="00C23939"/>
    <w:rsid w:val="00CC78AB"/>
    <w:rsid w:val="00D51838"/>
    <w:rsid w:val="00D53815"/>
    <w:rsid w:val="00DB2313"/>
    <w:rsid w:val="00DB3201"/>
    <w:rsid w:val="00DE0420"/>
    <w:rsid w:val="00E065DC"/>
    <w:rsid w:val="00E8746D"/>
    <w:rsid w:val="00E91445"/>
    <w:rsid w:val="00EE05E9"/>
    <w:rsid w:val="00F3796F"/>
    <w:rsid w:val="00F52D30"/>
    <w:rsid w:val="00FB2F12"/>
    <w:rsid w:val="00FD2720"/>
    <w:rsid w:val="00FD2DB8"/>
    <w:rsid w:val="00FE5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7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73CB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3">
    <w:name w:val="Body Text"/>
    <w:basedOn w:val="a"/>
    <w:link w:val="a4"/>
    <w:rsid w:val="000C73CB"/>
    <w:pPr>
      <w:jc w:val="center"/>
    </w:pPr>
    <w:rPr>
      <w:b/>
      <w:sz w:val="32"/>
    </w:rPr>
  </w:style>
  <w:style w:type="character" w:customStyle="1" w:styleId="a4">
    <w:name w:val="Основной текст Знак"/>
    <w:link w:val="a3"/>
    <w:rsid w:val="000C73CB"/>
    <w:rPr>
      <w:b/>
      <w:sz w:val="32"/>
      <w:lang w:val="ru-RU" w:eastAsia="ru-RU" w:bidi="ar-SA"/>
    </w:rPr>
  </w:style>
  <w:style w:type="character" w:styleId="a5">
    <w:name w:val="Strong"/>
    <w:qFormat/>
    <w:rsid w:val="000C73CB"/>
    <w:rPr>
      <w:b/>
      <w:bCs/>
    </w:rPr>
  </w:style>
  <w:style w:type="paragraph" w:customStyle="1" w:styleId="a6">
    <w:name w:val="Знак Знак Знак Знак Знак Знак Знак"/>
    <w:basedOn w:val="a"/>
    <w:rsid w:val="00DB2313"/>
    <w:pPr>
      <w:spacing w:after="160" w:line="240" w:lineRule="exact"/>
    </w:pPr>
    <w:rPr>
      <w:rFonts w:ascii="Verdana" w:hAnsi="Verdana"/>
      <w:lang w:val="en-US" w:eastAsia="en-US"/>
    </w:rPr>
  </w:style>
  <w:style w:type="paragraph" w:styleId="a7">
    <w:name w:val="Balloon Text"/>
    <w:basedOn w:val="a"/>
    <w:semiHidden/>
    <w:rsid w:val="00A2417A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A12758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paragraph" w:styleId="a8">
    <w:name w:val="No Spacing"/>
    <w:uiPriority w:val="1"/>
    <w:qFormat/>
    <w:rsid w:val="009D6AB0"/>
    <w:rPr>
      <w:rFonts w:ascii="Calibri" w:hAnsi="Calibri"/>
      <w:sz w:val="22"/>
      <w:szCs w:val="22"/>
    </w:rPr>
  </w:style>
  <w:style w:type="paragraph" w:customStyle="1" w:styleId="a9">
    <w:name w:val="Стиль"/>
    <w:rsid w:val="00025EB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car-name">
    <w:name w:val="car-name"/>
    <w:rsid w:val="00025EB3"/>
  </w:style>
  <w:style w:type="paragraph" w:customStyle="1" w:styleId="10">
    <w:name w:val="1"/>
    <w:basedOn w:val="a"/>
    <w:rsid w:val="00B25A39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50;&#1040;&#1044;&#1056;&#1067;\&#1082;&#1072;&#1076;&#1088;&#1099;\&#1055;&#1088;&#1086;&#1074;&#1077;&#1088;&#1082;&#1072;%20&#1084;&#1091;&#1085;&#1080;&#1094;&#1080;&#1087;&#1072;&#1083;&#1086;&#1074;\&#1057;&#1087;&#1088;&#1072;&#1074;&#1082;&#1072;%20&#1086;%20&#1076;&#1086;&#1093;&#1086;&#1076;&#1072;&#1093;%202014%20&#1075;&#1086;&#1076;\2015\&#1057;&#1074;&#1077;&#1076;&#1077;&#1085;&#1080;&#1103;%20&#1086;%20&#1088;&#1072;&#1089;&#1093;&#1086;&#1076;&#1072;&#1093;%20&#1092;&#1086;&#1088;&#1084;&#1072;%20&#1059;&#1050;&#105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о расходах форма УКС</Template>
  <TotalTime>20</TotalTime>
  <Pages>1</Pages>
  <Words>142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Главы РК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7</cp:revision>
  <cp:lastPrinted>2016-05-17T05:59:00Z</cp:lastPrinted>
  <dcterms:created xsi:type="dcterms:W3CDTF">2016-05-12T11:23:00Z</dcterms:created>
  <dcterms:modified xsi:type="dcterms:W3CDTF">2016-05-17T06:03:00Z</dcterms:modified>
</cp:coreProperties>
</file>