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40C" w:rsidRDefault="0058540C" w:rsidP="00FA57C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Сведения о доходах и имуществе руководителя муниципального автономного общеобразовательного учреждения  за 20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14 г. с изменениями от 20.10.2015г.</w:t>
      </w:r>
    </w:p>
    <w:tbl>
      <w:tblPr>
        <w:tblW w:w="159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1620"/>
        <w:gridCol w:w="1329"/>
        <w:gridCol w:w="1841"/>
        <w:gridCol w:w="1297"/>
        <w:gridCol w:w="1793"/>
        <w:gridCol w:w="1841"/>
        <w:gridCol w:w="1259"/>
        <w:gridCol w:w="1509"/>
        <w:gridCol w:w="1911"/>
      </w:tblGrid>
      <w:tr w:rsidR="0058540C" w:rsidRPr="008465CF">
        <w:trPr>
          <w:trHeight w:val="550"/>
        </w:trPr>
        <w:tc>
          <w:tcPr>
            <w:tcW w:w="1548" w:type="dxa"/>
            <w:vMerge w:val="restart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329" w:type="dxa"/>
            <w:vMerge w:val="restart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Общая сумма дохода за 201</w:t>
            </w:r>
            <w:r>
              <w:rPr>
                <w:rFonts w:ascii="Arial" w:hAnsi="Arial" w:cs="Arial"/>
              </w:rPr>
              <w:t>4</w:t>
            </w:r>
            <w:r w:rsidRPr="008465CF">
              <w:rPr>
                <w:rFonts w:ascii="Arial" w:hAnsi="Arial" w:cs="Arial"/>
              </w:rPr>
              <w:t xml:space="preserve"> год (в рублях)</w:t>
            </w:r>
          </w:p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31" w:type="dxa"/>
            <w:gridSpan w:val="3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9" w:type="dxa"/>
            <w:gridSpan w:val="3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911" w:type="dxa"/>
            <w:vMerge w:val="restart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58540C" w:rsidRPr="008465CF">
        <w:trPr>
          <w:trHeight w:val="550"/>
        </w:trPr>
        <w:tc>
          <w:tcPr>
            <w:tcW w:w="1548" w:type="dxa"/>
            <w:vMerge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Площадь (кв.м)</w:t>
            </w:r>
          </w:p>
        </w:tc>
        <w:tc>
          <w:tcPr>
            <w:tcW w:w="1793" w:type="dxa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841" w:type="dxa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59" w:type="dxa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Площадь (кв.м)</w:t>
            </w:r>
          </w:p>
        </w:tc>
        <w:tc>
          <w:tcPr>
            <w:tcW w:w="1509" w:type="dxa"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Страна расположе</w:t>
            </w:r>
            <w:r>
              <w:rPr>
                <w:rFonts w:ascii="Arial" w:hAnsi="Arial" w:cs="Arial"/>
              </w:rPr>
              <w:t>-</w:t>
            </w:r>
            <w:r w:rsidRPr="008465CF">
              <w:rPr>
                <w:rFonts w:ascii="Arial" w:hAnsi="Arial" w:cs="Arial"/>
              </w:rPr>
              <w:t>ния</w:t>
            </w:r>
          </w:p>
        </w:tc>
        <w:tc>
          <w:tcPr>
            <w:tcW w:w="1911" w:type="dxa"/>
            <w:vMerge/>
          </w:tcPr>
          <w:p w:rsidR="0058540C" w:rsidRPr="008465CF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540C" w:rsidRPr="00DA3C1D">
        <w:trPr>
          <w:trHeight w:val="445"/>
        </w:trPr>
        <w:tc>
          <w:tcPr>
            <w:tcW w:w="1548" w:type="dxa"/>
          </w:tcPr>
          <w:p w:rsidR="0058540C" w:rsidRDefault="0058540C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Шарипов </w:t>
            </w:r>
          </w:p>
          <w:p w:rsidR="0058540C" w:rsidRPr="00407D60" w:rsidRDefault="0058540C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Данил Марсельевич</w:t>
            </w:r>
          </w:p>
        </w:tc>
        <w:tc>
          <w:tcPr>
            <w:tcW w:w="1620" w:type="dxa"/>
          </w:tcPr>
          <w:p w:rsidR="0058540C" w:rsidRPr="00407D60" w:rsidRDefault="0058540C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407D60">
              <w:rPr>
                <w:rFonts w:ascii="Arial" w:hAnsi="Arial" w:cs="Arial"/>
                <w:sz w:val="18"/>
                <w:szCs w:val="18"/>
              </w:rPr>
              <w:t>Директор муниципального автономного общеобразо-вательного учреждения Абаульская основная общеобразова-тельная школа</w:t>
            </w:r>
          </w:p>
        </w:tc>
        <w:tc>
          <w:tcPr>
            <w:tcW w:w="1329" w:type="dxa"/>
          </w:tcPr>
          <w:p w:rsidR="0058540C" w:rsidRPr="00407D60" w:rsidRDefault="0058540C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491967,84</w:t>
            </w:r>
          </w:p>
        </w:tc>
        <w:tc>
          <w:tcPr>
            <w:tcW w:w="1841" w:type="dxa"/>
          </w:tcPr>
          <w:p w:rsidR="0058540C" w:rsidRPr="00407D60" w:rsidRDefault="0058540C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58540C" w:rsidRPr="00407D60" w:rsidRDefault="0058540C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58540C" w:rsidRPr="00407D60" w:rsidRDefault="0058540C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58540C" w:rsidRPr="00407D60" w:rsidRDefault="0058540C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58540C" w:rsidRPr="00407D60" w:rsidRDefault="0058540C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509" w:type="dxa"/>
          </w:tcPr>
          <w:p w:rsidR="0058540C" w:rsidRPr="00407D60" w:rsidRDefault="0058540C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58540C" w:rsidRDefault="0058540C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</w:t>
            </w:r>
          </w:p>
          <w:p w:rsidR="0058540C" w:rsidRPr="00CB336C" w:rsidRDefault="0058540C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TOYOTA CAMRY</w:t>
            </w:r>
          </w:p>
        </w:tc>
      </w:tr>
    </w:tbl>
    <w:p w:rsidR="0058540C" w:rsidRDefault="0058540C" w:rsidP="00FA57CF">
      <w:pPr>
        <w:jc w:val="center"/>
        <w:rPr>
          <w:rFonts w:ascii="Arial" w:hAnsi="Arial" w:cs="Arial"/>
          <w:sz w:val="24"/>
          <w:szCs w:val="24"/>
        </w:rPr>
      </w:pPr>
    </w:p>
    <w:p w:rsidR="0058540C" w:rsidRDefault="0058540C" w:rsidP="00FA57CF">
      <w:pPr>
        <w:jc w:val="center"/>
        <w:rPr>
          <w:rFonts w:ascii="Arial" w:hAnsi="Arial" w:cs="Arial"/>
          <w:sz w:val="24"/>
          <w:szCs w:val="24"/>
        </w:rPr>
      </w:pPr>
    </w:p>
    <w:p w:rsidR="0058540C" w:rsidRDefault="0058540C" w:rsidP="00FA57CF">
      <w:pPr>
        <w:jc w:val="center"/>
        <w:rPr>
          <w:rFonts w:ascii="Arial" w:hAnsi="Arial" w:cs="Arial"/>
          <w:sz w:val="24"/>
          <w:szCs w:val="24"/>
        </w:rPr>
      </w:pPr>
    </w:p>
    <w:p w:rsidR="0058540C" w:rsidRDefault="0058540C" w:rsidP="00176452">
      <w:pPr>
        <w:rPr>
          <w:rFonts w:ascii="Arial" w:hAnsi="Arial" w:cs="Arial"/>
          <w:sz w:val="24"/>
          <w:szCs w:val="24"/>
        </w:rPr>
      </w:pPr>
    </w:p>
    <w:p w:rsidR="0058540C" w:rsidRDefault="0058540C" w:rsidP="00176452">
      <w:pPr>
        <w:rPr>
          <w:rFonts w:ascii="Arial" w:hAnsi="Arial" w:cs="Arial"/>
          <w:sz w:val="24"/>
          <w:szCs w:val="24"/>
        </w:rPr>
      </w:pPr>
    </w:p>
    <w:p w:rsidR="0058540C" w:rsidRDefault="0058540C" w:rsidP="00176452">
      <w:pPr>
        <w:rPr>
          <w:rFonts w:ascii="Arial" w:hAnsi="Arial" w:cs="Arial"/>
          <w:sz w:val="24"/>
          <w:szCs w:val="24"/>
        </w:rPr>
      </w:pPr>
    </w:p>
    <w:p w:rsidR="0058540C" w:rsidRDefault="0058540C" w:rsidP="00176452">
      <w:pPr>
        <w:rPr>
          <w:rFonts w:ascii="Arial" w:hAnsi="Arial" w:cs="Arial"/>
          <w:sz w:val="24"/>
          <w:szCs w:val="24"/>
        </w:rPr>
      </w:pPr>
    </w:p>
    <w:p w:rsidR="0058540C" w:rsidRDefault="0058540C" w:rsidP="00176452">
      <w:pPr>
        <w:rPr>
          <w:rFonts w:ascii="Arial" w:hAnsi="Arial" w:cs="Arial"/>
          <w:sz w:val="24"/>
          <w:szCs w:val="24"/>
        </w:rPr>
      </w:pPr>
    </w:p>
    <w:p w:rsidR="0058540C" w:rsidRDefault="0058540C" w:rsidP="00176452">
      <w:pPr>
        <w:rPr>
          <w:rFonts w:ascii="Arial" w:hAnsi="Arial" w:cs="Arial"/>
          <w:sz w:val="24"/>
          <w:szCs w:val="24"/>
        </w:rPr>
      </w:pPr>
    </w:p>
    <w:p w:rsidR="0058540C" w:rsidRDefault="0058540C" w:rsidP="00176452">
      <w:pPr>
        <w:rPr>
          <w:rFonts w:ascii="Arial" w:hAnsi="Arial" w:cs="Arial"/>
          <w:sz w:val="24"/>
          <w:szCs w:val="24"/>
        </w:rPr>
      </w:pPr>
    </w:p>
    <w:p w:rsidR="0058540C" w:rsidRDefault="0058540C" w:rsidP="00176452">
      <w:pPr>
        <w:rPr>
          <w:rFonts w:ascii="Arial" w:hAnsi="Arial" w:cs="Arial"/>
          <w:sz w:val="24"/>
          <w:szCs w:val="24"/>
        </w:rPr>
      </w:pPr>
    </w:p>
    <w:p w:rsidR="0058540C" w:rsidRDefault="0058540C" w:rsidP="001764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Исп. Долгих Н.А. , 22-2-32</w:t>
      </w:r>
    </w:p>
    <w:p w:rsidR="0058540C" w:rsidRPr="005F7872" w:rsidRDefault="0058540C" w:rsidP="00FA57CF">
      <w:pPr>
        <w:jc w:val="center"/>
        <w:rPr>
          <w:rFonts w:ascii="Arial" w:hAnsi="Arial" w:cs="Arial"/>
          <w:sz w:val="24"/>
          <w:szCs w:val="24"/>
        </w:rPr>
      </w:pPr>
    </w:p>
    <w:sectPr w:rsidR="0058540C" w:rsidRPr="005F7872" w:rsidSect="007E4CC2">
      <w:pgSz w:w="16838" w:h="11906" w:orient="landscape"/>
      <w:pgMar w:top="720" w:right="720" w:bottom="36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FB8"/>
    <w:rsid w:val="00001700"/>
    <w:rsid w:val="00004313"/>
    <w:rsid w:val="00004BE0"/>
    <w:rsid w:val="000070F2"/>
    <w:rsid w:val="000101DB"/>
    <w:rsid w:val="000128DC"/>
    <w:rsid w:val="0002183D"/>
    <w:rsid w:val="000220C5"/>
    <w:rsid w:val="000302C8"/>
    <w:rsid w:val="00031DB1"/>
    <w:rsid w:val="00033B49"/>
    <w:rsid w:val="0003571A"/>
    <w:rsid w:val="00036ABC"/>
    <w:rsid w:val="0004105F"/>
    <w:rsid w:val="00042A32"/>
    <w:rsid w:val="000448DD"/>
    <w:rsid w:val="00045A17"/>
    <w:rsid w:val="00046C61"/>
    <w:rsid w:val="00052C7F"/>
    <w:rsid w:val="000553E0"/>
    <w:rsid w:val="00055E1B"/>
    <w:rsid w:val="00060EB8"/>
    <w:rsid w:val="00061609"/>
    <w:rsid w:val="0006349C"/>
    <w:rsid w:val="000645F1"/>
    <w:rsid w:val="000658D2"/>
    <w:rsid w:val="00065C39"/>
    <w:rsid w:val="00073E18"/>
    <w:rsid w:val="00081AAF"/>
    <w:rsid w:val="000831D6"/>
    <w:rsid w:val="000833E4"/>
    <w:rsid w:val="00083BC4"/>
    <w:rsid w:val="00086F22"/>
    <w:rsid w:val="00092EFA"/>
    <w:rsid w:val="0009323E"/>
    <w:rsid w:val="0009351C"/>
    <w:rsid w:val="00096163"/>
    <w:rsid w:val="000B1E73"/>
    <w:rsid w:val="000B239E"/>
    <w:rsid w:val="000B32A4"/>
    <w:rsid w:val="000B3C3D"/>
    <w:rsid w:val="000B710C"/>
    <w:rsid w:val="000B758D"/>
    <w:rsid w:val="000B795E"/>
    <w:rsid w:val="000B7C43"/>
    <w:rsid w:val="000C1E4E"/>
    <w:rsid w:val="000C204F"/>
    <w:rsid w:val="000C4218"/>
    <w:rsid w:val="000C76B5"/>
    <w:rsid w:val="000D5C53"/>
    <w:rsid w:val="000E0201"/>
    <w:rsid w:val="000E20A5"/>
    <w:rsid w:val="000E537E"/>
    <w:rsid w:val="000E5CBC"/>
    <w:rsid w:val="000F0EEC"/>
    <w:rsid w:val="000F1843"/>
    <w:rsid w:val="000F2DF5"/>
    <w:rsid w:val="000F3102"/>
    <w:rsid w:val="000F5456"/>
    <w:rsid w:val="000F6302"/>
    <w:rsid w:val="000F6AE3"/>
    <w:rsid w:val="001013EF"/>
    <w:rsid w:val="00105964"/>
    <w:rsid w:val="001139AA"/>
    <w:rsid w:val="00116722"/>
    <w:rsid w:val="00122B70"/>
    <w:rsid w:val="00122EA9"/>
    <w:rsid w:val="0012709D"/>
    <w:rsid w:val="00127592"/>
    <w:rsid w:val="00130C03"/>
    <w:rsid w:val="001337C7"/>
    <w:rsid w:val="00133899"/>
    <w:rsid w:val="00135C83"/>
    <w:rsid w:val="00135ECC"/>
    <w:rsid w:val="00140C3B"/>
    <w:rsid w:val="0014169B"/>
    <w:rsid w:val="00143882"/>
    <w:rsid w:val="001479E3"/>
    <w:rsid w:val="00147A7B"/>
    <w:rsid w:val="00151B47"/>
    <w:rsid w:val="00151C9C"/>
    <w:rsid w:val="001551FC"/>
    <w:rsid w:val="001552DF"/>
    <w:rsid w:val="001607A0"/>
    <w:rsid w:val="00161FB1"/>
    <w:rsid w:val="0016224B"/>
    <w:rsid w:val="00163CAF"/>
    <w:rsid w:val="00165813"/>
    <w:rsid w:val="00166EF7"/>
    <w:rsid w:val="00173DF6"/>
    <w:rsid w:val="00176041"/>
    <w:rsid w:val="00176306"/>
    <w:rsid w:val="00176452"/>
    <w:rsid w:val="0017652F"/>
    <w:rsid w:val="00180763"/>
    <w:rsid w:val="0018294B"/>
    <w:rsid w:val="00183570"/>
    <w:rsid w:val="001839DD"/>
    <w:rsid w:val="00183E2F"/>
    <w:rsid w:val="0019036C"/>
    <w:rsid w:val="001930C0"/>
    <w:rsid w:val="001A2C0D"/>
    <w:rsid w:val="001A3724"/>
    <w:rsid w:val="001A4F55"/>
    <w:rsid w:val="001A6EFA"/>
    <w:rsid w:val="001A7A0D"/>
    <w:rsid w:val="001B074B"/>
    <w:rsid w:val="001B53D8"/>
    <w:rsid w:val="001C1A63"/>
    <w:rsid w:val="001C5170"/>
    <w:rsid w:val="001C6BFB"/>
    <w:rsid w:val="001C75DF"/>
    <w:rsid w:val="001D00D5"/>
    <w:rsid w:val="001D1357"/>
    <w:rsid w:val="001E13FA"/>
    <w:rsid w:val="001E290A"/>
    <w:rsid w:val="001E3EAC"/>
    <w:rsid w:val="001E5B22"/>
    <w:rsid w:val="001E5D37"/>
    <w:rsid w:val="001E663A"/>
    <w:rsid w:val="001E66DB"/>
    <w:rsid w:val="001E6A80"/>
    <w:rsid w:val="001E6C32"/>
    <w:rsid w:val="001F06FC"/>
    <w:rsid w:val="001F2339"/>
    <w:rsid w:val="001F3023"/>
    <w:rsid w:val="001F3857"/>
    <w:rsid w:val="001F6646"/>
    <w:rsid w:val="001F71BC"/>
    <w:rsid w:val="001F7A09"/>
    <w:rsid w:val="00201168"/>
    <w:rsid w:val="002069CE"/>
    <w:rsid w:val="00212A84"/>
    <w:rsid w:val="00215634"/>
    <w:rsid w:val="002164B1"/>
    <w:rsid w:val="00217CFB"/>
    <w:rsid w:val="00224558"/>
    <w:rsid w:val="002265FB"/>
    <w:rsid w:val="00231A27"/>
    <w:rsid w:val="00233026"/>
    <w:rsid w:val="00233B24"/>
    <w:rsid w:val="00234F4C"/>
    <w:rsid w:val="00235547"/>
    <w:rsid w:val="002364C3"/>
    <w:rsid w:val="002365CD"/>
    <w:rsid w:val="00236FB1"/>
    <w:rsid w:val="002426C2"/>
    <w:rsid w:val="002448AB"/>
    <w:rsid w:val="00244F43"/>
    <w:rsid w:val="0024772B"/>
    <w:rsid w:val="0025418D"/>
    <w:rsid w:val="0026360A"/>
    <w:rsid w:val="00263A5F"/>
    <w:rsid w:val="00267A4F"/>
    <w:rsid w:val="002721FE"/>
    <w:rsid w:val="0027240E"/>
    <w:rsid w:val="00275E70"/>
    <w:rsid w:val="00277E09"/>
    <w:rsid w:val="00281BDA"/>
    <w:rsid w:val="0028574D"/>
    <w:rsid w:val="00286DF6"/>
    <w:rsid w:val="00286E91"/>
    <w:rsid w:val="00287F9D"/>
    <w:rsid w:val="0029025E"/>
    <w:rsid w:val="00295D6F"/>
    <w:rsid w:val="00296712"/>
    <w:rsid w:val="002A3236"/>
    <w:rsid w:val="002A3797"/>
    <w:rsid w:val="002B4360"/>
    <w:rsid w:val="002B664B"/>
    <w:rsid w:val="002B748E"/>
    <w:rsid w:val="002B7DE5"/>
    <w:rsid w:val="002C5859"/>
    <w:rsid w:val="002C6585"/>
    <w:rsid w:val="002C7FE2"/>
    <w:rsid w:val="002D1749"/>
    <w:rsid w:val="002D1E44"/>
    <w:rsid w:val="002D2C33"/>
    <w:rsid w:val="002D778F"/>
    <w:rsid w:val="002E7113"/>
    <w:rsid w:val="002F4075"/>
    <w:rsid w:val="002F53C4"/>
    <w:rsid w:val="002F6A8E"/>
    <w:rsid w:val="00300AC1"/>
    <w:rsid w:val="003010AB"/>
    <w:rsid w:val="00301863"/>
    <w:rsid w:val="00303B3F"/>
    <w:rsid w:val="00303CE7"/>
    <w:rsid w:val="00304735"/>
    <w:rsid w:val="003127A2"/>
    <w:rsid w:val="003131F4"/>
    <w:rsid w:val="00315E67"/>
    <w:rsid w:val="003173A9"/>
    <w:rsid w:val="0031790C"/>
    <w:rsid w:val="003208FA"/>
    <w:rsid w:val="00322670"/>
    <w:rsid w:val="00325324"/>
    <w:rsid w:val="00330C3E"/>
    <w:rsid w:val="00333232"/>
    <w:rsid w:val="00333E38"/>
    <w:rsid w:val="00334A3F"/>
    <w:rsid w:val="003371C1"/>
    <w:rsid w:val="0033785B"/>
    <w:rsid w:val="00341878"/>
    <w:rsid w:val="00341888"/>
    <w:rsid w:val="00343046"/>
    <w:rsid w:val="00345F9C"/>
    <w:rsid w:val="00352289"/>
    <w:rsid w:val="00352CE6"/>
    <w:rsid w:val="00353FB0"/>
    <w:rsid w:val="0036117B"/>
    <w:rsid w:val="00361A91"/>
    <w:rsid w:val="003633F3"/>
    <w:rsid w:val="00370A5D"/>
    <w:rsid w:val="00370E94"/>
    <w:rsid w:val="00380C47"/>
    <w:rsid w:val="00381136"/>
    <w:rsid w:val="003815D9"/>
    <w:rsid w:val="00381806"/>
    <w:rsid w:val="00381A06"/>
    <w:rsid w:val="00382AA1"/>
    <w:rsid w:val="00386B1E"/>
    <w:rsid w:val="00387D79"/>
    <w:rsid w:val="0039461B"/>
    <w:rsid w:val="00394D25"/>
    <w:rsid w:val="003A03A4"/>
    <w:rsid w:val="003A0785"/>
    <w:rsid w:val="003A18A7"/>
    <w:rsid w:val="003A75B2"/>
    <w:rsid w:val="003B459E"/>
    <w:rsid w:val="003C14C3"/>
    <w:rsid w:val="003C30A0"/>
    <w:rsid w:val="003C33C4"/>
    <w:rsid w:val="003C4004"/>
    <w:rsid w:val="003C425D"/>
    <w:rsid w:val="003C5150"/>
    <w:rsid w:val="003C5B85"/>
    <w:rsid w:val="003C676E"/>
    <w:rsid w:val="003D1C7E"/>
    <w:rsid w:val="003D5AB6"/>
    <w:rsid w:val="003D5AEA"/>
    <w:rsid w:val="003E2453"/>
    <w:rsid w:val="003E289F"/>
    <w:rsid w:val="003E36E9"/>
    <w:rsid w:val="003E473C"/>
    <w:rsid w:val="003E62E1"/>
    <w:rsid w:val="003F03BE"/>
    <w:rsid w:val="003F1B76"/>
    <w:rsid w:val="003F3E78"/>
    <w:rsid w:val="003F4D35"/>
    <w:rsid w:val="0040122B"/>
    <w:rsid w:val="004014C6"/>
    <w:rsid w:val="0040380A"/>
    <w:rsid w:val="00404D66"/>
    <w:rsid w:val="0040600F"/>
    <w:rsid w:val="00407D60"/>
    <w:rsid w:val="00410946"/>
    <w:rsid w:val="00410AD8"/>
    <w:rsid w:val="0041138C"/>
    <w:rsid w:val="00421147"/>
    <w:rsid w:val="0042231B"/>
    <w:rsid w:val="00422C29"/>
    <w:rsid w:val="004251F7"/>
    <w:rsid w:val="00425374"/>
    <w:rsid w:val="0043016E"/>
    <w:rsid w:val="00432F6D"/>
    <w:rsid w:val="00434358"/>
    <w:rsid w:val="00434687"/>
    <w:rsid w:val="00434E8E"/>
    <w:rsid w:val="00435898"/>
    <w:rsid w:val="00436FA2"/>
    <w:rsid w:val="00440C70"/>
    <w:rsid w:val="00441A56"/>
    <w:rsid w:val="00450A3F"/>
    <w:rsid w:val="00451516"/>
    <w:rsid w:val="00454444"/>
    <w:rsid w:val="00455B55"/>
    <w:rsid w:val="004560BB"/>
    <w:rsid w:val="00460E16"/>
    <w:rsid w:val="00463DBE"/>
    <w:rsid w:val="00464382"/>
    <w:rsid w:val="00464531"/>
    <w:rsid w:val="004668F2"/>
    <w:rsid w:val="0047667C"/>
    <w:rsid w:val="0047721C"/>
    <w:rsid w:val="00480AE5"/>
    <w:rsid w:val="00486489"/>
    <w:rsid w:val="00487B73"/>
    <w:rsid w:val="004909C1"/>
    <w:rsid w:val="0049362F"/>
    <w:rsid w:val="00495A7D"/>
    <w:rsid w:val="004A36BB"/>
    <w:rsid w:val="004A3986"/>
    <w:rsid w:val="004A640E"/>
    <w:rsid w:val="004A647C"/>
    <w:rsid w:val="004A7CC1"/>
    <w:rsid w:val="004B1F0A"/>
    <w:rsid w:val="004B29F4"/>
    <w:rsid w:val="004B4013"/>
    <w:rsid w:val="004B4B83"/>
    <w:rsid w:val="004C1563"/>
    <w:rsid w:val="004C28A3"/>
    <w:rsid w:val="004C33F5"/>
    <w:rsid w:val="004C357D"/>
    <w:rsid w:val="004C3715"/>
    <w:rsid w:val="004C5FA8"/>
    <w:rsid w:val="004C6319"/>
    <w:rsid w:val="004C67D6"/>
    <w:rsid w:val="004C6B48"/>
    <w:rsid w:val="004D1A41"/>
    <w:rsid w:val="004D4452"/>
    <w:rsid w:val="004E0671"/>
    <w:rsid w:val="004E19BC"/>
    <w:rsid w:val="004E3C98"/>
    <w:rsid w:val="004E3F63"/>
    <w:rsid w:val="004E4A36"/>
    <w:rsid w:val="004F0E55"/>
    <w:rsid w:val="004F187F"/>
    <w:rsid w:val="004F1B50"/>
    <w:rsid w:val="004F6CF9"/>
    <w:rsid w:val="00503696"/>
    <w:rsid w:val="00503B03"/>
    <w:rsid w:val="00505CA9"/>
    <w:rsid w:val="00506825"/>
    <w:rsid w:val="00510225"/>
    <w:rsid w:val="005108A8"/>
    <w:rsid w:val="005115AC"/>
    <w:rsid w:val="0051249D"/>
    <w:rsid w:val="0051491F"/>
    <w:rsid w:val="00517249"/>
    <w:rsid w:val="00517253"/>
    <w:rsid w:val="00524E62"/>
    <w:rsid w:val="005263D0"/>
    <w:rsid w:val="00532161"/>
    <w:rsid w:val="00532B92"/>
    <w:rsid w:val="005334EF"/>
    <w:rsid w:val="00533702"/>
    <w:rsid w:val="005338E8"/>
    <w:rsid w:val="00534729"/>
    <w:rsid w:val="00537BF3"/>
    <w:rsid w:val="00541320"/>
    <w:rsid w:val="00542E3E"/>
    <w:rsid w:val="0054430D"/>
    <w:rsid w:val="00545FC7"/>
    <w:rsid w:val="00547D22"/>
    <w:rsid w:val="00550344"/>
    <w:rsid w:val="00550633"/>
    <w:rsid w:val="00551EE4"/>
    <w:rsid w:val="005541C3"/>
    <w:rsid w:val="00555D92"/>
    <w:rsid w:val="00555E0E"/>
    <w:rsid w:val="0056052A"/>
    <w:rsid w:val="005607EB"/>
    <w:rsid w:val="00562FE7"/>
    <w:rsid w:val="00563243"/>
    <w:rsid w:val="0056416C"/>
    <w:rsid w:val="00566044"/>
    <w:rsid w:val="00566668"/>
    <w:rsid w:val="00573C9C"/>
    <w:rsid w:val="00575BB4"/>
    <w:rsid w:val="005767DD"/>
    <w:rsid w:val="005802F5"/>
    <w:rsid w:val="00580D4F"/>
    <w:rsid w:val="0058540C"/>
    <w:rsid w:val="0059244D"/>
    <w:rsid w:val="00596257"/>
    <w:rsid w:val="005A0205"/>
    <w:rsid w:val="005A1100"/>
    <w:rsid w:val="005A2663"/>
    <w:rsid w:val="005A30E6"/>
    <w:rsid w:val="005C3225"/>
    <w:rsid w:val="005C3692"/>
    <w:rsid w:val="005C3B39"/>
    <w:rsid w:val="005C58A8"/>
    <w:rsid w:val="005D1013"/>
    <w:rsid w:val="005D2FB0"/>
    <w:rsid w:val="005D3504"/>
    <w:rsid w:val="005D3DCA"/>
    <w:rsid w:val="005D40D0"/>
    <w:rsid w:val="005D6873"/>
    <w:rsid w:val="005E2D89"/>
    <w:rsid w:val="005E35DB"/>
    <w:rsid w:val="005E4DE5"/>
    <w:rsid w:val="005E63F2"/>
    <w:rsid w:val="005E7459"/>
    <w:rsid w:val="005F0006"/>
    <w:rsid w:val="005F5B69"/>
    <w:rsid w:val="005F7872"/>
    <w:rsid w:val="006029BF"/>
    <w:rsid w:val="00603374"/>
    <w:rsid w:val="00604711"/>
    <w:rsid w:val="00605742"/>
    <w:rsid w:val="00605749"/>
    <w:rsid w:val="0060666F"/>
    <w:rsid w:val="00611383"/>
    <w:rsid w:val="00612435"/>
    <w:rsid w:val="00614627"/>
    <w:rsid w:val="006179EE"/>
    <w:rsid w:val="006212DE"/>
    <w:rsid w:val="006310CF"/>
    <w:rsid w:val="00631726"/>
    <w:rsid w:val="00633B96"/>
    <w:rsid w:val="0063658E"/>
    <w:rsid w:val="0063705A"/>
    <w:rsid w:val="006370E8"/>
    <w:rsid w:val="00640F73"/>
    <w:rsid w:val="0064254D"/>
    <w:rsid w:val="0064353C"/>
    <w:rsid w:val="00644DEC"/>
    <w:rsid w:val="0064518A"/>
    <w:rsid w:val="0064699F"/>
    <w:rsid w:val="00647F3D"/>
    <w:rsid w:val="00651D51"/>
    <w:rsid w:val="00652EB7"/>
    <w:rsid w:val="00653340"/>
    <w:rsid w:val="00656590"/>
    <w:rsid w:val="00660543"/>
    <w:rsid w:val="00662B39"/>
    <w:rsid w:val="00663EF4"/>
    <w:rsid w:val="006651C4"/>
    <w:rsid w:val="0066576C"/>
    <w:rsid w:val="0066593D"/>
    <w:rsid w:val="006709B4"/>
    <w:rsid w:val="0067471D"/>
    <w:rsid w:val="00684A75"/>
    <w:rsid w:val="006903AE"/>
    <w:rsid w:val="00693837"/>
    <w:rsid w:val="00695773"/>
    <w:rsid w:val="00697637"/>
    <w:rsid w:val="006A72A0"/>
    <w:rsid w:val="006A73AF"/>
    <w:rsid w:val="006B4B32"/>
    <w:rsid w:val="006B60C0"/>
    <w:rsid w:val="006B6A67"/>
    <w:rsid w:val="006B79EC"/>
    <w:rsid w:val="006C1859"/>
    <w:rsid w:val="006C26CC"/>
    <w:rsid w:val="006C33B0"/>
    <w:rsid w:val="006D0EC8"/>
    <w:rsid w:val="006D4647"/>
    <w:rsid w:val="006D6ECB"/>
    <w:rsid w:val="006E15B2"/>
    <w:rsid w:val="006E2A18"/>
    <w:rsid w:val="006E342E"/>
    <w:rsid w:val="006E3CD8"/>
    <w:rsid w:val="006E4C91"/>
    <w:rsid w:val="006E53E3"/>
    <w:rsid w:val="006E6EDB"/>
    <w:rsid w:val="006F08C7"/>
    <w:rsid w:val="006F162E"/>
    <w:rsid w:val="006F391D"/>
    <w:rsid w:val="006F3AB9"/>
    <w:rsid w:val="006F4AEF"/>
    <w:rsid w:val="006F5D79"/>
    <w:rsid w:val="006F7EBA"/>
    <w:rsid w:val="0070037A"/>
    <w:rsid w:val="00702DF2"/>
    <w:rsid w:val="007065FE"/>
    <w:rsid w:val="007069B6"/>
    <w:rsid w:val="007107BE"/>
    <w:rsid w:val="00710D85"/>
    <w:rsid w:val="00713AC1"/>
    <w:rsid w:val="00713C3D"/>
    <w:rsid w:val="00713FB5"/>
    <w:rsid w:val="0071531A"/>
    <w:rsid w:val="00715AB5"/>
    <w:rsid w:val="007168C9"/>
    <w:rsid w:val="00721D8C"/>
    <w:rsid w:val="00734617"/>
    <w:rsid w:val="007346D8"/>
    <w:rsid w:val="007359FB"/>
    <w:rsid w:val="00737CF3"/>
    <w:rsid w:val="00742036"/>
    <w:rsid w:val="0074239D"/>
    <w:rsid w:val="00747B04"/>
    <w:rsid w:val="0075062A"/>
    <w:rsid w:val="00750CD7"/>
    <w:rsid w:val="00754D14"/>
    <w:rsid w:val="00757C33"/>
    <w:rsid w:val="00761539"/>
    <w:rsid w:val="00761F31"/>
    <w:rsid w:val="00767369"/>
    <w:rsid w:val="007763E9"/>
    <w:rsid w:val="00776468"/>
    <w:rsid w:val="00776731"/>
    <w:rsid w:val="0077674A"/>
    <w:rsid w:val="00776FCD"/>
    <w:rsid w:val="007800CF"/>
    <w:rsid w:val="00786627"/>
    <w:rsid w:val="00795DFF"/>
    <w:rsid w:val="00796373"/>
    <w:rsid w:val="00796F04"/>
    <w:rsid w:val="007A074D"/>
    <w:rsid w:val="007A2BBF"/>
    <w:rsid w:val="007A321C"/>
    <w:rsid w:val="007A408E"/>
    <w:rsid w:val="007B068C"/>
    <w:rsid w:val="007B31D2"/>
    <w:rsid w:val="007B4249"/>
    <w:rsid w:val="007B51F9"/>
    <w:rsid w:val="007B5993"/>
    <w:rsid w:val="007B6E82"/>
    <w:rsid w:val="007C1FF9"/>
    <w:rsid w:val="007C21CA"/>
    <w:rsid w:val="007C30D5"/>
    <w:rsid w:val="007C3A66"/>
    <w:rsid w:val="007C3BBB"/>
    <w:rsid w:val="007C7BBE"/>
    <w:rsid w:val="007C7D7C"/>
    <w:rsid w:val="007D264B"/>
    <w:rsid w:val="007D3452"/>
    <w:rsid w:val="007D6F7A"/>
    <w:rsid w:val="007D6FCB"/>
    <w:rsid w:val="007E0BDF"/>
    <w:rsid w:val="007E13B1"/>
    <w:rsid w:val="007E20A0"/>
    <w:rsid w:val="007E2BD9"/>
    <w:rsid w:val="007E305A"/>
    <w:rsid w:val="007E4CC2"/>
    <w:rsid w:val="007E656A"/>
    <w:rsid w:val="007E67A2"/>
    <w:rsid w:val="007E7281"/>
    <w:rsid w:val="007F26FA"/>
    <w:rsid w:val="007F2918"/>
    <w:rsid w:val="0080453D"/>
    <w:rsid w:val="00807000"/>
    <w:rsid w:val="00810ACF"/>
    <w:rsid w:val="00811292"/>
    <w:rsid w:val="008128CB"/>
    <w:rsid w:val="00825608"/>
    <w:rsid w:val="00826719"/>
    <w:rsid w:val="00826C30"/>
    <w:rsid w:val="008275D6"/>
    <w:rsid w:val="008352CE"/>
    <w:rsid w:val="00843A23"/>
    <w:rsid w:val="008465CF"/>
    <w:rsid w:val="00847454"/>
    <w:rsid w:val="00850787"/>
    <w:rsid w:val="00852D94"/>
    <w:rsid w:val="00853969"/>
    <w:rsid w:val="00855899"/>
    <w:rsid w:val="008569DD"/>
    <w:rsid w:val="008621F7"/>
    <w:rsid w:val="008631AC"/>
    <w:rsid w:val="00865E71"/>
    <w:rsid w:val="00866BFB"/>
    <w:rsid w:val="00876128"/>
    <w:rsid w:val="00876D59"/>
    <w:rsid w:val="008771A6"/>
    <w:rsid w:val="00877F88"/>
    <w:rsid w:val="008816E9"/>
    <w:rsid w:val="008829DC"/>
    <w:rsid w:val="00884190"/>
    <w:rsid w:val="008851B1"/>
    <w:rsid w:val="00885BB9"/>
    <w:rsid w:val="008932BF"/>
    <w:rsid w:val="00897846"/>
    <w:rsid w:val="008A0A89"/>
    <w:rsid w:val="008A0F4E"/>
    <w:rsid w:val="008A172E"/>
    <w:rsid w:val="008A2256"/>
    <w:rsid w:val="008A46C3"/>
    <w:rsid w:val="008A5F80"/>
    <w:rsid w:val="008B0D25"/>
    <w:rsid w:val="008B1CDE"/>
    <w:rsid w:val="008B691F"/>
    <w:rsid w:val="008B7DC1"/>
    <w:rsid w:val="008C07C2"/>
    <w:rsid w:val="008C19A8"/>
    <w:rsid w:val="008C5CD8"/>
    <w:rsid w:val="008C730F"/>
    <w:rsid w:val="008D0AC1"/>
    <w:rsid w:val="008D3DE2"/>
    <w:rsid w:val="008D52FD"/>
    <w:rsid w:val="008D6636"/>
    <w:rsid w:val="008E4A70"/>
    <w:rsid w:val="008E6A24"/>
    <w:rsid w:val="008E71C1"/>
    <w:rsid w:val="008F2908"/>
    <w:rsid w:val="008F2D67"/>
    <w:rsid w:val="008F4309"/>
    <w:rsid w:val="008F726F"/>
    <w:rsid w:val="009005EB"/>
    <w:rsid w:val="0091057E"/>
    <w:rsid w:val="00910E17"/>
    <w:rsid w:val="00912EDA"/>
    <w:rsid w:val="00915FFB"/>
    <w:rsid w:val="009166FD"/>
    <w:rsid w:val="009174C9"/>
    <w:rsid w:val="0092289D"/>
    <w:rsid w:val="009263BC"/>
    <w:rsid w:val="009322B4"/>
    <w:rsid w:val="00932A07"/>
    <w:rsid w:val="00934D7A"/>
    <w:rsid w:val="00935171"/>
    <w:rsid w:val="00941125"/>
    <w:rsid w:val="00941B11"/>
    <w:rsid w:val="00942BB4"/>
    <w:rsid w:val="009550B4"/>
    <w:rsid w:val="0095547E"/>
    <w:rsid w:val="00955496"/>
    <w:rsid w:val="00961664"/>
    <w:rsid w:val="00964300"/>
    <w:rsid w:val="00974CCD"/>
    <w:rsid w:val="00975657"/>
    <w:rsid w:val="0097582E"/>
    <w:rsid w:val="009771F8"/>
    <w:rsid w:val="00982758"/>
    <w:rsid w:val="00983DBF"/>
    <w:rsid w:val="00985EDA"/>
    <w:rsid w:val="009910EE"/>
    <w:rsid w:val="00994AFB"/>
    <w:rsid w:val="009B2640"/>
    <w:rsid w:val="009B5483"/>
    <w:rsid w:val="009B5593"/>
    <w:rsid w:val="009B5843"/>
    <w:rsid w:val="009C1B34"/>
    <w:rsid w:val="009C5569"/>
    <w:rsid w:val="009C65B5"/>
    <w:rsid w:val="009C72CB"/>
    <w:rsid w:val="009D3040"/>
    <w:rsid w:val="009D3DC1"/>
    <w:rsid w:val="009D4D11"/>
    <w:rsid w:val="009D5012"/>
    <w:rsid w:val="009D7AFA"/>
    <w:rsid w:val="009E3A33"/>
    <w:rsid w:val="009E5ABE"/>
    <w:rsid w:val="009E6306"/>
    <w:rsid w:val="009E63C8"/>
    <w:rsid w:val="009F10E8"/>
    <w:rsid w:val="009F4244"/>
    <w:rsid w:val="009F5099"/>
    <w:rsid w:val="00A00CD3"/>
    <w:rsid w:val="00A021D4"/>
    <w:rsid w:val="00A02ADD"/>
    <w:rsid w:val="00A02B3A"/>
    <w:rsid w:val="00A02B6A"/>
    <w:rsid w:val="00A04AD3"/>
    <w:rsid w:val="00A11229"/>
    <w:rsid w:val="00A11D94"/>
    <w:rsid w:val="00A17422"/>
    <w:rsid w:val="00A2215A"/>
    <w:rsid w:val="00A24B80"/>
    <w:rsid w:val="00A3338B"/>
    <w:rsid w:val="00A34B36"/>
    <w:rsid w:val="00A35A4E"/>
    <w:rsid w:val="00A3655F"/>
    <w:rsid w:val="00A36A1D"/>
    <w:rsid w:val="00A4274C"/>
    <w:rsid w:val="00A42F6A"/>
    <w:rsid w:val="00A44CB3"/>
    <w:rsid w:val="00A4556D"/>
    <w:rsid w:val="00A4607A"/>
    <w:rsid w:val="00A50CF2"/>
    <w:rsid w:val="00A51399"/>
    <w:rsid w:val="00A55B9C"/>
    <w:rsid w:val="00A578A3"/>
    <w:rsid w:val="00A6071D"/>
    <w:rsid w:val="00A61C11"/>
    <w:rsid w:val="00A62A2B"/>
    <w:rsid w:val="00A651A0"/>
    <w:rsid w:val="00A662B1"/>
    <w:rsid w:val="00A66E70"/>
    <w:rsid w:val="00A71957"/>
    <w:rsid w:val="00A72187"/>
    <w:rsid w:val="00A74756"/>
    <w:rsid w:val="00A75E3D"/>
    <w:rsid w:val="00A76064"/>
    <w:rsid w:val="00A779DC"/>
    <w:rsid w:val="00A816B6"/>
    <w:rsid w:val="00A86812"/>
    <w:rsid w:val="00A9065F"/>
    <w:rsid w:val="00A91B8C"/>
    <w:rsid w:val="00A9655B"/>
    <w:rsid w:val="00AA05CE"/>
    <w:rsid w:val="00AA18ED"/>
    <w:rsid w:val="00AA617C"/>
    <w:rsid w:val="00AB5247"/>
    <w:rsid w:val="00AB5543"/>
    <w:rsid w:val="00AB5694"/>
    <w:rsid w:val="00AB6860"/>
    <w:rsid w:val="00AC4782"/>
    <w:rsid w:val="00AD4F27"/>
    <w:rsid w:val="00AD7021"/>
    <w:rsid w:val="00AE1D48"/>
    <w:rsid w:val="00AE3C22"/>
    <w:rsid w:val="00AE5C03"/>
    <w:rsid w:val="00AE7560"/>
    <w:rsid w:val="00AF0848"/>
    <w:rsid w:val="00AF108D"/>
    <w:rsid w:val="00AF2AE7"/>
    <w:rsid w:val="00AF51B6"/>
    <w:rsid w:val="00B03590"/>
    <w:rsid w:val="00B042F7"/>
    <w:rsid w:val="00B048A7"/>
    <w:rsid w:val="00B06DFC"/>
    <w:rsid w:val="00B1239E"/>
    <w:rsid w:val="00B15336"/>
    <w:rsid w:val="00B16593"/>
    <w:rsid w:val="00B218B3"/>
    <w:rsid w:val="00B23EFF"/>
    <w:rsid w:val="00B246B5"/>
    <w:rsid w:val="00B251BF"/>
    <w:rsid w:val="00B30621"/>
    <w:rsid w:val="00B30C62"/>
    <w:rsid w:val="00B344E5"/>
    <w:rsid w:val="00B34912"/>
    <w:rsid w:val="00B35D2A"/>
    <w:rsid w:val="00B36470"/>
    <w:rsid w:val="00B364DE"/>
    <w:rsid w:val="00B364E2"/>
    <w:rsid w:val="00B445AA"/>
    <w:rsid w:val="00B44727"/>
    <w:rsid w:val="00B45DB3"/>
    <w:rsid w:val="00B51880"/>
    <w:rsid w:val="00B52309"/>
    <w:rsid w:val="00B54F98"/>
    <w:rsid w:val="00B56FDC"/>
    <w:rsid w:val="00B57F60"/>
    <w:rsid w:val="00B6256F"/>
    <w:rsid w:val="00B626AB"/>
    <w:rsid w:val="00B673B7"/>
    <w:rsid w:val="00B73F36"/>
    <w:rsid w:val="00B8146F"/>
    <w:rsid w:val="00B83275"/>
    <w:rsid w:val="00B87C68"/>
    <w:rsid w:val="00B906A6"/>
    <w:rsid w:val="00B94203"/>
    <w:rsid w:val="00B97182"/>
    <w:rsid w:val="00BA1EF5"/>
    <w:rsid w:val="00BA7D93"/>
    <w:rsid w:val="00BB3A5E"/>
    <w:rsid w:val="00BB59F8"/>
    <w:rsid w:val="00BB5DA9"/>
    <w:rsid w:val="00BB7BAC"/>
    <w:rsid w:val="00BC448E"/>
    <w:rsid w:val="00BC5406"/>
    <w:rsid w:val="00BC55A2"/>
    <w:rsid w:val="00BC7EA7"/>
    <w:rsid w:val="00BC7EDF"/>
    <w:rsid w:val="00BD119D"/>
    <w:rsid w:val="00BD326C"/>
    <w:rsid w:val="00BD5C64"/>
    <w:rsid w:val="00BD6012"/>
    <w:rsid w:val="00BD729D"/>
    <w:rsid w:val="00BE140D"/>
    <w:rsid w:val="00BE57DE"/>
    <w:rsid w:val="00BF3DD8"/>
    <w:rsid w:val="00BF3EC1"/>
    <w:rsid w:val="00BF4AF0"/>
    <w:rsid w:val="00BF5F6C"/>
    <w:rsid w:val="00C00540"/>
    <w:rsid w:val="00C015D9"/>
    <w:rsid w:val="00C03C6C"/>
    <w:rsid w:val="00C06FD1"/>
    <w:rsid w:val="00C10C47"/>
    <w:rsid w:val="00C10D79"/>
    <w:rsid w:val="00C14449"/>
    <w:rsid w:val="00C14B97"/>
    <w:rsid w:val="00C14F3F"/>
    <w:rsid w:val="00C15725"/>
    <w:rsid w:val="00C16C05"/>
    <w:rsid w:val="00C16E1F"/>
    <w:rsid w:val="00C1765E"/>
    <w:rsid w:val="00C20822"/>
    <w:rsid w:val="00C21091"/>
    <w:rsid w:val="00C211B9"/>
    <w:rsid w:val="00C25310"/>
    <w:rsid w:val="00C26995"/>
    <w:rsid w:val="00C311C8"/>
    <w:rsid w:val="00C353B5"/>
    <w:rsid w:val="00C369D0"/>
    <w:rsid w:val="00C42267"/>
    <w:rsid w:val="00C4543D"/>
    <w:rsid w:val="00C46AF4"/>
    <w:rsid w:val="00C519D5"/>
    <w:rsid w:val="00C52C71"/>
    <w:rsid w:val="00C61748"/>
    <w:rsid w:val="00C61756"/>
    <w:rsid w:val="00C6232B"/>
    <w:rsid w:val="00C649A2"/>
    <w:rsid w:val="00C7154F"/>
    <w:rsid w:val="00C72043"/>
    <w:rsid w:val="00C72CB2"/>
    <w:rsid w:val="00C72EF6"/>
    <w:rsid w:val="00C73ADC"/>
    <w:rsid w:val="00C74C77"/>
    <w:rsid w:val="00C77010"/>
    <w:rsid w:val="00C807A0"/>
    <w:rsid w:val="00C81CB9"/>
    <w:rsid w:val="00C822BA"/>
    <w:rsid w:val="00C827D6"/>
    <w:rsid w:val="00C83665"/>
    <w:rsid w:val="00C83EA4"/>
    <w:rsid w:val="00C87833"/>
    <w:rsid w:val="00C90B50"/>
    <w:rsid w:val="00C94FAC"/>
    <w:rsid w:val="00CA41B3"/>
    <w:rsid w:val="00CA4508"/>
    <w:rsid w:val="00CA5522"/>
    <w:rsid w:val="00CA6F29"/>
    <w:rsid w:val="00CA75F1"/>
    <w:rsid w:val="00CB2567"/>
    <w:rsid w:val="00CB336C"/>
    <w:rsid w:val="00CB3787"/>
    <w:rsid w:val="00CB4D0F"/>
    <w:rsid w:val="00CB5C7D"/>
    <w:rsid w:val="00CC1641"/>
    <w:rsid w:val="00CC31FA"/>
    <w:rsid w:val="00CC6FF1"/>
    <w:rsid w:val="00CD1471"/>
    <w:rsid w:val="00CD6482"/>
    <w:rsid w:val="00CE34BA"/>
    <w:rsid w:val="00CE3831"/>
    <w:rsid w:val="00CE4F3B"/>
    <w:rsid w:val="00CE70E1"/>
    <w:rsid w:val="00CF08ED"/>
    <w:rsid w:val="00CF135F"/>
    <w:rsid w:val="00CF1D67"/>
    <w:rsid w:val="00CF258C"/>
    <w:rsid w:val="00CF598B"/>
    <w:rsid w:val="00CF65A5"/>
    <w:rsid w:val="00D02162"/>
    <w:rsid w:val="00D042FA"/>
    <w:rsid w:val="00D07547"/>
    <w:rsid w:val="00D10B6D"/>
    <w:rsid w:val="00D112F6"/>
    <w:rsid w:val="00D1134E"/>
    <w:rsid w:val="00D11FB8"/>
    <w:rsid w:val="00D1246A"/>
    <w:rsid w:val="00D1387A"/>
    <w:rsid w:val="00D16B6A"/>
    <w:rsid w:val="00D221F4"/>
    <w:rsid w:val="00D23FFD"/>
    <w:rsid w:val="00D24447"/>
    <w:rsid w:val="00D26DDD"/>
    <w:rsid w:val="00D27D52"/>
    <w:rsid w:val="00D31C36"/>
    <w:rsid w:val="00D325E6"/>
    <w:rsid w:val="00D351B1"/>
    <w:rsid w:val="00D36C05"/>
    <w:rsid w:val="00D37AFB"/>
    <w:rsid w:val="00D37D21"/>
    <w:rsid w:val="00D409EF"/>
    <w:rsid w:val="00D42DD5"/>
    <w:rsid w:val="00D45A10"/>
    <w:rsid w:val="00D46E56"/>
    <w:rsid w:val="00D47025"/>
    <w:rsid w:val="00D4745E"/>
    <w:rsid w:val="00D47906"/>
    <w:rsid w:val="00D500CC"/>
    <w:rsid w:val="00D50797"/>
    <w:rsid w:val="00D515B3"/>
    <w:rsid w:val="00D53545"/>
    <w:rsid w:val="00D53897"/>
    <w:rsid w:val="00D67546"/>
    <w:rsid w:val="00D715C6"/>
    <w:rsid w:val="00D71880"/>
    <w:rsid w:val="00D74805"/>
    <w:rsid w:val="00D7685B"/>
    <w:rsid w:val="00D769E1"/>
    <w:rsid w:val="00D76A82"/>
    <w:rsid w:val="00D7769B"/>
    <w:rsid w:val="00D83272"/>
    <w:rsid w:val="00D844E8"/>
    <w:rsid w:val="00D85554"/>
    <w:rsid w:val="00D85B22"/>
    <w:rsid w:val="00D91281"/>
    <w:rsid w:val="00D919B4"/>
    <w:rsid w:val="00D9227B"/>
    <w:rsid w:val="00D94F91"/>
    <w:rsid w:val="00D964EE"/>
    <w:rsid w:val="00D97F24"/>
    <w:rsid w:val="00DA0FF7"/>
    <w:rsid w:val="00DA367D"/>
    <w:rsid w:val="00DA3C1D"/>
    <w:rsid w:val="00DA41DA"/>
    <w:rsid w:val="00DA613D"/>
    <w:rsid w:val="00DA6A3A"/>
    <w:rsid w:val="00DB0800"/>
    <w:rsid w:val="00DB0F2B"/>
    <w:rsid w:val="00DB28B9"/>
    <w:rsid w:val="00DB491A"/>
    <w:rsid w:val="00DB62CD"/>
    <w:rsid w:val="00DC085B"/>
    <w:rsid w:val="00DC0916"/>
    <w:rsid w:val="00DC483C"/>
    <w:rsid w:val="00DC4D5F"/>
    <w:rsid w:val="00DC4F78"/>
    <w:rsid w:val="00DC52ED"/>
    <w:rsid w:val="00DC5536"/>
    <w:rsid w:val="00DC5C30"/>
    <w:rsid w:val="00DC5E6B"/>
    <w:rsid w:val="00DD038C"/>
    <w:rsid w:val="00DD22A8"/>
    <w:rsid w:val="00DD5856"/>
    <w:rsid w:val="00DE2754"/>
    <w:rsid w:val="00DE5F58"/>
    <w:rsid w:val="00DE700C"/>
    <w:rsid w:val="00DF289C"/>
    <w:rsid w:val="00DF7272"/>
    <w:rsid w:val="00DF7F91"/>
    <w:rsid w:val="00E03C97"/>
    <w:rsid w:val="00E075B7"/>
    <w:rsid w:val="00E07670"/>
    <w:rsid w:val="00E13D49"/>
    <w:rsid w:val="00E14EDB"/>
    <w:rsid w:val="00E2043F"/>
    <w:rsid w:val="00E22BE3"/>
    <w:rsid w:val="00E24677"/>
    <w:rsid w:val="00E26E64"/>
    <w:rsid w:val="00E32A59"/>
    <w:rsid w:val="00E33818"/>
    <w:rsid w:val="00E35D4E"/>
    <w:rsid w:val="00E401D6"/>
    <w:rsid w:val="00E41943"/>
    <w:rsid w:val="00E44559"/>
    <w:rsid w:val="00E45702"/>
    <w:rsid w:val="00E479F0"/>
    <w:rsid w:val="00E5525D"/>
    <w:rsid w:val="00E56167"/>
    <w:rsid w:val="00E71BD3"/>
    <w:rsid w:val="00E72B07"/>
    <w:rsid w:val="00E76654"/>
    <w:rsid w:val="00E775E7"/>
    <w:rsid w:val="00E8564F"/>
    <w:rsid w:val="00E86DB7"/>
    <w:rsid w:val="00E92E88"/>
    <w:rsid w:val="00E97101"/>
    <w:rsid w:val="00E97985"/>
    <w:rsid w:val="00E97A46"/>
    <w:rsid w:val="00EA0A0D"/>
    <w:rsid w:val="00EA191B"/>
    <w:rsid w:val="00EA25B1"/>
    <w:rsid w:val="00EA5146"/>
    <w:rsid w:val="00EA5D93"/>
    <w:rsid w:val="00EA7976"/>
    <w:rsid w:val="00EB1A8B"/>
    <w:rsid w:val="00EB30B1"/>
    <w:rsid w:val="00EB481E"/>
    <w:rsid w:val="00EB6719"/>
    <w:rsid w:val="00EB7414"/>
    <w:rsid w:val="00EC2AD7"/>
    <w:rsid w:val="00EC4DA5"/>
    <w:rsid w:val="00EC61F0"/>
    <w:rsid w:val="00ED1358"/>
    <w:rsid w:val="00ED4F5E"/>
    <w:rsid w:val="00ED7553"/>
    <w:rsid w:val="00ED7938"/>
    <w:rsid w:val="00EE1D81"/>
    <w:rsid w:val="00EE4CC1"/>
    <w:rsid w:val="00EF06F7"/>
    <w:rsid w:val="00EF14F2"/>
    <w:rsid w:val="00EF5C30"/>
    <w:rsid w:val="00EF6BD1"/>
    <w:rsid w:val="00EF6F83"/>
    <w:rsid w:val="00F0018E"/>
    <w:rsid w:val="00F018BC"/>
    <w:rsid w:val="00F02595"/>
    <w:rsid w:val="00F03B24"/>
    <w:rsid w:val="00F04FF0"/>
    <w:rsid w:val="00F05D01"/>
    <w:rsid w:val="00F06CC4"/>
    <w:rsid w:val="00F10474"/>
    <w:rsid w:val="00F1065F"/>
    <w:rsid w:val="00F11990"/>
    <w:rsid w:val="00F12CAC"/>
    <w:rsid w:val="00F24CDA"/>
    <w:rsid w:val="00F305F7"/>
    <w:rsid w:val="00F31784"/>
    <w:rsid w:val="00F32669"/>
    <w:rsid w:val="00F35366"/>
    <w:rsid w:val="00F41295"/>
    <w:rsid w:val="00F41C14"/>
    <w:rsid w:val="00F4532A"/>
    <w:rsid w:val="00F544F0"/>
    <w:rsid w:val="00F5478E"/>
    <w:rsid w:val="00F54D80"/>
    <w:rsid w:val="00F61894"/>
    <w:rsid w:val="00F6546F"/>
    <w:rsid w:val="00F66536"/>
    <w:rsid w:val="00F70E4E"/>
    <w:rsid w:val="00F7224C"/>
    <w:rsid w:val="00F72EAF"/>
    <w:rsid w:val="00F7342A"/>
    <w:rsid w:val="00F81C17"/>
    <w:rsid w:val="00F838F3"/>
    <w:rsid w:val="00F87E7B"/>
    <w:rsid w:val="00F90761"/>
    <w:rsid w:val="00F908ED"/>
    <w:rsid w:val="00F921A1"/>
    <w:rsid w:val="00F92D84"/>
    <w:rsid w:val="00F966DF"/>
    <w:rsid w:val="00FA57CF"/>
    <w:rsid w:val="00FA7621"/>
    <w:rsid w:val="00FB2E29"/>
    <w:rsid w:val="00FB5207"/>
    <w:rsid w:val="00FB690E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1808"/>
    <w:rsid w:val="00FD19A8"/>
    <w:rsid w:val="00FD239B"/>
    <w:rsid w:val="00FE1A59"/>
    <w:rsid w:val="00FE1C41"/>
    <w:rsid w:val="00FE1CA4"/>
    <w:rsid w:val="00FE2644"/>
    <w:rsid w:val="00FE32A7"/>
    <w:rsid w:val="00FE3F25"/>
    <w:rsid w:val="00FE5202"/>
    <w:rsid w:val="00FF14A4"/>
    <w:rsid w:val="00FF1CF0"/>
    <w:rsid w:val="00FF1FE7"/>
    <w:rsid w:val="00FF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6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F787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179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305A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1762</TotalTime>
  <Pages>2</Pages>
  <Words>117</Words>
  <Characters>669</Characters>
  <Application>Microsoft Office Outlook</Application>
  <DocSecurity>0</DocSecurity>
  <Lines>0</Lines>
  <Paragraphs>0</Paragraphs>
  <ScaleCrop>false</ScaleCrop>
  <Company>РОНО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Начальник</cp:lastModifiedBy>
  <cp:revision>471</cp:revision>
  <cp:lastPrinted>2015-10-29T11:40:00Z</cp:lastPrinted>
  <dcterms:created xsi:type="dcterms:W3CDTF">2012-05-10T10:35:00Z</dcterms:created>
  <dcterms:modified xsi:type="dcterms:W3CDTF">2015-10-30T03:59:00Z</dcterms:modified>
</cp:coreProperties>
</file>