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0B6" w:rsidRDefault="00C750B6" w:rsidP="00A12991">
      <w:pPr>
        <w:tabs>
          <w:tab w:val="left" w:pos="63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C750B6" w:rsidRPr="008023EF" w:rsidRDefault="00C750B6" w:rsidP="00285622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C750B6" w:rsidRPr="008023EF" w:rsidRDefault="00C750B6" w:rsidP="00285622">
      <w:pPr>
        <w:jc w:val="center"/>
      </w:pPr>
      <w:r>
        <w:t>Коротаевой Татьяны Серафимовны, заведующего МДОКУ Д/С №3 г.Мураши</w:t>
      </w:r>
    </w:p>
    <w:p w:rsidR="00C750B6" w:rsidRDefault="00C750B6" w:rsidP="00285622">
      <w:pPr>
        <w:jc w:val="center"/>
      </w:pPr>
      <w:r w:rsidRPr="008023EF">
        <w:t>за период с 01 января по 31декабря 201</w:t>
      </w:r>
      <w:r>
        <w:t>5</w:t>
      </w:r>
      <w:r w:rsidRPr="008023EF">
        <w:t xml:space="preserve"> года</w:t>
      </w:r>
    </w:p>
    <w:p w:rsidR="00C750B6" w:rsidRDefault="00C750B6" w:rsidP="00285622">
      <w:pPr>
        <w:jc w:val="center"/>
      </w:pPr>
    </w:p>
    <w:p w:rsidR="00C750B6" w:rsidRPr="008023EF" w:rsidRDefault="00C750B6" w:rsidP="00285622">
      <w:pPr>
        <w:jc w:val="center"/>
      </w:pPr>
    </w:p>
    <w:tbl>
      <w:tblPr>
        <w:tblW w:w="15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440"/>
        <w:gridCol w:w="1368"/>
        <w:gridCol w:w="1800"/>
        <w:gridCol w:w="1260"/>
        <w:gridCol w:w="1080"/>
        <w:gridCol w:w="1980"/>
        <w:gridCol w:w="1800"/>
        <w:gridCol w:w="1260"/>
        <w:gridCol w:w="1316"/>
      </w:tblGrid>
      <w:tr w:rsidR="00C750B6" w:rsidTr="00CE6540">
        <w:tc>
          <w:tcPr>
            <w:tcW w:w="1980" w:type="dxa"/>
            <w:vMerge w:val="restart"/>
          </w:tcPr>
          <w:p w:rsidR="00C750B6" w:rsidRPr="00D864DE" w:rsidRDefault="00C750B6" w:rsidP="00EC0AF6">
            <w:pPr>
              <w:jc w:val="center"/>
            </w:pPr>
            <w:bookmarkStart w:id="0" w:name="_GoBack"/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C750B6" w:rsidRDefault="00C750B6" w:rsidP="00EC0AF6">
            <w:pPr>
              <w:jc w:val="center"/>
            </w:pPr>
            <w:r>
              <w:t>Деклари-рованный годовой доход за 2015 год</w:t>
            </w:r>
          </w:p>
          <w:p w:rsidR="00C750B6" w:rsidRDefault="00C750B6" w:rsidP="00EC0AF6">
            <w:pPr>
              <w:jc w:val="center"/>
            </w:pPr>
            <w:r>
              <w:t>(руб.)</w:t>
            </w:r>
          </w:p>
        </w:tc>
        <w:tc>
          <w:tcPr>
            <w:tcW w:w="1368" w:type="dxa"/>
            <w:vMerge w:val="restart"/>
          </w:tcPr>
          <w:p w:rsidR="00C750B6" w:rsidRPr="00D864DE" w:rsidRDefault="00C750B6" w:rsidP="00EC0AF6">
            <w:pPr>
              <w:jc w:val="center"/>
            </w:pPr>
            <w:r w:rsidRPr="00EC0AF6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транспортно-го средства, ценных бумаг, акций и др</w:t>
            </w:r>
          </w:p>
        </w:tc>
        <w:tc>
          <w:tcPr>
            <w:tcW w:w="6120" w:type="dxa"/>
            <w:gridSpan w:val="4"/>
          </w:tcPr>
          <w:p w:rsidR="00C750B6" w:rsidRPr="00D864DE" w:rsidRDefault="00C750B6" w:rsidP="00EC0AF6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C750B6" w:rsidRPr="00D864DE" w:rsidRDefault="00C750B6" w:rsidP="00EC0AF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50B6" w:rsidTr="00CE6540">
        <w:tc>
          <w:tcPr>
            <w:tcW w:w="1980" w:type="dxa"/>
            <w:vMerge/>
          </w:tcPr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750B6" w:rsidRPr="00D864DE" w:rsidRDefault="00C750B6" w:rsidP="00EC0AF6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C750B6" w:rsidRDefault="00C750B6" w:rsidP="00EC0AF6">
            <w:pPr>
              <w:jc w:val="center"/>
            </w:pPr>
            <w:r>
              <w:t>Площадь</w:t>
            </w:r>
          </w:p>
          <w:p w:rsidR="00C750B6" w:rsidRPr="00D864DE" w:rsidRDefault="00C750B6" w:rsidP="00EC0AF6">
            <w:pPr>
              <w:jc w:val="center"/>
            </w:pPr>
            <w:r>
              <w:t>(кв.м.)</w:t>
            </w:r>
          </w:p>
        </w:tc>
        <w:tc>
          <w:tcPr>
            <w:tcW w:w="1080" w:type="dxa"/>
          </w:tcPr>
          <w:p w:rsidR="00C750B6" w:rsidRPr="004F41FA" w:rsidRDefault="00C750B6" w:rsidP="00EC0AF6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</w:tcPr>
          <w:p w:rsidR="00C750B6" w:rsidRPr="004F41FA" w:rsidRDefault="00C750B6" w:rsidP="00EC0AF6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C750B6" w:rsidRPr="004F41FA" w:rsidRDefault="00C750B6" w:rsidP="00EC0AF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C750B6" w:rsidRDefault="00C750B6" w:rsidP="00EC0AF6">
            <w:pPr>
              <w:jc w:val="center"/>
            </w:pPr>
            <w:r>
              <w:t>Площадь</w:t>
            </w:r>
          </w:p>
          <w:p w:rsidR="00C750B6" w:rsidRPr="004F41FA" w:rsidRDefault="00C750B6" w:rsidP="00EC0AF6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C750B6" w:rsidRPr="004F41FA" w:rsidRDefault="00C750B6" w:rsidP="00EC0AF6">
            <w:pPr>
              <w:jc w:val="center"/>
            </w:pPr>
            <w:r>
              <w:t>Страна расположе-ния</w:t>
            </w:r>
          </w:p>
        </w:tc>
      </w:tr>
      <w:tr w:rsidR="00C750B6" w:rsidTr="00CE6540">
        <w:tc>
          <w:tcPr>
            <w:tcW w:w="1980" w:type="dxa"/>
          </w:tcPr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</w:p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Коротаева Татьяна Серафимовна</w:t>
            </w:r>
          </w:p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750B6" w:rsidRDefault="00C750B6" w:rsidP="00EC0AF6">
            <w:pPr>
              <w:jc w:val="center"/>
              <w:rPr>
                <w:sz w:val="28"/>
                <w:szCs w:val="28"/>
              </w:rPr>
            </w:pPr>
          </w:p>
          <w:p w:rsidR="00C750B6" w:rsidRDefault="00C750B6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413593,68</w:t>
            </w:r>
          </w:p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C750B6" w:rsidRDefault="00C750B6" w:rsidP="00EC0AF6">
            <w:pPr>
              <w:jc w:val="center"/>
              <w:rPr>
                <w:sz w:val="28"/>
                <w:szCs w:val="28"/>
              </w:rPr>
            </w:pPr>
          </w:p>
          <w:p w:rsidR="00C750B6" w:rsidRPr="00EC0AF6" w:rsidRDefault="00C750B6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800" w:type="dxa"/>
          </w:tcPr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>Огородный земельный участок</w:t>
            </w: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>2-х комн.</w:t>
            </w:r>
          </w:p>
          <w:p w:rsidR="00C750B6" w:rsidRDefault="00C750B6" w:rsidP="00EC0AF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 xml:space="preserve">600 </w:t>
            </w: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>46,4</w:t>
            </w:r>
          </w:p>
        </w:tc>
        <w:tc>
          <w:tcPr>
            <w:tcW w:w="1080" w:type="dxa"/>
          </w:tcPr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>Россия</w:t>
            </w: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>Россия</w:t>
            </w:r>
          </w:p>
        </w:tc>
        <w:tc>
          <w:tcPr>
            <w:tcW w:w="1980" w:type="dxa"/>
          </w:tcPr>
          <w:p w:rsidR="00C750B6" w:rsidRDefault="00C750B6" w:rsidP="00EC0AF6">
            <w:pPr>
              <w:jc w:val="center"/>
            </w:pPr>
          </w:p>
          <w:p w:rsidR="00C750B6" w:rsidRPr="00E76D0B" w:rsidRDefault="00C750B6" w:rsidP="00EC0AF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750B6" w:rsidRDefault="00C750B6" w:rsidP="00EC0AF6">
            <w:pPr>
              <w:jc w:val="center"/>
              <w:rPr>
                <w:lang w:val="en-US"/>
              </w:rPr>
            </w:pPr>
          </w:p>
          <w:p w:rsidR="00C750B6" w:rsidRPr="00CE6540" w:rsidRDefault="00C750B6" w:rsidP="00EC0AF6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 xml:space="preserve">нет </w:t>
            </w:r>
          </w:p>
        </w:tc>
        <w:tc>
          <w:tcPr>
            <w:tcW w:w="1316" w:type="dxa"/>
          </w:tcPr>
          <w:p w:rsidR="00C750B6" w:rsidRDefault="00C750B6" w:rsidP="00EC0AF6">
            <w:pPr>
              <w:jc w:val="center"/>
            </w:pPr>
          </w:p>
          <w:p w:rsidR="00C750B6" w:rsidRDefault="00C750B6" w:rsidP="00EC0AF6">
            <w:pPr>
              <w:jc w:val="center"/>
            </w:pPr>
            <w:r>
              <w:t>нет</w:t>
            </w:r>
          </w:p>
        </w:tc>
      </w:tr>
      <w:bookmarkEnd w:id="0"/>
    </w:tbl>
    <w:p w:rsidR="00C750B6" w:rsidRDefault="00C750B6"/>
    <w:sectPr w:rsidR="00C750B6" w:rsidSect="002856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622"/>
    <w:rsid w:val="000831C8"/>
    <w:rsid w:val="002624E1"/>
    <w:rsid w:val="00284EE9"/>
    <w:rsid w:val="00285622"/>
    <w:rsid w:val="00301884"/>
    <w:rsid w:val="003061DC"/>
    <w:rsid w:val="003147DE"/>
    <w:rsid w:val="00383AC4"/>
    <w:rsid w:val="003C501B"/>
    <w:rsid w:val="004F41FA"/>
    <w:rsid w:val="005B4F6C"/>
    <w:rsid w:val="00711470"/>
    <w:rsid w:val="007C0EBD"/>
    <w:rsid w:val="008023EF"/>
    <w:rsid w:val="00802C64"/>
    <w:rsid w:val="008C0E57"/>
    <w:rsid w:val="00960BA2"/>
    <w:rsid w:val="009F093E"/>
    <w:rsid w:val="00A12991"/>
    <w:rsid w:val="00A74EDE"/>
    <w:rsid w:val="00AC40D1"/>
    <w:rsid w:val="00B368DA"/>
    <w:rsid w:val="00C128CC"/>
    <w:rsid w:val="00C22654"/>
    <w:rsid w:val="00C750B6"/>
    <w:rsid w:val="00CD5B33"/>
    <w:rsid w:val="00CE6540"/>
    <w:rsid w:val="00D864DE"/>
    <w:rsid w:val="00D86C52"/>
    <w:rsid w:val="00DB2130"/>
    <w:rsid w:val="00E76D0B"/>
    <w:rsid w:val="00EA7C21"/>
    <w:rsid w:val="00EB368F"/>
    <w:rsid w:val="00EC0AF6"/>
    <w:rsid w:val="00EF5FEC"/>
    <w:rsid w:val="00F94771"/>
    <w:rsid w:val="00FC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6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56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856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6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144</Words>
  <Characters>825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Специалист юротдела</dc:creator>
  <cp:keywords/>
  <dc:description/>
  <cp:lastModifiedBy>r.ivanova</cp:lastModifiedBy>
  <cp:revision>3</cp:revision>
  <cp:lastPrinted>2016-05-04T08:43:00Z</cp:lastPrinted>
  <dcterms:created xsi:type="dcterms:W3CDTF">2016-05-12T07:02:00Z</dcterms:created>
  <dcterms:modified xsi:type="dcterms:W3CDTF">2016-05-12T07:02:00Z</dcterms:modified>
</cp:coreProperties>
</file>