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B9" w:rsidRPr="005964DC" w:rsidRDefault="002856B9" w:rsidP="00460CA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964DC">
        <w:rPr>
          <w:b/>
          <w:bCs/>
        </w:rPr>
        <w:t>Сведения о доходах, расходах, об имуществе</w:t>
      </w:r>
    </w:p>
    <w:p w:rsidR="002856B9" w:rsidRPr="005964DC" w:rsidRDefault="002856B9" w:rsidP="00460CA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964DC">
        <w:rPr>
          <w:b/>
          <w:bCs/>
        </w:rPr>
        <w:t xml:space="preserve">и обязательствах имущественного характера лиц, замещающих должности в ФКУ Новооскольская ВК </w:t>
      </w:r>
    </w:p>
    <w:p w:rsidR="002856B9" w:rsidRDefault="002856B9" w:rsidP="00460CA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УФСИН России по Белгородской области </w:t>
      </w:r>
    </w:p>
    <w:p w:rsidR="002856B9" w:rsidRPr="005964DC" w:rsidRDefault="002856B9" w:rsidP="00460CA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964DC">
        <w:rPr>
          <w:b/>
          <w:bCs/>
        </w:rPr>
        <w:t>за период с 1 января 201</w:t>
      </w:r>
      <w:r>
        <w:rPr>
          <w:b/>
          <w:bCs/>
        </w:rPr>
        <w:t>2</w:t>
      </w:r>
      <w:r w:rsidRPr="005964DC">
        <w:rPr>
          <w:b/>
          <w:bCs/>
        </w:rPr>
        <w:t xml:space="preserve"> г. по 31 декабря 201</w:t>
      </w:r>
      <w:r>
        <w:rPr>
          <w:b/>
          <w:bCs/>
        </w:rPr>
        <w:t>2</w:t>
      </w:r>
      <w:r w:rsidRPr="005964DC">
        <w:rPr>
          <w:b/>
          <w:bCs/>
        </w:rPr>
        <w:t xml:space="preserve"> г.</w:t>
      </w:r>
    </w:p>
    <w:p w:rsidR="002856B9" w:rsidRDefault="002856B9">
      <w:pPr>
        <w:widowControl w:val="0"/>
        <w:autoSpaceDE w:val="0"/>
        <w:autoSpaceDN w:val="0"/>
        <w:adjustRightInd w:val="0"/>
        <w:jc w:val="both"/>
        <w:outlineLvl w:val="0"/>
      </w:pPr>
    </w:p>
    <w:p w:rsidR="002856B9" w:rsidRDefault="002856B9" w:rsidP="005964DC">
      <w:pPr>
        <w:widowControl w:val="0"/>
        <w:tabs>
          <w:tab w:val="left" w:pos="8115"/>
        </w:tabs>
        <w:autoSpaceDE w:val="0"/>
        <w:autoSpaceDN w:val="0"/>
        <w:adjustRightInd w:val="0"/>
        <w:jc w:val="both"/>
      </w:pPr>
      <w:bookmarkStart w:id="0" w:name="Par1"/>
      <w:bookmarkEnd w:id="0"/>
      <w:r>
        <w:tab/>
      </w:r>
      <w:bookmarkStart w:id="1" w:name="Par155"/>
      <w:bookmarkEnd w:id="1"/>
    </w:p>
    <w:tbl>
      <w:tblPr>
        <w:tblW w:w="1778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5"/>
        <w:gridCol w:w="2695"/>
        <w:gridCol w:w="1560"/>
        <w:gridCol w:w="1260"/>
        <w:gridCol w:w="1080"/>
        <w:gridCol w:w="683"/>
        <w:gridCol w:w="1059"/>
        <w:gridCol w:w="943"/>
        <w:gridCol w:w="1080"/>
        <w:gridCol w:w="1148"/>
        <w:gridCol w:w="1170"/>
        <w:gridCol w:w="1189"/>
        <w:gridCol w:w="1548"/>
        <w:gridCol w:w="1764"/>
      </w:tblGrid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Декларированный годовой доход </w:t>
            </w:r>
            <w:hyperlink w:anchor="Par253" w:history="1">
              <w:r>
                <w:rPr>
                  <w:color w:val="0000FF"/>
                </w:rPr>
                <w:t>&lt;1&gt;</w:t>
              </w:r>
            </w:hyperlink>
            <w:r>
              <w:t xml:space="preserve"> (руб.)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приобретен-ного имущества, источники)</w:t>
            </w: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Ананьева Наталья 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Начальник отдела  кадров и работы с личным составом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квартир</w:t>
            </w:r>
            <w:r>
              <w:t>а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долевая, ½ доля в праве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7361A6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7361A6">
            <w:pPr>
              <w:jc w:val="both"/>
            </w:pPr>
            <w:r>
              <w:t>73,8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61A6"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Квартир</w:t>
            </w:r>
            <w:r>
              <w:t>а (1/2 доля)</w:t>
            </w:r>
          </w:p>
          <w:p w:rsidR="002856B9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 xml:space="preserve">земельный участок для ИЖС </w:t>
            </w: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73,8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>1150</w:t>
            </w: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>Россия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>Россия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2448943,32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5175" w:rsidRDefault="002856B9" w:rsidP="00096255">
            <w:pPr>
              <w:widowControl w:val="0"/>
              <w:autoSpaceDE w:val="0"/>
              <w:autoSpaceDN w:val="0"/>
              <w:adjustRightInd w:val="0"/>
              <w:jc w:val="both"/>
            </w:pPr>
            <w:r w:rsidRPr="00065175">
              <w:t>Квартира</w:t>
            </w:r>
            <w:r>
              <w:t xml:space="preserve"> (1/2 доля)</w:t>
            </w:r>
            <w:r w:rsidRPr="00065175">
              <w:t>,  ипотека,</w:t>
            </w:r>
          </w:p>
          <w:p w:rsidR="002856B9" w:rsidRPr="00096255" w:rsidRDefault="002856B9" w:rsidP="0009625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065175">
              <w:t>доход от продажи автомобиля ВАЗ 217230, накопления за предыдущие годы</w:t>
            </w: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691704" w:rsidRDefault="002856B9" w:rsidP="00691704">
            <w:pPr>
              <w:jc w:val="center"/>
              <w:rPr>
                <w:color w:val="003300"/>
              </w:rPr>
            </w:pPr>
            <w:r w:rsidRPr="00691704">
              <w:rPr>
                <w:color w:val="003300"/>
              </w:rPr>
              <w:t>квартира</w:t>
            </w:r>
          </w:p>
          <w:p w:rsidR="002856B9" w:rsidRPr="00691704" w:rsidRDefault="002856B9" w:rsidP="00691704">
            <w:pPr>
              <w:jc w:val="center"/>
              <w:rPr>
                <w:color w:val="003300"/>
              </w:rPr>
            </w:pPr>
          </w:p>
          <w:p w:rsidR="002856B9" w:rsidRPr="00691704" w:rsidRDefault="002856B9" w:rsidP="00691704">
            <w:pPr>
              <w:jc w:val="center"/>
            </w:pPr>
            <w:r w:rsidRPr="00691704">
              <w:t>квартир</w:t>
            </w:r>
            <w:r>
              <w:t>а</w:t>
            </w:r>
          </w:p>
          <w:p w:rsidR="002856B9" w:rsidRPr="00691704" w:rsidRDefault="002856B9" w:rsidP="00691704">
            <w:pPr>
              <w:jc w:val="center"/>
            </w:pPr>
            <w:r w:rsidRPr="00691704">
              <w:t xml:space="preserve"> </w:t>
            </w:r>
          </w:p>
          <w:p w:rsidR="002856B9" w:rsidRPr="00691704" w:rsidRDefault="002856B9" w:rsidP="00691704">
            <w:pPr>
              <w:jc w:val="center"/>
            </w:pPr>
          </w:p>
          <w:p w:rsidR="002856B9" w:rsidRPr="00691704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691704">
            <w:pPr>
              <w:jc w:val="center"/>
            </w:pPr>
            <w:r>
              <w:t>Индивидуальная</w:t>
            </w:r>
          </w:p>
          <w:p w:rsidR="002856B9" w:rsidRPr="00691704" w:rsidRDefault="002856B9" w:rsidP="00691704">
            <w:pPr>
              <w:jc w:val="center"/>
            </w:pPr>
            <w:r>
              <w:t>долевая, ½ доля в праве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691704" w:rsidRDefault="002856B9" w:rsidP="00691704">
            <w:pPr>
              <w:jc w:val="center"/>
            </w:pPr>
            <w:r>
              <w:t>59,1</w:t>
            </w:r>
            <w:r w:rsidRPr="00691704">
              <w:t xml:space="preserve"> </w:t>
            </w:r>
          </w:p>
          <w:p w:rsidR="002856B9" w:rsidRPr="00691704" w:rsidRDefault="002856B9" w:rsidP="00691704">
            <w:pPr>
              <w:jc w:val="center"/>
            </w:pPr>
          </w:p>
          <w:p w:rsidR="002856B9" w:rsidRPr="00691704" w:rsidRDefault="002856B9" w:rsidP="00691704">
            <w:pPr>
              <w:jc w:val="center"/>
            </w:pPr>
            <w:r>
              <w:t>73,8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Квартир</w:t>
            </w:r>
            <w:r>
              <w:t>а (1/2 доля)</w:t>
            </w: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73,8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7361A6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Россия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а/м Форд Мондео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589325,85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5175" w:rsidRDefault="002856B9" w:rsidP="0048106E">
            <w:pPr>
              <w:widowControl w:val="0"/>
              <w:autoSpaceDE w:val="0"/>
              <w:autoSpaceDN w:val="0"/>
              <w:adjustRightInd w:val="0"/>
              <w:jc w:val="both"/>
            </w:pPr>
            <w:r w:rsidRPr="00065175">
              <w:t>Квартира</w:t>
            </w:r>
            <w:r>
              <w:t xml:space="preserve"> (1/2 доля)</w:t>
            </w:r>
            <w:r w:rsidRPr="00065175">
              <w:t>,  ипотека,</w:t>
            </w:r>
          </w:p>
          <w:p w:rsidR="002856B9" w:rsidRPr="00096255" w:rsidRDefault="002856B9" w:rsidP="0048106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065175">
              <w:t>доход от продажи автомобиля ВАЗ 217230, накопления за предыдущие годы</w:t>
            </w: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Долевая, ½ доля в праве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7361A6">
            <w:pPr>
              <w:jc w:val="both"/>
            </w:pPr>
            <w:r>
              <w:t>48,4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квартир</w:t>
            </w:r>
            <w:r>
              <w:t>а</w:t>
            </w: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73,8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7361A6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>Россия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7361A6">
            <w:pPr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квартир</w:t>
            </w:r>
            <w:r>
              <w:t>а</w:t>
            </w: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 w:rsidRPr="007361A6">
              <w:t>73,8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7361A6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  <w:r w:rsidRPr="007361A6">
              <w:t>Россия</w:t>
            </w: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  <w:p w:rsidR="002856B9" w:rsidRPr="007361A6" w:rsidRDefault="002856B9" w:rsidP="0069170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Антонов Сергей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Начальник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07101B" w:rsidRDefault="002856B9" w:rsidP="0007101B">
            <w:pPr>
              <w:jc w:val="center"/>
            </w:pPr>
            <w:r w:rsidRPr="0007101B">
              <w:t>квартира</w:t>
            </w: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  <w:r w:rsidRPr="0007101B">
              <w:t>земельный участок для ИЖС</w:t>
            </w: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07101B">
            <w:pPr>
              <w:jc w:val="center"/>
            </w:pPr>
            <w:r w:rsidRPr="0007101B">
              <w:t>Индивидуальная</w:t>
            </w: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  <w:r w:rsidRPr="0007101B"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07101B" w:rsidRDefault="002856B9" w:rsidP="0007101B">
            <w:pPr>
              <w:jc w:val="center"/>
            </w:pPr>
            <w:r w:rsidRPr="0007101B">
              <w:t>28</w:t>
            </w: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</w:p>
          <w:p w:rsidR="002856B9" w:rsidRPr="0007101B" w:rsidRDefault="002856B9" w:rsidP="0007101B">
            <w:pPr>
              <w:jc w:val="center"/>
            </w:pPr>
            <w:r w:rsidRPr="0007101B">
              <w:t>1250</w:t>
            </w:r>
          </w:p>
          <w:p w:rsidR="002856B9" w:rsidRPr="0007101B" w:rsidRDefault="002856B9" w:rsidP="0007101B">
            <w:pPr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941679,00</w:t>
            </w:r>
          </w:p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580250,00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7361A6">
            <w:pPr>
              <w:jc w:val="both"/>
            </w:pPr>
            <w:r>
              <w:t>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361A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28,00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691704">
            <w:pPr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а/м ДЕО МАТИЗ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126189,32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3853"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691704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7361A6">
            <w:pPr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28,00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3853"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69170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691704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Default="002856B9" w:rsidP="007361A6">
            <w:pPr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28,00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B9" w:rsidRPr="007361A6" w:rsidRDefault="002856B9" w:rsidP="00060D2E">
            <w:pPr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3.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B96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2B96">
              <w:rPr>
                <w:b/>
                <w:bCs/>
              </w:rPr>
              <w:t>Апостолова Любовь Борисовна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B96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2B96">
              <w:rPr>
                <w:b/>
                <w:bCs/>
              </w:rPr>
              <w:t>Младший инспектор</w:t>
            </w:r>
            <w:r>
              <w:rPr>
                <w:b/>
                <w:bCs/>
              </w:rPr>
              <w:t xml:space="preserve"> 1 категории </w:t>
            </w:r>
            <w:r w:rsidRPr="00A82B96">
              <w:rPr>
                <w:b/>
                <w:bCs/>
              </w:rPr>
              <w:t xml:space="preserve">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0D2E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0D2E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0D2E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0D2E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Земельный участок</w:t>
            </w: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1295</w:t>
            </w: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34,8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Россия</w:t>
            </w: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Pr="00436FE1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FE1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60D2E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B96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245656</w:t>
            </w:r>
            <w:r w:rsidRPr="00A82B96">
              <w:t>,</w:t>
            </w:r>
            <w:r>
              <w:t>36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1295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а/м Киа Спектра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405633,50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1295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00FA1">
            <w:pPr>
              <w:widowControl w:val="0"/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23E5">
              <w:rPr>
                <w:b/>
                <w:bCs/>
              </w:rPr>
              <w:t>Батраков Виталий Васильевич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23E5">
              <w:rPr>
                <w:b/>
                <w:bCs/>
              </w:rPr>
              <w:t>Младший инспектор 2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42,0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а/м ВАЗ 21101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119350</w:t>
            </w:r>
            <w:r w:rsidRPr="00FB23E5">
              <w:t>,</w:t>
            </w:r>
            <w:r>
              <w:t>29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42,0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105356,78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42,0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B23E5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3E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43853">
              <w:rPr>
                <w:b/>
                <w:bCs/>
              </w:rPr>
              <w:t>5.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43853">
              <w:rPr>
                <w:b/>
                <w:bCs/>
              </w:rPr>
              <w:t>Бебешко Елена Геннадьевна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Младший инспектор</w:t>
            </w:r>
          </w:p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(3/4 доли)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 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220268,86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 w:rsidP="002438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43853"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(3/4 доли)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 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а/м ВАЗ 11113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а/м Киа Рио ДС 2432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КАМАЗ 55102</w:t>
            </w:r>
          </w:p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Автоприцеп ГКБ 8527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107580,00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243853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43853"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(3/4 доли)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 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3853">
              <w:t>Несовершеннолетний ребёнок (</w:t>
            </w:r>
            <w:r>
              <w:t>сын</w:t>
            </w:r>
            <w:r w:rsidRPr="00243853"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(1/4 доля)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(3/4 доли)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 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856B9" w:rsidRDefault="002856B9" w:rsidP="000819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4B03">
              <w:rPr>
                <w:b/>
                <w:bCs/>
              </w:rPr>
              <w:t>Бондаренко Юлия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4B03">
              <w:rPr>
                <w:b/>
                <w:bCs/>
              </w:rPr>
              <w:t>Младший инспектор 2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265E8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а/м ЗАЗ 1102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426B2" w:rsidRDefault="002856B9" w:rsidP="00FA4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296814</w:t>
            </w:r>
            <w:r w:rsidRPr="00C426B2">
              <w:t>,</w:t>
            </w:r>
            <w:r>
              <w:t>44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426B2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92515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5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</w:pPr>
            <w:r>
              <w:t>7.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33EB9" w:rsidRDefault="002856B9" w:rsidP="00B33E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EB9">
              <w:rPr>
                <w:b/>
                <w:bCs/>
              </w:rPr>
              <w:t>Гаркушов Олег 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A704B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Заместитель н</w:t>
            </w:r>
            <w:r w:rsidRPr="007A704B">
              <w:rPr>
                <w:b/>
                <w:bCs/>
              </w:rPr>
              <w:t>ачальник</w:t>
            </w:r>
            <w:r>
              <w:rPr>
                <w:b/>
                <w:bCs/>
              </w:rPr>
              <w:t>а</w:t>
            </w:r>
            <w:r w:rsidRPr="007A704B">
              <w:rPr>
                <w:b/>
                <w:bCs/>
              </w:rPr>
              <w:t xml:space="preserve"> отдела охраны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ИЖС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для строительства гаража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1380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а/м Мазда 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714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374423,90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47B1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261558,27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315CE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04B03">
              <w:rPr>
                <w:b/>
                <w:bCs/>
              </w:rPr>
              <w:t>Гранкина Наталья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04B03">
              <w:rPr>
                <w:b/>
                <w:bCs/>
              </w:rPr>
              <w:t>Младший инспектор</w:t>
            </w:r>
          </w:p>
          <w:p w:rsidR="002856B9" w:rsidRPr="00C04B03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04B03">
              <w:rPr>
                <w:b/>
                <w:bCs/>
              </w:rPr>
              <w:t xml:space="preserve">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84A93" w:rsidRDefault="002856B9" w:rsidP="00315CE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84A93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84A93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84A93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84A93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218658</w:t>
            </w:r>
            <w:r w:rsidRPr="00C04B03">
              <w:t>,</w:t>
            </w:r>
            <w:r>
              <w:t>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5CE9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5C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5C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04B03" w:rsidRDefault="002856B9" w:rsidP="00C04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B03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333956,14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75427" w:rsidRDefault="002856B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75427">
              <w:rPr>
                <w:b/>
                <w:bCs/>
              </w:rPr>
              <w:t>Давыдова Елена 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75427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75427">
              <w:rPr>
                <w:b/>
                <w:bCs/>
              </w:rPr>
              <w:t>Главный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под ИЖС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446437,27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для ИЖС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Нежилое здание</w:t>
            </w:r>
          </w:p>
          <w:p w:rsidR="002856B9" w:rsidRDefault="002856B9" w:rsidP="00C112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торгового комплекса</w:t>
            </w:r>
          </w:p>
          <w:p w:rsidR="002856B9" w:rsidRDefault="002856B9" w:rsidP="00C112C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C112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Здание торгового павильона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 в праве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2/36 доли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2/36 доли</w:t>
            </w: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52,1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47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812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37,2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1150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609,4</w:t>
            </w: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D2270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33,9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Pr="00C112C7" w:rsidRDefault="002856B9" w:rsidP="00C112C7"/>
          <w:p w:rsidR="002856B9" w:rsidRDefault="002856B9" w:rsidP="00C112C7"/>
          <w:p w:rsidR="002856B9" w:rsidRDefault="002856B9" w:rsidP="00C112C7"/>
          <w:p w:rsidR="002856B9" w:rsidRDefault="002856B9" w:rsidP="00C112C7">
            <w:r>
              <w:t>Россия</w:t>
            </w:r>
          </w:p>
          <w:p w:rsidR="002856B9" w:rsidRDefault="002856B9" w:rsidP="00C112C7"/>
          <w:p w:rsidR="002856B9" w:rsidRDefault="002856B9" w:rsidP="00C112C7"/>
          <w:p w:rsidR="002856B9" w:rsidRDefault="002856B9" w:rsidP="00C112C7">
            <w:r>
              <w:t>Россия</w:t>
            </w:r>
          </w:p>
          <w:p w:rsidR="002856B9" w:rsidRDefault="002856B9" w:rsidP="00C112C7"/>
          <w:p w:rsidR="002856B9" w:rsidRDefault="002856B9" w:rsidP="00C112C7"/>
          <w:p w:rsidR="002856B9" w:rsidRDefault="002856B9" w:rsidP="00C112C7"/>
          <w:p w:rsidR="002856B9" w:rsidRDefault="002856B9" w:rsidP="00C112C7">
            <w:r>
              <w:t>Россия</w:t>
            </w:r>
          </w:p>
          <w:p w:rsidR="002856B9" w:rsidRDefault="002856B9" w:rsidP="00C112C7"/>
          <w:p w:rsidR="002856B9" w:rsidRDefault="002856B9" w:rsidP="00C112C7"/>
          <w:p w:rsidR="002856B9" w:rsidRDefault="002856B9" w:rsidP="00C112C7">
            <w:r>
              <w:t>Россия</w:t>
            </w:r>
          </w:p>
          <w:p w:rsidR="002856B9" w:rsidRDefault="002856B9" w:rsidP="00C112C7"/>
          <w:p w:rsidR="002856B9" w:rsidRDefault="002856B9" w:rsidP="00C112C7"/>
          <w:p w:rsidR="002856B9" w:rsidRDefault="002856B9" w:rsidP="00C112C7"/>
          <w:p w:rsidR="002856B9" w:rsidRDefault="002856B9" w:rsidP="00C112C7">
            <w:r>
              <w:t>Россия</w:t>
            </w:r>
          </w:p>
          <w:p w:rsidR="002856B9" w:rsidRDefault="002856B9" w:rsidP="00C112C7"/>
          <w:p w:rsidR="002856B9" w:rsidRDefault="002856B9" w:rsidP="00C112C7"/>
          <w:p w:rsidR="002856B9" w:rsidRDefault="002856B9" w:rsidP="00C112C7"/>
          <w:p w:rsidR="002856B9" w:rsidRPr="00C112C7" w:rsidRDefault="002856B9" w:rsidP="00C112C7"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02F2D" w:rsidRDefault="002856B9" w:rsidP="00C47357">
            <w:r>
              <w:t>Квартира (1/2 доля)</w:t>
            </w:r>
          </w:p>
          <w:p w:rsidR="002856B9" w:rsidRPr="00802F2D" w:rsidRDefault="002856B9" w:rsidP="00C4735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02F2D" w:rsidRDefault="002856B9" w:rsidP="00C47357">
            <w:r>
              <w:t>26,05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02F2D" w:rsidRDefault="002856B9" w:rsidP="00C47357">
            <w:r w:rsidRPr="00802F2D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а/м </w:t>
            </w:r>
            <w:r>
              <w:rPr>
                <w:lang w:val="en-US"/>
              </w:rPr>
              <w:t>B</w:t>
            </w:r>
            <w:r>
              <w:t>М</w:t>
            </w:r>
            <w:r>
              <w:rPr>
                <w:lang w:val="en-US"/>
              </w:rPr>
              <w:t>W</w:t>
            </w:r>
            <w:r>
              <w:t xml:space="preserve"> 730 </w:t>
            </w:r>
            <w:r>
              <w:rPr>
                <w:lang w:val="en-US"/>
              </w:rPr>
              <w:t>D</w:t>
            </w:r>
            <w:r w:rsidRPr="0064005A">
              <w:t xml:space="preserve"> </w:t>
            </w:r>
          </w:p>
          <w:p w:rsidR="002856B9" w:rsidRPr="0064005A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64005A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а/м </w:t>
            </w:r>
            <w:r>
              <w:rPr>
                <w:lang w:val="en-US"/>
              </w:rPr>
              <w:t>FIAT</w:t>
            </w:r>
            <w:r w:rsidRPr="0064005A">
              <w:t xml:space="preserve"> </w:t>
            </w:r>
            <w:r>
              <w:rPr>
                <w:lang w:val="en-US"/>
              </w:rPr>
              <w:t>DUCATO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72A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415285,00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rHeight w:val="1761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52,1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C112C7" w:rsidRDefault="002856B9" w:rsidP="00363104"/>
          <w:p w:rsidR="002856B9" w:rsidRDefault="002856B9" w:rsidP="00363104"/>
          <w:p w:rsidR="002856B9" w:rsidRPr="00C112C7" w:rsidRDefault="002856B9" w:rsidP="00363104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BA6D34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 w:rsidP="00337ED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A6D34">
              <w:rPr>
                <w:b/>
                <w:bCs/>
              </w:rPr>
              <w:t>Ерофеева Людмила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 w:rsidP="00337E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Заместитель н</w:t>
            </w:r>
            <w:r w:rsidRPr="00BA6D34">
              <w:rPr>
                <w:b/>
                <w:bCs/>
              </w:rPr>
              <w:t>ачальник</w:t>
            </w:r>
            <w:r>
              <w:rPr>
                <w:b/>
                <w:bCs/>
              </w:rPr>
              <w:t>а колонии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600,00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474510,13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600,00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Део Матиз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600,00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BA6D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A6D34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BA6D34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A6D34">
              <w:rPr>
                <w:b/>
                <w:bCs/>
              </w:rPr>
              <w:t>Жильников Игорь 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A6D34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Старший о</w:t>
            </w:r>
            <w:r w:rsidRPr="00BA6D34">
              <w:rPr>
                <w:b/>
                <w:bCs/>
              </w:rPr>
              <w:t>перуполномоченный оперативно</w:t>
            </w:r>
            <w:r>
              <w:rPr>
                <w:b/>
                <w:bCs/>
              </w:rPr>
              <w:t>й</w:t>
            </w:r>
            <w:r w:rsidRPr="00BA6D3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группы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Шкода Октавия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351761,08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359896,89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A6A66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6A6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9A6A66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A6A66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A6A66">
              <w:rPr>
                <w:b/>
                <w:bCs/>
              </w:rPr>
              <w:t>Жильникова Екатерина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A6A66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6A66">
              <w:rPr>
                <w:b/>
                <w:bCs/>
              </w:rPr>
              <w:t>Начальник отдела по воспитательной работе с осуждёнными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9A6A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359896,89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E33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2800,0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Шкода Октавия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351761,08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170,00</w:t>
            </w: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34D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534D7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35BD1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35BD1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A35BD1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35BD1" w:rsidRDefault="002856B9" w:rsidP="00DB4AD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35BD1">
              <w:rPr>
                <w:b/>
                <w:bCs/>
              </w:rPr>
              <w:t>Жданова Людмила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35BD1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35BD1">
              <w:rPr>
                <w:b/>
                <w:bCs/>
              </w:rPr>
              <w:t>Заместитель дежурного помощника начальника колонии дежурной части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Земельный участок под ИЖС</w:t>
            </w: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700</w:t>
            </w: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87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Россия</w:t>
            </w: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D36E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D36ED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35BD1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245139</w:t>
            </w:r>
            <w:r w:rsidRPr="00A35BD1">
              <w:t>,</w:t>
            </w:r>
            <w:r>
              <w:t>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534D7F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B4AD7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Земельный участок под ИЖС</w:t>
            </w: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Индивидуальная</w:t>
            </w: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700</w:t>
            </w: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A82820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20">
              <w:t>87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A8282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81750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81750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94E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295129,17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779BB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  <w:r w:rsidRPr="00B779BB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DB4AD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779BB">
              <w:rPr>
                <w:b/>
                <w:bCs/>
              </w:rPr>
              <w:t>Зелёнкин Виталий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779BB">
              <w:rPr>
                <w:b/>
                <w:bCs/>
              </w:rPr>
              <w:t>Младший инспектор 2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B779BB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B779BB"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B779BB">
              <w:t>Россия</w:t>
            </w: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B779BB">
              <w:t>а/м Хундай Акцент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226353</w:t>
            </w:r>
            <w:r w:rsidRPr="00B779BB">
              <w:t>,</w:t>
            </w:r>
            <w:r>
              <w:t>45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7247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Карпенкова Ирина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375950,54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7247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247C3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7247C3"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247C3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7247C3"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247C3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7247C3">
              <w:t>1500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247C3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47C3"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Форд Фокус 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365000,40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7247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B779B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4E679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021D7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D5E06">
              <w:rPr>
                <w:b/>
                <w:bCs/>
              </w:rPr>
              <w:t>Колесникова Оксана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Начальник канцелярии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ИЖС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500,0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21115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258046,65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021D7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200,0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500,0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52,1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55,3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Таврия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223000,00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ИЖС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500,0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E34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910DA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F910D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BA345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910DA">
              <w:rPr>
                <w:b/>
                <w:bCs/>
              </w:rPr>
              <w:t>Котова Юлия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Оперативный д</w:t>
            </w:r>
            <w:r w:rsidRPr="00F910DA">
              <w:rPr>
                <w:b/>
                <w:bCs/>
              </w:rPr>
              <w:t>ежурный дежурной части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Объект незавершённого строительства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162,6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54,3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247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274785,55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839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для строительства гаража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54,3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21150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21074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04F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451926,00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839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C90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21D7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21D7B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 w:rsidRPr="00021D7B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247C3" w:rsidRDefault="002856B9" w:rsidP="00021D7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247C3">
              <w:rPr>
                <w:b/>
                <w:bCs/>
              </w:rPr>
              <w:t>Кравцов Алексей Константинович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D5E06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Младший инспектор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Долевая, ½ доля в праве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195869,23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910DA">
              <w:rPr>
                <w:b/>
                <w:bCs/>
              </w:rPr>
              <w:t>1</w:t>
            </w:r>
            <w:r>
              <w:rPr>
                <w:b/>
                <w:bCs/>
              </w:rPr>
              <w:t>9</w:t>
            </w:r>
            <w:r w:rsidRPr="00F910D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6C158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910DA">
              <w:rPr>
                <w:b/>
                <w:bCs/>
              </w:rPr>
              <w:t>Кудлаева Марина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F910D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910DA">
              <w:rPr>
                <w:b/>
                <w:bCs/>
              </w:rPr>
              <w:t>Заместитель начальника   колонии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57,8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04F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450197,10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93133C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BA345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3133C">
              <w:rPr>
                <w:b/>
                <w:bCs/>
              </w:rPr>
              <w:t>Кудрявцев Александр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504F0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3133C">
              <w:rPr>
                <w:b/>
                <w:bCs/>
              </w:rPr>
              <w:t>Заместитель начальника колонии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839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429604,53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839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04F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337274,85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B779BB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BA345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779BB">
              <w:rPr>
                <w:b/>
                <w:bCs/>
              </w:rPr>
              <w:t>Кудрявцев Алексей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B779BB">
              <w:rPr>
                <w:b/>
                <w:bCs/>
              </w:rPr>
              <w:t>ежурн</w:t>
            </w:r>
            <w:r>
              <w:rPr>
                <w:b/>
                <w:bCs/>
              </w:rPr>
              <w:t>ый</w:t>
            </w:r>
            <w:r w:rsidRPr="00B779BB">
              <w:rPr>
                <w:b/>
                <w:bCs/>
              </w:rPr>
              <w:t xml:space="preserve"> помощник  </w:t>
            </w:r>
            <w:r>
              <w:rPr>
                <w:b/>
                <w:bCs/>
              </w:rPr>
              <w:t>дежурной части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1</w:t>
            </w:r>
            <w:r>
              <w:t>20</w:t>
            </w:r>
            <w:r w:rsidRPr="00DB198C"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а/м ВАЗ 21</w:t>
            </w:r>
            <w:r>
              <w:t>074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243360</w:t>
            </w:r>
            <w:r w:rsidRPr="00B779BB">
              <w:t>,</w:t>
            </w:r>
            <w:r>
              <w:t>56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B779BB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BA345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200720,57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33A50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1</w:t>
            </w:r>
            <w:r>
              <w:t>20</w:t>
            </w:r>
            <w:r w:rsidRPr="00DB198C"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98C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21D7B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21D7B"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  <w:r w:rsidRPr="00021D7B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21D7B" w:rsidRDefault="002856B9" w:rsidP="00233A5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21D7B">
              <w:rPr>
                <w:b/>
                <w:bCs/>
              </w:rPr>
              <w:t>Лаврёнова Татьяна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21D7B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21D7B">
              <w:rPr>
                <w:b/>
                <w:bCs/>
              </w:rPr>
              <w:t>Старший  инспектор отдела кадров и работы с личным составом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B198C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272974,20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3133C">
              <w:rPr>
                <w:b/>
                <w:bCs/>
              </w:rPr>
              <w:t>2</w:t>
            </w:r>
            <w:r>
              <w:rPr>
                <w:b/>
                <w:bCs/>
              </w:rPr>
              <w:t>3</w:t>
            </w:r>
            <w:r w:rsidRPr="0093133C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6C158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3133C">
              <w:rPr>
                <w:b/>
                <w:bCs/>
              </w:rPr>
              <w:t>Лазарев Александр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3133C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Заместитель начальника колонии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Индивидуальная 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217230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автоприцеп  САЗ 82994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с/х техника Т-150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прицеп тракторный 1ПТС-9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21D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432149,10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6FCA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9C6FC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C6FCA">
              <w:rPr>
                <w:b/>
                <w:bCs/>
              </w:rPr>
              <w:t>Лебеденко Евгений 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C6FCA">
              <w:rPr>
                <w:b/>
                <w:bCs/>
              </w:rPr>
              <w:t xml:space="preserve">омощник </w:t>
            </w:r>
            <w:r>
              <w:rPr>
                <w:b/>
                <w:bCs/>
              </w:rPr>
              <w:t>дежурного</w:t>
            </w:r>
          </w:p>
          <w:p w:rsidR="002856B9" w:rsidRPr="009C6FCA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дежурной части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Земельный участок</w:t>
            </w: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Индивидуальная</w:t>
            </w: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1580</w:t>
            </w: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45,3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Россия</w:t>
            </w: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>Россия</w:t>
            </w:r>
          </w:p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9C6FCA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FCA">
              <w:t xml:space="preserve">а/м Лада </w:t>
            </w:r>
            <w:r>
              <w:t>Калина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055947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 w:rsidRPr="00055947">
              <w:t>360445,99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1580,0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178098,29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13E38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1580,0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rHeight w:val="274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1580,0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5ABD">
              <w:rPr>
                <w:b/>
                <w:bCs/>
              </w:rPr>
              <w:t>2</w:t>
            </w:r>
            <w:r>
              <w:rPr>
                <w:b/>
                <w:bCs/>
              </w:rPr>
              <w:t>5</w:t>
            </w:r>
            <w:r w:rsidRPr="00485ABD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85ABD">
              <w:rPr>
                <w:b/>
                <w:bCs/>
              </w:rPr>
              <w:t>Лютая Татьяна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5ABD">
              <w:rPr>
                <w:b/>
                <w:bCs/>
              </w:rPr>
              <w:t>Начальник производственного отдела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363</w:t>
            </w: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55,4</w:t>
            </w: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365869,86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05594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363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55,4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Тойота Королла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389426,27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rHeight w:val="643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5ABD">
              <w:rPr>
                <w:b/>
                <w:bCs/>
              </w:rPr>
              <w:t>2</w:t>
            </w:r>
            <w:r>
              <w:rPr>
                <w:b/>
                <w:bCs/>
              </w:rPr>
              <w:t>6</w:t>
            </w:r>
            <w:r w:rsidRPr="00485ABD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85ABD">
              <w:rPr>
                <w:b/>
                <w:bCs/>
              </w:rPr>
              <w:t>Михайлов Егор Геннадьевич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85ABD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85ABD">
              <w:rPr>
                <w:b/>
                <w:bCs/>
              </w:rPr>
              <w:t>Начальник ОКБИХО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471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339767,40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rHeight w:val="643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85F3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85F3A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  <w:r w:rsidRPr="00785F3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85F3A" w:rsidRDefault="002856B9" w:rsidP="000471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85F3A">
              <w:rPr>
                <w:b/>
                <w:bCs/>
              </w:rPr>
              <w:t>Нужная Татьяна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85F3A">
              <w:rPr>
                <w:b/>
                <w:bCs/>
              </w:rPr>
              <w:t>Младший инспектор</w:t>
            </w:r>
          </w:p>
          <w:p w:rsidR="002856B9" w:rsidRPr="00785F3A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категории</w:t>
            </w:r>
            <w:r w:rsidRPr="00785F3A">
              <w:rPr>
                <w:b/>
                <w:bCs/>
              </w:rPr>
              <w:t xml:space="preserve">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559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218510,12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Pr="008C402E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0471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C402E">
              <w:rPr>
                <w:b/>
                <w:bCs/>
              </w:rPr>
              <w:t>Обрезанов Владимир Васильевич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C402E">
              <w:rPr>
                <w:b/>
                <w:bCs/>
              </w:rPr>
              <w:t>Старший инспектор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Объект незавершённого строительства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1500,0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354195,62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F13E3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0471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35547,59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F13E3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0471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F13E3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1525B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85F3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85F3A">
              <w:rPr>
                <w:b/>
                <w:bCs/>
              </w:rPr>
              <w:t>2</w:t>
            </w:r>
            <w:r>
              <w:rPr>
                <w:b/>
                <w:bCs/>
              </w:rPr>
              <w:t>9</w:t>
            </w:r>
            <w:r w:rsidRPr="00785F3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85F3A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85F3A">
              <w:rPr>
                <w:b/>
                <w:bCs/>
              </w:rPr>
              <w:t>Передера Анна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85F3A" w:rsidRDefault="002856B9" w:rsidP="003107E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85F3A">
              <w:rPr>
                <w:b/>
                <w:bCs/>
              </w:rPr>
              <w:t>Младший инспектор</w:t>
            </w:r>
            <w:r>
              <w:rPr>
                <w:b/>
                <w:bCs/>
              </w:rPr>
              <w:t xml:space="preserve"> </w:t>
            </w:r>
            <w:r w:rsidRPr="00785F3A">
              <w:rPr>
                <w:b/>
                <w:bCs/>
              </w:rPr>
              <w:t xml:space="preserve">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для строительства гаража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26,0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38,9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Форд Фокус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601,33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870000,00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58,1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67B4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Pr="00667B4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667B4A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67B4A">
              <w:rPr>
                <w:b/>
                <w:bCs/>
              </w:rPr>
              <w:t>П</w:t>
            </w:r>
            <w:r>
              <w:rPr>
                <w:b/>
                <w:bCs/>
              </w:rPr>
              <w:t>ланида Елена</w:t>
            </w:r>
            <w:r w:rsidRPr="00667B4A">
              <w:rPr>
                <w:b/>
                <w:bCs/>
              </w:rPr>
              <w:t xml:space="preserve">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107E0" w:rsidRDefault="002856B9" w:rsidP="003107E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107E0">
              <w:rPr>
                <w:b/>
                <w:bCs/>
              </w:rPr>
              <w:t>Заместитель начальника колонии, начальник мастерской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350712,31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107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Pr="008C402E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C402E">
              <w:rPr>
                <w:b/>
                <w:bCs/>
              </w:rPr>
              <w:t>Рыбалко Антон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7D0A1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C402E">
              <w:rPr>
                <w:b/>
                <w:bCs/>
              </w:rPr>
              <w:t>Оперуполномоченный оперативной группы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(1/4 доля)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(1/4 доля)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422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участок(3/4 доли)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 (3/4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1266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21099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283257,14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Ряба-Ниделя Галина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7E65B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Старший инженер группы материально-технического обеспечения учебно-производственного процесса и сбыта продукции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63,0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236713,02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7D0A1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314689,32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8C402E" w:rsidRDefault="002856B9" w:rsidP="007D0A1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63,0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8F5A9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74EC7">
              <w:rPr>
                <w:b/>
                <w:bCs/>
              </w:rPr>
              <w:t>3</w:t>
            </w:r>
            <w:r>
              <w:rPr>
                <w:b/>
                <w:bCs/>
              </w:rPr>
              <w:t>3.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7D0A1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74EC7">
              <w:rPr>
                <w:b/>
                <w:bCs/>
              </w:rPr>
              <w:t xml:space="preserve">Рязанская Алла </w:t>
            </w:r>
            <w:r>
              <w:rPr>
                <w:b/>
                <w:bCs/>
              </w:rPr>
              <w:t xml:space="preserve"> </w:t>
            </w:r>
            <w:r w:rsidRPr="00374EC7">
              <w:rPr>
                <w:b/>
                <w:bCs/>
              </w:rPr>
              <w:t xml:space="preserve">Анатольевна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7D0A1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74EC7">
              <w:rPr>
                <w:b/>
                <w:bCs/>
              </w:rPr>
              <w:t>Младший инспектор 2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247002,64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110,0</w:t>
            </w:r>
          </w:p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21074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81600,00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FC51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74EC7"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  <w:r w:rsidRPr="00374EC7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74EC7">
              <w:rPr>
                <w:b/>
                <w:bCs/>
              </w:rPr>
              <w:t>Рязанова Татьяна Станиславовна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4EC7" w:rsidRDefault="002856B9" w:rsidP="007E65B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74EC7">
              <w:rPr>
                <w:b/>
                <w:bCs/>
              </w:rPr>
              <w:t>Младший инспектор</w:t>
            </w:r>
            <w:r>
              <w:rPr>
                <w:b/>
                <w:bCs/>
              </w:rPr>
              <w:t xml:space="preserve"> </w:t>
            </w:r>
            <w:r w:rsidRPr="00374EC7">
              <w:rPr>
                <w:b/>
                <w:bCs/>
              </w:rPr>
              <w:t>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87E5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215177,86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Део Матиз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798200,00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D0A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E65B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4" w:type="dxa"/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C5138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5138">
              <w:rPr>
                <w:b/>
                <w:bCs/>
              </w:rPr>
              <w:t>3</w:t>
            </w:r>
            <w:r>
              <w:rPr>
                <w:b/>
                <w:bCs/>
              </w:rPr>
              <w:t>5</w:t>
            </w:r>
            <w:r w:rsidRPr="00CC5138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C5138" w:rsidRDefault="002856B9" w:rsidP="000471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C5138">
              <w:rPr>
                <w:b/>
                <w:bCs/>
              </w:rPr>
              <w:t>Самоварова Татьяна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C5138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5138">
              <w:rPr>
                <w:b/>
                <w:bCs/>
              </w:rPr>
              <w:t xml:space="preserve">Начальник </w:t>
            </w:r>
            <w:r>
              <w:rPr>
                <w:b/>
                <w:bCs/>
              </w:rPr>
              <w:t>колонии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1/3 доля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790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17,6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81,8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82,9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85,5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551977,27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4710F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1/3 доля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85,5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Тойота Королла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329148,01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12877">
              <w:rPr>
                <w:b/>
                <w:bCs/>
              </w:rPr>
              <w:t>3</w:t>
            </w:r>
            <w:r>
              <w:rPr>
                <w:b/>
                <w:bCs/>
              </w:rPr>
              <w:t>6</w:t>
            </w:r>
            <w:r w:rsidRPr="00712877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487E5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12877">
              <w:rPr>
                <w:b/>
                <w:bCs/>
              </w:rPr>
              <w:t>Сухобрус Оксана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12877">
              <w:rPr>
                <w:b/>
                <w:bCs/>
              </w:rPr>
              <w:t>Младший инспектор 1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241180,14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87E5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487E5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</w:pPr>
            <w:r w:rsidRPr="00C905E5">
              <w:rPr>
                <w:b/>
                <w:bCs/>
              </w:rPr>
              <w:t>37</w:t>
            </w:r>
            <w: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5FE5" w:rsidRDefault="002856B9" w:rsidP="001A04A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75FE5">
              <w:rPr>
                <w:b/>
                <w:bCs/>
              </w:rPr>
              <w:t>Толстолуцкая Надежда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5FE5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Оперативный д</w:t>
            </w:r>
            <w:r w:rsidRPr="00375FE5">
              <w:rPr>
                <w:b/>
                <w:bCs/>
              </w:rPr>
              <w:t xml:space="preserve">ежурный </w:t>
            </w:r>
            <w:r>
              <w:rPr>
                <w:b/>
                <w:bCs/>
              </w:rPr>
              <w:t>дежурной части</w:t>
            </w:r>
            <w:r w:rsidRPr="00375FE5">
              <w:rPr>
                <w:b/>
                <w:bCs/>
              </w:rPr>
              <w:t xml:space="preserve">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344726,03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C5138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5138">
              <w:rPr>
                <w:b/>
                <w:bCs/>
              </w:rPr>
              <w:t>3</w:t>
            </w:r>
            <w:r>
              <w:rPr>
                <w:b/>
                <w:bCs/>
              </w:rPr>
              <w:t>8</w:t>
            </w:r>
            <w:r w:rsidRPr="00CC5138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C5138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C5138">
              <w:rPr>
                <w:b/>
                <w:bCs/>
              </w:rPr>
              <w:t>Туковский Виталий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Оперативный д</w:t>
            </w:r>
            <w:r w:rsidRPr="00375FE5">
              <w:rPr>
                <w:b/>
                <w:bCs/>
              </w:rPr>
              <w:t xml:space="preserve">ежурный </w:t>
            </w:r>
            <w:r>
              <w:rPr>
                <w:b/>
                <w:bCs/>
              </w:rPr>
              <w:t>дежурной части</w:t>
            </w:r>
            <w:r w:rsidRPr="00375FE5">
              <w:rPr>
                <w:b/>
                <w:bCs/>
              </w:rPr>
              <w:t xml:space="preserve"> отдела режима</w:t>
            </w:r>
          </w:p>
          <w:p w:rsidR="002856B9" w:rsidRPr="00CC5138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E6746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Шевроле Клан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453085,86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108480,00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5FE5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75FE5">
              <w:rPr>
                <w:b/>
                <w:bCs/>
              </w:rPr>
              <w:t>3</w:t>
            </w:r>
            <w:r>
              <w:rPr>
                <w:b/>
                <w:bCs/>
              </w:rPr>
              <w:t>9</w:t>
            </w:r>
            <w:r w:rsidRPr="00375FE5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5FE5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75FE5">
              <w:rPr>
                <w:b/>
                <w:bCs/>
              </w:rPr>
              <w:t>Федоров Максим Викторович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75FE5" w:rsidRDefault="002856B9" w:rsidP="005B1C0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Инспектор группы БСП отдела кадров и работы с личным составом</w:t>
            </w:r>
            <w:r w:rsidRPr="00375FE5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290937,70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Киа Пиканто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325046,37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525B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 w:rsidRPr="001525B7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525B7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525B7">
              <w:rPr>
                <w:b/>
                <w:bCs/>
              </w:rPr>
              <w:t>Федорова Елена Витальевна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525B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525B7">
              <w:rPr>
                <w:b/>
                <w:bCs/>
              </w:rPr>
              <w:t>Начальник психологической лаборатории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Киа Пиканто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325046,37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511396,00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Pr="00712877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12877">
              <w:rPr>
                <w:b/>
                <w:bCs/>
              </w:rPr>
              <w:t>Хазарджан Ирина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12877">
              <w:rPr>
                <w:b/>
                <w:bCs/>
              </w:rPr>
              <w:t>Младший инспектор 1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D565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219784,55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а/м Мазда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171893,27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12877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A04A1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A04A1">
              <w:rPr>
                <w:b/>
                <w:bCs/>
              </w:rPr>
              <w:t>Чернов Дмитрий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Оперативный д</w:t>
            </w:r>
            <w:r w:rsidRPr="00375FE5">
              <w:rPr>
                <w:b/>
                <w:bCs/>
              </w:rPr>
              <w:t xml:space="preserve">ежурный </w:t>
            </w:r>
            <w:r>
              <w:rPr>
                <w:b/>
                <w:bCs/>
              </w:rPr>
              <w:t>дежурной части</w:t>
            </w:r>
            <w:r w:rsidRPr="00375FE5">
              <w:rPr>
                <w:b/>
                <w:bCs/>
              </w:rPr>
              <w:t xml:space="preserve"> отдела режима</w:t>
            </w:r>
          </w:p>
          <w:p w:rsidR="002856B9" w:rsidRPr="00712877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(1/2 доля)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Богдан 21104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525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293908,03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43D7A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43D7A">
              <w:rPr>
                <w:b/>
                <w:bCs/>
              </w:rPr>
              <w:t>4</w:t>
            </w:r>
            <w:r>
              <w:rPr>
                <w:b/>
                <w:bCs/>
              </w:rPr>
              <w:t>3</w:t>
            </w:r>
            <w:r w:rsidRPr="00143D7A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143D7A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43D7A">
              <w:rPr>
                <w:b/>
                <w:bCs/>
              </w:rPr>
              <w:t>Чурбакова Галина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43D7A">
              <w:rPr>
                <w:b/>
                <w:bCs/>
              </w:rPr>
              <w:t>Младший инспектор</w:t>
            </w:r>
          </w:p>
          <w:p w:rsidR="002856B9" w:rsidRPr="00143D7A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категории</w:t>
            </w:r>
            <w:r w:rsidRPr="00143D7A">
              <w:rPr>
                <w:b/>
                <w:bCs/>
              </w:rPr>
              <w:t xml:space="preserve">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(1/3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358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3585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226683,50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7923">
              <w:rPr>
                <w:b/>
                <w:bCs/>
              </w:rPr>
              <w:t>4</w:t>
            </w:r>
            <w:r>
              <w:rPr>
                <w:b/>
                <w:bCs/>
              </w:rPr>
              <w:t>4</w:t>
            </w:r>
            <w:r w:rsidRPr="00777923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097A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77923">
              <w:rPr>
                <w:b/>
                <w:bCs/>
              </w:rPr>
              <w:t>Шершунова Елена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7923">
              <w:rPr>
                <w:b/>
                <w:bCs/>
              </w:rPr>
              <w:t>Младший инспектор 1 категории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64,6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251489,14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64,6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а/м </w:t>
            </w:r>
            <w:r>
              <w:rPr>
                <w:lang w:val="en-US"/>
              </w:rPr>
              <w:t>MITSUBISHI</w:t>
            </w:r>
            <w:r w:rsidRPr="00B714D0">
              <w:t xml:space="preserve"> </w:t>
            </w:r>
            <w:r>
              <w:rPr>
                <w:lang w:val="en-US"/>
              </w:rPr>
              <w:t>L</w:t>
            </w:r>
            <w:r w:rsidRPr="00B714D0">
              <w:t xml:space="preserve"> 200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Pr="00C905E5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 w:rsidRPr="00C905E5">
              <w:t xml:space="preserve">а/м ВАЗ 21074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144000,00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7923"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  <w:r w:rsidRPr="00777923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097A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77923">
              <w:rPr>
                <w:b/>
                <w:bCs/>
              </w:rPr>
              <w:t>Шмидов Виталий Андреевич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777923" w:rsidRDefault="002856B9" w:rsidP="00097A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7923">
              <w:rPr>
                <w:b/>
                <w:bCs/>
              </w:rPr>
              <w:t xml:space="preserve">Младший инспектор 2 категории отдела режима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426B2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C426B2"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426B2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C426B2">
              <w:t>80,4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C426B2" w:rsidRDefault="002856B9" w:rsidP="006C1584">
            <w:pPr>
              <w:widowControl w:val="0"/>
              <w:autoSpaceDE w:val="0"/>
              <w:autoSpaceDN w:val="0"/>
              <w:adjustRightInd w:val="0"/>
              <w:jc w:val="both"/>
            </w:pPr>
            <w:r w:rsidRPr="00C426B2"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D2270B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 w:rsidRPr="00D2270B">
              <w:t>а/м ВАЗ 111840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201250,55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B2C94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B2C94">
              <w:rPr>
                <w:b/>
                <w:bCs/>
              </w:rPr>
              <w:t>4</w:t>
            </w:r>
            <w:r>
              <w:rPr>
                <w:b/>
                <w:bCs/>
              </w:rPr>
              <w:t>6</w:t>
            </w:r>
            <w:r w:rsidRPr="003B2C94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B2C94" w:rsidRDefault="002856B9" w:rsidP="0036310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B2C94">
              <w:rPr>
                <w:b/>
                <w:bCs/>
              </w:rPr>
              <w:t>Щербак Наталия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3B2C94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B2C94">
              <w:rPr>
                <w:b/>
                <w:bCs/>
              </w:rPr>
              <w:t xml:space="preserve">Младший инспектор </w:t>
            </w:r>
            <w:r>
              <w:rPr>
                <w:b/>
                <w:bCs/>
              </w:rPr>
              <w:t xml:space="preserve">2 категории </w:t>
            </w:r>
            <w:r w:rsidRPr="003B2C94">
              <w:rPr>
                <w:b/>
                <w:bCs/>
              </w:rPr>
              <w:t>отдел</w:t>
            </w:r>
            <w:r>
              <w:rPr>
                <w:b/>
                <w:bCs/>
              </w:rPr>
              <w:t>а</w:t>
            </w:r>
            <w:r w:rsidRPr="003B2C94">
              <w:rPr>
                <w:b/>
                <w:bCs/>
              </w:rPr>
              <w:t xml:space="preserve"> режима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1500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47626,93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а/м ВАЗ 21070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1A04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258939,87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2052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86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2052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D3AD4" w:rsidRDefault="002856B9" w:rsidP="002438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D3AD4">
              <w:rPr>
                <w:b/>
                <w:bCs/>
              </w:rPr>
              <w:t>4</w:t>
            </w:r>
            <w:r>
              <w:rPr>
                <w:b/>
                <w:bCs/>
              </w:rPr>
              <w:t>7</w:t>
            </w:r>
            <w:r w:rsidRPr="004D3AD4">
              <w:rPr>
                <w:b/>
                <w:bCs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Pr="004D3AD4" w:rsidRDefault="002856B9" w:rsidP="003242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D3AD4">
              <w:rPr>
                <w:b/>
                <w:bCs/>
              </w:rPr>
              <w:t>Якбаров Сергей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612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4D3AD4">
              <w:rPr>
                <w:b/>
                <w:bCs/>
              </w:rPr>
              <w:t>омощник</w:t>
            </w:r>
            <w:r>
              <w:rPr>
                <w:b/>
                <w:bCs/>
              </w:rPr>
              <w:t xml:space="preserve"> дежурного</w:t>
            </w:r>
          </w:p>
          <w:p w:rsidR="002856B9" w:rsidRPr="004D3AD4" w:rsidRDefault="002856B9" w:rsidP="005612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дежурной части отдела режима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а/м Лада Гранта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612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257402,22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5612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547135.55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856B9">
        <w:trPr>
          <w:gridAfter w:val="1"/>
          <w:wAfter w:w="1764" w:type="dxa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ребёнок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A10A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24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3631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 w:rsidP="007A70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9" w:rsidRDefault="002856B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2856B9" w:rsidRPr="008303B9" w:rsidRDefault="002856B9" w:rsidP="00C905E5">
      <w:pPr>
        <w:widowControl w:val="0"/>
        <w:autoSpaceDE w:val="0"/>
        <w:autoSpaceDN w:val="0"/>
        <w:adjustRightInd w:val="0"/>
        <w:rPr>
          <w:b/>
          <w:bCs/>
        </w:rPr>
        <w:sectPr w:rsidR="002856B9" w:rsidRPr="008303B9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  <w:r w:rsidRPr="008303B9">
        <w:rPr>
          <w:b/>
          <w:bCs/>
        </w:rPr>
        <w:t>Всего: 47 сотрудников</w:t>
      </w:r>
    </w:p>
    <w:p w:rsidR="002856B9" w:rsidRDefault="002856B9">
      <w:pPr>
        <w:widowControl w:val="0"/>
        <w:autoSpaceDE w:val="0"/>
        <w:autoSpaceDN w:val="0"/>
        <w:adjustRightInd w:val="0"/>
        <w:jc w:val="both"/>
      </w:pPr>
    </w:p>
    <w:p w:rsidR="002856B9" w:rsidRDefault="002856B9">
      <w:pPr>
        <w:widowControl w:val="0"/>
        <w:autoSpaceDE w:val="0"/>
        <w:autoSpaceDN w:val="0"/>
        <w:adjustRightInd w:val="0"/>
        <w:jc w:val="both"/>
      </w:pPr>
    </w:p>
    <w:p w:rsidR="002856B9" w:rsidRDefault="002856B9">
      <w:pPr>
        <w:widowControl w:val="0"/>
        <w:autoSpaceDE w:val="0"/>
        <w:autoSpaceDN w:val="0"/>
        <w:adjustRightInd w:val="0"/>
        <w:jc w:val="both"/>
      </w:pPr>
    </w:p>
    <w:sectPr w:rsidR="002856B9" w:rsidSect="002213D8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F39"/>
    <w:rsid w:val="000029AC"/>
    <w:rsid w:val="00005D2C"/>
    <w:rsid w:val="00005E40"/>
    <w:rsid w:val="00021D7B"/>
    <w:rsid w:val="00030CFA"/>
    <w:rsid w:val="0004150B"/>
    <w:rsid w:val="00042235"/>
    <w:rsid w:val="0004710F"/>
    <w:rsid w:val="000473BC"/>
    <w:rsid w:val="00050F29"/>
    <w:rsid w:val="000536DA"/>
    <w:rsid w:val="00054E5B"/>
    <w:rsid w:val="00055947"/>
    <w:rsid w:val="00060D2E"/>
    <w:rsid w:val="00065175"/>
    <w:rsid w:val="000656A0"/>
    <w:rsid w:val="0007101B"/>
    <w:rsid w:val="00072AFC"/>
    <w:rsid w:val="00074043"/>
    <w:rsid w:val="00081194"/>
    <w:rsid w:val="00081750"/>
    <w:rsid w:val="000819C9"/>
    <w:rsid w:val="000826FA"/>
    <w:rsid w:val="00086DCB"/>
    <w:rsid w:val="00087437"/>
    <w:rsid w:val="00096255"/>
    <w:rsid w:val="00097AC7"/>
    <w:rsid w:val="000B48BA"/>
    <w:rsid w:val="000C227E"/>
    <w:rsid w:val="000C5B34"/>
    <w:rsid w:val="000C742C"/>
    <w:rsid w:val="000D55B9"/>
    <w:rsid w:val="000E3BAF"/>
    <w:rsid w:val="000F2795"/>
    <w:rsid w:val="0012611B"/>
    <w:rsid w:val="00136E62"/>
    <w:rsid w:val="00143D7A"/>
    <w:rsid w:val="001506B0"/>
    <w:rsid w:val="001525B7"/>
    <w:rsid w:val="0016250D"/>
    <w:rsid w:val="001653C8"/>
    <w:rsid w:val="0017305F"/>
    <w:rsid w:val="00194E19"/>
    <w:rsid w:val="001A04A1"/>
    <w:rsid w:val="001A324F"/>
    <w:rsid w:val="001A580A"/>
    <w:rsid w:val="001D330B"/>
    <w:rsid w:val="001F6991"/>
    <w:rsid w:val="001F70C2"/>
    <w:rsid w:val="00204054"/>
    <w:rsid w:val="002150B9"/>
    <w:rsid w:val="002213D8"/>
    <w:rsid w:val="00221538"/>
    <w:rsid w:val="00233A50"/>
    <w:rsid w:val="00243853"/>
    <w:rsid w:val="00251E1F"/>
    <w:rsid w:val="002550D1"/>
    <w:rsid w:val="00274B68"/>
    <w:rsid w:val="002822A3"/>
    <w:rsid w:val="00282BB4"/>
    <w:rsid w:val="002856B9"/>
    <w:rsid w:val="002A1DC6"/>
    <w:rsid w:val="002B0332"/>
    <w:rsid w:val="002B6F06"/>
    <w:rsid w:val="002C3C8B"/>
    <w:rsid w:val="002C5814"/>
    <w:rsid w:val="002D514A"/>
    <w:rsid w:val="002E7937"/>
    <w:rsid w:val="002F587D"/>
    <w:rsid w:val="003107E0"/>
    <w:rsid w:val="00315CE9"/>
    <w:rsid w:val="003242C3"/>
    <w:rsid w:val="00337ED8"/>
    <w:rsid w:val="00341E34"/>
    <w:rsid w:val="00343060"/>
    <w:rsid w:val="00353D4C"/>
    <w:rsid w:val="003610F8"/>
    <w:rsid w:val="00363104"/>
    <w:rsid w:val="00371676"/>
    <w:rsid w:val="003727D6"/>
    <w:rsid w:val="00374EC7"/>
    <w:rsid w:val="00375FE5"/>
    <w:rsid w:val="00386538"/>
    <w:rsid w:val="00390E36"/>
    <w:rsid w:val="003A548E"/>
    <w:rsid w:val="003B2C94"/>
    <w:rsid w:val="003C31D6"/>
    <w:rsid w:val="003D4B95"/>
    <w:rsid w:val="003D6C20"/>
    <w:rsid w:val="003E03F2"/>
    <w:rsid w:val="003E2834"/>
    <w:rsid w:val="003E611E"/>
    <w:rsid w:val="003E7581"/>
    <w:rsid w:val="003F119C"/>
    <w:rsid w:val="003F2BAA"/>
    <w:rsid w:val="003F4669"/>
    <w:rsid w:val="003F5393"/>
    <w:rsid w:val="004040DB"/>
    <w:rsid w:val="004049C1"/>
    <w:rsid w:val="00436FE1"/>
    <w:rsid w:val="00444676"/>
    <w:rsid w:val="004522C5"/>
    <w:rsid w:val="00460CA0"/>
    <w:rsid w:val="0046366D"/>
    <w:rsid w:val="004638E3"/>
    <w:rsid w:val="00464DFB"/>
    <w:rsid w:val="0048106E"/>
    <w:rsid w:val="00483604"/>
    <w:rsid w:val="00485ABD"/>
    <w:rsid w:val="00487E5A"/>
    <w:rsid w:val="00490531"/>
    <w:rsid w:val="00490718"/>
    <w:rsid w:val="00490C9C"/>
    <w:rsid w:val="004D3AD4"/>
    <w:rsid w:val="004D3DB4"/>
    <w:rsid w:val="004E6799"/>
    <w:rsid w:val="00504F02"/>
    <w:rsid w:val="00510B26"/>
    <w:rsid w:val="00532A72"/>
    <w:rsid w:val="00534D7F"/>
    <w:rsid w:val="00537219"/>
    <w:rsid w:val="00561259"/>
    <w:rsid w:val="00575427"/>
    <w:rsid w:val="00575D84"/>
    <w:rsid w:val="00584A93"/>
    <w:rsid w:val="00587001"/>
    <w:rsid w:val="005964DC"/>
    <w:rsid w:val="00597DA6"/>
    <w:rsid w:val="005B1C03"/>
    <w:rsid w:val="005B393B"/>
    <w:rsid w:val="005B53BE"/>
    <w:rsid w:val="005E2141"/>
    <w:rsid w:val="005E33DC"/>
    <w:rsid w:val="005F55A8"/>
    <w:rsid w:val="005F6D72"/>
    <w:rsid w:val="006022F2"/>
    <w:rsid w:val="0061032A"/>
    <w:rsid w:val="00616720"/>
    <w:rsid w:val="00625CF3"/>
    <w:rsid w:val="006277E5"/>
    <w:rsid w:val="00627C27"/>
    <w:rsid w:val="0064005A"/>
    <w:rsid w:val="00641912"/>
    <w:rsid w:val="00645E4D"/>
    <w:rsid w:val="00646DBB"/>
    <w:rsid w:val="00650AF8"/>
    <w:rsid w:val="00667B4A"/>
    <w:rsid w:val="00670430"/>
    <w:rsid w:val="00671E30"/>
    <w:rsid w:val="0067418A"/>
    <w:rsid w:val="006811A9"/>
    <w:rsid w:val="00685FEC"/>
    <w:rsid w:val="00691704"/>
    <w:rsid w:val="00692515"/>
    <w:rsid w:val="006A0B54"/>
    <w:rsid w:val="006A5371"/>
    <w:rsid w:val="006B03CB"/>
    <w:rsid w:val="006C1584"/>
    <w:rsid w:val="006C4194"/>
    <w:rsid w:val="006D1CB1"/>
    <w:rsid w:val="006D32AF"/>
    <w:rsid w:val="006D7773"/>
    <w:rsid w:val="006E409B"/>
    <w:rsid w:val="006F6946"/>
    <w:rsid w:val="0070267A"/>
    <w:rsid w:val="00712877"/>
    <w:rsid w:val="007247C3"/>
    <w:rsid w:val="0072747A"/>
    <w:rsid w:val="00727FAA"/>
    <w:rsid w:val="0073276B"/>
    <w:rsid w:val="007361A6"/>
    <w:rsid w:val="0074202E"/>
    <w:rsid w:val="007564B8"/>
    <w:rsid w:val="0076302E"/>
    <w:rsid w:val="00770452"/>
    <w:rsid w:val="00772FFC"/>
    <w:rsid w:val="0077302C"/>
    <w:rsid w:val="00777923"/>
    <w:rsid w:val="00785799"/>
    <w:rsid w:val="00785F3A"/>
    <w:rsid w:val="0079075C"/>
    <w:rsid w:val="00794F0D"/>
    <w:rsid w:val="007A3CFA"/>
    <w:rsid w:val="007A704B"/>
    <w:rsid w:val="007B567D"/>
    <w:rsid w:val="007D0A1F"/>
    <w:rsid w:val="007D40C6"/>
    <w:rsid w:val="007E035E"/>
    <w:rsid w:val="007E3476"/>
    <w:rsid w:val="007E65BB"/>
    <w:rsid w:val="007F0A52"/>
    <w:rsid w:val="007F4D93"/>
    <w:rsid w:val="00800FA1"/>
    <w:rsid w:val="00802F2D"/>
    <w:rsid w:val="008039DE"/>
    <w:rsid w:val="008060AF"/>
    <w:rsid w:val="0080768C"/>
    <w:rsid w:val="00807F37"/>
    <w:rsid w:val="00811BB0"/>
    <w:rsid w:val="008138B6"/>
    <w:rsid w:val="008303B9"/>
    <w:rsid w:val="00844A46"/>
    <w:rsid w:val="00847B19"/>
    <w:rsid w:val="00847CC9"/>
    <w:rsid w:val="008529D9"/>
    <w:rsid w:val="00854CF0"/>
    <w:rsid w:val="00855D27"/>
    <w:rsid w:val="008601D5"/>
    <w:rsid w:val="008627E9"/>
    <w:rsid w:val="008665B1"/>
    <w:rsid w:val="00881A6F"/>
    <w:rsid w:val="00891604"/>
    <w:rsid w:val="00892D4D"/>
    <w:rsid w:val="008964F4"/>
    <w:rsid w:val="008A0C57"/>
    <w:rsid w:val="008A4AE3"/>
    <w:rsid w:val="008B74E8"/>
    <w:rsid w:val="008C402E"/>
    <w:rsid w:val="008C744C"/>
    <w:rsid w:val="008D2C24"/>
    <w:rsid w:val="008D52D5"/>
    <w:rsid w:val="008D5E06"/>
    <w:rsid w:val="008E1783"/>
    <w:rsid w:val="008E7499"/>
    <w:rsid w:val="008F1E58"/>
    <w:rsid w:val="008F5A95"/>
    <w:rsid w:val="00900106"/>
    <w:rsid w:val="0091116B"/>
    <w:rsid w:val="00925BA3"/>
    <w:rsid w:val="0093133C"/>
    <w:rsid w:val="009376E2"/>
    <w:rsid w:val="009429B2"/>
    <w:rsid w:val="00946242"/>
    <w:rsid w:val="0096060F"/>
    <w:rsid w:val="00975A17"/>
    <w:rsid w:val="009A193A"/>
    <w:rsid w:val="009A2720"/>
    <w:rsid w:val="009A6A66"/>
    <w:rsid w:val="009B1FEA"/>
    <w:rsid w:val="009B2783"/>
    <w:rsid w:val="009B5312"/>
    <w:rsid w:val="009C5F16"/>
    <w:rsid w:val="009C6FCA"/>
    <w:rsid w:val="009E7D47"/>
    <w:rsid w:val="009F64E2"/>
    <w:rsid w:val="00A028FC"/>
    <w:rsid w:val="00A10A59"/>
    <w:rsid w:val="00A17545"/>
    <w:rsid w:val="00A353AF"/>
    <w:rsid w:val="00A35853"/>
    <w:rsid w:val="00A35BD1"/>
    <w:rsid w:val="00A471EC"/>
    <w:rsid w:val="00A54396"/>
    <w:rsid w:val="00A70EAC"/>
    <w:rsid w:val="00A75176"/>
    <w:rsid w:val="00A82820"/>
    <w:rsid w:val="00A82B96"/>
    <w:rsid w:val="00AA56CA"/>
    <w:rsid w:val="00AB2242"/>
    <w:rsid w:val="00AC489E"/>
    <w:rsid w:val="00AD633D"/>
    <w:rsid w:val="00AD76A3"/>
    <w:rsid w:val="00AE575B"/>
    <w:rsid w:val="00AF3CE2"/>
    <w:rsid w:val="00B016CB"/>
    <w:rsid w:val="00B247BE"/>
    <w:rsid w:val="00B265E8"/>
    <w:rsid w:val="00B308CD"/>
    <w:rsid w:val="00B33EB9"/>
    <w:rsid w:val="00B36081"/>
    <w:rsid w:val="00B362EF"/>
    <w:rsid w:val="00B4056A"/>
    <w:rsid w:val="00B47E6D"/>
    <w:rsid w:val="00B62BB7"/>
    <w:rsid w:val="00B70834"/>
    <w:rsid w:val="00B714D0"/>
    <w:rsid w:val="00B73568"/>
    <w:rsid w:val="00B779BB"/>
    <w:rsid w:val="00BA3454"/>
    <w:rsid w:val="00BA6666"/>
    <w:rsid w:val="00BA6D34"/>
    <w:rsid w:val="00BC37C7"/>
    <w:rsid w:val="00BD1B5E"/>
    <w:rsid w:val="00BD36ED"/>
    <w:rsid w:val="00BD507D"/>
    <w:rsid w:val="00BE7F33"/>
    <w:rsid w:val="00BF23BD"/>
    <w:rsid w:val="00BF3CA1"/>
    <w:rsid w:val="00BF670E"/>
    <w:rsid w:val="00BF6C3B"/>
    <w:rsid w:val="00C04B03"/>
    <w:rsid w:val="00C112C7"/>
    <w:rsid w:val="00C12A5C"/>
    <w:rsid w:val="00C2344F"/>
    <w:rsid w:val="00C40F39"/>
    <w:rsid w:val="00C422CD"/>
    <w:rsid w:val="00C426B2"/>
    <w:rsid w:val="00C47357"/>
    <w:rsid w:val="00C76A14"/>
    <w:rsid w:val="00C840DE"/>
    <w:rsid w:val="00C87131"/>
    <w:rsid w:val="00C87B94"/>
    <w:rsid w:val="00C905E5"/>
    <w:rsid w:val="00C90A0A"/>
    <w:rsid w:val="00CC5138"/>
    <w:rsid w:val="00CD2BE7"/>
    <w:rsid w:val="00CF118F"/>
    <w:rsid w:val="00CF206E"/>
    <w:rsid w:val="00D064C0"/>
    <w:rsid w:val="00D20021"/>
    <w:rsid w:val="00D2270B"/>
    <w:rsid w:val="00D45D04"/>
    <w:rsid w:val="00D467B0"/>
    <w:rsid w:val="00D56577"/>
    <w:rsid w:val="00D56D68"/>
    <w:rsid w:val="00D7331A"/>
    <w:rsid w:val="00D73BF8"/>
    <w:rsid w:val="00D83D17"/>
    <w:rsid w:val="00D95079"/>
    <w:rsid w:val="00D95911"/>
    <w:rsid w:val="00DB198C"/>
    <w:rsid w:val="00DB3F90"/>
    <w:rsid w:val="00DB4AD7"/>
    <w:rsid w:val="00DC0F62"/>
    <w:rsid w:val="00DD3701"/>
    <w:rsid w:val="00DE5CF2"/>
    <w:rsid w:val="00DF46B2"/>
    <w:rsid w:val="00DF5FF8"/>
    <w:rsid w:val="00E00009"/>
    <w:rsid w:val="00E12F8B"/>
    <w:rsid w:val="00E13E4B"/>
    <w:rsid w:val="00E4764C"/>
    <w:rsid w:val="00E558FC"/>
    <w:rsid w:val="00E60695"/>
    <w:rsid w:val="00E6746A"/>
    <w:rsid w:val="00E778C8"/>
    <w:rsid w:val="00E92144"/>
    <w:rsid w:val="00E96030"/>
    <w:rsid w:val="00E9611D"/>
    <w:rsid w:val="00EA1EC6"/>
    <w:rsid w:val="00EB5BA9"/>
    <w:rsid w:val="00EC3634"/>
    <w:rsid w:val="00EC42BB"/>
    <w:rsid w:val="00ED1896"/>
    <w:rsid w:val="00ED449E"/>
    <w:rsid w:val="00EE2109"/>
    <w:rsid w:val="00EF3B61"/>
    <w:rsid w:val="00F13E38"/>
    <w:rsid w:val="00F14E29"/>
    <w:rsid w:val="00F17179"/>
    <w:rsid w:val="00F276C1"/>
    <w:rsid w:val="00F335C5"/>
    <w:rsid w:val="00F61DD8"/>
    <w:rsid w:val="00F75A86"/>
    <w:rsid w:val="00F8068D"/>
    <w:rsid w:val="00F83927"/>
    <w:rsid w:val="00F854E0"/>
    <w:rsid w:val="00F910DA"/>
    <w:rsid w:val="00F9472D"/>
    <w:rsid w:val="00F96B23"/>
    <w:rsid w:val="00FA44A2"/>
    <w:rsid w:val="00FB23E5"/>
    <w:rsid w:val="00FB622D"/>
    <w:rsid w:val="00FC5112"/>
    <w:rsid w:val="00FD01D4"/>
    <w:rsid w:val="00FD6B1C"/>
    <w:rsid w:val="00FF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D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60C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22</Pages>
  <Words>2294</Words>
  <Characters>13081</Characters>
  <Application>Microsoft Office Outlook</Application>
  <DocSecurity>0</DocSecurity>
  <Lines>0</Lines>
  <Paragraphs>0</Paragraphs>
  <ScaleCrop>false</ScaleCrop>
  <Company>505.ru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России 25 декабря 2013 г</dc:title>
  <dc:subject/>
  <dc:creator>User</dc:creator>
  <cp:keywords/>
  <dc:description/>
  <cp:lastModifiedBy>User</cp:lastModifiedBy>
  <cp:revision>20</cp:revision>
  <dcterms:created xsi:type="dcterms:W3CDTF">2014-03-10T08:50:00Z</dcterms:created>
  <dcterms:modified xsi:type="dcterms:W3CDTF">2014-03-12T07:07:00Z</dcterms:modified>
</cp:coreProperties>
</file>