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B4" w:rsidRDefault="00526AB4" w:rsidP="00B46F12">
      <w:pPr>
        <w:ind w:left="5103"/>
        <w:jc w:val="center"/>
      </w:pPr>
      <w:r>
        <w:t>ПРИЛОЖЕНИЕ</w:t>
      </w:r>
    </w:p>
    <w:p w:rsidR="00526AB4" w:rsidRDefault="00526AB4" w:rsidP="00B46F12">
      <w:pPr>
        <w:ind w:left="5103"/>
        <w:jc w:val="center"/>
      </w:pPr>
      <w:r>
        <w:t>к письму ФСИН России</w:t>
      </w:r>
    </w:p>
    <w:p w:rsidR="00526AB4" w:rsidRDefault="00526AB4" w:rsidP="00B46F12">
      <w:pPr>
        <w:ind w:left="5103"/>
        <w:jc w:val="center"/>
      </w:pPr>
      <w:r>
        <w:t>от _________________ № ______</w:t>
      </w:r>
    </w:p>
    <w:p w:rsidR="00526AB4" w:rsidRDefault="00526AB4" w:rsidP="00B46F12">
      <w:pPr>
        <w:rPr>
          <w:sz w:val="26"/>
          <w:szCs w:val="26"/>
        </w:rPr>
      </w:pPr>
    </w:p>
    <w:p w:rsidR="00526AB4" w:rsidRDefault="00526AB4" w:rsidP="00B46F12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B46F12" w:rsidRDefault="00526AB4" w:rsidP="00B46F12">
      <w:pPr>
        <w:pStyle w:val="Heading1"/>
        <w:jc w:val="center"/>
        <w:rPr>
          <w:caps/>
          <w:sz w:val="24"/>
          <w:szCs w:val="24"/>
          <w:lang w:val="ru-RU"/>
        </w:rPr>
      </w:pPr>
      <w:r w:rsidRPr="00B46F12">
        <w:rPr>
          <w:caps/>
          <w:sz w:val="24"/>
          <w:szCs w:val="24"/>
          <w:lang w:val="ru-RU"/>
        </w:rPr>
        <w:t>сведения</w:t>
      </w:r>
    </w:p>
    <w:p w:rsidR="00526AB4" w:rsidRDefault="00526AB4" w:rsidP="00B46F12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B46F12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Борисов Вадим Александрович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B46F12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Default="00526AB4" w:rsidP="00B46F12">
      <w:pPr>
        <w:tabs>
          <w:tab w:val="left" w:pos="9498"/>
        </w:tabs>
        <w:ind w:right="-2"/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>Старший оперуполномоченный оперативного отдела</w:t>
      </w:r>
    </w:p>
    <w:p w:rsidR="00526AB4" w:rsidRDefault="00526AB4" w:rsidP="00B46F12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B46F12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B46F12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B46F12">
      <w:pPr>
        <w:pStyle w:val="BodyText3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46F12">
      <w:pPr>
        <w:pStyle w:val="BodyText3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B46F12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46F12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46F12">
      <w:pPr>
        <w:pStyle w:val="BodyText3"/>
        <w:rPr>
          <w:sz w:val="24"/>
          <w:szCs w:val="24"/>
        </w:rPr>
      </w:pPr>
    </w:p>
    <w:p w:rsidR="00526AB4" w:rsidRDefault="00526AB4" w:rsidP="00B46F12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46F12">
      <w:pPr>
        <w:pStyle w:val="BodyText3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46F12">
      <w:pPr>
        <w:pStyle w:val="BodyText3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B46F12">
      <w:pPr>
        <w:pStyle w:val="BodyText3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B46F12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B46F12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385835,81 рублей.</w:t>
      </w: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      рублей.</w:t>
      </w: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_____ рублей.</w:t>
      </w: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C8378E">
      <w:pPr>
        <w:ind w:left="5103"/>
        <w:jc w:val="center"/>
      </w:pPr>
      <w:r>
        <w:t>ПРИЛОЖЕНИЕ</w:t>
      </w:r>
    </w:p>
    <w:p w:rsidR="00526AB4" w:rsidRDefault="00526AB4" w:rsidP="00C8378E">
      <w:pPr>
        <w:ind w:left="5103"/>
        <w:jc w:val="center"/>
      </w:pPr>
      <w:r>
        <w:t>к письму ФСИН России</w:t>
      </w:r>
    </w:p>
    <w:p w:rsidR="00526AB4" w:rsidRDefault="00526AB4" w:rsidP="00C8378E">
      <w:pPr>
        <w:ind w:left="5103"/>
        <w:jc w:val="center"/>
      </w:pPr>
      <w:r>
        <w:t>от _________________ № ______</w:t>
      </w:r>
    </w:p>
    <w:p w:rsidR="00526AB4" w:rsidRDefault="00526AB4" w:rsidP="00C8378E">
      <w:pPr>
        <w:rPr>
          <w:sz w:val="26"/>
          <w:szCs w:val="26"/>
        </w:rPr>
      </w:pPr>
    </w:p>
    <w:p w:rsidR="00526AB4" w:rsidRDefault="00526AB4" w:rsidP="00C8378E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C8378E" w:rsidRDefault="00526AB4" w:rsidP="00C8378E">
      <w:pPr>
        <w:pStyle w:val="Heading1"/>
        <w:jc w:val="center"/>
        <w:rPr>
          <w:caps/>
          <w:sz w:val="24"/>
          <w:szCs w:val="24"/>
          <w:lang w:val="ru-RU"/>
        </w:rPr>
      </w:pPr>
      <w:r w:rsidRPr="00C8378E">
        <w:rPr>
          <w:caps/>
          <w:sz w:val="24"/>
          <w:szCs w:val="24"/>
          <w:lang w:val="ru-RU"/>
        </w:rPr>
        <w:t>сведения</w:t>
      </w:r>
    </w:p>
    <w:p w:rsidR="00526AB4" w:rsidRDefault="00526AB4" w:rsidP="00C8378E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C8378E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Волгин Антон Валерьевич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C8378E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Default="00526AB4" w:rsidP="00C8378E">
      <w:pPr>
        <w:tabs>
          <w:tab w:val="left" w:pos="9498"/>
        </w:tabs>
        <w:ind w:right="-2"/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>Оперуполномоченный оперативного отдела</w:t>
      </w:r>
    </w:p>
    <w:p w:rsidR="00526AB4" w:rsidRDefault="00526AB4" w:rsidP="00C8378E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C8378E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348357 рублей.</w:t>
      </w: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0      рублей.</w:t>
      </w: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__0___ рублей.</w:t>
      </w:r>
    </w:p>
    <w:p w:rsidR="00526AB4" w:rsidRDefault="00526AB4" w:rsidP="00C8378E">
      <w:pPr>
        <w:ind w:left="5103"/>
        <w:jc w:val="center"/>
      </w:pPr>
      <w:r>
        <w:t>ПРИЛОЖЕНИЕ</w:t>
      </w:r>
    </w:p>
    <w:p w:rsidR="00526AB4" w:rsidRDefault="00526AB4" w:rsidP="00C8378E">
      <w:pPr>
        <w:ind w:left="5103"/>
        <w:jc w:val="center"/>
      </w:pPr>
      <w:r>
        <w:t>к письму ФСИН России</w:t>
      </w:r>
    </w:p>
    <w:p w:rsidR="00526AB4" w:rsidRDefault="00526AB4" w:rsidP="00C8378E">
      <w:pPr>
        <w:ind w:left="5103"/>
        <w:jc w:val="center"/>
      </w:pPr>
      <w:r>
        <w:t>от _________________ № ______</w:t>
      </w:r>
    </w:p>
    <w:p w:rsidR="00526AB4" w:rsidRDefault="00526AB4" w:rsidP="00C8378E">
      <w:pPr>
        <w:rPr>
          <w:sz w:val="26"/>
          <w:szCs w:val="26"/>
        </w:rPr>
      </w:pPr>
    </w:p>
    <w:p w:rsidR="00526AB4" w:rsidRDefault="00526AB4" w:rsidP="00C8378E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C8378E" w:rsidRDefault="00526AB4" w:rsidP="00C8378E">
      <w:pPr>
        <w:pStyle w:val="Heading1"/>
        <w:jc w:val="center"/>
        <w:rPr>
          <w:caps/>
          <w:sz w:val="24"/>
          <w:szCs w:val="24"/>
          <w:lang w:val="ru-RU"/>
        </w:rPr>
      </w:pPr>
      <w:r w:rsidRPr="00C8378E">
        <w:rPr>
          <w:caps/>
          <w:sz w:val="24"/>
          <w:szCs w:val="24"/>
          <w:lang w:val="ru-RU"/>
        </w:rPr>
        <w:t>сведения</w:t>
      </w:r>
    </w:p>
    <w:p w:rsidR="00526AB4" w:rsidRDefault="00526AB4" w:rsidP="00C8378E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C8378E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Андреев  Евгений Викторович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C8378E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Default="00526AB4" w:rsidP="00C8378E">
      <w:pPr>
        <w:tabs>
          <w:tab w:val="left" w:pos="9498"/>
        </w:tabs>
        <w:ind w:right="-2"/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>инспектор отдела безопасности</w:t>
      </w:r>
    </w:p>
    <w:p w:rsidR="00526AB4" w:rsidRDefault="00526AB4" w:rsidP="00C8378E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Квартира           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_46 кв.м_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</w:p>
    <w:p w:rsidR="00526AB4" w:rsidRDefault="00526AB4" w:rsidP="00C8378E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C8378E">
      <w:pPr>
        <w:pStyle w:val="BodyText3"/>
        <w:rPr>
          <w:sz w:val="26"/>
          <w:szCs w:val="26"/>
        </w:rPr>
      </w:pP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 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C8378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 _____</w:t>
            </w:r>
          </w:p>
          <w:p w:rsidR="00526AB4" w:rsidRDefault="00526AB4" w:rsidP="00C8378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C8378E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321933,00 рублей.</w:t>
      </w: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160846,00     рублей.</w:t>
      </w:r>
    </w:p>
    <w:p w:rsidR="00526AB4" w:rsidRDefault="00526AB4" w:rsidP="00C8378E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__0___ рублей.</w:t>
      </w: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191C70">
      <w:pPr>
        <w:ind w:left="5103"/>
        <w:jc w:val="center"/>
      </w:pPr>
      <w:r>
        <w:t>ПРИЛОЖЕНИЕ</w:t>
      </w:r>
    </w:p>
    <w:p w:rsidR="00526AB4" w:rsidRDefault="00526AB4" w:rsidP="00191C70">
      <w:pPr>
        <w:ind w:left="5103"/>
        <w:jc w:val="center"/>
      </w:pPr>
      <w:r>
        <w:t>к письму ФСИН России</w:t>
      </w:r>
    </w:p>
    <w:p w:rsidR="00526AB4" w:rsidRDefault="00526AB4" w:rsidP="00191C70">
      <w:pPr>
        <w:ind w:left="5103"/>
        <w:jc w:val="center"/>
      </w:pPr>
      <w:r>
        <w:t>от _________________ № ______</w:t>
      </w:r>
    </w:p>
    <w:p w:rsidR="00526AB4" w:rsidRDefault="00526AB4" w:rsidP="00191C70">
      <w:pPr>
        <w:rPr>
          <w:sz w:val="26"/>
          <w:szCs w:val="26"/>
        </w:rPr>
      </w:pPr>
    </w:p>
    <w:p w:rsidR="00526AB4" w:rsidRDefault="00526AB4" w:rsidP="00191C70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191C70" w:rsidRDefault="00526AB4" w:rsidP="00191C70">
      <w:pPr>
        <w:pStyle w:val="Heading1"/>
        <w:jc w:val="center"/>
        <w:rPr>
          <w:caps/>
          <w:sz w:val="24"/>
          <w:szCs w:val="24"/>
          <w:lang w:val="ru-RU"/>
        </w:rPr>
      </w:pPr>
      <w:r w:rsidRPr="00191C70">
        <w:rPr>
          <w:caps/>
          <w:sz w:val="24"/>
          <w:szCs w:val="24"/>
          <w:lang w:val="ru-RU"/>
        </w:rPr>
        <w:t>сведения</w:t>
      </w:r>
    </w:p>
    <w:p w:rsidR="00526AB4" w:rsidRDefault="00526AB4" w:rsidP="00191C70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191C70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Безлюдько Сергей Владимирович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191C70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Default="00526AB4" w:rsidP="00191C70">
      <w:pPr>
        <w:tabs>
          <w:tab w:val="left" w:pos="9498"/>
        </w:tabs>
        <w:ind w:right="-2"/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>Старший оперуполномоченный оперативного отдела</w:t>
      </w:r>
    </w:p>
    <w:p w:rsidR="00526AB4" w:rsidRDefault="00526AB4" w:rsidP="00191C70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191C70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191C7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Квартира 1/3      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191C70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191C70">
              <w:rPr>
                <w:sz w:val="26"/>
                <w:szCs w:val="26"/>
                <w:u w:val="single"/>
              </w:rPr>
              <w:t>54,1 кв.м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191C70">
      <w:pPr>
        <w:pStyle w:val="BodyText3"/>
        <w:rPr>
          <w:sz w:val="26"/>
          <w:szCs w:val="26"/>
        </w:rPr>
      </w:pPr>
    </w:p>
    <w:p w:rsidR="00526AB4" w:rsidRDefault="00526AB4" w:rsidP="00191C7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91C70">
      <w:pPr>
        <w:pStyle w:val="BodyText3"/>
        <w:rPr>
          <w:sz w:val="26"/>
          <w:szCs w:val="26"/>
        </w:rPr>
      </w:pPr>
    </w:p>
    <w:p w:rsidR="00526AB4" w:rsidRDefault="00526AB4" w:rsidP="00191C7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191C7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191C70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 w:rsidRPr="00191C70">
              <w:rPr>
                <w:sz w:val="26"/>
                <w:szCs w:val="26"/>
                <w:u w:val="single"/>
              </w:rPr>
              <w:t>Квартира 1/3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191C70" w:rsidRDefault="00526AB4" w:rsidP="00191C70">
            <w:pPr>
              <w:pStyle w:val="BodyText3"/>
              <w:rPr>
                <w:sz w:val="26"/>
                <w:szCs w:val="26"/>
                <w:u w:val="single"/>
              </w:rPr>
            </w:pPr>
            <w:r w:rsidRPr="00191C70">
              <w:rPr>
                <w:sz w:val="26"/>
                <w:szCs w:val="26"/>
                <w:u w:val="single"/>
              </w:rPr>
              <w:t xml:space="preserve">         54,1 кв.м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Россия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91C70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91C7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191C7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191C70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 w:rsidRPr="00191C70">
              <w:rPr>
                <w:sz w:val="26"/>
                <w:szCs w:val="26"/>
                <w:u w:val="single"/>
              </w:rPr>
              <w:t>Квартира 1/3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191C70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191C70">
              <w:rPr>
                <w:sz w:val="26"/>
                <w:szCs w:val="26"/>
                <w:u w:val="single"/>
              </w:rPr>
              <w:t>54,1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Pr="00191C70" w:rsidRDefault="00526AB4" w:rsidP="00191C70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191C70">
              <w:rPr>
                <w:sz w:val="26"/>
                <w:szCs w:val="26"/>
                <w:u w:val="single"/>
              </w:rPr>
              <w:t xml:space="preserve">Россия        </w:t>
            </w:r>
          </w:p>
          <w:p w:rsidR="00526AB4" w:rsidRDefault="00526AB4" w:rsidP="00191C70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91C70">
      <w:pPr>
        <w:pStyle w:val="BodyText3"/>
        <w:rPr>
          <w:sz w:val="26"/>
          <w:szCs w:val="26"/>
        </w:rPr>
      </w:pPr>
    </w:p>
    <w:p w:rsidR="00526AB4" w:rsidRDefault="00526AB4" w:rsidP="00191C7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91C70">
      <w:pPr>
        <w:pStyle w:val="BodyText3"/>
        <w:rPr>
          <w:sz w:val="26"/>
          <w:szCs w:val="26"/>
        </w:rPr>
      </w:pPr>
    </w:p>
    <w:p w:rsidR="00526AB4" w:rsidRDefault="00526AB4" w:rsidP="00191C7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191C70">
      <w:pPr>
        <w:pStyle w:val="BodyText3"/>
        <w:rPr>
          <w:sz w:val="26"/>
          <w:szCs w:val="26"/>
        </w:rPr>
      </w:pPr>
    </w:p>
    <w:p w:rsidR="00526AB4" w:rsidRDefault="00526AB4" w:rsidP="00191C7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191C7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-106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191C70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342253 рублей.</w:t>
      </w:r>
    </w:p>
    <w:p w:rsidR="00526AB4" w:rsidRDefault="00526AB4" w:rsidP="00191C7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 110085   рублей.</w:t>
      </w:r>
    </w:p>
    <w:p w:rsidR="00526AB4" w:rsidRDefault="00526AB4" w:rsidP="008674F5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   __</w:t>
      </w:r>
      <w:r w:rsidRPr="00191C70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__</w:t>
      </w:r>
      <w:r>
        <w:rPr>
          <w:sz w:val="26"/>
          <w:szCs w:val="26"/>
        </w:rPr>
        <w:t xml:space="preserve">  рублей</w:t>
      </w:r>
    </w:p>
    <w:p w:rsidR="00526AB4" w:rsidRDefault="00526AB4" w:rsidP="00381AF8">
      <w:pPr>
        <w:ind w:left="5103"/>
        <w:jc w:val="center"/>
      </w:pPr>
      <w:r>
        <w:t>ПРИЛОЖЕНИЕ</w:t>
      </w:r>
    </w:p>
    <w:p w:rsidR="00526AB4" w:rsidRDefault="00526AB4" w:rsidP="00381AF8">
      <w:pPr>
        <w:ind w:left="5103"/>
        <w:jc w:val="center"/>
      </w:pPr>
      <w:r>
        <w:t>к письму ФСИН России</w:t>
      </w:r>
    </w:p>
    <w:p w:rsidR="00526AB4" w:rsidRDefault="00526AB4" w:rsidP="00381AF8">
      <w:pPr>
        <w:ind w:left="5103"/>
        <w:jc w:val="center"/>
      </w:pPr>
      <w:r>
        <w:t>от _________________ № ______</w:t>
      </w:r>
    </w:p>
    <w:p w:rsidR="00526AB4" w:rsidRDefault="00526AB4" w:rsidP="00381AF8">
      <w:pPr>
        <w:rPr>
          <w:sz w:val="26"/>
          <w:szCs w:val="26"/>
        </w:rPr>
      </w:pPr>
    </w:p>
    <w:p w:rsidR="00526AB4" w:rsidRDefault="00526AB4" w:rsidP="00381AF8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381AF8" w:rsidRDefault="00526AB4" w:rsidP="00381AF8">
      <w:pPr>
        <w:pStyle w:val="Heading1"/>
        <w:jc w:val="center"/>
        <w:rPr>
          <w:caps/>
          <w:sz w:val="24"/>
          <w:szCs w:val="24"/>
          <w:lang w:val="ru-RU"/>
        </w:rPr>
      </w:pPr>
      <w:r w:rsidRPr="00381AF8">
        <w:rPr>
          <w:caps/>
          <w:sz w:val="24"/>
          <w:szCs w:val="24"/>
          <w:lang w:val="ru-RU"/>
        </w:rPr>
        <w:t>сведения</w:t>
      </w:r>
    </w:p>
    <w:p w:rsidR="00526AB4" w:rsidRDefault="00526AB4" w:rsidP="00381AF8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381AF8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Абдуллаев Алтай Ясинович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381AF8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Default="00526AB4" w:rsidP="00381AF8">
      <w:pPr>
        <w:tabs>
          <w:tab w:val="left" w:pos="9498"/>
        </w:tabs>
        <w:ind w:right="-2"/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>Старший инспектор  отдела безопасности</w:t>
      </w:r>
    </w:p>
    <w:p w:rsidR="00526AB4" w:rsidRDefault="00526AB4" w:rsidP="00381AF8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381AF8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381AF8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8674F5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381AF8">
      <w:pPr>
        <w:pStyle w:val="BodyText3"/>
        <w:rPr>
          <w:sz w:val="26"/>
          <w:szCs w:val="26"/>
        </w:rPr>
      </w:pPr>
    </w:p>
    <w:p w:rsidR="00526AB4" w:rsidRDefault="00526AB4" w:rsidP="00381AF8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-106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381AF8">
      <w:pPr>
        <w:pStyle w:val="BodyText3"/>
        <w:rPr>
          <w:sz w:val="26"/>
          <w:szCs w:val="26"/>
        </w:rPr>
      </w:pPr>
    </w:p>
    <w:p w:rsidR="00526AB4" w:rsidRDefault="00526AB4" w:rsidP="00381AF8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381AF8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381AF8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381AF8">
      <w:pPr>
        <w:pStyle w:val="BodyText3"/>
        <w:rPr>
          <w:sz w:val="26"/>
          <w:szCs w:val="26"/>
        </w:rPr>
      </w:pPr>
    </w:p>
    <w:p w:rsidR="00526AB4" w:rsidRDefault="00526AB4" w:rsidP="00381AF8">
      <w:pPr>
        <w:pStyle w:val="BodyText3"/>
        <w:ind w:firstLine="709"/>
        <w:rPr>
          <w:sz w:val="24"/>
          <w:szCs w:val="24"/>
        </w:rPr>
      </w:pPr>
    </w:p>
    <w:p w:rsidR="00526AB4" w:rsidRDefault="00526AB4" w:rsidP="00381AF8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381AF8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381AF8">
      <w:pPr>
        <w:pStyle w:val="BodyText3"/>
        <w:rPr>
          <w:sz w:val="26"/>
          <w:szCs w:val="26"/>
        </w:rPr>
      </w:pPr>
    </w:p>
    <w:p w:rsidR="00526AB4" w:rsidRDefault="00526AB4" w:rsidP="00381AF8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381AF8">
      <w:pPr>
        <w:pStyle w:val="BodyText3"/>
        <w:rPr>
          <w:sz w:val="26"/>
          <w:szCs w:val="26"/>
        </w:rPr>
      </w:pPr>
    </w:p>
    <w:p w:rsidR="00526AB4" w:rsidRDefault="00526AB4" w:rsidP="00381AF8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8674F5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8674F5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                    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381AF8">
      <w:pPr>
        <w:pStyle w:val="BodyText3"/>
        <w:rPr>
          <w:sz w:val="26"/>
          <w:szCs w:val="26"/>
        </w:rPr>
      </w:pPr>
    </w:p>
    <w:p w:rsidR="00526AB4" w:rsidRDefault="00526AB4" w:rsidP="00381AF8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381AF8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381AF8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316858,00 рублей.</w:t>
      </w:r>
    </w:p>
    <w:p w:rsidR="00526AB4" w:rsidRDefault="00526AB4" w:rsidP="00381AF8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 0     рублей.</w:t>
      </w:r>
    </w:p>
    <w:p w:rsidR="00526AB4" w:rsidRDefault="00526AB4" w:rsidP="00381AF8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 xml:space="preserve">составляет </w:t>
      </w:r>
      <w:r>
        <w:rPr>
          <w:sz w:val="26"/>
          <w:szCs w:val="26"/>
          <w:u w:val="single"/>
        </w:rPr>
        <w:t>___0___</w:t>
      </w:r>
      <w:r>
        <w:rPr>
          <w:sz w:val="26"/>
          <w:szCs w:val="26"/>
        </w:rPr>
        <w:t xml:space="preserve"> рублей.</w:t>
      </w:r>
    </w:p>
    <w:p w:rsidR="00526AB4" w:rsidRDefault="00526AB4" w:rsidP="00381AF8">
      <w:pPr>
        <w:pStyle w:val="BodyText3"/>
        <w:ind w:firstLine="709"/>
        <w:rPr>
          <w:sz w:val="26"/>
          <w:szCs w:val="26"/>
        </w:rPr>
      </w:pPr>
    </w:p>
    <w:p w:rsidR="00526AB4" w:rsidRDefault="00526AB4" w:rsidP="008674F5">
      <w:pPr>
        <w:ind w:left="5103"/>
        <w:jc w:val="center"/>
      </w:pPr>
      <w:r>
        <w:t>ПРИЛОЖЕНИЕ</w:t>
      </w:r>
    </w:p>
    <w:p w:rsidR="00526AB4" w:rsidRDefault="00526AB4" w:rsidP="008674F5">
      <w:pPr>
        <w:ind w:left="5103"/>
        <w:jc w:val="center"/>
      </w:pPr>
      <w:r>
        <w:t>к письму ФСИН России</w:t>
      </w:r>
    </w:p>
    <w:p w:rsidR="00526AB4" w:rsidRDefault="00526AB4" w:rsidP="008674F5">
      <w:pPr>
        <w:ind w:left="5103"/>
        <w:jc w:val="center"/>
      </w:pPr>
      <w:r>
        <w:t>от _________________ № ______</w:t>
      </w:r>
    </w:p>
    <w:p w:rsidR="00526AB4" w:rsidRDefault="00526AB4" w:rsidP="008674F5">
      <w:pPr>
        <w:rPr>
          <w:sz w:val="26"/>
          <w:szCs w:val="26"/>
        </w:rPr>
      </w:pPr>
    </w:p>
    <w:p w:rsidR="00526AB4" w:rsidRDefault="00526AB4" w:rsidP="008674F5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8674F5" w:rsidRDefault="00526AB4" w:rsidP="008674F5">
      <w:pPr>
        <w:pStyle w:val="Heading1"/>
        <w:jc w:val="center"/>
        <w:rPr>
          <w:caps/>
          <w:sz w:val="24"/>
          <w:szCs w:val="24"/>
          <w:lang w:val="ru-RU"/>
        </w:rPr>
      </w:pPr>
      <w:r w:rsidRPr="008674F5">
        <w:rPr>
          <w:caps/>
          <w:sz w:val="24"/>
          <w:szCs w:val="24"/>
          <w:lang w:val="ru-RU"/>
        </w:rPr>
        <w:t>сведения</w:t>
      </w:r>
    </w:p>
    <w:p w:rsidR="00526AB4" w:rsidRDefault="00526AB4" w:rsidP="008674F5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8674F5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Логинов Андрей Михайлович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8674F5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8674F5" w:rsidRDefault="00526AB4" w:rsidP="008674F5">
      <w:pPr>
        <w:tabs>
          <w:tab w:val="left" w:pos="9498"/>
        </w:tabs>
        <w:ind w:right="-2"/>
        <w:jc w:val="center"/>
      </w:pPr>
      <w:r>
        <w:rPr>
          <w:sz w:val="26"/>
          <w:szCs w:val="26"/>
          <w:u w:val="single"/>
        </w:rPr>
        <w:t>__</w:t>
      </w:r>
      <w:r w:rsidRPr="008674F5">
        <w:rPr>
          <w:sz w:val="26"/>
          <w:szCs w:val="26"/>
          <w:u w:val="single"/>
        </w:rPr>
        <w:t>Начальник</w:t>
      </w:r>
      <w:r>
        <w:t>__</w:t>
      </w:r>
      <w:r w:rsidRPr="008674F5">
        <w:t xml:space="preserve"> </w:t>
      </w:r>
    </w:p>
    <w:p w:rsidR="00526AB4" w:rsidRDefault="00526AB4" w:rsidP="008674F5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8674F5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8674F5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Жилой дом 1/2 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8674F5" w:rsidRDefault="00526AB4" w:rsidP="008674F5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_80</w:t>
            </w:r>
            <w:r w:rsidRPr="008674F5">
              <w:rPr>
                <w:sz w:val="26"/>
                <w:szCs w:val="26"/>
                <w:u w:val="single"/>
              </w:rPr>
              <w:t xml:space="preserve"> кв.м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8674F5">
      <w:pPr>
        <w:pStyle w:val="BodyText3"/>
        <w:rPr>
          <w:sz w:val="26"/>
          <w:szCs w:val="26"/>
        </w:rPr>
      </w:pPr>
    </w:p>
    <w:p w:rsidR="00526AB4" w:rsidRDefault="00526AB4" w:rsidP="008674F5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8674F5">
      <w:pPr>
        <w:pStyle w:val="BodyText3"/>
        <w:rPr>
          <w:sz w:val="26"/>
          <w:szCs w:val="26"/>
        </w:rPr>
      </w:pPr>
    </w:p>
    <w:p w:rsidR="00526AB4" w:rsidRDefault="00526AB4" w:rsidP="008674F5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8674F5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8674F5" w:rsidRDefault="00526AB4">
            <w:pPr>
              <w:pStyle w:val="BodyText3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8674F5" w:rsidRDefault="00526AB4" w:rsidP="008674F5">
            <w:pPr>
              <w:pStyle w:val="BodyText3"/>
              <w:rPr>
                <w:sz w:val="26"/>
                <w:szCs w:val="26"/>
                <w:u w:val="single"/>
              </w:rPr>
            </w:pPr>
            <w:r w:rsidRPr="008674F5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 xml:space="preserve"> </w:t>
            </w:r>
            <w:r w:rsidRPr="008674F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_             </w:t>
            </w:r>
            <w:r>
              <w:rPr>
                <w:sz w:val="26"/>
                <w:szCs w:val="26"/>
                <w:u w:val="single"/>
              </w:rPr>
              <w:t xml:space="preserve"> 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_Россия_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8674F5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8674F5">
      <w:pPr>
        <w:pStyle w:val="BodyText3"/>
        <w:rPr>
          <w:sz w:val="26"/>
          <w:szCs w:val="26"/>
        </w:rPr>
      </w:pPr>
    </w:p>
    <w:p w:rsidR="00526AB4" w:rsidRDefault="00526AB4" w:rsidP="008674F5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8674F5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8674F5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8674F5" w:rsidRDefault="00526AB4" w:rsidP="008674F5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_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Pr="008674F5" w:rsidRDefault="00526AB4" w:rsidP="008674F5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</w:t>
            </w:r>
            <w:r w:rsidRPr="008674F5">
              <w:rPr>
                <w:sz w:val="26"/>
                <w:szCs w:val="26"/>
                <w:u w:val="single"/>
              </w:rPr>
              <w:t>Россия</w:t>
            </w:r>
            <w:r>
              <w:rPr>
                <w:sz w:val="26"/>
                <w:szCs w:val="26"/>
                <w:u w:val="single"/>
              </w:rPr>
              <w:t>_</w:t>
            </w:r>
            <w:r w:rsidRPr="008674F5">
              <w:rPr>
                <w:sz w:val="26"/>
                <w:szCs w:val="26"/>
                <w:u w:val="single"/>
              </w:rPr>
              <w:t xml:space="preserve">         </w:t>
            </w:r>
          </w:p>
          <w:p w:rsidR="00526AB4" w:rsidRDefault="00526AB4" w:rsidP="008674F5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8674F5">
      <w:pPr>
        <w:pStyle w:val="BodyText3"/>
        <w:rPr>
          <w:sz w:val="26"/>
          <w:szCs w:val="26"/>
        </w:rPr>
      </w:pPr>
    </w:p>
    <w:p w:rsidR="00526AB4" w:rsidRDefault="00526AB4" w:rsidP="008674F5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8674F5">
      <w:pPr>
        <w:pStyle w:val="BodyText3"/>
        <w:rPr>
          <w:sz w:val="26"/>
          <w:szCs w:val="26"/>
        </w:rPr>
      </w:pPr>
    </w:p>
    <w:p w:rsidR="00526AB4" w:rsidRDefault="00526AB4" w:rsidP="008674F5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8674F5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</w:t>
            </w:r>
            <w:r w:rsidRPr="008674F5">
              <w:rPr>
                <w:sz w:val="26"/>
                <w:szCs w:val="26"/>
                <w:u w:val="single"/>
              </w:rPr>
              <w:t>Легковой автомобиль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8674F5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_тойота корона_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8674F5">
      <w:pPr>
        <w:pStyle w:val="BodyText3"/>
        <w:rPr>
          <w:sz w:val="26"/>
          <w:szCs w:val="26"/>
        </w:rPr>
      </w:pPr>
    </w:p>
    <w:p w:rsidR="00526AB4" w:rsidRDefault="00526AB4" w:rsidP="008674F5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8674F5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8674F5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626327,00  рублей.</w:t>
      </w:r>
    </w:p>
    <w:p w:rsidR="00526AB4" w:rsidRDefault="00526AB4" w:rsidP="008674F5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 0   рублей.</w:t>
      </w:r>
    </w:p>
    <w:p w:rsidR="00526AB4" w:rsidRDefault="00526AB4" w:rsidP="008674F5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 __</w:t>
      </w:r>
      <w:r w:rsidRPr="00FE1007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_</w:t>
      </w:r>
      <w:r w:rsidRPr="00FE1007">
        <w:rPr>
          <w:sz w:val="26"/>
          <w:szCs w:val="26"/>
          <w:u w:val="single"/>
        </w:rPr>
        <w:t xml:space="preserve">  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рублей.</w:t>
      </w:r>
    </w:p>
    <w:p w:rsidR="00526AB4" w:rsidRDefault="00526AB4" w:rsidP="008674F5">
      <w:pPr>
        <w:pStyle w:val="BodyText3"/>
        <w:ind w:firstLine="709"/>
        <w:rPr>
          <w:sz w:val="26"/>
          <w:szCs w:val="26"/>
        </w:rPr>
      </w:pPr>
    </w:p>
    <w:p w:rsidR="00526AB4" w:rsidRDefault="00526AB4" w:rsidP="00FE1007">
      <w:pPr>
        <w:ind w:left="5103"/>
        <w:jc w:val="center"/>
      </w:pPr>
      <w:r>
        <w:t>ПРИЛОЖЕНИЕ</w:t>
      </w:r>
    </w:p>
    <w:p w:rsidR="00526AB4" w:rsidRDefault="00526AB4" w:rsidP="00FE1007">
      <w:pPr>
        <w:ind w:left="5103"/>
        <w:jc w:val="center"/>
      </w:pPr>
      <w:r>
        <w:t>к письму ФСИН России</w:t>
      </w:r>
    </w:p>
    <w:p w:rsidR="00526AB4" w:rsidRDefault="00526AB4" w:rsidP="00FE1007">
      <w:pPr>
        <w:ind w:left="5103"/>
        <w:jc w:val="center"/>
      </w:pPr>
      <w:r>
        <w:t>от _________________ № ______</w:t>
      </w:r>
    </w:p>
    <w:p w:rsidR="00526AB4" w:rsidRDefault="00526AB4" w:rsidP="00FE1007">
      <w:pPr>
        <w:rPr>
          <w:sz w:val="26"/>
          <w:szCs w:val="26"/>
        </w:rPr>
      </w:pPr>
    </w:p>
    <w:p w:rsidR="00526AB4" w:rsidRDefault="00526AB4" w:rsidP="00FE1007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FE1007" w:rsidRDefault="00526AB4" w:rsidP="00FE1007">
      <w:pPr>
        <w:pStyle w:val="Heading1"/>
        <w:jc w:val="center"/>
        <w:rPr>
          <w:caps/>
          <w:sz w:val="24"/>
          <w:szCs w:val="24"/>
          <w:lang w:val="ru-RU"/>
        </w:rPr>
      </w:pPr>
      <w:r w:rsidRPr="00FE1007">
        <w:rPr>
          <w:caps/>
          <w:sz w:val="24"/>
          <w:szCs w:val="24"/>
          <w:lang w:val="ru-RU"/>
        </w:rPr>
        <w:t>сведения</w:t>
      </w:r>
    </w:p>
    <w:p w:rsidR="00526AB4" w:rsidRDefault="00526AB4" w:rsidP="00FE1007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FE1007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Астахов  Александр  Геннадьевич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FE1007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Default="00526AB4" w:rsidP="00FE1007">
      <w:pPr>
        <w:tabs>
          <w:tab w:val="left" w:pos="9498"/>
        </w:tabs>
        <w:ind w:right="-2"/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>Заместитель начальника колонии по безопасности и оперативного отдела</w:t>
      </w:r>
    </w:p>
    <w:p w:rsidR="00526AB4" w:rsidRDefault="00526AB4" w:rsidP="00FE1007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FE1007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FE1007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Квартира 1/4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FE1007" w:rsidRDefault="00526AB4" w:rsidP="00FE1007">
            <w:pPr>
              <w:pStyle w:val="BodyText3"/>
              <w:rPr>
                <w:sz w:val="26"/>
                <w:szCs w:val="26"/>
                <w:u w:val="single"/>
              </w:rPr>
            </w:pPr>
            <w:r w:rsidRPr="00FE1007">
              <w:rPr>
                <w:sz w:val="26"/>
                <w:szCs w:val="26"/>
              </w:rPr>
              <w:t xml:space="preserve">          </w:t>
            </w:r>
            <w:r>
              <w:rPr>
                <w:sz w:val="26"/>
                <w:szCs w:val="26"/>
              </w:rPr>
              <w:t>_</w:t>
            </w:r>
            <w:r w:rsidRPr="00FE1007">
              <w:rPr>
                <w:sz w:val="26"/>
                <w:szCs w:val="26"/>
                <w:u w:val="single"/>
              </w:rPr>
              <w:t>72 кв.м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FE1007">
      <w:pPr>
        <w:pStyle w:val="BodyText3"/>
        <w:rPr>
          <w:sz w:val="26"/>
          <w:szCs w:val="26"/>
        </w:rPr>
      </w:pPr>
    </w:p>
    <w:p w:rsidR="00526AB4" w:rsidRDefault="00526AB4" w:rsidP="00FE100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Земельный пай_______</w:t>
            </w:r>
            <w:r>
              <w:rPr>
                <w:sz w:val="26"/>
                <w:szCs w:val="26"/>
              </w:rPr>
              <w:t xml:space="preserve">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FE1007" w:rsidRDefault="00526AB4" w:rsidP="00FE1007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_</w:t>
            </w:r>
            <w:r w:rsidRPr="00FE1007">
              <w:rPr>
                <w:sz w:val="26"/>
                <w:szCs w:val="26"/>
                <w:u w:val="single"/>
              </w:rPr>
              <w:t>12,7 га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Pr="00FE1007" w:rsidRDefault="00526AB4" w:rsidP="00FE1007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_</w:t>
            </w:r>
            <w:r w:rsidRPr="00FE1007">
              <w:rPr>
                <w:sz w:val="26"/>
                <w:szCs w:val="26"/>
                <w:u w:val="single"/>
              </w:rPr>
              <w:t>Россия</w:t>
            </w:r>
            <w:r>
              <w:rPr>
                <w:sz w:val="26"/>
                <w:szCs w:val="26"/>
              </w:rPr>
              <w:t>_</w:t>
            </w:r>
            <w:r w:rsidRPr="00FE1007">
              <w:rPr>
                <w:sz w:val="26"/>
                <w:szCs w:val="26"/>
              </w:rPr>
              <w:t xml:space="preserve"> </w:t>
            </w:r>
          </w:p>
          <w:p w:rsidR="00526AB4" w:rsidRDefault="00526AB4" w:rsidP="00FE1007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E1007">
      <w:pPr>
        <w:pStyle w:val="BodyText3"/>
        <w:rPr>
          <w:sz w:val="26"/>
          <w:szCs w:val="26"/>
        </w:rPr>
      </w:pPr>
    </w:p>
    <w:p w:rsidR="00526AB4" w:rsidRDefault="00526AB4" w:rsidP="00FE1007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FE1007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FE1007" w:rsidRDefault="00526AB4" w:rsidP="00FE1007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</w:t>
            </w:r>
            <w:r w:rsidRPr="00FE1007">
              <w:rPr>
                <w:sz w:val="26"/>
                <w:szCs w:val="26"/>
                <w:u w:val="single"/>
              </w:rPr>
              <w:t xml:space="preserve">Квартира </w:t>
            </w:r>
            <w:r>
              <w:rPr>
                <w:sz w:val="26"/>
                <w:szCs w:val="26"/>
                <w:u w:val="single"/>
              </w:rPr>
              <w:t>1/4___</w:t>
            </w:r>
          </w:p>
          <w:p w:rsidR="00526AB4" w:rsidRDefault="00526AB4" w:rsidP="00FE1007">
            <w:pPr>
              <w:pStyle w:val="BodyText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FE1007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</w:t>
            </w:r>
            <w:r w:rsidRPr="00FE1007">
              <w:rPr>
                <w:sz w:val="26"/>
                <w:szCs w:val="26"/>
                <w:u w:val="single"/>
              </w:rPr>
              <w:t>72 кв.м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_Россия_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E1007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E1007">
      <w:pPr>
        <w:pStyle w:val="BodyText3"/>
        <w:rPr>
          <w:sz w:val="26"/>
          <w:szCs w:val="26"/>
        </w:rPr>
      </w:pPr>
    </w:p>
    <w:p w:rsidR="00526AB4" w:rsidRDefault="00526AB4" w:rsidP="00FE1007">
      <w:pPr>
        <w:pStyle w:val="BodyText3"/>
        <w:ind w:firstLine="709"/>
        <w:rPr>
          <w:sz w:val="24"/>
          <w:szCs w:val="24"/>
        </w:rPr>
      </w:pPr>
    </w:p>
    <w:p w:rsidR="00526AB4" w:rsidRDefault="00526AB4" w:rsidP="00FE1007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FE100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FE1007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</w:t>
            </w:r>
            <w:r w:rsidRPr="00FE1007">
              <w:rPr>
                <w:sz w:val="26"/>
                <w:szCs w:val="26"/>
                <w:u w:val="single"/>
              </w:rPr>
              <w:t xml:space="preserve">Квартира </w:t>
            </w:r>
            <w:r>
              <w:rPr>
                <w:sz w:val="26"/>
                <w:szCs w:val="26"/>
                <w:u w:val="single"/>
              </w:rPr>
              <w:t>1/4__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FE1007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</w:t>
            </w:r>
            <w:r w:rsidRPr="00FE1007">
              <w:rPr>
                <w:sz w:val="26"/>
                <w:szCs w:val="26"/>
                <w:u w:val="single"/>
              </w:rPr>
              <w:t>72 кв.м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Pr="00FE1007" w:rsidRDefault="00526AB4" w:rsidP="00FE1007">
            <w:pPr>
              <w:pStyle w:val="BodyText3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 xml:space="preserve">       _</w:t>
            </w:r>
            <w:r w:rsidRPr="00FE1007">
              <w:rPr>
                <w:sz w:val="26"/>
                <w:szCs w:val="26"/>
                <w:u w:val="single"/>
              </w:rPr>
              <w:t>Россия</w:t>
            </w:r>
            <w:r>
              <w:rPr>
                <w:sz w:val="20"/>
                <w:szCs w:val="20"/>
              </w:rPr>
              <w:t>_</w:t>
            </w:r>
            <w:r w:rsidRPr="00FE1007">
              <w:rPr>
                <w:sz w:val="20"/>
                <w:szCs w:val="20"/>
              </w:rPr>
              <w:t xml:space="preserve">   </w:t>
            </w:r>
          </w:p>
          <w:p w:rsidR="00526AB4" w:rsidRDefault="00526AB4" w:rsidP="00FE1007">
            <w:pPr>
              <w:pStyle w:val="BodyText3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E1007">
      <w:pPr>
        <w:pStyle w:val="BodyText3"/>
        <w:rPr>
          <w:sz w:val="26"/>
          <w:szCs w:val="26"/>
        </w:rPr>
      </w:pPr>
    </w:p>
    <w:p w:rsidR="00526AB4" w:rsidRDefault="00526AB4" w:rsidP="00FE100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E1007">
      <w:pPr>
        <w:pStyle w:val="BodyText3"/>
        <w:rPr>
          <w:sz w:val="26"/>
          <w:szCs w:val="26"/>
        </w:rPr>
      </w:pPr>
    </w:p>
    <w:p w:rsidR="00526AB4" w:rsidRDefault="00526AB4" w:rsidP="00FE100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FE1007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FE1007">
              <w:rPr>
                <w:sz w:val="26"/>
                <w:szCs w:val="26"/>
                <w:u w:val="single"/>
              </w:rPr>
              <w:t>Легковой автомобиль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FE1007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</w:t>
            </w:r>
            <w:r w:rsidRPr="00FE1007">
              <w:rPr>
                <w:sz w:val="26"/>
                <w:szCs w:val="26"/>
                <w:u w:val="single"/>
              </w:rPr>
              <w:t>ВАЗ 2107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FE1007">
      <w:pPr>
        <w:pStyle w:val="BodyText3"/>
        <w:rPr>
          <w:sz w:val="26"/>
          <w:szCs w:val="26"/>
        </w:rPr>
      </w:pPr>
    </w:p>
    <w:p w:rsidR="00526AB4" w:rsidRDefault="00526AB4" w:rsidP="00FE100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FE100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FE1007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507200,15 рублей.</w:t>
      </w:r>
    </w:p>
    <w:p w:rsidR="00526AB4" w:rsidRDefault="00526AB4" w:rsidP="00FE100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 200000   рублей.</w:t>
      </w:r>
    </w:p>
    <w:p w:rsidR="00526AB4" w:rsidRDefault="00526AB4" w:rsidP="00FE100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</w:t>
      </w:r>
      <w:r w:rsidRPr="00FE1007">
        <w:rPr>
          <w:sz w:val="26"/>
          <w:szCs w:val="26"/>
          <w:u w:val="single"/>
        </w:rPr>
        <w:t xml:space="preserve">0 </w:t>
      </w:r>
      <w:r>
        <w:rPr>
          <w:sz w:val="26"/>
          <w:szCs w:val="26"/>
          <w:u w:val="single"/>
        </w:rPr>
        <w:t>_</w:t>
      </w:r>
      <w:r w:rsidRPr="00FE1007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 рублей.</w:t>
      </w:r>
    </w:p>
    <w:p w:rsidR="00526AB4" w:rsidRDefault="00526AB4" w:rsidP="00DC6437">
      <w:pPr>
        <w:ind w:left="5103"/>
        <w:jc w:val="center"/>
      </w:pPr>
      <w:r>
        <w:t>ПРИЛОЖЕНИЕ</w:t>
      </w:r>
    </w:p>
    <w:p w:rsidR="00526AB4" w:rsidRDefault="00526AB4" w:rsidP="00DC6437">
      <w:pPr>
        <w:ind w:left="5103"/>
        <w:jc w:val="center"/>
      </w:pPr>
      <w:r>
        <w:t>к письму ФСИН России</w:t>
      </w:r>
    </w:p>
    <w:p w:rsidR="00526AB4" w:rsidRDefault="00526AB4" w:rsidP="00DC6437">
      <w:pPr>
        <w:ind w:left="5103"/>
        <w:jc w:val="center"/>
      </w:pPr>
      <w:r>
        <w:t>от _________________ № ______</w:t>
      </w:r>
    </w:p>
    <w:p w:rsidR="00526AB4" w:rsidRDefault="00526AB4" w:rsidP="00DC6437">
      <w:pPr>
        <w:rPr>
          <w:sz w:val="26"/>
          <w:szCs w:val="26"/>
        </w:rPr>
      </w:pPr>
    </w:p>
    <w:p w:rsidR="00526AB4" w:rsidRDefault="00526AB4" w:rsidP="00DC6437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DC6437" w:rsidRDefault="00526AB4" w:rsidP="00DC6437">
      <w:pPr>
        <w:pStyle w:val="Heading1"/>
        <w:jc w:val="center"/>
        <w:rPr>
          <w:caps/>
          <w:sz w:val="24"/>
          <w:szCs w:val="24"/>
          <w:lang w:val="ru-RU"/>
        </w:rPr>
      </w:pPr>
      <w:r w:rsidRPr="00DC6437">
        <w:rPr>
          <w:caps/>
          <w:sz w:val="24"/>
          <w:szCs w:val="24"/>
          <w:lang w:val="ru-RU"/>
        </w:rPr>
        <w:t>сведения</w:t>
      </w:r>
    </w:p>
    <w:p w:rsidR="00526AB4" w:rsidRDefault="00526AB4" w:rsidP="00DC6437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DC6437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Едакин Евгений Ильич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DC6437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DC6437" w:rsidRDefault="00526AB4" w:rsidP="00DC6437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</w:t>
      </w:r>
      <w:r w:rsidRPr="00DC6437">
        <w:rPr>
          <w:sz w:val="26"/>
          <w:szCs w:val="26"/>
          <w:u w:val="single"/>
        </w:rPr>
        <w:t xml:space="preserve">Заместитель начальника колонии по </w:t>
      </w:r>
      <w:r>
        <w:rPr>
          <w:sz w:val="26"/>
          <w:szCs w:val="26"/>
          <w:u w:val="single"/>
        </w:rPr>
        <w:t>охране__</w:t>
      </w:r>
    </w:p>
    <w:p w:rsidR="00526AB4" w:rsidRDefault="00526AB4" w:rsidP="00DC6437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DC6437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DC6437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Квартира 1/2____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DC6437" w:rsidRDefault="00526AB4" w:rsidP="00DC6437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Pr="004A4ABB">
              <w:rPr>
                <w:sz w:val="26"/>
                <w:szCs w:val="26"/>
                <w:u w:val="single"/>
              </w:rPr>
              <w:t>54</w:t>
            </w:r>
            <w:r w:rsidRPr="00DC6437">
              <w:rPr>
                <w:sz w:val="26"/>
                <w:szCs w:val="26"/>
                <w:u w:val="single"/>
              </w:rPr>
              <w:t xml:space="preserve"> кв.м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Pr="002C63D2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                ____</w:t>
            </w:r>
            <w:r w:rsidRPr="002C63D2">
              <w:rPr>
                <w:sz w:val="26"/>
                <w:szCs w:val="26"/>
                <w:u w:val="single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2C63D2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Россия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DC6437">
      <w:pPr>
        <w:pStyle w:val="BodyText3"/>
        <w:rPr>
          <w:sz w:val="26"/>
          <w:szCs w:val="26"/>
        </w:rPr>
      </w:pPr>
    </w:p>
    <w:p w:rsidR="00526AB4" w:rsidRDefault="00526AB4" w:rsidP="00DC643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C6437">
      <w:pPr>
        <w:pStyle w:val="BodyText3"/>
        <w:rPr>
          <w:sz w:val="26"/>
          <w:szCs w:val="26"/>
        </w:rPr>
      </w:pPr>
    </w:p>
    <w:p w:rsidR="00526AB4" w:rsidRDefault="00526AB4" w:rsidP="00DC6437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DC6437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2C63D2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</w:t>
            </w:r>
            <w:r w:rsidRPr="002C63D2">
              <w:rPr>
                <w:sz w:val="26"/>
                <w:szCs w:val="26"/>
                <w:u w:val="single"/>
              </w:rPr>
              <w:t xml:space="preserve">Квартира </w:t>
            </w:r>
            <w:r>
              <w:rPr>
                <w:sz w:val="26"/>
                <w:szCs w:val="26"/>
                <w:u w:val="single"/>
              </w:rPr>
              <w:t>1/2___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2C63D2" w:rsidRDefault="00526AB4" w:rsidP="002C63D2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</w:t>
            </w:r>
            <w:r>
              <w:rPr>
                <w:sz w:val="26"/>
                <w:szCs w:val="26"/>
                <w:u w:val="single"/>
              </w:rPr>
              <w:t>54</w:t>
            </w:r>
            <w:r w:rsidRPr="002C63D2">
              <w:rPr>
                <w:sz w:val="26"/>
                <w:szCs w:val="26"/>
                <w:u w:val="single"/>
              </w:rPr>
              <w:t xml:space="preserve"> кв.м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Россия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C6437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C6437">
      <w:pPr>
        <w:pStyle w:val="BodyText3"/>
        <w:rPr>
          <w:sz w:val="26"/>
          <w:szCs w:val="26"/>
        </w:rPr>
      </w:pPr>
    </w:p>
    <w:p w:rsidR="00526AB4" w:rsidRDefault="00526AB4" w:rsidP="00DC6437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DC643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2C63D2" w:rsidRDefault="00526AB4" w:rsidP="002C63D2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      ___</w:t>
            </w:r>
          </w:p>
          <w:p w:rsidR="00526AB4" w:rsidRDefault="00526AB4" w:rsidP="002C63D2">
            <w:pPr>
              <w:pStyle w:val="BodyText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4A4ABB" w:rsidRDefault="00526AB4" w:rsidP="002C63D2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</w:t>
            </w:r>
            <w:r>
              <w:rPr>
                <w:sz w:val="26"/>
                <w:szCs w:val="26"/>
                <w:u w:val="single"/>
              </w:rPr>
              <w:t xml:space="preserve">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Pr="002C63D2" w:rsidRDefault="00526AB4" w:rsidP="002C63D2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2C63D2">
              <w:rPr>
                <w:sz w:val="26"/>
                <w:szCs w:val="26"/>
                <w:u w:val="single"/>
              </w:rPr>
              <w:t xml:space="preserve">Россия         </w:t>
            </w:r>
          </w:p>
          <w:p w:rsidR="00526AB4" w:rsidRDefault="00526AB4" w:rsidP="002C63D2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C6437">
      <w:pPr>
        <w:pStyle w:val="BodyText3"/>
        <w:rPr>
          <w:sz w:val="26"/>
          <w:szCs w:val="26"/>
        </w:rPr>
      </w:pPr>
    </w:p>
    <w:p w:rsidR="00526AB4" w:rsidRDefault="00526AB4" w:rsidP="00DC643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C6437">
      <w:pPr>
        <w:pStyle w:val="BodyText3"/>
        <w:rPr>
          <w:sz w:val="26"/>
          <w:szCs w:val="26"/>
        </w:rPr>
      </w:pPr>
    </w:p>
    <w:p w:rsidR="00526AB4" w:rsidRDefault="00526AB4" w:rsidP="00DC643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2C63D2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2C63D2">
              <w:rPr>
                <w:sz w:val="26"/>
                <w:szCs w:val="26"/>
                <w:u w:val="single"/>
              </w:rPr>
              <w:t>Автомобиль легковой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4A4ABB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4A4ABB">
              <w:rPr>
                <w:sz w:val="26"/>
                <w:szCs w:val="26"/>
                <w:u w:val="single"/>
              </w:rPr>
              <w:t>ВАЗ лада приора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DC6437">
      <w:pPr>
        <w:pStyle w:val="BodyText3"/>
        <w:rPr>
          <w:sz w:val="26"/>
          <w:szCs w:val="26"/>
        </w:rPr>
      </w:pPr>
    </w:p>
    <w:p w:rsidR="00526AB4" w:rsidRDefault="00526AB4" w:rsidP="00DC643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DC643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DC6437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497298,63 рублей.</w:t>
      </w:r>
    </w:p>
    <w:p w:rsidR="00526AB4" w:rsidRDefault="00526AB4" w:rsidP="00DC643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 175166,12   рублей.</w:t>
      </w:r>
    </w:p>
    <w:p w:rsidR="00526AB4" w:rsidRDefault="00526AB4" w:rsidP="00DC6437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 __</w:t>
      </w:r>
      <w:r w:rsidRPr="002C63D2">
        <w:rPr>
          <w:sz w:val="26"/>
          <w:szCs w:val="26"/>
          <w:u w:val="single"/>
        </w:rPr>
        <w:t>0</w:t>
      </w:r>
      <w:r>
        <w:rPr>
          <w:sz w:val="26"/>
          <w:szCs w:val="26"/>
        </w:rPr>
        <w:t>__    рублей.</w:t>
      </w:r>
    </w:p>
    <w:p w:rsidR="00526AB4" w:rsidRDefault="00526AB4" w:rsidP="00DC6437">
      <w:pPr>
        <w:pStyle w:val="BodyText3"/>
        <w:ind w:firstLine="709"/>
        <w:rPr>
          <w:sz w:val="26"/>
          <w:szCs w:val="26"/>
        </w:rPr>
      </w:pPr>
    </w:p>
    <w:p w:rsidR="00526AB4" w:rsidRDefault="00526AB4" w:rsidP="00601F19">
      <w:pPr>
        <w:ind w:left="5103"/>
        <w:jc w:val="center"/>
      </w:pPr>
      <w:r>
        <w:t>ПРИЛОЖЕНИЕ</w:t>
      </w:r>
    </w:p>
    <w:p w:rsidR="00526AB4" w:rsidRDefault="00526AB4" w:rsidP="00601F19">
      <w:pPr>
        <w:ind w:left="5103"/>
        <w:jc w:val="center"/>
      </w:pPr>
      <w:r>
        <w:t>к письму ФСИН России</w:t>
      </w:r>
    </w:p>
    <w:p w:rsidR="00526AB4" w:rsidRDefault="00526AB4" w:rsidP="00601F19">
      <w:pPr>
        <w:ind w:left="5103"/>
        <w:jc w:val="center"/>
      </w:pPr>
      <w:r>
        <w:t>от _________________ № ______</w:t>
      </w:r>
    </w:p>
    <w:p w:rsidR="00526AB4" w:rsidRDefault="00526AB4" w:rsidP="00601F19">
      <w:pPr>
        <w:rPr>
          <w:sz w:val="26"/>
          <w:szCs w:val="26"/>
        </w:rPr>
      </w:pPr>
    </w:p>
    <w:p w:rsidR="00526AB4" w:rsidRDefault="00526AB4" w:rsidP="00601F19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601F19" w:rsidRDefault="00526AB4" w:rsidP="00601F19">
      <w:pPr>
        <w:pStyle w:val="Heading1"/>
        <w:jc w:val="center"/>
        <w:rPr>
          <w:caps/>
          <w:sz w:val="24"/>
          <w:szCs w:val="24"/>
          <w:lang w:val="ru-RU"/>
        </w:rPr>
      </w:pPr>
      <w:r w:rsidRPr="00601F19">
        <w:rPr>
          <w:caps/>
          <w:sz w:val="24"/>
          <w:szCs w:val="24"/>
          <w:lang w:val="ru-RU"/>
        </w:rPr>
        <w:t>сведения</w:t>
      </w:r>
    </w:p>
    <w:p w:rsidR="00526AB4" w:rsidRDefault="00526AB4" w:rsidP="00601F19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601F19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Бойцов Алексей Борисови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601F19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601F19" w:rsidRDefault="00526AB4" w:rsidP="00601F19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_____</w:t>
      </w:r>
      <w:r w:rsidRPr="00601F19">
        <w:rPr>
          <w:sz w:val="26"/>
          <w:szCs w:val="26"/>
          <w:u w:val="single"/>
        </w:rPr>
        <w:t>Заместитель начальника колонии по кадрам и воспитательной работе</w:t>
      </w:r>
      <w:r>
        <w:rPr>
          <w:sz w:val="26"/>
          <w:szCs w:val="26"/>
          <w:u w:val="single"/>
        </w:rPr>
        <w:t>_______</w:t>
      </w:r>
    </w:p>
    <w:p w:rsidR="00526AB4" w:rsidRDefault="00526AB4" w:rsidP="00601F19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601F19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601F19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601F19">
      <w:pPr>
        <w:pStyle w:val="BodyText3"/>
        <w:rPr>
          <w:sz w:val="26"/>
          <w:szCs w:val="26"/>
        </w:rPr>
      </w:pPr>
    </w:p>
    <w:p w:rsidR="00526AB4" w:rsidRDefault="00526AB4" w:rsidP="00601F1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601F19">
      <w:pPr>
        <w:pStyle w:val="BodyText3"/>
        <w:rPr>
          <w:sz w:val="26"/>
          <w:szCs w:val="26"/>
        </w:rPr>
      </w:pPr>
    </w:p>
    <w:p w:rsidR="00526AB4" w:rsidRDefault="00526AB4" w:rsidP="00601F19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601F19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Россия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601F19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601F19">
      <w:pPr>
        <w:pStyle w:val="BodyText3"/>
        <w:rPr>
          <w:sz w:val="26"/>
          <w:szCs w:val="26"/>
        </w:rPr>
      </w:pPr>
    </w:p>
    <w:p w:rsidR="00526AB4" w:rsidRDefault="00526AB4" w:rsidP="00601F19">
      <w:pPr>
        <w:pStyle w:val="BodyText3"/>
        <w:ind w:firstLine="709"/>
        <w:rPr>
          <w:sz w:val="24"/>
          <w:szCs w:val="24"/>
        </w:rPr>
      </w:pPr>
    </w:p>
    <w:p w:rsidR="00526AB4" w:rsidRDefault="00526AB4" w:rsidP="00601F19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601F1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(площадь)</w:t>
            </w:r>
          </w:p>
        </w:tc>
        <w:tc>
          <w:tcPr>
            <w:tcW w:w="2835" w:type="dxa"/>
          </w:tcPr>
          <w:p w:rsidR="00526AB4" w:rsidRPr="00601F19" w:rsidRDefault="00526AB4" w:rsidP="00601F19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601F19">
              <w:rPr>
                <w:sz w:val="26"/>
                <w:szCs w:val="26"/>
                <w:u w:val="single"/>
              </w:rPr>
              <w:t>Россия</w:t>
            </w:r>
          </w:p>
          <w:p w:rsidR="00526AB4" w:rsidRDefault="00526AB4" w:rsidP="00601F19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601F19">
      <w:pPr>
        <w:pStyle w:val="BodyText3"/>
        <w:rPr>
          <w:sz w:val="26"/>
          <w:szCs w:val="26"/>
        </w:rPr>
      </w:pPr>
    </w:p>
    <w:p w:rsidR="00526AB4" w:rsidRDefault="00526AB4" w:rsidP="00601F1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601F19">
      <w:pPr>
        <w:pStyle w:val="BodyText3"/>
        <w:rPr>
          <w:sz w:val="26"/>
          <w:szCs w:val="26"/>
        </w:rPr>
      </w:pPr>
    </w:p>
    <w:p w:rsidR="00526AB4" w:rsidRDefault="00526AB4" w:rsidP="00601F1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601F19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601F19">
              <w:rPr>
                <w:sz w:val="26"/>
                <w:szCs w:val="26"/>
                <w:u w:val="single"/>
              </w:rPr>
              <w:t>Легковой автомобиль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766CB7" w:rsidRDefault="00526AB4" w:rsidP="00601F19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  <w:u w:val="single"/>
              </w:rPr>
              <w:t>Шевроле круз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601F19">
      <w:pPr>
        <w:pStyle w:val="BodyText3"/>
        <w:rPr>
          <w:sz w:val="26"/>
          <w:szCs w:val="26"/>
        </w:rPr>
      </w:pPr>
    </w:p>
    <w:p w:rsidR="00526AB4" w:rsidRDefault="00526AB4" w:rsidP="00601F1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601F1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601F19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527620,00  рублей.</w:t>
      </w:r>
    </w:p>
    <w:p w:rsidR="00526AB4" w:rsidRDefault="00526AB4" w:rsidP="00601F1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 0  рублей.</w:t>
      </w:r>
    </w:p>
    <w:p w:rsidR="00526AB4" w:rsidRDefault="00526AB4" w:rsidP="00601F1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 __</w:t>
      </w:r>
      <w:r w:rsidRPr="00601F19">
        <w:rPr>
          <w:sz w:val="26"/>
          <w:szCs w:val="26"/>
          <w:u w:val="single"/>
        </w:rPr>
        <w:t>0</w:t>
      </w:r>
      <w:r>
        <w:rPr>
          <w:sz w:val="26"/>
          <w:szCs w:val="26"/>
        </w:rPr>
        <w:t>__</w:t>
      </w:r>
      <w:r w:rsidRPr="00601F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рублей.</w:t>
      </w:r>
    </w:p>
    <w:p w:rsidR="00526AB4" w:rsidRDefault="00526AB4" w:rsidP="00F8081D">
      <w:pPr>
        <w:ind w:left="5103"/>
        <w:jc w:val="center"/>
      </w:pPr>
      <w:r>
        <w:t>ПРИЛОЖЕНИЕ</w:t>
      </w:r>
    </w:p>
    <w:p w:rsidR="00526AB4" w:rsidRDefault="00526AB4" w:rsidP="00F8081D">
      <w:pPr>
        <w:ind w:left="5103"/>
        <w:jc w:val="center"/>
      </w:pPr>
      <w:r>
        <w:t>к письму ФСИН России</w:t>
      </w:r>
    </w:p>
    <w:p w:rsidR="00526AB4" w:rsidRDefault="00526AB4" w:rsidP="00F8081D">
      <w:pPr>
        <w:ind w:left="5103"/>
        <w:jc w:val="center"/>
      </w:pPr>
      <w:r>
        <w:t>от _________________ № ______</w:t>
      </w:r>
    </w:p>
    <w:p w:rsidR="00526AB4" w:rsidRDefault="00526AB4" w:rsidP="00F8081D">
      <w:pPr>
        <w:rPr>
          <w:sz w:val="26"/>
          <w:szCs w:val="26"/>
        </w:rPr>
      </w:pPr>
    </w:p>
    <w:p w:rsidR="00526AB4" w:rsidRDefault="00526AB4" w:rsidP="00F8081D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F8081D" w:rsidRDefault="00526AB4" w:rsidP="00F8081D">
      <w:pPr>
        <w:pStyle w:val="Heading1"/>
        <w:jc w:val="center"/>
        <w:rPr>
          <w:caps/>
          <w:sz w:val="24"/>
          <w:szCs w:val="24"/>
          <w:lang w:val="ru-RU"/>
        </w:rPr>
      </w:pPr>
      <w:r w:rsidRPr="00F8081D">
        <w:rPr>
          <w:caps/>
          <w:sz w:val="24"/>
          <w:szCs w:val="24"/>
          <w:lang w:val="ru-RU"/>
        </w:rPr>
        <w:t>сведения</w:t>
      </w:r>
    </w:p>
    <w:p w:rsidR="00526AB4" w:rsidRDefault="00526AB4" w:rsidP="00F8081D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F8081D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Семеренко Наталья Ивановна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F8081D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F8081D" w:rsidRDefault="00526AB4" w:rsidP="00F8081D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__начальник отдела труда и заработной платы, планово-экономического__</w:t>
      </w:r>
    </w:p>
    <w:p w:rsidR="00526AB4" w:rsidRDefault="00526AB4" w:rsidP="00F8081D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F8081D" w:rsidRDefault="00526AB4" w:rsidP="00F8081D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Pr="00F8081D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_________ ____</w:t>
            </w:r>
            <w:r w:rsidRPr="00F8081D">
              <w:rPr>
                <w:sz w:val="26"/>
                <w:szCs w:val="26"/>
                <w:u w:val="single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F8081D" w:rsidRDefault="00526AB4" w:rsidP="00F8081D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Россия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F8081D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 w:rsidRPr="00F8081D">
              <w:rPr>
                <w:sz w:val="26"/>
                <w:szCs w:val="26"/>
                <w:u w:val="single"/>
              </w:rPr>
              <w:t xml:space="preserve">Квартира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F8081D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49</w:t>
            </w:r>
            <w:r w:rsidRPr="00F8081D">
              <w:rPr>
                <w:sz w:val="26"/>
                <w:szCs w:val="26"/>
                <w:u w:val="single"/>
              </w:rPr>
              <w:t>,</w:t>
            </w:r>
            <w:r>
              <w:rPr>
                <w:sz w:val="26"/>
                <w:szCs w:val="26"/>
                <w:u w:val="single"/>
              </w:rPr>
              <w:t>7</w:t>
            </w:r>
            <w:r w:rsidRPr="00F8081D">
              <w:rPr>
                <w:sz w:val="26"/>
                <w:szCs w:val="26"/>
                <w:u w:val="single"/>
              </w:rPr>
              <w:t xml:space="preserve"> кв.м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Россия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F8081D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 w:rsidRPr="00E20076">
              <w:rPr>
                <w:sz w:val="26"/>
                <w:szCs w:val="26"/>
                <w:u w:val="single"/>
              </w:rPr>
              <w:t>Легковой автомобиль</w:t>
            </w: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___Хонда_________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F8081D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501780,00 рублей.</w:t>
      </w: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 381600,00   рублей.</w:t>
      </w: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 _</w:t>
      </w:r>
      <w:r w:rsidRPr="00F8081D">
        <w:rPr>
          <w:sz w:val="26"/>
          <w:szCs w:val="26"/>
          <w:u w:val="single"/>
        </w:rPr>
        <w:t xml:space="preserve">0  </w:t>
      </w:r>
      <w:r>
        <w:rPr>
          <w:sz w:val="26"/>
          <w:szCs w:val="26"/>
        </w:rPr>
        <w:t>рублей.</w:t>
      </w:r>
    </w:p>
    <w:p w:rsidR="00526AB4" w:rsidRDefault="00526AB4" w:rsidP="00F8081D">
      <w:pPr>
        <w:ind w:left="5103"/>
        <w:jc w:val="center"/>
      </w:pPr>
      <w:r>
        <w:t>ПРИЛОЖЕНИЕ</w:t>
      </w:r>
    </w:p>
    <w:p w:rsidR="00526AB4" w:rsidRDefault="00526AB4" w:rsidP="00F8081D">
      <w:pPr>
        <w:ind w:left="5103"/>
        <w:jc w:val="center"/>
      </w:pPr>
      <w:r>
        <w:t>к письму ФСИН России</w:t>
      </w:r>
    </w:p>
    <w:p w:rsidR="00526AB4" w:rsidRDefault="00526AB4" w:rsidP="00F8081D">
      <w:pPr>
        <w:ind w:left="5103"/>
        <w:jc w:val="center"/>
      </w:pPr>
      <w:r>
        <w:t>от _________________ № ______</w:t>
      </w:r>
    </w:p>
    <w:p w:rsidR="00526AB4" w:rsidRDefault="00526AB4" w:rsidP="00F8081D">
      <w:pPr>
        <w:rPr>
          <w:sz w:val="26"/>
          <w:szCs w:val="26"/>
        </w:rPr>
      </w:pPr>
    </w:p>
    <w:p w:rsidR="00526AB4" w:rsidRDefault="00526AB4" w:rsidP="00F8081D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F8081D" w:rsidRDefault="00526AB4" w:rsidP="00F8081D">
      <w:pPr>
        <w:pStyle w:val="Heading1"/>
        <w:jc w:val="center"/>
        <w:rPr>
          <w:caps/>
          <w:sz w:val="24"/>
          <w:szCs w:val="24"/>
          <w:lang w:val="ru-RU"/>
        </w:rPr>
      </w:pPr>
      <w:r w:rsidRPr="00F8081D">
        <w:rPr>
          <w:caps/>
          <w:sz w:val="24"/>
          <w:szCs w:val="24"/>
          <w:lang w:val="ru-RU"/>
        </w:rPr>
        <w:t>сведения</w:t>
      </w:r>
    </w:p>
    <w:p w:rsidR="00526AB4" w:rsidRDefault="00526AB4" w:rsidP="00F8081D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F8081D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Щеглов Дмитрий Олегович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F8081D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F8081D" w:rsidRDefault="00526AB4" w:rsidP="00F8081D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__Начальник отдела интендантского и хозяйственного обеспечения__</w:t>
      </w:r>
    </w:p>
    <w:p w:rsidR="00526AB4" w:rsidRDefault="00526AB4" w:rsidP="00F8081D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  <w:r w:rsidRPr="004C601D">
              <w:rPr>
                <w:sz w:val="26"/>
                <w:szCs w:val="26"/>
                <w:u w:val="single"/>
              </w:rPr>
              <w:t>Жилой дом</w:t>
            </w: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  <w:r w:rsidRPr="004C601D">
              <w:rPr>
                <w:sz w:val="26"/>
                <w:szCs w:val="26"/>
                <w:u w:val="single"/>
              </w:rPr>
              <w:t>100 кв.м</w:t>
            </w:r>
            <w:r>
              <w:rPr>
                <w:sz w:val="26"/>
                <w:szCs w:val="26"/>
              </w:rPr>
              <w:t>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F8081D" w:rsidRDefault="00526AB4" w:rsidP="00F8081D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Pr="00F8081D" w:rsidRDefault="00526AB4" w:rsidP="00F8081D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(марка транспортного средства)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F8081D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468140,00рублей.</w:t>
      </w: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 240000,00   рублей.</w:t>
      </w: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</w:t>
      </w:r>
      <w:r w:rsidRPr="00F8081D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__</w:t>
      </w:r>
      <w:r>
        <w:rPr>
          <w:sz w:val="26"/>
          <w:szCs w:val="26"/>
        </w:rPr>
        <w:t xml:space="preserve"> рублей.</w:t>
      </w:r>
    </w:p>
    <w:p w:rsidR="00526AB4" w:rsidRDefault="00526AB4" w:rsidP="00F8081D">
      <w:pPr>
        <w:ind w:left="5103"/>
        <w:jc w:val="center"/>
      </w:pPr>
      <w:r>
        <w:t>ПРИЛОЖЕНИЕ</w:t>
      </w:r>
    </w:p>
    <w:p w:rsidR="00526AB4" w:rsidRDefault="00526AB4" w:rsidP="00F8081D">
      <w:pPr>
        <w:ind w:left="5103"/>
        <w:jc w:val="center"/>
      </w:pPr>
      <w:r>
        <w:t>к письму ФСИН России</w:t>
      </w:r>
    </w:p>
    <w:p w:rsidR="00526AB4" w:rsidRDefault="00526AB4" w:rsidP="00F8081D">
      <w:pPr>
        <w:ind w:left="5103"/>
        <w:jc w:val="center"/>
      </w:pPr>
      <w:r>
        <w:t>от _________________ № ______</w:t>
      </w:r>
    </w:p>
    <w:p w:rsidR="00526AB4" w:rsidRDefault="00526AB4" w:rsidP="00F8081D">
      <w:pPr>
        <w:rPr>
          <w:sz w:val="26"/>
          <w:szCs w:val="26"/>
        </w:rPr>
      </w:pPr>
    </w:p>
    <w:p w:rsidR="00526AB4" w:rsidRDefault="00526AB4" w:rsidP="00F8081D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F8081D" w:rsidRDefault="00526AB4" w:rsidP="00F8081D">
      <w:pPr>
        <w:pStyle w:val="Heading1"/>
        <w:jc w:val="center"/>
        <w:rPr>
          <w:caps/>
          <w:sz w:val="24"/>
          <w:szCs w:val="24"/>
          <w:lang w:val="ru-RU"/>
        </w:rPr>
      </w:pPr>
      <w:r w:rsidRPr="00F8081D">
        <w:rPr>
          <w:caps/>
          <w:sz w:val="24"/>
          <w:szCs w:val="24"/>
          <w:lang w:val="ru-RU"/>
        </w:rPr>
        <w:t>сведения</w:t>
      </w:r>
    </w:p>
    <w:p w:rsidR="00526AB4" w:rsidRDefault="00526AB4" w:rsidP="00F8081D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F8081D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Воробьева Галина Борисовна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F8081D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F8081D" w:rsidRDefault="00526AB4" w:rsidP="00F8081D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</w:t>
      </w:r>
      <w:r w:rsidRPr="00F8081D">
        <w:rPr>
          <w:sz w:val="26"/>
          <w:szCs w:val="26"/>
          <w:u w:val="single"/>
        </w:rPr>
        <w:t>Заместитель начальника колонии</w:t>
      </w:r>
      <w:r>
        <w:rPr>
          <w:sz w:val="26"/>
          <w:szCs w:val="26"/>
          <w:u w:val="single"/>
        </w:rPr>
        <w:t xml:space="preserve"> по лечебно-профилактической работе__</w:t>
      </w:r>
    </w:p>
    <w:p w:rsidR="00526AB4" w:rsidRDefault="00526AB4" w:rsidP="00F8081D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 Квартира 1/3           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F8081D" w:rsidRDefault="00526AB4" w:rsidP="00F8081D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F8081D">
              <w:rPr>
                <w:sz w:val="26"/>
                <w:szCs w:val="26"/>
                <w:u w:val="single"/>
              </w:rPr>
              <w:t>50 кв.м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Pr="00F8081D" w:rsidRDefault="00526AB4" w:rsidP="00F8081D">
            <w:pPr>
              <w:pStyle w:val="BodyText3"/>
              <w:rPr>
                <w:sz w:val="26"/>
                <w:szCs w:val="26"/>
                <w:u w:val="single"/>
              </w:rPr>
            </w:pPr>
            <w:r w:rsidRPr="00F8081D">
              <w:rPr>
                <w:sz w:val="26"/>
                <w:szCs w:val="26"/>
                <w:u w:val="single"/>
              </w:rPr>
              <w:t xml:space="preserve">                 Квартира 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F8081D" w:rsidRDefault="00526AB4" w:rsidP="00F8081D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F8081D">
              <w:rPr>
                <w:sz w:val="26"/>
                <w:szCs w:val="26"/>
                <w:u w:val="single"/>
              </w:rPr>
              <w:t>18 кв.м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Россия </w:t>
            </w:r>
          </w:p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</w:p>
    <w:p w:rsidR="00526AB4" w:rsidRDefault="00526AB4" w:rsidP="00F8081D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F8081D" w:rsidRDefault="00526AB4" w:rsidP="00F8081D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</w:t>
            </w:r>
            <w:r w:rsidRPr="00F8081D">
              <w:rPr>
                <w:sz w:val="26"/>
                <w:szCs w:val="26"/>
                <w:u w:val="single"/>
              </w:rPr>
              <w:t>Легковой автомобиль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F8081D" w:rsidRDefault="00526AB4" w:rsidP="00F8081D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Pr="00F8081D" w:rsidRDefault="00526AB4" w:rsidP="00F8081D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(вид транспортного средства)</w:t>
            </w:r>
          </w:p>
        </w:tc>
        <w:tc>
          <w:tcPr>
            <w:tcW w:w="4110" w:type="dxa"/>
          </w:tcPr>
          <w:p w:rsidR="00526AB4" w:rsidRPr="00F8081D" w:rsidRDefault="00526AB4" w:rsidP="00F8081D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   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F8081D">
      <w:pPr>
        <w:pStyle w:val="BodyText3"/>
        <w:rPr>
          <w:sz w:val="26"/>
          <w:szCs w:val="26"/>
        </w:rPr>
      </w:pP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F8081D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F8081D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F8081D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486034,49 рублей.</w:t>
      </w: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0   рублей.</w:t>
      </w:r>
    </w:p>
    <w:p w:rsidR="00526AB4" w:rsidRDefault="00526AB4" w:rsidP="00F8081D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</w:t>
      </w:r>
      <w:r w:rsidRPr="00F8081D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__</w:t>
      </w:r>
      <w:r>
        <w:rPr>
          <w:sz w:val="26"/>
          <w:szCs w:val="26"/>
        </w:rPr>
        <w:t xml:space="preserve"> рублей.</w:t>
      </w:r>
    </w:p>
    <w:p w:rsidR="00526AB4" w:rsidRDefault="00526AB4" w:rsidP="00DA3880">
      <w:pPr>
        <w:ind w:left="5103"/>
        <w:jc w:val="center"/>
      </w:pPr>
      <w:r>
        <w:t>ПРИЛОЖЕНИЕ</w:t>
      </w:r>
    </w:p>
    <w:p w:rsidR="00526AB4" w:rsidRDefault="00526AB4" w:rsidP="00DA3880">
      <w:pPr>
        <w:ind w:left="5103"/>
        <w:jc w:val="center"/>
      </w:pPr>
      <w:r>
        <w:t>к письму ФСИН России</w:t>
      </w:r>
    </w:p>
    <w:p w:rsidR="00526AB4" w:rsidRDefault="00526AB4" w:rsidP="00DA3880">
      <w:pPr>
        <w:ind w:left="5103"/>
        <w:jc w:val="center"/>
      </w:pPr>
      <w:r>
        <w:t>от _________________ № ______</w:t>
      </w:r>
    </w:p>
    <w:p w:rsidR="00526AB4" w:rsidRDefault="00526AB4" w:rsidP="00DA3880">
      <w:pPr>
        <w:rPr>
          <w:sz w:val="26"/>
          <w:szCs w:val="26"/>
        </w:rPr>
      </w:pPr>
    </w:p>
    <w:p w:rsidR="00526AB4" w:rsidRDefault="00526AB4" w:rsidP="00DA3880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F8081D" w:rsidRDefault="00526AB4" w:rsidP="00DA3880">
      <w:pPr>
        <w:pStyle w:val="Heading1"/>
        <w:jc w:val="center"/>
        <w:rPr>
          <w:caps/>
          <w:sz w:val="24"/>
          <w:szCs w:val="24"/>
          <w:lang w:val="ru-RU"/>
        </w:rPr>
      </w:pPr>
      <w:r w:rsidRPr="00F8081D">
        <w:rPr>
          <w:caps/>
          <w:sz w:val="24"/>
          <w:szCs w:val="24"/>
          <w:lang w:val="ru-RU"/>
        </w:rPr>
        <w:t>сведения</w:t>
      </w:r>
    </w:p>
    <w:p w:rsidR="00526AB4" w:rsidRDefault="00526AB4" w:rsidP="00DA3880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DA3880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Артюхова Анжела Владимировна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DA3880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F8081D" w:rsidRDefault="00526AB4" w:rsidP="00DA3880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__Главный бухгалтер__</w:t>
      </w:r>
    </w:p>
    <w:p w:rsidR="00526AB4" w:rsidRDefault="00526AB4" w:rsidP="00DA3880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DA3880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DA388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Квартира____             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DA3880" w:rsidRDefault="00526AB4" w:rsidP="00110F5E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DA3880">
              <w:rPr>
                <w:sz w:val="26"/>
                <w:szCs w:val="26"/>
                <w:u w:val="single"/>
              </w:rPr>
              <w:t>29,4 кв.м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DA3880">
      <w:pPr>
        <w:pStyle w:val="BodyText3"/>
        <w:rPr>
          <w:sz w:val="26"/>
          <w:szCs w:val="26"/>
        </w:rPr>
      </w:pPr>
    </w:p>
    <w:p w:rsidR="00526AB4" w:rsidRDefault="00526AB4" w:rsidP="00DA388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A3880">
      <w:pPr>
        <w:pStyle w:val="BodyText3"/>
        <w:rPr>
          <w:sz w:val="26"/>
          <w:szCs w:val="26"/>
        </w:rPr>
      </w:pPr>
    </w:p>
    <w:p w:rsidR="00526AB4" w:rsidRDefault="00526AB4" w:rsidP="00DA388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DA388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DA3880" w:rsidRDefault="00526AB4" w:rsidP="00110F5E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__________</w:t>
            </w:r>
            <w:r w:rsidRPr="00DA3880">
              <w:rPr>
                <w:sz w:val="26"/>
                <w:szCs w:val="26"/>
                <w:u w:val="single"/>
              </w:rPr>
              <w:t>Квартира</w:t>
            </w:r>
            <w:r>
              <w:rPr>
                <w:sz w:val="26"/>
                <w:szCs w:val="26"/>
                <w:u w:val="single"/>
              </w:rPr>
              <w:t>____</w:t>
            </w:r>
            <w:r w:rsidRPr="00DA3880">
              <w:rPr>
                <w:sz w:val="26"/>
                <w:szCs w:val="26"/>
                <w:u w:val="single"/>
              </w:rPr>
              <w:t xml:space="preserve"> 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DA3880" w:rsidRDefault="00526AB4" w:rsidP="00DA3880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DA3880">
              <w:rPr>
                <w:sz w:val="26"/>
                <w:szCs w:val="26"/>
                <w:u w:val="single"/>
              </w:rPr>
              <w:t>58,1 кв.м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Россия </w:t>
            </w:r>
          </w:p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A3880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A3880">
      <w:pPr>
        <w:pStyle w:val="BodyText3"/>
        <w:rPr>
          <w:sz w:val="26"/>
          <w:szCs w:val="26"/>
        </w:rPr>
      </w:pPr>
    </w:p>
    <w:p w:rsidR="00526AB4" w:rsidRDefault="00526AB4" w:rsidP="00DA3880">
      <w:pPr>
        <w:pStyle w:val="BodyText3"/>
        <w:ind w:firstLine="709"/>
        <w:rPr>
          <w:sz w:val="24"/>
          <w:szCs w:val="24"/>
        </w:rPr>
      </w:pPr>
    </w:p>
    <w:p w:rsidR="00526AB4" w:rsidRDefault="00526AB4" w:rsidP="00DA388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DA388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A3880">
      <w:pPr>
        <w:pStyle w:val="BodyText3"/>
        <w:rPr>
          <w:sz w:val="26"/>
          <w:szCs w:val="26"/>
        </w:rPr>
      </w:pPr>
    </w:p>
    <w:p w:rsidR="00526AB4" w:rsidRDefault="00526AB4" w:rsidP="00DA388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DA3880">
      <w:pPr>
        <w:pStyle w:val="BodyText3"/>
        <w:rPr>
          <w:sz w:val="26"/>
          <w:szCs w:val="26"/>
        </w:rPr>
      </w:pPr>
    </w:p>
    <w:p w:rsidR="00526AB4" w:rsidRDefault="00526AB4" w:rsidP="00DA388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F8081D" w:rsidRDefault="00526AB4" w:rsidP="00110F5E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F8081D" w:rsidRDefault="00526AB4" w:rsidP="00110F5E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Pr="00F8081D" w:rsidRDefault="00526AB4" w:rsidP="00110F5E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DA3880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____________</w:t>
            </w:r>
          </w:p>
          <w:p w:rsidR="00526AB4" w:rsidRDefault="00526AB4" w:rsidP="00DA3880">
            <w:pPr>
              <w:pStyle w:val="BodyText3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DA3880">
      <w:pPr>
        <w:pStyle w:val="BodyText3"/>
        <w:rPr>
          <w:sz w:val="26"/>
          <w:szCs w:val="26"/>
        </w:rPr>
      </w:pPr>
    </w:p>
    <w:p w:rsidR="00526AB4" w:rsidRDefault="00526AB4" w:rsidP="00DA388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Pr="00DA3880" w:rsidRDefault="00526AB4" w:rsidP="00110F5E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DA3880">
              <w:rPr>
                <w:sz w:val="26"/>
                <w:szCs w:val="26"/>
                <w:u w:val="single"/>
              </w:rPr>
              <w:t>Легковой автомобиль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DA3880" w:rsidRDefault="00526AB4" w:rsidP="00DA3880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</w:t>
            </w:r>
            <w:r w:rsidRPr="00DA3880">
              <w:rPr>
                <w:sz w:val="26"/>
                <w:szCs w:val="26"/>
                <w:u w:val="single"/>
              </w:rPr>
              <w:t>Тайота спасио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DA388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110F5E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110F5E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DA3880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 408072  рублей.</w:t>
      </w:r>
    </w:p>
    <w:p w:rsidR="00526AB4" w:rsidRDefault="00526AB4" w:rsidP="00DA388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295767  рублей.</w:t>
      </w:r>
    </w:p>
    <w:p w:rsidR="00526AB4" w:rsidRDefault="00526AB4" w:rsidP="00DA388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</w:t>
      </w:r>
      <w:r w:rsidRPr="00F8081D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__</w:t>
      </w:r>
      <w:r>
        <w:rPr>
          <w:sz w:val="26"/>
          <w:szCs w:val="26"/>
        </w:rPr>
        <w:t xml:space="preserve"> рублей.</w:t>
      </w:r>
    </w:p>
    <w:p w:rsidR="00526AB4" w:rsidRDefault="00526AB4" w:rsidP="004637D9">
      <w:pPr>
        <w:ind w:left="5103"/>
        <w:jc w:val="center"/>
      </w:pPr>
      <w:r>
        <w:t>ПРИЛОЖЕНИЕ</w:t>
      </w:r>
    </w:p>
    <w:p w:rsidR="00526AB4" w:rsidRDefault="00526AB4" w:rsidP="004637D9">
      <w:pPr>
        <w:ind w:left="5103"/>
        <w:jc w:val="center"/>
      </w:pPr>
      <w:r>
        <w:t>к письму ФСИН России</w:t>
      </w:r>
    </w:p>
    <w:p w:rsidR="00526AB4" w:rsidRDefault="00526AB4" w:rsidP="004637D9">
      <w:pPr>
        <w:ind w:left="5103"/>
        <w:jc w:val="center"/>
      </w:pPr>
      <w:r>
        <w:t>от _________________ № ______</w:t>
      </w:r>
    </w:p>
    <w:p w:rsidR="00526AB4" w:rsidRDefault="00526AB4" w:rsidP="004637D9">
      <w:pPr>
        <w:rPr>
          <w:sz w:val="26"/>
          <w:szCs w:val="26"/>
        </w:rPr>
      </w:pPr>
    </w:p>
    <w:p w:rsidR="00526AB4" w:rsidRDefault="00526AB4" w:rsidP="004637D9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F8081D" w:rsidRDefault="00526AB4" w:rsidP="004637D9">
      <w:pPr>
        <w:pStyle w:val="Heading1"/>
        <w:jc w:val="center"/>
        <w:rPr>
          <w:caps/>
          <w:sz w:val="24"/>
          <w:szCs w:val="24"/>
          <w:lang w:val="ru-RU"/>
        </w:rPr>
      </w:pPr>
      <w:r w:rsidRPr="00F8081D">
        <w:rPr>
          <w:caps/>
          <w:sz w:val="24"/>
          <w:szCs w:val="24"/>
          <w:lang w:val="ru-RU"/>
        </w:rPr>
        <w:t>сведения</w:t>
      </w:r>
    </w:p>
    <w:p w:rsidR="00526AB4" w:rsidRDefault="00526AB4" w:rsidP="004637D9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4637D9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 Харланчук Наталья Васильевна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4637D9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F8081D" w:rsidRDefault="00526AB4" w:rsidP="004637D9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__Начальник отдела кадров__</w:t>
      </w:r>
    </w:p>
    <w:p w:rsidR="00526AB4" w:rsidRDefault="00526AB4" w:rsidP="004637D9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4637D9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4637D9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 Квартира____    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DA3880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90</w:t>
            </w:r>
            <w:r w:rsidRPr="00DA3880">
              <w:rPr>
                <w:sz w:val="26"/>
                <w:szCs w:val="26"/>
                <w:u w:val="single"/>
              </w:rPr>
              <w:t xml:space="preserve"> кв.м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4637D9">
      <w:pPr>
        <w:pStyle w:val="BodyText3"/>
        <w:rPr>
          <w:sz w:val="26"/>
          <w:szCs w:val="26"/>
        </w:rPr>
      </w:pPr>
    </w:p>
    <w:p w:rsidR="00526AB4" w:rsidRDefault="00526AB4" w:rsidP="004637D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4637D9">
      <w:pPr>
        <w:pStyle w:val="BodyText3"/>
        <w:rPr>
          <w:sz w:val="26"/>
          <w:szCs w:val="26"/>
        </w:rPr>
      </w:pPr>
    </w:p>
    <w:p w:rsidR="00526AB4" w:rsidRDefault="00526AB4" w:rsidP="004637D9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4637D9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DA3880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______________</w:t>
            </w:r>
            <w:r w:rsidRPr="00DA3880">
              <w:rPr>
                <w:sz w:val="26"/>
                <w:szCs w:val="26"/>
                <w:u w:val="single"/>
              </w:rPr>
              <w:t xml:space="preserve">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DA3880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Россия 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4637D9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4637D9">
      <w:pPr>
        <w:pStyle w:val="BodyText3"/>
        <w:rPr>
          <w:sz w:val="26"/>
          <w:szCs w:val="26"/>
        </w:rPr>
      </w:pPr>
    </w:p>
    <w:p w:rsidR="00526AB4" w:rsidRDefault="00526AB4" w:rsidP="004637D9">
      <w:pPr>
        <w:pStyle w:val="BodyText3"/>
        <w:ind w:firstLine="709"/>
        <w:rPr>
          <w:sz w:val="24"/>
          <w:szCs w:val="24"/>
        </w:rPr>
      </w:pPr>
    </w:p>
    <w:p w:rsidR="00526AB4" w:rsidRDefault="00526AB4" w:rsidP="004637D9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4637D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4637D9">
      <w:pPr>
        <w:pStyle w:val="BodyText3"/>
        <w:rPr>
          <w:sz w:val="26"/>
          <w:szCs w:val="26"/>
        </w:rPr>
      </w:pPr>
    </w:p>
    <w:p w:rsidR="00526AB4" w:rsidRDefault="00526AB4" w:rsidP="004637D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4637D9">
      <w:pPr>
        <w:pStyle w:val="BodyText3"/>
        <w:rPr>
          <w:sz w:val="26"/>
          <w:szCs w:val="26"/>
        </w:rPr>
      </w:pPr>
    </w:p>
    <w:p w:rsidR="00526AB4" w:rsidRDefault="00526AB4" w:rsidP="004637D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F8081D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F8081D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Pr="00F8081D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____________</w:t>
            </w:r>
          </w:p>
          <w:p w:rsidR="00526AB4" w:rsidRDefault="00526AB4" w:rsidP="00E318D3">
            <w:pPr>
              <w:pStyle w:val="BodyText3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4637D9">
      <w:pPr>
        <w:pStyle w:val="BodyText3"/>
        <w:rPr>
          <w:sz w:val="26"/>
          <w:szCs w:val="26"/>
        </w:rPr>
      </w:pPr>
    </w:p>
    <w:p w:rsidR="00526AB4" w:rsidRDefault="00526AB4" w:rsidP="004637D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Pr="00DA3880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DA3880">
              <w:rPr>
                <w:sz w:val="26"/>
                <w:szCs w:val="26"/>
                <w:u w:val="single"/>
              </w:rPr>
              <w:t>Легковой автомобиль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DA3880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</w:t>
            </w:r>
            <w:r w:rsidRPr="00DA3880">
              <w:rPr>
                <w:sz w:val="26"/>
                <w:szCs w:val="26"/>
                <w:u w:val="single"/>
              </w:rPr>
              <w:t xml:space="preserve">Тайота </w:t>
            </w:r>
            <w:r>
              <w:rPr>
                <w:sz w:val="26"/>
                <w:szCs w:val="26"/>
                <w:u w:val="single"/>
              </w:rPr>
              <w:t>раум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4637D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4637D9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 472212,00  рублей.</w:t>
      </w:r>
    </w:p>
    <w:p w:rsidR="00526AB4" w:rsidRDefault="00526AB4" w:rsidP="004637D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0  рублей.</w:t>
      </w:r>
    </w:p>
    <w:p w:rsidR="00526AB4" w:rsidRDefault="00526AB4" w:rsidP="004637D9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</w:t>
      </w:r>
      <w:r w:rsidRPr="00F8081D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__</w:t>
      </w:r>
      <w:r>
        <w:rPr>
          <w:sz w:val="26"/>
          <w:szCs w:val="26"/>
        </w:rPr>
        <w:t xml:space="preserve"> рублей.</w:t>
      </w:r>
    </w:p>
    <w:p w:rsidR="00526AB4" w:rsidRDefault="00526AB4" w:rsidP="001E6E20">
      <w:pPr>
        <w:ind w:left="5103"/>
        <w:jc w:val="center"/>
      </w:pPr>
      <w:r>
        <w:t>ПРИЛОЖЕНИЕ</w:t>
      </w:r>
    </w:p>
    <w:p w:rsidR="00526AB4" w:rsidRDefault="00526AB4" w:rsidP="001E6E20">
      <w:pPr>
        <w:ind w:left="5103"/>
        <w:jc w:val="center"/>
      </w:pPr>
      <w:r>
        <w:t>к письму ФСИН России</w:t>
      </w:r>
    </w:p>
    <w:p w:rsidR="00526AB4" w:rsidRDefault="00526AB4" w:rsidP="001E6E20">
      <w:pPr>
        <w:ind w:left="5103"/>
        <w:jc w:val="center"/>
      </w:pPr>
      <w:r>
        <w:t>от _________________ № ______</w:t>
      </w:r>
    </w:p>
    <w:p w:rsidR="00526AB4" w:rsidRDefault="00526AB4" w:rsidP="001E6E20">
      <w:pPr>
        <w:rPr>
          <w:sz w:val="26"/>
          <w:szCs w:val="26"/>
        </w:rPr>
      </w:pPr>
    </w:p>
    <w:p w:rsidR="00526AB4" w:rsidRDefault="00526AB4" w:rsidP="001E6E20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F8081D" w:rsidRDefault="00526AB4" w:rsidP="001E6E20">
      <w:pPr>
        <w:pStyle w:val="Heading1"/>
        <w:jc w:val="center"/>
        <w:rPr>
          <w:caps/>
          <w:sz w:val="24"/>
          <w:szCs w:val="24"/>
          <w:lang w:val="ru-RU"/>
        </w:rPr>
      </w:pPr>
      <w:r w:rsidRPr="00F8081D">
        <w:rPr>
          <w:caps/>
          <w:sz w:val="24"/>
          <w:szCs w:val="24"/>
          <w:lang w:val="ru-RU"/>
        </w:rPr>
        <w:t>сведения</w:t>
      </w:r>
    </w:p>
    <w:p w:rsidR="00526AB4" w:rsidRDefault="00526AB4" w:rsidP="001E6E20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1E6E20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Пустовит Андрей Николаевич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1E6E20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F8081D" w:rsidRDefault="00526AB4" w:rsidP="001E6E20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__Начальник отдела охраны__</w:t>
      </w:r>
    </w:p>
    <w:p w:rsidR="00526AB4" w:rsidRDefault="00526AB4" w:rsidP="001E6E20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1E6E20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1E6E2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Жилой дом____    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DA3880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70</w:t>
            </w:r>
            <w:r w:rsidRPr="00DA3880">
              <w:rPr>
                <w:sz w:val="26"/>
                <w:szCs w:val="26"/>
                <w:u w:val="single"/>
              </w:rPr>
              <w:t xml:space="preserve"> кв.м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</w:t>
            </w:r>
            <w:r w:rsidRPr="001E6E20">
              <w:rPr>
                <w:sz w:val="26"/>
                <w:szCs w:val="26"/>
                <w:u w:val="single"/>
              </w:rPr>
              <w:t>приусадебный участок</w:t>
            </w:r>
            <w:r>
              <w:rPr>
                <w:sz w:val="26"/>
                <w:szCs w:val="26"/>
              </w:rPr>
              <w:t>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1E6E20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</w:t>
            </w:r>
            <w:r w:rsidRPr="001E6E20">
              <w:rPr>
                <w:sz w:val="26"/>
                <w:szCs w:val="26"/>
                <w:u w:val="single"/>
              </w:rPr>
              <w:t>2000кв.м</w:t>
            </w:r>
            <w:r>
              <w:rPr>
                <w:sz w:val="26"/>
                <w:szCs w:val="26"/>
              </w:rPr>
              <w:t>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Pr="001E6E20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1E6E20">
              <w:rPr>
                <w:sz w:val="26"/>
                <w:szCs w:val="26"/>
                <w:u w:val="single"/>
              </w:rPr>
              <w:t>Россия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1E6E20">
      <w:pPr>
        <w:pStyle w:val="BodyText3"/>
        <w:rPr>
          <w:sz w:val="26"/>
          <w:szCs w:val="26"/>
        </w:rPr>
      </w:pPr>
    </w:p>
    <w:p w:rsidR="00526AB4" w:rsidRDefault="00526AB4" w:rsidP="001E6E2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E6E20">
      <w:pPr>
        <w:pStyle w:val="BodyText3"/>
        <w:rPr>
          <w:sz w:val="26"/>
          <w:szCs w:val="26"/>
        </w:rPr>
      </w:pPr>
    </w:p>
    <w:p w:rsidR="00526AB4" w:rsidRDefault="00526AB4" w:rsidP="001E6E2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1E6E2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DA3880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______________</w:t>
            </w:r>
            <w:r w:rsidRPr="00DA3880">
              <w:rPr>
                <w:sz w:val="26"/>
                <w:szCs w:val="26"/>
                <w:u w:val="single"/>
              </w:rPr>
              <w:t xml:space="preserve">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DA3880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Россия 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E6E20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E6E20">
      <w:pPr>
        <w:pStyle w:val="BodyText3"/>
        <w:rPr>
          <w:sz w:val="26"/>
          <w:szCs w:val="26"/>
        </w:rPr>
      </w:pPr>
    </w:p>
    <w:p w:rsidR="00526AB4" w:rsidRDefault="00526AB4" w:rsidP="001E6E20">
      <w:pPr>
        <w:pStyle w:val="BodyText3"/>
        <w:ind w:firstLine="709"/>
        <w:rPr>
          <w:sz w:val="24"/>
          <w:szCs w:val="24"/>
        </w:rPr>
      </w:pPr>
    </w:p>
    <w:p w:rsidR="00526AB4" w:rsidRDefault="00526AB4" w:rsidP="001E6E20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1E6E2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E6E20">
      <w:pPr>
        <w:pStyle w:val="BodyText3"/>
        <w:rPr>
          <w:sz w:val="26"/>
          <w:szCs w:val="26"/>
        </w:rPr>
      </w:pPr>
    </w:p>
    <w:p w:rsidR="00526AB4" w:rsidRDefault="00526AB4" w:rsidP="001E6E2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1E6E20">
      <w:pPr>
        <w:pStyle w:val="BodyText3"/>
        <w:rPr>
          <w:sz w:val="26"/>
          <w:szCs w:val="26"/>
        </w:rPr>
      </w:pPr>
    </w:p>
    <w:p w:rsidR="00526AB4" w:rsidRDefault="00526AB4" w:rsidP="001E6E2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F8081D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F8081D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Pr="00F8081D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____________</w:t>
            </w:r>
          </w:p>
          <w:p w:rsidR="00526AB4" w:rsidRDefault="00526AB4" w:rsidP="00E318D3">
            <w:pPr>
              <w:pStyle w:val="BodyText3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1E6E20">
      <w:pPr>
        <w:pStyle w:val="BodyText3"/>
        <w:rPr>
          <w:sz w:val="26"/>
          <w:szCs w:val="26"/>
        </w:rPr>
      </w:pPr>
    </w:p>
    <w:p w:rsidR="00526AB4" w:rsidRDefault="00526AB4" w:rsidP="001E6E2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транспортного средства)</w:t>
            </w:r>
          </w:p>
        </w:tc>
        <w:tc>
          <w:tcPr>
            <w:tcW w:w="4110" w:type="dxa"/>
          </w:tcPr>
          <w:p w:rsidR="00526AB4" w:rsidRPr="00DA3880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1E6E2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1E6E20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 440000,00  рублей.</w:t>
      </w:r>
    </w:p>
    <w:p w:rsidR="00526AB4" w:rsidRDefault="00526AB4" w:rsidP="001E6E2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 0  рублей.</w:t>
      </w:r>
    </w:p>
    <w:p w:rsidR="00526AB4" w:rsidRDefault="00526AB4" w:rsidP="001E6E20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</w:t>
      </w:r>
      <w:r w:rsidRPr="00F8081D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__</w:t>
      </w:r>
      <w:r>
        <w:rPr>
          <w:sz w:val="26"/>
          <w:szCs w:val="26"/>
        </w:rPr>
        <w:t xml:space="preserve"> рублей.</w:t>
      </w:r>
    </w:p>
    <w:p w:rsidR="00526AB4" w:rsidRDefault="00526AB4" w:rsidP="00B51B7B">
      <w:pPr>
        <w:ind w:left="5103"/>
        <w:jc w:val="center"/>
      </w:pPr>
      <w:r>
        <w:t>ПРИЛОЖЕНИЕ</w:t>
      </w:r>
    </w:p>
    <w:p w:rsidR="00526AB4" w:rsidRDefault="00526AB4" w:rsidP="00B51B7B">
      <w:pPr>
        <w:ind w:left="5103"/>
        <w:jc w:val="center"/>
      </w:pPr>
      <w:r>
        <w:t>к письму ФСИН России</w:t>
      </w:r>
    </w:p>
    <w:p w:rsidR="00526AB4" w:rsidRDefault="00526AB4" w:rsidP="00B51B7B">
      <w:pPr>
        <w:ind w:left="5103"/>
        <w:jc w:val="center"/>
      </w:pPr>
      <w:r>
        <w:t>от _________________ № ______</w:t>
      </w:r>
    </w:p>
    <w:p w:rsidR="00526AB4" w:rsidRDefault="00526AB4" w:rsidP="00B51B7B">
      <w:pPr>
        <w:rPr>
          <w:sz w:val="26"/>
          <w:szCs w:val="26"/>
        </w:rPr>
      </w:pPr>
    </w:p>
    <w:p w:rsidR="00526AB4" w:rsidRDefault="00526AB4" w:rsidP="00B51B7B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F8081D" w:rsidRDefault="00526AB4" w:rsidP="00B51B7B">
      <w:pPr>
        <w:pStyle w:val="Heading1"/>
        <w:jc w:val="center"/>
        <w:rPr>
          <w:caps/>
          <w:sz w:val="24"/>
          <w:szCs w:val="24"/>
          <w:lang w:val="ru-RU"/>
        </w:rPr>
      </w:pPr>
      <w:r w:rsidRPr="00F8081D">
        <w:rPr>
          <w:caps/>
          <w:sz w:val="24"/>
          <w:szCs w:val="24"/>
          <w:lang w:val="ru-RU"/>
        </w:rPr>
        <w:t>сведения</w:t>
      </w:r>
    </w:p>
    <w:p w:rsidR="00526AB4" w:rsidRDefault="00526AB4" w:rsidP="00B51B7B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B51B7B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Наумова Наталья Эдуардовна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B51B7B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F8081D" w:rsidRDefault="00526AB4" w:rsidP="00B51B7B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__Начальник психологической лаборатории__</w:t>
      </w:r>
    </w:p>
    <w:p w:rsidR="00526AB4" w:rsidRDefault="00526AB4" w:rsidP="00B51B7B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B51B7B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B51B7B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 Квартира 1\3____    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DA3880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60</w:t>
            </w:r>
            <w:r w:rsidRPr="00DA3880">
              <w:rPr>
                <w:sz w:val="26"/>
                <w:szCs w:val="26"/>
                <w:u w:val="single"/>
              </w:rPr>
              <w:t xml:space="preserve"> кв.м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</w:t>
            </w:r>
            <w:r w:rsidRPr="00B51B7B">
              <w:rPr>
                <w:sz w:val="26"/>
                <w:szCs w:val="26"/>
                <w:u w:val="single"/>
              </w:rPr>
              <w:t>Квартира 1\3</w:t>
            </w:r>
            <w:r>
              <w:rPr>
                <w:sz w:val="26"/>
                <w:szCs w:val="26"/>
              </w:rPr>
              <w:t>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___30</w:t>
            </w:r>
            <w:r w:rsidRPr="001E6E20">
              <w:rPr>
                <w:sz w:val="26"/>
                <w:szCs w:val="26"/>
                <w:u w:val="single"/>
              </w:rPr>
              <w:t>кв.м</w:t>
            </w:r>
            <w:r>
              <w:rPr>
                <w:sz w:val="26"/>
                <w:szCs w:val="26"/>
              </w:rPr>
              <w:t>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Pr="001E6E20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1E6E20">
              <w:rPr>
                <w:sz w:val="26"/>
                <w:szCs w:val="26"/>
                <w:u w:val="single"/>
              </w:rPr>
              <w:t>Россия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B51B7B">
      <w:pPr>
        <w:pStyle w:val="BodyText3"/>
        <w:rPr>
          <w:sz w:val="26"/>
          <w:szCs w:val="26"/>
        </w:rPr>
      </w:pPr>
    </w:p>
    <w:p w:rsidR="00526AB4" w:rsidRDefault="00526AB4" w:rsidP="00B51B7B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51B7B">
      <w:pPr>
        <w:pStyle w:val="BodyText3"/>
        <w:rPr>
          <w:sz w:val="26"/>
          <w:szCs w:val="26"/>
        </w:rPr>
      </w:pPr>
    </w:p>
    <w:p w:rsidR="00526AB4" w:rsidRDefault="00526AB4" w:rsidP="00B51B7B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B51B7B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DA3880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_____квартира 1\3_________</w:t>
            </w:r>
            <w:r w:rsidRPr="00DA3880">
              <w:rPr>
                <w:sz w:val="26"/>
                <w:szCs w:val="26"/>
                <w:u w:val="single"/>
              </w:rPr>
              <w:t xml:space="preserve">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B51B7B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</w:t>
            </w:r>
            <w:r>
              <w:rPr>
                <w:sz w:val="26"/>
                <w:szCs w:val="26"/>
                <w:u w:val="single"/>
              </w:rPr>
              <w:t>60 кв.м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Россия 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51B7B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51B7B">
      <w:pPr>
        <w:pStyle w:val="BodyText3"/>
        <w:rPr>
          <w:sz w:val="26"/>
          <w:szCs w:val="26"/>
        </w:rPr>
      </w:pPr>
    </w:p>
    <w:p w:rsidR="00526AB4" w:rsidRDefault="00526AB4" w:rsidP="00B51B7B">
      <w:pPr>
        <w:pStyle w:val="BodyText3"/>
        <w:ind w:firstLine="709"/>
        <w:rPr>
          <w:sz w:val="24"/>
          <w:szCs w:val="24"/>
        </w:rPr>
      </w:pPr>
    </w:p>
    <w:p w:rsidR="00526AB4" w:rsidRDefault="00526AB4" w:rsidP="00B51B7B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B51B7B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</w:t>
            </w:r>
            <w:r w:rsidRPr="00B51B7B">
              <w:rPr>
                <w:sz w:val="26"/>
                <w:szCs w:val="26"/>
                <w:u w:val="single"/>
              </w:rPr>
              <w:t>квартира 1\3_________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60 кв.м</w:t>
            </w:r>
            <w:r>
              <w:rPr>
                <w:sz w:val="26"/>
                <w:szCs w:val="26"/>
              </w:rPr>
              <w:t>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51B7B">
      <w:pPr>
        <w:pStyle w:val="BodyText3"/>
        <w:rPr>
          <w:sz w:val="26"/>
          <w:szCs w:val="26"/>
        </w:rPr>
      </w:pPr>
    </w:p>
    <w:p w:rsidR="00526AB4" w:rsidRDefault="00526AB4" w:rsidP="00B51B7B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B51B7B">
      <w:pPr>
        <w:pStyle w:val="BodyText3"/>
        <w:rPr>
          <w:sz w:val="26"/>
          <w:szCs w:val="26"/>
        </w:rPr>
      </w:pPr>
    </w:p>
    <w:p w:rsidR="00526AB4" w:rsidRDefault="00526AB4" w:rsidP="00B51B7B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F8081D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F8081D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Pr="00F8081D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____________</w:t>
            </w:r>
          </w:p>
          <w:p w:rsidR="00526AB4" w:rsidRDefault="00526AB4" w:rsidP="00E318D3">
            <w:pPr>
              <w:pStyle w:val="BodyText3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B51B7B">
      <w:pPr>
        <w:pStyle w:val="BodyText3"/>
        <w:rPr>
          <w:sz w:val="26"/>
          <w:szCs w:val="26"/>
        </w:rPr>
      </w:pPr>
    </w:p>
    <w:p w:rsidR="00526AB4" w:rsidRDefault="00526AB4" w:rsidP="00B51B7B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Pr="00B51B7B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Легковой автомобиль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транспортного средства)</w:t>
            </w:r>
          </w:p>
        </w:tc>
        <w:tc>
          <w:tcPr>
            <w:tcW w:w="4110" w:type="dxa"/>
          </w:tcPr>
          <w:p w:rsidR="00526AB4" w:rsidRPr="00B51B7B" w:rsidRDefault="00526AB4" w:rsidP="00B51B7B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</w:t>
            </w:r>
            <w:r w:rsidRPr="00B51B7B">
              <w:rPr>
                <w:sz w:val="26"/>
                <w:szCs w:val="26"/>
                <w:u w:val="single"/>
              </w:rPr>
              <w:t>Тойота королла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B51B7B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B51B7B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 451263,00  рублей.</w:t>
      </w:r>
    </w:p>
    <w:p w:rsidR="00526AB4" w:rsidRDefault="00526AB4" w:rsidP="00B51B7B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340086,00  рублей.</w:t>
      </w:r>
    </w:p>
    <w:p w:rsidR="00526AB4" w:rsidRDefault="00526AB4" w:rsidP="00B51B7B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</w:t>
      </w:r>
      <w:r w:rsidRPr="00F8081D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__</w:t>
      </w:r>
      <w:r>
        <w:rPr>
          <w:sz w:val="26"/>
          <w:szCs w:val="26"/>
        </w:rPr>
        <w:t xml:space="preserve"> рублей.</w:t>
      </w:r>
    </w:p>
    <w:p w:rsidR="00526AB4" w:rsidRDefault="00526AB4" w:rsidP="00E318D3">
      <w:pPr>
        <w:ind w:left="5103"/>
        <w:jc w:val="center"/>
      </w:pPr>
      <w:r>
        <w:t>ПРИЛОЖЕНИЕ</w:t>
      </w:r>
    </w:p>
    <w:p w:rsidR="00526AB4" w:rsidRDefault="00526AB4" w:rsidP="00E318D3">
      <w:pPr>
        <w:ind w:left="5103"/>
        <w:jc w:val="center"/>
      </w:pPr>
      <w:r>
        <w:t>к письму ФСИН России</w:t>
      </w:r>
    </w:p>
    <w:p w:rsidR="00526AB4" w:rsidRDefault="00526AB4" w:rsidP="00E318D3">
      <w:pPr>
        <w:ind w:left="5103"/>
        <w:jc w:val="center"/>
      </w:pPr>
      <w:r>
        <w:t>от _________________ № ______</w:t>
      </w:r>
    </w:p>
    <w:p w:rsidR="00526AB4" w:rsidRDefault="00526AB4" w:rsidP="00E318D3">
      <w:pPr>
        <w:rPr>
          <w:sz w:val="26"/>
          <w:szCs w:val="26"/>
        </w:rPr>
      </w:pPr>
    </w:p>
    <w:p w:rsidR="00526AB4" w:rsidRDefault="00526AB4" w:rsidP="00E318D3">
      <w:pPr>
        <w:ind w:left="5103"/>
        <w:jc w:val="center"/>
        <w:rPr>
          <w:sz w:val="26"/>
          <w:szCs w:val="26"/>
        </w:rPr>
      </w:pPr>
      <w:r>
        <w:t>Образец</w:t>
      </w:r>
    </w:p>
    <w:p w:rsidR="00526AB4" w:rsidRPr="00F8081D" w:rsidRDefault="00526AB4" w:rsidP="00E318D3">
      <w:pPr>
        <w:pStyle w:val="Heading1"/>
        <w:jc w:val="center"/>
        <w:rPr>
          <w:caps/>
          <w:sz w:val="24"/>
          <w:szCs w:val="24"/>
          <w:lang w:val="ru-RU"/>
        </w:rPr>
      </w:pPr>
      <w:r w:rsidRPr="00F8081D">
        <w:rPr>
          <w:caps/>
          <w:sz w:val="24"/>
          <w:szCs w:val="24"/>
          <w:lang w:val="ru-RU"/>
        </w:rPr>
        <w:t>сведения</w:t>
      </w:r>
    </w:p>
    <w:p w:rsidR="00526AB4" w:rsidRDefault="00526AB4" w:rsidP="00E318D3">
      <w:pPr>
        <w:pStyle w:val="BodyText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доходах, об имуществе и обязательствах имущественного характера сотрудника уголовно-исполнительной системы, размещаемые на официальном сайте учреждения или органа уголовно-исполнительной системы либо представляемые общероссийским средствам массовой информации</w:t>
      </w:r>
    </w:p>
    <w:p w:rsidR="00526AB4" w:rsidRDefault="00526AB4" w:rsidP="00E318D3">
      <w:pPr>
        <w:tabs>
          <w:tab w:val="left" w:pos="9496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                        Шагитов Дмитрий Леонидович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526AB4" w:rsidRDefault="00526AB4" w:rsidP="00E318D3">
      <w:pPr>
        <w:tabs>
          <w:tab w:val="left" w:pos="9496"/>
        </w:tabs>
        <w:jc w:val="center"/>
      </w:pPr>
      <w:r>
        <w:t>(фамилия, имя, отчество сотрудника уголовно-исполнительной системы (далее – сотрудник))</w:t>
      </w:r>
    </w:p>
    <w:p w:rsidR="00526AB4" w:rsidRPr="00F8081D" w:rsidRDefault="00526AB4" w:rsidP="00E318D3">
      <w:pPr>
        <w:tabs>
          <w:tab w:val="left" w:pos="9498"/>
        </w:tabs>
        <w:ind w:right="-2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__Инспектор отдела безопасности__</w:t>
      </w:r>
    </w:p>
    <w:p w:rsidR="00526AB4" w:rsidRDefault="00526AB4" w:rsidP="00E318D3">
      <w:pPr>
        <w:pStyle w:val="BodyText3"/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(без указания подразделения учреждения или органа УИС))</w:t>
      </w:r>
    </w:p>
    <w:p w:rsidR="00526AB4" w:rsidRDefault="00526AB4" w:rsidP="00E318D3">
      <w:pPr>
        <w:pStyle w:val="BodyText3"/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 </w:t>
      </w:r>
      <w:r>
        <w:rPr>
          <w:sz w:val="24"/>
          <w:szCs w:val="24"/>
        </w:rPr>
        <w:t>Сотрудник:</w:t>
      </w:r>
    </w:p>
    <w:p w:rsidR="00526AB4" w:rsidRDefault="00526AB4" w:rsidP="00E318D3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503"/>
        <w:gridCol w:w="2409"/>
        <w:gridCol w:w="2835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          ____    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Россия</w:t>
            </w:r>
            <w:r>
              <w:rPr>
                <w:sz w:val="26"/>
                <w:szCs w:val="26"/>
              </w:rPr>
              <w:t xml:space="preserve"> 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Pr="001E6E20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 w:rsidRPr="001E6E20">
              <w:rPr>
                <w:sz w:val="26"/>
                <w:szCs w:val="26"/>
                <w:u w:val="single"/>
              </w:rPr>
              <w:t>Россия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</w:tc>
      </w:tr>
    </w:tbl>
    <w:p w:rsidR="00526AB4" w:rsidRDefault="00526AB4" w:rsidP="00E318D3">
      <w:pPr>
        <w:pStyle w:val="BodyText3"/>
        <w:rPr>
          <w:sz w:val="26"/>
          <w:szCs w:val="26"/>
        </w:rPr>
      </w:pPr>
    </w:p>
    <w:p w:rsidR="00526AB4" w:rsidRDefault="00526AB4" w:rsidP="00E318D3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                        </w:t>
            </w:r>
            <w:r>
              <w:rPr>
                <w:sz w:val="26"/>
                <w:szCs w:val="26"/>
              </w:rPr>
              <w:t xml:space="preserve">_     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        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E318D3">
      <w:pPr>
        <w:pStyle w:val="BodyText3"/>
        <w:rPr>
          <w:sz w:val="26"/>
          <w:szCs w:val="26"/>
        </w:rPr>
      </w:pPr>
    </w:p>
    <w:p w:rsidR="00526AB4" w:rsidRDefault="00526AB4" w:rsidP="00E318D3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(ее) супруга (супруг):</w:t>
      </w:r>
    </w:p>
    <w:p w:rsidR="00526AB4" w:rsidRDefault="00526AB4" w:rsidP="00E318D3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имеет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Pr="00DA3880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_____квартира 1\2_________</w:t>
            </w:r>
            <w:r w:rsidRPr="00DA3880">
              <w:rPr>
                <w:sz w:val="26"/>
                <w:szCs w:val="26"/>
                <w:u w:val="single"/>
              </w:rPr>
              <w:t xml:space="preserve">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Pr="00B51B7B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</w:t>
            </w:r>
            <w:r>
              <w:rPr>
                <w:sz w:val="26"/>
                <w:szCs w:val="26"/>
                <w:u w:val="single"/>
              </w:rPr>
              <w:t>65 кв.м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Россия 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E318D3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         имеет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E318D3">
      <w:pPr>
        <w:pStyle w:val="BodyText3"/>
        <w:rPr>
          <w:sz w:val="26"/>
          <w:szCs w:val="26"/>
        </w:rPr>
      </w:pPr>
    </w:p>
    <w:p w:rsidR="00526AB4" w:rsidRDefault="00526AB4" w:rsidP="00E318D3">
      <w:pPr>
        <w:pStyle w:val="BodyText3"/>
        <w:ind w:firstLine="709"/>
        <w:rPr>
          <w:sz w:val="24"/>
          <w:szCs w:val="24"/>
        </w:rPr>
      </w:pPr>
    </w:p>
    <w:p w:rsidR="00526AB4" w:rsidRDefault="00526AB4" w:rsidP="00E318D3">
      <w:pPr>
        <w:pStyle w:val="BodyText3"/>
        <w:ind w:firstLine="709"/>
        <w:rPr>
          <w:sz w:val="24"/>
          <w:szCs w:val="24"/>
        </w:rPr>
      </w:pPr>
      <w:r>
        <w:rPr>
          <w:sz w:val="24"/>
          <w:szCs w:val="24"/>
        </w:rPr>
        <w:t>Его несовершеннолетние дети:</w:t>
      </w:r>
    </w:p>
    <w:p w:rsidR="00526AB4" w:rsidRDefault="00526AB4" w:rsidP="00E318D3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на праве собственности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</w:t>
            </w:r>
            <w:r w:rsidRPr="00B51B7B">
              <w:rPr>
                <w:sz w:val="26"/>
                <w:szCs w:val="26"/>
                <w:u w:val="single"/>
              </w:rPr>
              <w:t>квартира 1\</w:t>
            </w:r>
            <w:r>
              <w:rPr>
                <w:sz w:val="26"/>
                <w:szCs w:val="26"/>
                <w:u w:val="single"/>
              </w:rPr>
              <w:t>2</w:t>
            </w:r>
            <w:r w:rsidRPr="00B51B7B">
              <w:rPr>
                <w:sz w:val="26"/>
                <w:szCs w:val="26"/>
                <w:u w:val="single"/>
              </w:rPr>
              <w:t>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u w:val="single"/>
              </w:rPr>
              <w:t>65 кв.м</w:t>
            </w:r>
            <w:r>
              <w:rPr>
                <w:sz w:val="26"/>
                <w:szCs w:val="26"/>
              </w:rPr>
              <w:t>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         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E318D3">
      <w:pPr>
        <w:pStyle w:val="BodyText3"/>
        <w:rPr>
          <w:sz w:val="26"/>
          <w:szCs w:val="26"/>
        </w:rPr>
      </w:pPr>
    </w:p>
    <w:p w:rsidR="00526AB4" w:rsidRDefault="00526AB4" w:rsidP="00E318D3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имеют в пользовании следующие объекты недвижимости:</w:t>
      </w:r>
    </w:p>
    <w:tbl>
      <w:tblPr>
        <w:tblW w:w="9747" w:type="dxa"/>
        <w:tblInd w:w="2" w:type="dxa"/>
        <w:tblLook w:val="01E0"/>
      </w:tblPr>
      <w:tblGrid>
        <w:gridCol w:w="4495"/>
        <w:gridCol w:w="2426"/>
        <w:gridCol w:w="282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09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(площадь)</w:t>
            </w:r>
          </w:p>
        </w:tc>
        <w:tc>
          <w:tcPr>
            <w:tcW w:w="2835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 </w:t>
            </w:r>
            <w:r>
              <w:rPr>
                <w:sz w:val="20"/>
                <w:szCs w:val="20"/>
              </w:rPr>
              <w:t>(страна расположения)</w:t>
            </w:r>
          </w:p>
        </w:tc>
      </w:tr>
    </w:tbl>
    <w:p w:rsidR="00526AB4" w:rsidRDefault="00526AB4" w:rsidP="00E318D3">
      <w:pPr>
        <w:pStyle w:val="BodyText3"/>
        <w:rPr>
          <w:sz w:val="26"/>
          <w:szCs w:val="26"/>
        </w:rPr>
      </w:pPr>
    </w:p>
    <w:p w:rsidR="00526AB4" w:rsidRDefault="00526AB4" w:rsidP="00E318D3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2. Сотрудник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503"/>
        <w:gridCol w:w="4110"/>
      </w:tblGrid>
      <w:tr w:rsidR="00526AB4">
        <w:tc>
          <w:tcPr>
            <w:tcW w:w="4503" w:type="dxa"/>
          </w:tcPr>
          <w:p w:rsidR="00526AB4" w:rsidRPr="00F8081D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Легковой автомобиль</w:t>
            </w:r>
            <w:r>
              <w:rPr>
                <w:sz w:val="26"/>
                <w:szCs w:val="26"/>
              </w:rPr>
              <w:t>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Pr="00F8081D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ВАЗ калина_____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Pr="00F8081D" w:rsidRDefault="00526AB4" w:rsidP="00E318D3">
            <w:pPr>
              <w:pStyle w:val="BodyText3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    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____________</w:t>
            </w:r>
          </w:p>
          <w:p w:rsidR="00526AB4" w:rsidRDefault="00526AB4" w:rsidP="00E318D3">
            <w:pPr>
              <w:pStyle w:val="BodyText3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E318D3">
      <w:pPr>
        <w:pStyle w:val="BodyText3"/>
        <w:rPr>
          <w:sz w:val="26"/>
          <w:szCs w:val="26"/>
        </w:rPr>
      </w:pPr>
    </w:p>
    <w:p w:rsidR="00526AB4" w:rsidRDefault="00526AB4" w:rsidP="00E318D3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супруга (супруг) имеет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Pr="00B51B7B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транспортного средства)</w:t>
            </w:r>
          </w:p>
        </w:tc>
        <w:tc>
          <w:tcPr>
            <w:tcW w:w="4110" w:type="dxa"/>
          </w:tcPr>
          <w:p w:rsidR="00526AB4" w:rsidRPr="00B51B7B" w:rsidRDefault="00526AB4" w:rsidP="00E318D3">
            <w:pPr>
              <w:pStyle w:val="BodyText3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(марка транспортного средства)</w:t>
            </w:r>
          </w:p>
        </w:tc>
      </w:tr>
    </w:tbl>
    <w:p w:rsidR="00526AB4" w:rsidRDefault="00526AB4" w:rsidP="00E318D3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>Его (ее) несовершеннолетние дети имеют на праве собственности следующие транспортные средства:</w:t>
      </w:r>
    </w:p>
    <w:tbl>
      <w:tblPr>
        <w:tblW w:w="8613" w:type="dxa"/>
        <w:tblInd w:w="2" w:type="dxa"/>
        <w:tblLook w:val="01E0"/>
      </w:tblPr>
      <w:tblGrid>
        <w:gridCol w:w="4497"/>
        <w:gridCol w:w="4116"/>
      </w:tblGrid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  <w:tr w:rsidR="00526AB4">
        <w:tc>
          <w:tcPr>
            <w:tcW w:w="4503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транспортного средства)</w:t>
            </w:r>
          </w:p>
        </w:tc>
        <w:tc>
          <w:tcPr>
            <w:tcW w:w="4110" w:type="dxa"/>
          </w:tcPr>
          <w:p w:rsidR="00526AB4" w:rsidRDefault="00526AB4" w:rsidP="00E318D3">
            <w:pPr>
              <w:pStyle w:val="BodyText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:rsidR="00526AB4" w:rsidRDefault="00526AB4" w:rsidP="00E318D3">
            <w:pPr>
              <w:pStyle w:val="BodyText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транспортного средства)</w:t>
            </w:r>
          </w:p>
        </w:tc>
      </w:tr>
    </w:tbl>
    <w:p w:rsidR="00526AB4" w:rsidRDefault="00526AB4" w:rsidP="00E318D3">
      <w:pPr>
        <w:pStyle w:val="BodyText3"/>
        <w:ind w:right="-567" w:firstLine="709"/>
        <w:rPr>
          <w:sz w:val="26"/>
          <w:szCs w:val="26"/>
        </w:rPr>
      </w:pPr>
      <w:r>
        <w:rPr>
          <w:sz w:val="26"/>
          <w:szCs w:val="26"/>
        </w:rPr>
        <w:t>3. Декларированный годовой доход сотрудника  составляет  345159,00  рублей.</w:t>
      </w:r>
    </w:p>
    <w:p w:rsidR="00526AB4" w:rsidRDefault="00526AB4" w:rsidP="00E318D3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супруги (супруга) </w:t>
      </w:r>
      <w:r>
        <w:rPr>
          <w:sz w:val="26"/>
          <w:szCs w:val="26"/>
        </w:rPr>
        <w:br/>
        <w:t>составляет 90000,00  рублей.</w:t>
      </w:r>
    </w:p>
    <w:p w:rsidR="00526AB4" w:rsidRDefault="00526AB4" w:rsidP="00E318D3">
      <w:pPr>
        <w:pStyle w:val="BodyText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Декларированный годовой доход его (ее) несовершеннолетних детей </w:t>
      </w:r>
      <w:r>
        <w:rPr>
          <w:sz w:val="26"/>
          <w:szCs w:val="26"/>
        </w:rPr>
        <w:br/>
        <w:t>составляет __</w:t>
      </w:r>
      <w:r w:rsidRPr="00F8081D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__</w:t>
      </w:r>
      <w:r>
        <w:rPr>
          <w:sz w:val="26"/>
          <w:szCs w:val="26"/>
        </w:rPr>
        <w:t xml:space="preserve"> рублей.</w:t>
      </w: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 w:rsidP="00B46F12">
      <w:pPr>
        <w:pStyle w:val="BodyText3"/>
        <w:ind w:firstLine="709"/>
        <w:rPr>
          <w:sz w:val="26"/>
          <w:szCs w:val="26"/>
        </w:rPr>
      </w:pPr>
    </w:p>
    <w:p w:rsidR="00526AB4" w:rsidRDefault="00526AB4"/>
    <w:sectPr w:rsidR="00526AB4" w:rsidSect="00964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F12"/>
    <w:rsid w:val="000F651C"/>
    <w:rsid w:val="00110F5E"/>
    <w:rsid w:val="0011529D"/>
    <w:rsid w:val="00191C70"/>
    <w:rsid w:val="001D4F2A"/>
    <w:rsid w:val="001E6E20"/>
    <w:rsid w:val="002C63D2"/>
    <w:rsid w:val="0031145E"/>
    <w:rsid w:val="003444F0"/>
    <w:rsid w:val="003762C5"/>
    <w:rsid w:val="00381AF8"/>
    <w:rsid w:val="004637D9"/>
    <w:rsid w:val="00484B61"/>
    <w:rsid w:val="004A4ABB"/>
    <w:rsid w:val="004C601D"/>
    <w:rsid w:val="00526AB4"/>
    <w:rsid w:val="005E4DF8"/>
    <w:rsid w:val="00601F19"/>
    <w:rsid w:val="006033D9"/>
    <w:rsid w:val="0066162C"/>
    <w:rsid w:val="006F58A0"/>
    <w:rsid w:val="00710BA9"/>
    <w:rsid w:val="00766CB7"/>
    <w:rsid w:val="007A7A2B"/>
    <w:rsid w:val="008674F5"/>
    <w:rsid w:val="009649FC"/>
    <w:rsid w:val="00B46F12"/>
    <w:rsid w:val="00B51B7B"/>
    <w:rsid w:val="00BD7149"/>
    <w:rsid w:val="00BD7F04"/>
    <w:rsid w:val="00C3648F"/>
    <w:rsid w:val="00C8378E"/>
    <w:rsid w:val="00DA3880"/>
    <w:rsid w:val="00DC6437"/>
    <w:rsid w:val="00E20076"/>
    <w:rsid w:val="00E318D3"/>
    <w:rsid w:val="00F8081D"/>
    <w:rsid w:val="00FE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B46F1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62C5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762C5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62C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62C5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62C5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762C5"/>
    <w:pPr>
      <w:spacing w:before="240" w:after="60"/>
      <w:outlineLvl w:val="5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762C5"/>
    <w:pPr>
      <w:spacing w:before="240" w:after="60"/>
      <w:outlineLvl w:val="6"/>
    </w:pPr>
    <w:rPr>
      <w:rFonts w:ascii="Calibri" w:eastAsia="Calibri" w:hAnsi="Calibri" w:cs="Calibri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762C5"/>
    <w:pPr>
      <w:spacing w:before="240" w:after="60"/>
      <w:outlineLvl w:val="7"/>
    </w:pPr>
    <w:rPr>
      <w:rFonts w:ascii="Calibri" w:eastAsia="Calibri" w:hAnsi="Calibri" w:cs="Calibri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762C5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62C5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762C5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762C5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62C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62C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762C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762C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762C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762C5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3762C5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3762C5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762C5"/>
    <w:pPr>
      <w:spacing w:after="60"/>
      <w:jc w:val="center"/>
      <w:outlineLvl w:val="1"/>
    </w:pPr>
    <w:rPr>
      <w:rFonts w:ascii="Cambria" w:hAnsi="Cambria" w:cs="Cambria"/>
      <w:sz w:val="24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762C5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3762C5"/>
    <w:rPr>
      <w:b/>
      <w:bCs/>
    </w:rPr>
  </w:style>
  <w:style w:type="character" w:styleId="Emphasis">
    <w:name w:val="Emphasis"/>
    <w:basedOn w:val="DefaultParagraphFont"/>
    <w:uiPriority w:val="99"/>
    <w:qFormat/>
    <w:rsid w:val="003762C5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uiPriority w:val="99"/>
    <w:qFormat/>
    <w:rsid w:val="003762C5"/>
    <w:rPr>
      <w:rFonts w:ascii="Calibri" w:eastAsia="Calibri" w:hAnsi="Calibri" w:cs="Calibri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3762C5"/>
    <w:pPr>
      <w:ind w:left="720"/>
    </w:pPr>
    <w:rPr>
      <w:rFonts w:ascii="Calibri" w:eastAsia="Calibri" w:hAnsi="Calibri" w:cs="Calibri"/>
      <w:sz w:val="24"/>
      <w:szCs w:val="24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3762C5"/>
    <w:rPr>
      <w:rFonts w:ascii="Calibri" w:eastAsia="Calibri" w:hAnsi="Calibri" w:cs="Calibri"/>
      <w:i/>
      <w:iCs/>
      <w:sz w:val="24"/>
      <w:szCs w:val="24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3762C5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762C5"/>
    <w:pPr>
      <w:ind w:left="720" w:right="720"/>
    </w:pPr>
    <w:rPr>
      <w:rFonts w:ascii="Calibri" w:eastAsia="Calibri" w:hAnsi="Calibri" w:cs="Calibri"/>
      <w:b/>
      <w:bCs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762C5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3762C5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3762C5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3762C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3762C5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3762C5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3762C5"/>
    <w:pPr>
      <w:outlineLvl w:val="9"/>
    </w:pPr>
  </w:style>
  <w:style w:type="paragraph" w:styleId="BodyText3">
    <w:name w:val="Body Text 3"/>
    <w:basedOn w:val="Normal"/>
    <w:link w:val="BodyText3Char"/>
    <w:uiPriority w:val="99"/>
    <w:rsid w:val="00B46F1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46F12"/>
    <w:rPr>
      <w:rFonts w:ascii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35</Pages>
  <Words>9674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Admin</cp:lastModifiedBy>
  <cp:revision>21</cp:revision>
  <dcterms:created xsi:type="dcterms:W3CDTF">2010-04-20T03:12:00Z</dcterms:created>
  <dcterms:modified xsi:type="dcterms:W3CDTF">2012-04-05T06:11:00Z</dcterms:modified>
</cp:coreProperties>
</file>