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7" w:type="dxa"/>
        <w:tblInd w:w="-106" w:type="dxa"/>
        <w:tblLook w:val="00A0"/>
      </w:tblPr>
      <w:tblGrid>
        <w:gridCol w:w="1766"/>
        <w:gridCol w:w="2098"/>
        <w:gridCol w:w="1779"/>
        <w:gridCol w:w="1804"/>
        <w:gridCol w:w="1013"/>
        <w:gridCol w:w="1434"/>
        <w:gridCol w:w="1827"/>
        <w:gridCol w:w="1577"/>
        <w:gridCol w:w="996"/>
        <w:gridCol w:w="1434"/>
        <w:gridCol w:w="738"/>
      </w:tblGrid>
      <w:tr w:rsidR="00C94EA3" w:rsidRPr="004D0577">
        <w:trPr>
          <w:trHeight w:val="1710"/>
        </w:trPr>
        <w:tc>
          <w:tcPr>
            <w:tcW w:w="1501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lang w:eastAsia="ru-RU"/>
              </w:rPr>
              <w:t>Сведения</w:t>
            </w:r>
            <w:r w:rsidRPr="008B4324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о доходах, об имуществе и обязательствах имущественного характера федеральных государственных служащих Федеральной службы исполнения наказаний, а также их супругов и несовершеннолетних детей за период с 1 января 2012 года по 31 декабря 2012 года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500"/>
        </w:trPr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сумма декларированного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годового дохода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 2011 г. (руб.)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975"/>
        </w:trPr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(кв. м.)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(кв. м.)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27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Перляк Станислав Николаевич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инспектор-дежурный по производственной зоне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дежурной части 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отдела безопасности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731298,26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(собственность 1/3 доли)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51.3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Кио спортаж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Масалитин                  Виктор                 Николаевич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учреждения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880380,49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(индивидуальный)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Мазда 6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(долевая)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(индивидуальный)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дача (долевая 1/207)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314786,62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53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Демин                      Роман Владимирович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пожарной 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разряда (ВПО)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622422,69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Легковые автомобили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Мицубиси лансер, Сеат ибиза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933918,95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(индивидуальный)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78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Блохин Владимир Александрович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 по воспитательной работе с осужденными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446064,68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1/2 )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Рено СР, мототранспортные средства ИЖ планета 5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(совместная)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483725,75</w:t>
            </w:r>
          </w:p>
        </w:tc>
        <w:tc>
          <w:tcPr>
            <w:tcW w:w="16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(совместная)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Липнин                         Олег                Алексеевич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колонии-начальник центра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697683,19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(индивидуальный)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Хонда ЦРВ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1/4 )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1/4 )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53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Герасимова Натал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я Владимировна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 планирования и организации трудовой занятости осужденных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570020,18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1/3)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1/3)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6D1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Шутов                       Олег  Юрьевич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инспектор-дежурный по жилой зоне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дежурной части 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416994,39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3/5 )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211440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90000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2/5 )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Бронников Игорь Александрович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колонии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631879,23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Хендай матрикс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155234,57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Калинин               Роман Николаевич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337503,01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297442,69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(индивидуальная)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21124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(индивидуальный)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Петровских Валерий Александрович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кинологического отделения отдела охраны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339311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(индивидуальная)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Деонексия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1/4 )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1/3 )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color w:val="000000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209808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(индивидуальная)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96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Мешков              Андрей Владимирович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отдела безопасности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295242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21150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Луценко Константин Эдуардович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колонии по ЛПР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-начальник медицинской части-врач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722645,76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1/2 )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Нисан кашкай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280530,58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1/2 )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3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Голубев               Михаил Александрович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 кадров и работы с личным составом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475642,7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Шкодафабия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1/5 )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B4324">
              <w:rPr>
                <w:color w:val="00000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27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Булаженко Сергей Георгиевич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колонии-начальник отдела охраны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675913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Ауди 80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65,48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315742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65,48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65,48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Шулятьев               Иван Григорьевич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оперуполномоченный оперативного отдела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232391,33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(индивидуальный)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21093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27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Буркова Ольга Михайловна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юрисконсульт юридической группы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организационно-аналитической группы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438166,28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(под индивидуальное жилищное строительство)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1881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(индивидуальная)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270453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1/6 )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Мицубиси каризма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53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Семенов Алексей Николаевич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327709,27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(общая совместная)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21099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156378,4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(общая совместная)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Дача (индивидуальная)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Пьянков                 Виктор Александрович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энергетик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энерго-механической группы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399871,8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1/2 )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Рено лагуна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 w:rsidTr="00940FDE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344736,97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1/2 )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 w:rsidTr="00940FDE">
        <w:trPr>
          <w:trHeight w:val="48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B56CB2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 w:rsidTr="00940FDE">
        <w:trPr>
          <w:trHeight w:val="102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Гагаринов Дмитрий Валерьевич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584864,86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1/3 )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Ситроен С4 грант пикасо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64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88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269488,26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1/3 )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Шмырин Александр Игоревич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инструктор группы БиСП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ОКиРЛС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323658,05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Рено сумбол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32098,8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Русяцкас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Стасис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Витауто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оперативного отдела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502895,74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(индивидуальная)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Хендай гец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130197,36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1/3 )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27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Наймушин Александр Анатольевич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оперуполномоченный оперативного отдела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417126,02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1/2)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60000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1/2)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(индивидуальная)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27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Скурихин Алексей Николаевич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оперативный дежурный дежурной части 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489082,06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211440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320282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(долевая 1/2)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53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Коршунов                Иван                   Юрьевич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инспектор-дежурный по промышленной зоне дежурной части 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359473,78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6D1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182989,49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Перминов Андрей Алексеевич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колонии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690775,44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1/3 )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21150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141124,4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1/3 )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1/3 )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63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Будылина Натали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я Николаевна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бухгалтер бухгалтерии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1535027,62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1/3 )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Рено логан (совместно с дочерью и сыном)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63984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1/3 )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63984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1/3 )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Душин               Алексей Иванович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колонии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643760,41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3/8 )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(общая совместная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280699,86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3/8 )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(общая совместная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1/4)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Лейстмейстер Владимир Адольфович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398765,1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 (пользование)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343447,19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1/2)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(индивидуальная)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1/3)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1/3)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275"/>
        </w:trPr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Груздев Александр Васильевич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оперативный дежурный дежурной части отдела безопасности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437520,79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1/2)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Легковые автомобили Рено клио, Нисан кашкай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615"/>
        </w:trPr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87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172703,55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1/2)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53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Глазырин Александр Анатольевич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469596,91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(индивидуальная)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513768,78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(индивидуальный)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Логунов Константин Константинович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оперуполномоченный оперативного отдела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408852,29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(найм)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89367,68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общежитие 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6191,6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общежитие 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общежитие 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Новикова               Елена Геннадьевна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главного бухгалтера бухгалтерии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1585439,41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3/7)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86261,64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(индивидуальный)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Газель 3302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3/7)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1/3)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64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82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1/14)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1/14)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53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Зырянов Евгений Николаевич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348557,38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(совместная)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40500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(совместная)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27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Сунцов Дмитрий Алексеевич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оперуполномоченный оперативного отдела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399501,76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3/4)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Форд Фьюжен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231591,2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1/9)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1/2)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1/9)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1/9)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1/2)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Дягилев               Андрей Александрович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431329,28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(индивидуальный)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117141,07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1/3)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Фольксваген пассат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1/3)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Черных Кирилл Сергеевич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оперуполномоченный оперативного отдела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316481,7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21093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98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Назаров               Антон                Игоревич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6D1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начальник отдела интендантского и хозяйственного обеспечения 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451880,99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6D115F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15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6D115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(найм)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84407,35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6D115F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115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6D115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27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Каргапольцев Виктор Алексеевич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оперативный дежурный дежурной части 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407025,36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Легковые автомобили  ВАЗ 21063, лада калина 111730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57600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27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Макаров               Сергей Алексеевич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инспектор-дежурный по жилой зоне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дежурной части 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376686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(долевой 1/3)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3330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Легковые автомобили  ВАЗ 2101, Суббаруфорестер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 (долевой 1/3)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118888,55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Кулаков                 Олег Владимирович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 охраны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472093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Нисан кашкай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280773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(индивидуальная)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Шулепова            Ольга Викторовна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 специального учета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418918,23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(индивидуальный)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1076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21103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227,6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(членство в кооперативе)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Иное движемое имущество (индивидуальный)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 (долевой 1/2)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275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Шаклеин            Сергей Васильевич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оперативный дежурный дежурной части 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414379,83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1/2)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ВАЗ 21214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186575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1/2) 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Стародумов Антон Александрович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инспектор-дежурный по жилой зоне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дежурной части 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340520,54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510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Частный дом 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Князев                    Юрий Леонидович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инспектор-дежурный по жилой зоне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дежурной части 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отдела безопасности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358978,86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253571,54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Окулов              Алексей Михайлович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 оперативного отдела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376325,76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Рено сандеро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101876,8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 помещение (индивидуальная)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(пользование)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(долевая 1/3)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102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Голубева                Елена              Сергеевна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главного бухгалтера бухгалтерии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780507,76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1/5 )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1/5 )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765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(пользование)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A3" w:rsidRPr="008B4324" w:rsidRDefault="00C94EA3" w:rsidP="008B4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43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C94EA3" w:rsidRPr="004D0577">
        <w:trPr>
          <w:trHeight w:val="300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4EA3" w:rsidRPr="008B4324" w:rsidRDefault="00C94EA3" w:rsidP="008B432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</w:tbl>
    <w:p w:rsidR="00C94EA3" w:rsidRDefault="00C94EA3" w:rsidP="008B4324">
      <w:pPr>
        <w:ind w:left="-426"/>
      </w:pPr>
      <w:bookmarkStart w:id="0" w:name="_GoBack"/>
      <w:bookmarkEnd w:id="0"/>
    </w:p>
    <w:sectPr w:rsidR="00C94EA3" w:rsidSect="008B4324">
      <w:pgSz w:w="16838" w:h="11906" w:orient="landscape"/>
      <w:pgMar w:top="284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8CB"/>
    <w:rsid w:val="0001141C"/>
    <w:rsid w:val="000126A3"/>
    <w:rsid w:val="00013C5A"/>
    <w:rsid w:val="00015EA3"/>
    <w:rsid w:val="00017826"/>
    <w:rsid w:val="000205DE"/>
    <w:rsid w:val="00023061"/>
    <w:rsid w:val="000251AA"/>
    <w:rsid w:val="00025520"/>
    <w:rsid w:val="00025B3D"/>
    <w:rsid w:val="00060FB7"/>
    <w:rsid w:val="000660E2"/>
    <w:rsid w:val="00075EFF"/>
    <w:rsid w:val="000809FB"/>
    <w:rsid w:val="00083AC2"/>
    <w:rsid w:val="00086330"/>
    <w:rsid w:val="000933B7"/>
    <w:rsid w:val="000B4653"/>
    <w:rsid w:val="000D2B78"/>
    <w:rsid w:val="000D2ECE"/>
    <w:rsid w:val="000D3B5B"/>
    <w:rsid w:val="000E1771"/>
    <w:rsid w:val="000F31F2"/>
    <w:rsid w:val="000F6E80"/>
    <w:rsid w:val="001067CA"/>
    <w:rsid w:val="00121FDB"/>
    <w:rsid w:val="00123627"/>
    <w:rsid w:val="0012379A"/>
    <w:rsid w:val="00123DA6"/>
    <w:rsid w:val="00124459"/>
    <w:rsid w:val="001333D1"/>
    <w:rsid w:val="0013550A"/>
    <w:rsid w:val="00142EEA"/>
    <w:rsid w:val="00147A49"/>
    <w:rsid w:val="001542FF"/>
    <w:rsid w:val="00156108"/>
    <w:rsid w:val="00156D50"/>
    <w:rsid w:val="00161E5D"/>
    <w:rsid w:val="00165542"/>
    <w:rsid w:val="00182641"/>
    <w:rsid w:val="00184EC4"/>
    <w:rsid w:val="00187471"/>
    <w:rsid w:val="00196D2A"/>
    <w:rsid w:val="001A14A1"/>
    <w:rsid w:val="001A1A3C"/>
    <w:rsid w:val="001A22A2"/>
    <w:rsid w:val="001A3853"/>
    <w:rsid w:val="001C1811"/>
    <w:rsid w:val="001C33FD"/>
    <w:rsid w:val="001C7E4F"/>
    <w:rsid w:val="001D0898"/>
    <w:rsid w:val="001D4B44"/>
    <w:rsid w:val="001D69AC"/>
    <w:rsid w:val="001E0318"/>
    <w:rsid w:val="001E2DC9"/>
    <w:rsid w:val="002011C3"/>
    <w:rsid w:val="0021163B"/>
    <w:rsid w:val="002165EF"/>
    <w:rsid w:val="00221026"/>
    <w:rsid w:val="00221BFF"/>
    <w:rsid w:val="002268A3"/>
    <w:rsid w:val="00232AFE"/>
    <w:rsid w:val="0023422C"/>
    <w:rsid w:val="0023596F"/>
    <w:rsid w:val="00242C0B"/>
    <w:rsid w:val="00276300"/>
    <w:rsid w:val="00281356"/>
    <w:rsid w:val="00281AFB"/>
    <w:rsid w:val="002972E1"/>
    <w:rsid w:val="002B0494"/>
    <w:rsid w:val="002B34FB"/>
    <w:rsid w:val="002B3F03"/>
    <w:rsid w:val="002E479E"/>
    <w:rsid w:val="002F0F5D"/>
    <w:rsid w:val="002F43C8"/>
    <w:rsid w:val="00301176"/>
    <w:rsid w:val="00301B12"/>
    <w:rsid w:val="003112FA"/>
    <w:rsid w:val="00314743"/>
    <w:rsid w:val="003160B1"/>
    <w:rsid w:val="003178D2"/>
    <w:rsid w:val="00321204"/>
    <w:rsid w:val="00323A60"/>
    <w:rsid w:val="00324A38"/>
    <w:rsid w:val="00344834"/>
    <w:rsid w:val="00365103"/>
    <w:rsid w:val="00366DB8"/>
    <w:rsid w:val="00374B00"/>
    <w:rsid w:val="00376FD6"/>
    <w:rsid w:val="0038731F"/>
    <w:rsid w:val="0039007D"/>
    <w:rsid w:val="003A2A7F"/>
    <w:rsid w:val="003A3034"/>
    <w:rsid w:val="003A6651"/>
    <w:rsid w:val="003B648F"/>
    <w:rsid w:val="003B71EE"/>
    <w:rsid w:val="003C4AAE"/>
    <w:rsid w:val="003D73BA"/>
    <w:rsid w:val="003E0738"/>
    <w:rsid w:val="003E1B3C"/>
    <w:rsid w:val="003E6735"/>
    <w:rsid w:val="00402B46"/>
    <w:rsid w:val="00404B4A"/>
    <w:rsid w:val="00410CD0"/>
    <w:rsid w:val="00417042"/>
    <w:rsid w:val="00420187"/>
    <w:rsid w:val="0042340D"/>
    <w:rsid w:val="00426F7B"/>
    <w:rsid w:val="00442836"/>
    <w:rsid w:val="00443561"/>
    <w:rsid w:val="00460EDF"/>
    <w:rsid w:val="00464737"/>
    <w:rsid w:val="004650FE"/>
    <w:rsid w:val="0046653C"/>
    <w:rsid w:val="00471BED"/>
    <w:rsid w:val="004752B7"/>
    <w:rsid w:val="0048168F"/>
    <w:rsid w:val="0049404B"/>
    <w:rsid w:val="004A521E"/>
    <w:rsid w:val="004A5490"/>
    <w:rsid w:val="004B1CE9"/>
    <w:rsid w:val="004B6312"/>
    <w:rsid w:val="004C0024"/>
    <w:rsid w:val="004C051B"/>
    <w:rsid w:val="004C4395"/>
    <w:rsid w:val="004C5286"/>
    <w:rsid w:val="004D0577"/>
    <w:rsid w:val="004D0A07"/>
    <w:rsid w:val="004E6E95"/>
    <w:rsid w:val="004F066A"/>
    <w:rsid w:val="00503BF8"/>
    <w:rsid w:val="00526DCF"/>
    <w:rsid w:val="00530B7E"/>
    <w:rsid w:val="0053258E"/>
    <w:rsid w:val="00532766"/>
    <w:rsid w:val="00537E5E"/>
    <w:rsid w:val="005440A4"/>
    <w:rsid w:val="0055497C"/>
    <w:rsid w:val="00562F05"/>
    <w:rsid w:val="00565E53"/>
    <w:rsid w:val="00566C3C"/>
    <w:rsid w:val="005758CB"/>
    <w:rsid w:val="00576EEC"/>
    <w:rsid w:val="00586C65"/>
    <w:rsid w:val="0059286D"/>
    <w:rsid w:val="00597975"/>
    <w:rsid w:val="005B1501"/>
    <w:rsid w:val="005C17AD"/>
    <w:rsid w:val="005C1EC1"/>
    <w:rsid w:val="005C3653"/>
    <w:rsid w:val="005C6A00"/>
    <w:rsid w:val="005E3BDA"/>
    <w:rsid w:val="005F7F31"/>
    <w:rsid w:val="00606174"/>
    <w:rsid w:val="006143D9"/>
    <w:rsid w:val="00616535"/>
    <w:rsid w:val="00617913"/>
    <w:rsid w:val="00623CC8"/>
    <w:rsid w:val="00627918"/>
    <w:rsid w:val="006345BF"/>
    <w:rsid w:val="00634D6B"/>
    <w:rsid w:val="0064283D"/>
    <w:rsid w:val="006454A5"/>
    <w:rsid w:val="0064567D"/>
    <w:rsid w:val="006612BF"/>
    <w:rsid w:val="006668CC"/>
    <w:rsid w:val="00671722"/>
    <w:rsid w:val="006816ED"/>
    <w:rsid w:val="00682CB7"/>
    <w:rsid w:val="00683515"/>
    <w:rsid w:val="00683CF6"/>
    <w:rsid w:val="0068416B"/>
    <w:rsid w:val="00691115"/>
    <w:rsid w:val="00693384"/>
    <w:rsid w:val="00697BFE"/>
    <w:rsid w:val="006B34DD"/>
    <w:rsid w:val="006B6EB7"/>
    <w:rsid w:val="006C01C6"/>
    <w:rsid w:val="006C22E0"/>
    <w:rsid w:val="006D115F"/>
    <w:rsid w:val="006D6EF3"/>
    <w:rsid w:val="006E4C48"/>
    <w:rsid w:val="006F0A6C"/>
    <w:rsid w:val="006F4CD4"/>
    <w:rsid w:val="007055DF"/>
    <w:rsid w:val="00715253"/>
    <w:rsid w:val="00720503"/>
    <w:rsid w:val="007269D6"/>
    <w:rsid w:val="00732415"/>
    <w:rsid w:val="007333E0"/>
    <w:rsid w:val="00743A68"/>
    <w:rsid w:val="00747CBC"/>
    <w:rsid w:val="00754979"/>
    <w:rsid w:val="007570EA"/>
    <w:rsid w:val="00761F60"/>
    <w:rsid w:val="0077699D"/>
    <w:rsid w:val="00784AD8"/>
    <w:rsid w:val="00797BBE"/>
    <w:rsid w:val="007A5D6B"/>
    <w:rsid w:val="007B3E79"/>
    <w:rsid w:val="007C530E"/>
    <w:rsid w:val="007C5BCA"/>
    <w:rsid w:val="007D5030"/>
    <w:rsid w:val="007D64C8"/>
    <w:rsid w:val="007E3C4C"/>
    <w:rsid w:val="007E3DF6"/>
    <w:rsid w:val="007F4878"/>
    <w:rsid w:val="007F70B3"/>
    <w:rsid w:val="007F7679"/>
    <w:rsid w:val="00805A93"/>
    <w:rsid w:val="008116ED"/>
    <w:rsid w:val="00812D2A"/>
    <w:rsid w:val="008143D1"/>
    <w:rsid w:val="00814863"/>
    <w:rsid w:val="00827708"/>
    <w:rsid w:val="008457A2"/>
    <w:rsid w:val="00845812"/>
    <w:rsid w:val="00845BA6"/>
    <w:rsid w:val="00850690"/>
    <w:rsid w:val="0085787B"/>
    <w:rsid w:val="00862B5E"/>
    <w:rsid w:val="0086446F"/>
    <w:rsid w:val="0087005C"/>
    <w:rsid w:val="00896B6B"/>
    <w:rsid w:val="008A16F2"/>
    <w:rsid w:val="008A443E"/>
    <w:rsid w:val="008A5B0B"/>
    <w:rsid w:val="008B4324"/>
    <w:rsid w:val="008C32C1"/>
    <w:rsid w:val="008D1A99"/>
    <w:rsid w:val="008D6BD9"/>
    <w:rsid w:val="008E35F6"/>
    <w:rsid w:val="008E64B0"/>
    <w:rsid w:val="008F07EC"/>
    <w:rsid w:val="00904459"/>
    <w:rsid w:val="0091199F"/>
    <w:rsid w:val="0091521D"/>
    <w:rsid w:val="00936F9E"/>
    <w:rsid w:val="00940FDE"/>
    <w:rsid w:val="0095359B"/>
    <w:rsid w:val="00953828"/>
    <w:rsid w:val="00963935"/>
    <w:rsid w:val="00966600"/>
    <w:rsid w:val="00975384"/>
    <w:rsid w:val="00977971"/>
    <w:rsid w:val="00981A02"/>
    <w:rsid w:val="0099073B"/>
    <w:rsid w:val="0099462C"/>
    <w:rsid w:val="009B09AC"/>
    <w:rsid w:val="009D01F9"/>
    <w:rsid w:val="009D46E5"/>
    <w:rsid w:val="009D6D38"/>
    <w:rsid w:val="009F0972"/>
    <w:rsid w:val="009F186C"/>
    <w:rsid w:val="00A07E64"/>
    <w:rsid w:val="00A13C8E"/>
    <w:rsid w:val="00A17CF7"/>
    <w:rsid w:val="00A24206"/>
    <w:rsid w:val="00A26536"/>
    <w:rsid w:val="00A33380"/>
    <w:rsid w:val="00A34288"/>
    <w:rsid w:val="00A40E9E"/>
    <w:rsid w:val="00A42493"/>
    <w:rsid w:val="00A4317A"/>
    <w:rsid w:val="00A44EF9"/>
    <w:rsid w:val="00A5083E"/>
    <w:rsid w:val="00A53016"/>
    <w:rsid w:val="00A607F2"/>
    <w:rsid w:val="00A648DF"/>
    <w:rsid w:val="00A64D4F"/>
    <w:rsid w:val="00A65573"/>
    <w:rsid w:val="00A7416D"/>
    <w:rsid w:val="00A82CD5"/>
    <w:rsid w:val="00A83BE0"/>
    <w:rsid w:val="00A8787C"/>
    <w:rsid w:val="00A916CD"/>
    <w:rsid w:val="00A9772D"/>
    <w:rsid w:val="00A97D6B"/>
    <w:rsid w:val="00AA52E9"/>
    <w:rsid w:val="00AB7B21"/>
    <w:rsid w:val="00AD0341"/>
    <w:rsid w:val="00AD03E3"/>
    <w:rsid w:val="00AD0FD2"/>
    <w:rsid w:val="00AE19BA"/>
    <w:rsid w:val="00AE3AA1"/>
    <w:rsid w:val="00AE50FE"/>
    <w:rsid w:val="00AF7ED3"/>
    <w:rsid w:val="00B05299"/>
    <w:rsid w:val="00B17F1D"/>
    <w:rsid w:val="00B20AEC"/>
    <w:rsid w:val="00B2126B"/>
    <w:rsid w:val="00B220DA"/>
    <w:rsid w:val="00B237F2"/>
    <w:rsid w:val="00B27B1F"/>
    <w:rsid w:val="00B36945"/>
    <w:rsid w:val="00B45291"/>
    <w:rsid w:val="00B56CB2"/>
    <w:rsid w:val="00B576F1"/>
    <w:rsid w:val="00B61DB6"/>
    <w:rsid w:val="00B666C8"/>
    <w:rsid w:val="00B67B9A"/>
    <w:rsid w:val="00B83EA7"/>
    <w:rsid w:val="00B876FD"/>
    <w:rsid w:val="00B94392"/>
    <w:rsid w:val="00B968F3"/>
    <w:rsid w:val="00BB0F08"/>
    <w:rsid w:val="00BC602C"/>
    <w:rsid w:val="00BC620F"/>
    <w:rsid w:val="00BD0551"/>
    <w:rsid w:val="00BE04AF"/>
    <w:rsid w:val="00BE1AAC"/>
    <w:rsid w:val="00BE69C7"/>
    <w:rsid w:val="00C05D6C"/>
    <w:rsid w:val="00C12AC5"/>
    <w:rsid w:val="00C17B01"/>
    <w:rsid w:val="00C206D8"/>
    <w:rsid w:val="00C22384"/>
    <w:rsid w:val="00C24C65"/>
    <w:rsid w:val="00C416DE"/>
    <w:rsid w:val="00C44E48"/>
    <w:rsid w:val="00C4790B"/>
    <w:rsid w:val="00C5360E"/>
    <w:rsid w:val="00C5486B"/>
    <w:rsid w:val="00C63699"/>
    <w:rsid w:val="00C660F9"/>
    <w:rsid w:val="00C71F3E"/>
    <w:rsid w:val="00C87BC0"/>
    <w:rsid w:val="00C94EA3"/>
    <w:rsid w:val="00CA35EE"/>
    <w:rsid w:val="00CA4EF6"/>
    <w:rsid w:val="00CB2190"/>
    <w:rsid w:val="00CC0863"/>
    <w:rsid w:val="00CC59A8"/>
    <w:rsid w:val="00CF0911"/>
    <w:rsid w:val="00CF5D2B"/>
    <w:rsid w:val="00D02BF7"/>
    <w:rsid w:val="00D1770D"/>
    <w:rsid w:val="00D207CB"/>
    <w:rsid w:val="00D342F4"/>
    <w:rsid w:val="00D469E1"/>
    <w:rsid w:val="00D515D3"/>
    <w:rsid w:val="00D56890"/>
    <w:rsid w:val="00D56CDB"/>
    <w:rsid w:val="00D6388D"/>
    <w:rsid w:val="00D64773"/>
    <w:rsid w:val="00D6607A"/>
    <w:rsid w:val="00D6740B"/>
    <w:rsid w:val="00D70FF6"/>
    <w:rsid w:val="00D75E03"/>
    <w:rsid w:val="00D76333"/>
    <w:rsid w:val="00D838CC"/>
    <w:rsid w:val="00D84490"/>
    <w:rsid w:val="00D93197"/>
    <w:rsid w:val="00DA1C03"/>
    <w:rsid w:val="00DA420E"/>
    <w:rsid w:val="00DA7636"/>
    <w:rsid w:val="00DB1384"/>
    <w:rsid w:val="00DB1699"/>
    <w:rsid w:val="00DB6A98"/>
    <w:rsid w:val="00DC3E52"/>
    <w:rsid w:val="00DC4FD5"/>
    <w:rsid w:val="00DD37A5"/>
    <w:rsid w:val="00DE0914"/>
    <w:rsid w:val="00DE0EBC"/>
    <w:rsid w:val="00DE12FD"/>
    <w:rsid w:val="00DE5E8A"/>
    <w:rsid w:val="00DF62F7"/>
    <w:rsid w:val="00DF7FBF"/>
    <w:rsid w:val="00E00415"/>
    <w:rsid w:val="00E06277"/>
    <w:rsid w:val="00E15D63"/>
    <w:rsid w:val="00E260CD"/>
    <w:rsid w:val="00E3599E"/>
    <w:rsid w:val="00E45660"/>
    <w:rsid w:val="00E45AE7"/>
    <w:rsid w:val="00E522E3"/>
    <w:rsid w:val="00E56241"/>
    <w:rsid w:val="00E637F1"/>
    <w:rsid w:val="00E64E80"/>
    <w:rsid w:val="00E802D6"/>
    <w:rsid w:val="00E845A4"/>
    <w:rsid w:val="00E90E20"/>
    <w:rsid w:val="00E910DE"/>
    <w:rsid w:val="00E9667E"/>
    <w:rsid w:val="00EA2F5C"/>
    <w:rsid w:val="00EB589D"/>
    <w:rsid w:val="00ED32E4"/>
    <w:rsid w:val="00EE2548"/>
    <w:rsid w:val="00EE47CF"/>
    <w:rsid w:val="00EF01A0"/>
    <w:rsid w:val="00EF0967"/>
    <w:rsid w:val="00F00CAD"/>
    <w:rsid w:val="00F034CF"/>
    <w:rsid w:val="00F06451"/>
    <w:rsid w:val="00F0723A"/>
    <w:rsid w:val="00F07AB8"/>
    <w:rsid w:val="00F13083"/>
    <w:rsid w:val="00F17573"/>
    <w:rsid w:val="00F20DE5"/>
    <w:rsid w:val="00F22D40"/>
    <w:rsid w:val="00F23358"/>
    <w:rsid w:val="00F32CA2"/>
    <w:rsid w:val="00F41BEB"/>
    <w:rsid w:val="00F448FF"/>
    <w:rsid w:val="00F45AC7"/>
    <w:rsid w:val="00F468ED"/>
    <w:rsid w:val="00F545C7"/>
    <w:rsid w:val="00F62520"/>
    <w:rsid w:val="00F6648F"/>
    <w:rsid w:val="00F953B3"/>
    <w:rsid w:val="00FA0888"/>
    <w:rsid w:val="00FB0CA7"/>
    <w:rsid w:val="00FB121C"/>
    <w:rsid w:val="00FB1859"/>
    <w:rsid w:val="00FB317C"/>
    <w:rsid w:val="00FB360B"/>
    <w:rsid w:val="00FC257A"/>
    <w:rsid w:val="00FC3A01"/>
    <w:rsid w:val="00FD1215"/>
    <w:rsid w:val="00FD2382"/>
    <w:rsid w:val="00FD51ED"/>
    <w:rsid w:val="00FD6DD6"/>
    <w:rsid w:val="00FE30D4"/>
    <w:rsid w:val="00FF0666"/>
    <w:rsid w:val="00FF3A77"/>
    <w:rsid w:val="00FF5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CA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758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5758CB"/>
    <w:rPr>
      <w:color w:val="800080"/>
      <w:u w:val="single"/>
    </w:rPr>
  </w:style>
  <w:style w:type="paragraph" w:customStyle="1" w:styleId="xl63">
    <w:name w:val="xl63"/>
    <w:basedOn w:val="Normal"/>
    <w:uiPriority w:val="99"/>
    <w:rsid w:val="005758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Normal"/>
    <w:uiPriority w:val="99"/>
    <w:rsid w:val="005758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Normal"/>
    <w:uiPriority w:val="99"/>
    <w:rsid w:val="005758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Normal"/>
    <w:uiPriority w:val="99"/>
    <w:rsid w:val="005758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Normal"/>
    <w:uiPriority w:val="99"/>
    <w:rsid w:val="005758C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Normal"/>
    <w:uiPriority w:val="99"/>
    <w:rsid w:val="005758C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Normal"/>
    <w:uiPriority w:val="99"/>
    <w:rsid w:val="005758C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Normal"/>
    <w:uiPriority w:val="99"/>
    <w:rsid w:val="005758C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Normal"/>
    <w:uiPriority w:val="99"/>
    <w:rsid w:val="005758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Normal"/>
    <w:uiPriority w:val="99"/>
    <w:rsid w:val="005758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Normal"/>
    <w:uiPriority w:val="99"/>
    <w:rsid w:val="005758C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Normal"/>
    <w:uiPriority w:val="99"/>
    <w:rsid w:val="005758C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Normal"/>
    <w:uiPriority w:val="99"/>
    <w:rsid w:val="005758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Normal"/>
    <w:uiPriority w:val="99"/>
    <w:rsid w:val="005758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Normal"/>
    <w:uiPriority w:val="99"/>
    <w:rsid w:val="005758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Normal"/>
    <w:uiPriority w:val="99"/>
    <w:rsid w:val="005758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5758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5758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8B432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Normal"/>
    <w:uiPriority w:val="99"/>
    <w:rsid w:val="008B432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Normal"/>
    <w:uiPriority w:val="99"/>
    <w:rsid w:val="008B432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Normal"/>
    <w:uiPriority w:val="99"/>
    <w:rsid w:val="008B4324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Normal"/>
    <w:uiPriority w:val="99"/>
    <w:rsid w:val="008B432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Normal"/>
    <w:uiPriority w:val="99"/>
    <w:rsid w:val="008B432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Normal"/>
    <w:uiPriority w:val="99"/>
    <w:rsid w:val="008B4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Normal"/>
    <w:uiPriority w:val="99"/>
    <w:rsid w:val="008B43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8B432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15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156</TotalTime>
  <Pages>14</Pages>
  <Words>2543</Words>
  <Characters>14498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kadrs10</cp:lastModifiedBy>
  <cp:revision>9</cp:revision>
  <dcterms:created xsi:type="dcterms:W3CDTF">2013-04-17T09:37:00Z</dcterms:created>
  <dcterms:modified xsi:type="dcterms:W3CDTF">2013-04-23T12:39:00Z</dcterms:modified>
</cp:coreProperties>
</file>